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CED22F" w14:textId="77777777" w:rsidR="00DC24E3" w:rsidRDefault="00DC24E3" w:rsidP="00DC24E3">
      <w:pPr>
        <w:pStyle w:val="ChapitreNumero"/>
      </w:pPr>
      <w:bookmarkStart w:id="0" w:name="_Toc363062335"/>
      <w:r>
        <w:t>Chapitre 1</w:t>
      </w:r>
    </w:p>
    <w:p w14:paraId="13623EBA" w14:textId="77777777" w:rsidR="00DC24E3" w:rsidRDefault="00DC24E3" w:rsidP="00DC24E3">
      <w:pPr>
        <w:pStyle w:val="ChapitreTitre"/>
      </w:pPr>
      <w:r>
        <w:t>Solution aux défis</w:t>
      </w:r>
    </w:p>
    <w:p w14:paraId="3B0D1D64" w14:textId="77777777" w:rsidR="00DC24E3" w:rsidRDefault="00DC24E3" w:rsidP="00DC24E3">
      <w:pPr>
        <w:pStyle w:val="TitreNiveau1"/>
      </w:pPr>
      <w:r>
        <w:t>#1 : Distributeur automatique de pairs et d’impairs</w:t>
      </w:r>
    </w:p>
    <w:p w14:paraId="012D6B89" w14:textId="77777777" w:rsidR="00DC24E3" w:rsidRDefault="00DC24E3" w:rsidP="00DC24E3">
      <w:pPr>
        <w:pStyle w:val="TexteCourant"/>
      </w:pPr>
      <w:r>
        <w:t>Pour résoudre ce défi, il faut tout d’abord convertir l’entrée en entier puis déterminer si l’entier est pair ou impair. S’il est pair, il faut afficher les neuf nombres pairs suivants ; s’il est impaire, il faut afficher les neufs nombres impairs suivants. Le programme suivant effectue cette action :</w:t>
      </w:r>
    </w:p>
    <w:p w14:paraId="468310F4" w14:textId="77777777" w:rsidR="00DC24E3" w:rsidRDefault="00DC24E3" w:rsidP="00DC24E3">
      <w:pPr>
        <w:pStyle w:val="Code"/>
        <w:rPr>
          <w:lang w:val="en-US"/>
        </w:rPr>
      </w:pPr>
      <w:r>
        <w:rPr>
          <w:lang w:val="en-US"/>
        </w:rPr>
        <w:t>'''</w:t>
      </w:r>
    </w:p>
    <w:p w14:paraId="2D2E4499" w14:textId="77777777" w:rsidR="00DC24E3" w:rsidRDefault="00DC24E3" w:rsidP="00DC24E3">
      <w:pPr>
        <w:pStyle w:val="Code"/>
        <w:rPr>
          <w:lang w:val="en-US"/>
        </w:rPr>
      </w:pPr>
      <w:r>
        <w:rPr>
          <w:lang w:val="en-US"/>
        </w:rPr>
        <w:t>even_odd_vending.py</w:t>
      </w:r>
    </w:p>
    <w:p w14:paraId="630A6C5C" w14:textId="77777777" w:rsidR="00DC24E3" w:rsidRDefault="00DC24E3" w:rsidP="00DC24E3">
      <w:pPr>
        <w:pStyle w:val="Code"/>
        <w:rPr>
          <w:lang w:val="en-US"/>
        </w:rPr>
      </w:pPr>
      <w:r>
        <w:rPr>
          <w:lang w:val="en-US"/>
        </w:rPr>
        <w:t>Print whether the input is even or odd. If even, print the next 9 even numbers</w:t>
      </w:r>
    </w:p>
    <w:p w14:paraId="21EBE9E7" w14:textId="77777777" w:rsidR="00DC24E3" w:rsidRDefault="00DC24E3" w:rsidP="00DC24E3">
      <w:pPr>
        <w:pStyle w:val="Code"/>
        <w:rPr>
          <w:lang w:val="en-US"/>
        </w:rPr>
      </w:pPr>
      <w:r>
        <w:rPr>
          <w:lang w:val="en-US"/>
        </w:rPr>
        <w:t>If odd, print the next 9 odd numbers.</w:t>
      </w:r>
    </w:p>
    <w:p w14:paraId="72790CA5" w14:textId="77777777" w:rsidR="00DC24E3" w:rsidRDefault="00DC24E3" w:rsidP="00DC24E3">
      <w:pPr>
        <w:pStyle w:val="Code"/>
        <w:rPr>
          <w:lang w:val="en-US"/>
        </w:rPr>
      </w:pPr>
      <w:r>
        <w:rPr>
          <w:lang w:val="en-US"/>
        </w:rPr>
        <w:t>'''</w:t>
      </w:r>
    </w:p>
    <w:p w14:paraId="28E70BF5"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even_odd_vending</w:t>
      </w:r>
      <w:proofErr w:type="spellEnd"/>
      <w:r>
        <w:rPr>
          <w:lang w:val="en-US"/>
        </w:rPr>
        <w:t>(</w:t>
      </w:r>
      <w:proofErr w:type="spellStart"/>
      <w:r>
        <w:rPr>
          <w:lang w:val="en-US"/>
        </w:rPr>
        <w:t>num</w:t>
      </w:r>
      <w:proofErr w:type="spellEnd"/>
      <w:r>
        <w:rPr>
          <w:lang w:val="en-US"/>
        </w:rPr>
        <w:t>):</w:t>
      </w:r>
    </w:p>
    <w:p w14:paraId="42C26CC7" w14:textId="77777777" w:rsidR="00DC24E3" w:rsidRDefault="00DC24E3" w:rsidP="00DC24E3">
      <w:pPr>
        <w:pStyle w:val="Code"/>
        <w:rPr>
          <w:lang w:val="en-US"/>
        </w:rPr>
      </w:pPr>
      <w:r>
        <w:rPr>
          <w:lang w:val="en-US"/>
        </w:rPr>
        <w:t xml:space="preserve">    if (</w:t>
      </w:r>
      <w:proofErr w:type="spellStart"/>
      <w:r>
        <w:rPr>
          <w:lang w:val="en-US"/>
        </w:rPr>
        <w:t>num</w:t>
      </w:r>
      <w:proofErr w:type="spellEnd"/>
      <w:r>
        <w:rPr>
          <w:lang w:val="en-US"/>
        </w:rPr>
        <w:t xml:space="preserve"> % 2) == 0: </w:t>
      </w:r>
      <w:r w:rsidRPr="005E2C60">
        <w:rPr>
          <w:rStyle w:val="PuceRepere"/>
        </w:rPr>
        <w:t>1</w:t>
      </w:r>
    </w:p>
    <w:p w14:paraId="37D3DFAA" w14:textId="77777777" w:rsidR="00DC24E3" w:rsidRDefault="00DC24E3" w:rsidP="00DC24E3">
      <w:pPr>
        <w:pStyle w:val="Code"/>
        <w:rPr>
          <w:lang w:val="en-US"/>
        </w:rPr>
      </w:pPr>
      <w:r>
        <w:rPr>
          <w:lang w:val="en-US"/>
        </w:rPr>
        <w:t xml:space="preserve">        print('Even')</w:t>
      </w:r>
    </w:p>
    <w:p w14:paraId="563860A3" w14:textId="77777777" w:rsidR="00DC24E3" w:rsidRDefault="00DC24E3" w:rsidP="00DC24E3">
      <w:pPr>
        <w:pStyle w:val="Code"/>
        <w:rPr>
          <w:lang w:val="en-US"/>
        </w:rPr>
      </w:pPr>
      <w:r>
        <w:rPr>
          <w:lang w:val="en-US"/>
        </w:rPr>
        <w:t xml:space="preserve">    else:</w:t>
      </w:r>
    </w:p>
    <w:p w14:paraId="4BE02BEC" w14:textId="77777777" w:rsidR="00DC24E3" w:rsidRDefault="00DC24E3" w:rsidP="00DC24E3">
      <w:pPr>
        <w:pStyle w:val="Code"/>
        <w:rPr>
          <w:lang w:val="en-US"/>
        </w:rPr>
      </w:pPr>
      <w:r>
        <w:rPr>
          <w:lang w:val="en-US"/>
        </w:rPr>
        <w:t xml:space="preserve">        print('Odd')</w:t>
      </w:r>
    </w:p>
    <w:p w14:paraId="7201ED59" w14:textId="77777777" w:rsidR="00DC24E3" w:rsidRDefault="00DC24E3" w:rsidP="00DC24E3">
      <w:pPr>
        <w:pStyle w:val="Code"/>
        <w:rPr>
          <w:lang w:val="en-US"/>
        </w:rPr>
      </w:pPr>
      <w:r>
        <w:rPr>
          <w:rFonts w:ascii="Courier" w:hAnsi="Courier" w:cs="Courier"/>
          <w:lang w:val="en-US"/>
        </w:rPr>
        <w:t xml:space="preserve">     </w:t>
      </w:r>
      <w:r>
        <w:rPr>
          <w:lang w:val="en-US"/>
        </w:rPr>
        <w:t>count = 1  </w:t>
      </w:r>
    </w:p>
    <w:p w14:paraId="4EFB6FC2" w14:textId="77777777" w:rsidR="00DC24E3" w:rsidRDefault="00DC24E3" w:rsidP="00DC24E3">
      <w:pPr>
        <w:pStyle w:val="Code"/>
        <w:rPr>
          <w:lang w:val="en-US"/>
        </w:rPr>
      </w:pPr>
      <w:r>
        <w:rPr>
          <w:lang w:val="en-US"/>
        </w:rPr>
        <w:t xml:space="preserve">    while count &lt;= 9: </w:t>
      </w:r>
      <w:r w:rsidRPr="005E2C60">
        <w:rPr>
          <w:rStyle w:val="PuceRepere"/>
        </w:rPr>
        <w:t>2</w:t>
      </w:r>
    </w:p>
    <w:p w14:paraId="1EFB4C35" w14:textId="77777777" w:rsidR="00DC24E3" w:rsidRDefault="00DC24E3" w:rsidP="00DC24E3">
      <w:pPr>
        <w:pStyle w:val="Code"/>
        <w:rPr>
          <w:lang w:val="en-US"/>
        </w:rPr>
      </w:pPr>
      <w:r>
        <w:rPr>
          <w:lang w:val="en-US"/>
        </w:rPr>
        <w:t xml:space="preserve">        </w:t>
      </w:r>
      <w:proofErr w:type="spellStart"/>
      <w:r>
        <w:rPr>
          <w:lang w:val="en-US"/>
        </w:rPr>
        <w:t>num</w:t>
      </w:r>
      <w:proofErr w:type="spellEnd"/>
      <w:r>
        <w:rPr>
          <w:lang w:val="en-US"/>
        </w:rPr>
        <w:t xml:space="preserve"> += 2</w:t>
      </w:r>
    </w:p>
    <w:p w14:paraId="29A741DB" w14:textId="77777777" w:rsidR="00DC24E3" w:rsidRDefault="00DC24E3" w:rsidP="00DC24E3">
      <w:pPr>
        <w:pStyle w:val="Code"/>
        <w:rPr>
          <w:lang w:val="en-US"/>
        </w:rPr>
      </w:pPr>
      <w:r>
        <w:rPr>
          <w:lang w:val="en-US"/>
        </w:rPr>
        <w:t xml:space="preserve">        print(</w:t>
      </w:r>
      <w:proofErr w:type="spellStart"/>
      <w:r>
        <w:rPr>
          <w:lang w:val="en-US"/>
        </w:rPr>
        <w:t>num</w:t>
      </w:r>
      <w:proofErr w:type="spellEnd"/>
      <w:r>
        <w:rPr>
          <w:lang w:val="en-US"/>
        </w:rPr>
        <w:t>)</w:t>
      </w:r>
    </w:p>
    <w:p w14:paraId="109635AB" w14:textId="77777777" w:rsidR="00DC24E3" w:rsidRDefault="00DC24E3" w:rsidP="00DC24E3">
      <w:pPr>
        <w:pStyle w:val="Code"/>
        <w:rPr>
          <w:lang w:val="en-US"/>
        </w:rPr>
      </w:pPr>
      <w:r>
        <w:rPr>
          <w:lang w:val="en-US"/>
        </w:rPr>
        <w:t xml:space="preserve">        # increment the count of numbers printed</w:t>
      </w:r>
    </w:p>
    <w:p w14:paraId="6D95A30E" w14:textId="77777777" w:rsidR="00DC24E3" w:rsidRDefault="00DC24E3" w:rsidP="00DC24E3">
      <w:pPr>
        <w:pStyle w:val="Code"/>
        <w:rPr>
          <w:lang w:val="en-US"/>
        </w:rPr>
      </w:pPr>
      <w:r>
        <w:rPr>
          <w:lang w:val="en-US"/>
        </w:rPr>
        <w:t xml:space="preserve">        count += 1</w:t>
      </w:r>
    </w:p>
    <w:p w14:paraId="209D4A4C" w14:textId="77777777" w:rsidR="00DC24E3" w:rsidRDefault="00DC24E3" w:rsidP="00DC24E3">
      <w:pPr>
        <w:pStyle w:val="Code"/>
        <w:rPr>
          <w:lang w:val="en-US"/>
        </w:rPr>
      </w:pPr>
      <w:r>
        <w:rPr>
          <w:rFonts w:ascii="Courier" w:hAnsi="Courier" w:cs="Courier"/>
          <w:lang w:val="en-US"/>
        </w:rPr>
        <w:t> </w:t>
      </w:r>
      <w:r>
        <w:rPr>
          <w:lang w:val="en-US"/>
        </w:rPr>
        <w:t xml:space="preserve">    if __name__ == '__main__':</w:t>
      </w:r>
    </w:p>
    <w:p w14:paraId="4D3802FA" w14:textId="77777777" w:rsidR="00DC24E3" w:rsidRDefault="00DC24E3" w:rsidP="00DC24E3">
      <w:pPr>
        <w:pStyle w:val="Code"/>
        <w:rPr>
          <w:lang w:val="en-US"/>
        </w:rPr>
      </w:pPr>
      <w:r>
        <w:rPr>
          <w:lang w:val="en-US"/>
        </w:rPr>
        <w:t xml:space="preserve">        try:</w:t>
      </w:r>
    </w:p>
    <w:p w14:paraId="78D70197" w14:textId="77777777" w:rsidR="00DC24E3" w:rsidRDefault="00DC24E3" w:rsidP="00DC24E3">
      <w:pPr>
        <w:pStyle w:val="Code"/>
        <w:rPr>
          <w:lang w:val="en-US"/>
        </w:rPr>
      </w:pPr>
      <w:r>
        <w:rPr>
          <w:rFonts w:ascii="Courier" w:hAnsi="Courier" w:cs="Courier"/>
          <w:lang w:val="en-US"/>
        </w:rPr>
        <w:t> </w:t>
      </w:r>
      <w:r>
        <w:rPr>
          <w:lang w:val="en-US"/>
        </w:rPr>
        <w:t xml:space="preserve">            </w:t>
      </w:r>
      <w:proofErr w:type="spellStart"/>
      <w:r>
        <w:rPr>
          <w:lang w:val="en-US"/>
        </w:rPr>
        <w:t>num</w:t>
      </w:r>
      <w:proofErr w:type="spellEnd"/>
      <w:r>
        <w:rPr>
          <w:lang w:val="en-US"/>
        </w:rPr>
        <w:t xml:space="preserve"> = float(input('Enter an integer: '))</w:t>
      </w:r>
    </w:p>
    <w:p w14:paraId="6B64F6B6" w14:textId="77777777" w:rsidR="00DC24E3" w:rsidRDefault="00DC24E3" w:rsidP="00DC24E3">
      <w:pPr>
        <w:pStyle w:val="Code"/>
        <w:rPr>
          <w:lang w:val="en-US"/>
        </w:rPr>
      </w:pPr>
      <w:r>
        <w:rPr>
          <w:lang w:val="en-US"/>
        </w:rPr>
        <w:t xml:space="preserve">            if </w:t>
      </w:r>
      <w:proofErr w:type="spellStart"/>
      <w:r>
        <w:rPr>
          <w:lang w:val="en-US"/>
        </w:rPr>
        <w:t>num.is_integer</w:t>
      </w:r>
      <w:proofErr w:type="spellEnd"/>
      <w:r>
        <w:rPr>
          <w:lang w:val="en-US"/>
        </w:rPr>
        <w:t>():</w:t>
      </w:r>
    </w:p>
    <w:p w14:paraId="1B59A3DF" w14:textId="77777777" w:rsidR="00DC24E3" w:rsidRDefault="00DC24E3" w:rsidP="00DC24E3">
      <w:pPr>
        <w:pStyle w:val="Code"/>
        <w:rPr>
          <w:lang w:val="en-US"/>
        </w:rPr>
      </w:pPr>
      <w:r>
        <w:rPr>
          <w:rFonts w:ascii="Courier" w:hAnsi="Courier" w:cs="Courier"/>
          <w:lang w:val="en-US"/>
        </w:rPr>
        <w:t> </w:t>
      </w:r>
      <w:r>
        <w:rPr>
          <w:lang w:val="en-US"/>
        </w:rPr>
        <w:t xml:space="preserve">                </w:t>
      </w:r>
      <w:proofErr w:type="spellStart"/>
      <w:r>
        <w:rPr>
          <w:lang w:val="en-US"/>
        </w:rPr>
        <w:t>even_odd_vending</w:t>
      </w:r>
      <w:proofErr w:type="spellEnd"/>
      <w:r>
        <w:rPr>
          <w:lang w:val="en-US"/>
        </w:rPr>
        <w:t>(</w:t>
      </w:r>
      <w:proofErr w:type="spellStart"/>
      <w:r>
        <w:rPr>
          <w:lang w:val="en-US"/>
        </w:rPr>
        <w:t>int</w:t>
      </w:r>
      <w:proofErr w:type="spellEnd"/>
      <w:r>
        <w:rPr>
          <w:lang w:val="en-US"/>
        </w:rPr>
        <w:t>(</w:t>
      </w:r>
      <w:proofErr w:type="spellStart"/>
      <w:r>
        <w:rPr>
          <w:lang w:val="en-US"/>
        </w:rPr>
        <w:t>num</w:t>
      </w:r>
      <w:proofErr w:type="spellEnd"/>
      <w:r>
        <w:rPr>
          <w:lang w:val="en-US"/>
        </w:rPr>
        <w:t>))</w:t>
      </w:r>
    </w:p>
    <w:p w14:paraId="58F07050" w14:textId="77777777" w:rsidR="00DC24E3" w:rsidRDefault="00DC24E3" w:rsidP="00DC24E3">
      <w:pPr>
        <w:pStyle w:val="Code"/>
        <w:rPr>
          <w:lang w:val="en-US"/>
        </w:rPr>
      </w:pPr>
      <w:r>
        <w:rPr>
          <w:lang w:val="en-US"/>
        </w:rPr>
        <w:t xml:space="preserve">            else:</w:t>
      </w:r>
    </w:p>
    <w:p w14:paraId="1B117FC9" w14:textId="77777777" w:rsidR="00DC24E3" w:rsidRDefault="00DC24E3" w:rsidP="00DC24E3">
      <w:pPr>
        <w:pStyle w:val="Code"/>
        <w:rPr>
          <w:lang w:val="en-US"/>
        </w:rPr>
      </w:pPr>
      <w:r>
        <w:rPr>
          <w:rFonts w:ascii="Courier" w:hAnsi="Courier" w:cs="Courier"/>
          <w:lang w:val="en-US"/>
        </w:rPr>
        <w:t> </w:t>
      </w:r>
      <w:r>
        <w:rPr>
          <w:lang w:val="en-US"/>
        </w:rPr>
        <w:t xml:space="preserve">                print('Please enter an integer')</w:t>
      </w:r>
    </w:p>
    <w:p w14:paraId="096009E1" w14:textId="77777777" w:rsidR="00DC24E3" w:rsidRDefault="00DC24E3" w:rsidP="00DC24E3">
      <w:pPr>
        <w:pStyle w:val="Code"/>
        <w:rPr>
          <w:lang w:val="en-US"/>
        </w:rPr>
      </w:pPr>
      <w:r>
        <w:rPr>
          <w:lang w:val="en-US"/>
        </w:rPr>
        <w:t xml:space="preserve">        except </w:t>
      </w:r>
      <w:proofErr w:type="spellStart"/>
      <w:r>
        <w:rPr>
          <w:lang w:val="en-US"/>
        </w:rPr>
        <w:t>ValueError</w:t>
      </w:r>
      <w:proofErr w:type="spellEnd"/>
      <w:r>
        <w:rPr>
          <w:lang w:val="en-US"/>
        </w:rPr>
        <w:t>:</w:t>
      </w:r>
    </w:p>
    <w:p w14:paraId="4467B7A2" w14:textId="77777777" w:rsidR="00DC24E3" w:rsidRDefault="00DC24E3" w:rsidP="00DC24E3">
      <w:pPr>
        <w:pStyle w:val="Code"/>
        <w:rPr>
          <w:lang w:val="en-US"/>
        </w:rPr>
      </w:pPr>
      <w:r>
        <w:rPr>
          <w:rFonts w:ascii="Courier" w:hAnsi="Courier" w:cs="Courier"/>
          <w:lang w:val="en-US"/>
        </w:rPr>
        <w:t> </w:t>
      </w:r>
      <w:r>
        <w:rPr>
          <w:lang w:val="en-US"/>
        </w:rPr>
        <w:t xml:space="preserve">            print('Please enter a number')</w:t>
      </w:r>
    </w:p>
    <w:p w14:paraId="59FC92D9" w14:textId="77777777" w:rsidR="00DC24E3" w:rsidRDefault="00DC24E3" w:rsidP="00DC24E3">
      <w:pPr>
        <w:widowControl w:val="0"/>
        <w:numPr>
          <w:ilvl w:val="0"/>
          <w:numId w:val="16"/>
        </w:numPr>
        <w:tabs>
          <w:tab w:val="left" w:pos="220"/>
          <w:tab w:val="left" w:pos="720"/>
        </w:tabs>
        <w:autoSpaceDE w:val="0"/>
        <w:autoSpaceDN w:val="0"/>
        <w:adjustRightInd w:val="0"/>
        <w:spacing w:before="0" w:after="0" w:line="280" w:lineRule="atLeast"/>
        <w:ind w:hanging="720"/>
        <w:jc w:val="left"/>
        <w:rPr>
          <w:rFonts w:ascii="Times" w:hAnsi="Times" w:cs="Times"/>
          <w:sz w:val="24"/>
          <w:szCs w:val="24"/>
          <w:lang w:val="en-US"/>
        </w:rPr>
      </w:pPr>
      <w:r>
        <w:rPr>
          <w:rFonts w:ascii="Courier" w:hAnsi="Courier" w:cs="Courier"/>
          <w:sz w:val="24"/>
          <w:szCs w:val="24"/>
          <w:lang w:val="en-US"/>
        </w:rPr>
        <w:t> </w:t>
      </w:r>
    </w:p>
    <w:p w14:paraId="499A763C" w14:textId="77777777" w:rsidR="00DC24E3" w:rsidRDefault="00DC24E3" w:rsidP="00DC24E3">
      <w:pPr>
        <w:pStyle w:val="TexteCourant"/>
      </w:pPr>
      <w:r>
        <w:t xml:space="preserve">L’entrée est convertie en un nombre à virgule flottante (plutôt qu’un entier) pour que l’on puisse utiliser la méthode </w:t>
      </w:r>
      <w:proofErr w:type="spellStart"/>
      <w:r w:rsidRPr="005E2C60">
        <w:rPr>
          <w:rStyle w:val="CodeDansTexte"/>
        </w:rPr>
        <w:t>is_integer</w:t>
      </w:r>
      <w:proofErr w:type="spellEnd"/>
      <w:r w:rsidRPr="005E2C60">
        <w:rPr>
          <w:rStyle w:val="CodeDansTexte"/>
        </w:rPr>
        <w:t>()</w:t>
      </w:r>
      <w:r>
        <w:t xml:space="preserve"> pour vérifier si l’entrée est un entier. S’il est entier, nous utilisons la fonction </w:t>
      </w:r>
      <w:proofErr w:type="spellStart"/>
      <w:r w:rsidRPr="005E2C60">
        <w:rPr>
          <w:rStyle w:val="CodeDansTexte"/>
        </w:rPr>
        <w:t>int</w:t>
      </w:r>
      <w:proofErr w:type="spellEnd"/>
      <w:r w:rsidRPr="005E2C60">
        <w:rPr>
          <w:rStyle w:val="CodeDansTexte"/>
        </w:rPr>
        <w:t>()</w:t>
      </w:r>
      <w:r>
        <w:t xml:space="preserve"> pour le convertir en entier avant d’appeler la fonction </w:t>
      </w:r>
      <w:proofErr w:type="spellStart"/>
      <w:r w:rsidRPr="005E2C60">
        <w:rPr>
          <w:rStyle w:val="CodeDansTexte"/>
        </w:rPr>
        <w:t>even_odd_vending</w:t>
      </w:r>
      <w:proofErr w:type="spellEnd"/>
      <w:r w:rsidRPr="005E2C60">
        <w:rPr>
          <w:rStyle w:val="CodeDansTexte"/>
        </w:rPr>
        <w:t>()</w:t>
      </w:r>
      <w:r>
        <w:t>.</w:t>
      </w:r>
    </w:p>
    <w:p w14:paraId="45B6A8C0" w14:textId="77777777" w:rsidR="00DC24E3" w:rsidRDefault="00DC24E3" w:rsidP="00DC24E3">
      <w:pPr>
        <w:pStyle w:val="TexteCourant"/>
      </w:pPr>
      <w:r>
        <w:lastRenderedPageBreak/>
        <w:t xml:space="preserve">La fonction </w:t>
      </w:r>
      <w:proofErr w:type="spellStart"/>
      <w:r w:rsidRPr="005E2C60">
        <w:rPr>
          <w:rStyle w:val="CodeDansTexte"/>
        </w:rPr>
        <w:t>even_odd_vending</w:t>
      </w:r>
      <w:proofErr w:type="spellEnd"/>
      <w:r w:rsidRPr="005E2C60">
        <w:rPr>
          <w:rStyle w:val="CodeDansTexte"/>
        </w:rPr>
        <w:t>()</w:t>
      </w:r>
      <w:r>
        <w:t xml:space="preserve"> prend un entier en paramètre, utilise l’opérateur modulo (</w:t>
      </w:r>
      <w:r w:rsidRPr="005E2C60">
        <w:rPr>
          <w:rStyle w:val="CodeDansTexte"/>
        </w:rPr>
        <w:t>%</w:t>
      </w:r>
      <w:r>
        <w:t xml:space="preserve">) pour vérifier s’il est divisible par 2 </w:t>
      </w:r>
      <w:r w:rsidRPr="005E2C60">
        <w:rPr>
          <w:rStyle w:val="PuceRepere"/>
        </w:rPr>
        <w:t>1</w:t>
      </w:r>
      <w:r>
        <w:t xml:space="preserve"> puis affiche </w:t>
      </w:r>
      <w:proofErr w:type="spellStart"/>
      <w:r w:rsidRPr="005E2C60">
        <w:rPr>
          <w:rStyle w:val="CodeDansTexte"/>
        </w:rPr>
        <w:t>Even</w:t>
      </w:r>
      <w:proofErr w:type="spellEnd"/>
      <w:r>
        <w:t xml:space="preserve"> ou </w:t>
      </w:r>
      <w:proofErr w:type="spellStart"/>
      <w:r w:rsidRPr="005E2C60">
        <w:rPr>
          <w:rStyle w:val="CodeDansTexte"/>
        </w:rPr>
        <w:t>Odd</w:t>
      </w:r>
      <w:proofErr w:type="spellEnd"/>
      <w:r>
        <w:t xml:space="preserve"> s’il est respectivement pair ou impair.</w:t>
      </w:r>
    </w:p>
    <w:p w14:paraId="0B749622" w14:textId="77777777" w:rsidR="00DC24E3" w:rsidRDefault="00DC24E3" w:rsidP="00DC24E3">
      <w:pPr>
        <w:pStyle w:val="TexteCourant"/>
      </w:pPr>
      <w:r>
        <w:t xml:space="preserve">Que le nombre soit pair ou impair, le nombre à afficher ensuite peut être obtenu en ajoutant 2 au précédent nombre. Nous effectuons cette opération dans une boucle « pour » </w:t>
      </w:r>
      <w:r w:rsidRPr="005E2C60">
        <w:rPr>
          <w:rStyle w:val="PuceRepere"/>
        </w:rPr>
        <w:t>2</w:t>
      </w:r>
      <w:r>
        <w:t xml:space="preserve"> qui se répète jusqu’à ce que les neuf nombres soient affichés. Nous utilisons le label </w:t>
      </w:r>
      <w:r w:rsidRPr="005E2C60">
        <w:rPr>
          <w:rStyle w:val="CodeDansTexte"/>
        </w:rPr>
        <w:t>count</w:t>
      </w:r>
      <w:r>
        <w:t xml:space="preserve"> pour garde trace de la quantité de nombres qui ont été affichés.</w:t>
      </w:r>
    </w:p>
    <w:p w14:paraId="12B05BAA" w14:textId="77777777" w:rsidR="00DC24E3" w:rsidRDefault="00DC24E3" w:rsidP="00DC24E3">
      <w:pPr>
        <w:pStyle w:val="TexteCourant"/>
      </w:pPr>
      <w:r>
        <w:t xml:space="preserve">Si l’utilisateur saisi un nombre pair au lancement du programme, ce dernier affichera </w:t>
      </w:r>
      <w:proofErr w:type="spellStart"/>
      <w:r w:rsidRPr="00457471">
        <w:rPr>
          <w:rStyle w:val="CodeDansTexte"/>
        </w:rPr>
        <w:t>Even</w:t>
      </w:r>
      <w:proofErr w:type="spellEnd"/>
      <w:r>
        <w:t xml:space="preserve"> puis les neufs nombres pairs suivants :</w:t>
      </w:r>
    </w:p>
    <w:p w14:paraId="12B93CE9" w14:textId="77777777" w:rsidR="00DC24E3" w:rsidRDefault="00DC24E3" w:rsidP="00DC24E3">
      <w:pPr>
        <w:pStyle w:val="Code"/>
        <w:rPr>
          <w:b/>
          <w:bCs/>
          <w:lang w:val="en-US"/>
        </w:rPr>
      </w:pPr>
      <w:r>
        <w:rPr>
          <w:lang w:val="en-US"/>
        </w:rPr>
        <w:t xml:space="preserve">Enter an integer: </w:t>
      </w:r>
      <w:r>
        <w:rPr>
          <w:b/>
          <w:bCs/>
          <w:lang w:val="en-US"/>
        </w:rPr>
        <w:t>2</w:t>
      </w:r>
    </w:p>
    <w:p w14:paraId="67627A4D" w14:textId="77777777" w:rsidR="00DC24E3" w:rsidRDefault="00DC24E3" w:rsidP="00DC24E3">
      <w:pPr>
        <w:pStyle w:val="Code"/>
        <w:rPr>
          <w:lang w:val="en-US"/>
        </w:rPr>
      </w:pPr>
      <w:r>
        <w:rPr>
          <w:lang w:val="en-US"/>
        </w:rPr>
        <w:t>Even</w:t>
      </w:r>
    </w:p>
    <w:p w14:paraId="47FADD00" w14:textId="77777777" w:rsidR="00DC24E3" w:rsidRDefault="00DC24E3" w:rsidP="00DC24E3">
      <w:pPr>
        <w:pStyle w:val="Code"/>
        <w:rPr>
          <w:lang w:val="en-US"/>
        </w:rPr>
      </w:pPr>
      <w:r>
        <w:rPr>
          <w:lang w:val="en-US"/>
        </w:rPr>
        <w:t>4</w:t>
      </w:r>
    </w:p>
    <w:p w14:paraId="7DFD1A98" w14:textId="77777777" w:rsidR="00DC24E3" w:rsidRDefault="00DC24E3" w:rsidP="00DC24E3">
      <w:pPr>
        <w:pStyle w:val="Code"/>
        <w:rPr>
          <w:lang w:val="en-US"/>
        </w:rPr>
      </w:pPr>
      <w:r>
        <w:rPr>
          <w:lang w:val="en-US"/>
        </w:rPr>
        <w:t>6</w:t>
      </w:r>
    </w:p>
    <w:p w14:paraId="71F23200" w14:textId="77777777" w:rsidR="00DC24E3" w:rsidRDefault="00DC24E3" w:rsidP="00DC24E3">
      <w:pPr>
        <w:pStyle w:val="Code"/>
        <w:rPr>
          <w:lang w:val="en-US"/>
        </w:rPr>
      </w:pPr>
      <w:r>
        <w:rPr>
          <w:lang w:val="en-US"/>
        </w:rPr>
        <w:t>8</w:t>
      </w:r>
    </w:p>
    <w:p w14:paraId="737522B5" w14:textId="77777777" w:rsidR="00DC24E3" w:rsidRDefault="00DC24E3" w:rsidP="00DC24E3">
      <w:pPr>
        <w:pStyle w:val="Code"/>
        <w:rPr>
          <w:lang w:val="en-US"/>
        </w:rPr>
      </w:pPr>
      <w:r>
        <w:rPr>
          <w:lang w:val="en-US"/>
        </w:rPr>
        <w:t>10</w:t>
      </w:r>
    </w:p>
    <w:p w14:paraId="6FC16B91" w14:textId="77777777" w:rsidR="00DC24E3" w:rsidRDefault="00DC24E3" w:rsidP="00DC24E3">
      <w:pPr>
        <w:pStyle w:val="Code"/>
        <w:rPr>
          <w:lang w:val="en-US"/>
        </w:rPr>
      </w:pPr>
      <w:r>
        <w:rPr>
          <w:lang w:val="en-US"/>
        </w:rPr>
        <w:t>12</w:t>
      </w:r>
    </w:p>
    <w:p w14:paraId="6A489694" w14:textId="77777777" w:rsidR="00DC24E3" w:rsidRDefault="00DC24E3" w:rsidP="00DC24E3">
      <w:pPr>
        <w:pStyle w:val="Code"/>
        <w:rPr>
          <w:lang w:val="en-US"/>
        </w:rPr>
      </w:pPr>
      <w:r>
        <w:rPr>
          <w:lang w:val="en-US"/>
        </w:rPr>
        <w:t>14</w:t>
      </w:r>
    </w:p>
    <w:p w14:paraId="7DC5A42C" w14:textId="77777777" w:rsidR="00DC24E3" w:rsidRDefault="00DC24E3" w:rsidP="00DC24E3">
      <w:pPr>
        <w:pStyle w:val="Code"/>
        <w:rPr>
          <w:lang w:val="en-US"/>
        </w:rPr>
      </w:pPr>
      <w:r>
        <w:rPr>
          <w:lang w:val="en-US"/>
        </w:rPr>
        <w:t>16</w:t>
      </w:r>
    </w:p>
    <w:p w14:paraId="22382838" w14:textId="77777777" w:rsidR="00DC24E3" w:rsidRDefault="00DC24E3" w:rsidP="00DC24E3">
      <w:pPr>
        <w:pStyle w:val="Code"/>
        <w:rPr>
          <w:lang w:val="en-US"/>
        </w:rPr>
      </w:pPr>
      <w:r>
        <w:rPr>
          <w:lang w:val="en-US"/>
        </w:rPr>
        <w:t>18</w:t>
      </w:r>
    </w:p>
    <w:p w14:paraId="5F6BA61D" w14:textId="77777777" w:rsidR="00DC24E3" w:rsidRDefault="00DC24E3" w:rsidP="00DC24E3">
      <w:pPr>
        <w:pStyle w:val="Code"/>
        <w:rPr>
          <w:lang w:val="en-US"/>
        </w:rPr>
      </w:pPr>
      <w:r>
        <w:rPr>
          <w:lang w:val="en-US"/>
        </w:rPr>
        <w:t>20</w:t>
      </w:r>
    </w:p>
    <w:bookmarkEnd w:id="0"/>
    <w:p w14:paraId="3FD08219" w14:textId="77777777" w:rsidR="00DC24E3" w:rsidRDefault="00DC24E3" w:rsidP="00DC24E3">
      <w:pPr>
        <w:pStyle w:val="TexteCourant"/>
      </w:pPr>
      <w:r>
        <w:t xml:space="preserve">Si un nombre impair est saisi, le programme affichera </w:t>
      </w:r>
      <w:proofErr w:type="spellStart"/>
      <w:r w:rsidRPr="00F30297">
        <w:rPr>
          <w:rStyle w:val="CodeDansTexte"/>
        </w:rPr>
        <w:t>Odd</w:t>
      </w:r>
      <w:proofErr w:type="spellEnd"/>
      <w:r>
        <w:t xml:space="preserve"> puis les neufs nombres impairs suivants.</w:t>
      </w:r>
    </w:p>
    <w:p w14:paraId="3D1BD193" w14:textId="77777777" w:rsidR="00DC24E3" w:rsidRDefault="00DC24E3" w:rsidP="00DC24E3">
      <w:pPr>
        <w:pStyle w:val="TitreNiveau1"/>
      </w:pPr>
      <w:r>
        <w:t>#2 : Générateur de tables de multiplication amélioré</w:t>
      </w:r>
    </w:p>
    <w:p w14:paraId="6F43BBBB" w14:textId="77777777" w:rsidR="00DC24E3" w:rsidRDefault="00DC24E3" w:rsidP="00DC24E3">
      <w:pPr>
        <w:pStyle w:val="TexteCourant"/>
      </w:pPr>
      <w:r>
        <w:t>La solution à ce défi est une extension du programme générateur de tables de multiplication que nous avions écrit plus avant dans le chapitre. Elle est affichée ci-après :</w:t>
      </w:r>
    </w:p>
    <w:p w14:paraId="1485F224" w14:textId="77777777" w:rsidR="00DC24E3" w:rsidRDefault="00DC24E3" w:rsidP="00DC24E3">
      <w:pPr>
        <w:pStyle w:val="Code"/>
        <w:rPr>
          <w:lang w:val="en-US"/>
        </w:rPr>
      </w:pPr>
      <w:r>
        <w:rPr>
          <w:lang w:val="en-US"/>
        </w:rPr>
        <w:t>'''</w:t>
      </w:r>
    </w:p>
    <w:p w14:paraId="71A716A2" w14:textId="77777777" w:rsidR="00DC24E3" w:rsidRDefault="00DC24E3" w:rsidP="00DC24E3">
      <w:pPr>
        <w:pStyle w:val="Code"/>
        <w:rPr>
          <w:lang w:val="en-US"/>
        </w:rPr>
      </w:pPr>
      <w:r>
        <w:rPr>
          <w:lang w:val="en-US"/>
        </w:rPr>
        <w:t>enhanced_multi_table.py</w:t>
      </w:r>
    </w:p>
    <w:p w14:paraId="321C309A" w14:textId="77777777" w:rsidR="00DC24E3" w:rsidRDefault="00DC24E3" w:rsidP="00DC24E3">
      <w:pPr>
        <w:pStyle w:val="Code"/>
        <w:rPr>
          <w:lang w:val="en-US"/>
        </w:rPr>
      </w:pPr>
      <w:r>
        <w:rPr>
          <w:lang w:val="en-US"/>
        </w:rPr>
        <w:t>Multiplication table printer: Enter the number and the number</w:t>
      </w:r>
    </w:p>
    <w:p w14:paraId="7E813F36" w14:textId="77777777" w:rsidR="00DC24E3" w:rsidRDefault="00DC24E3" w:rsidP="00DC24E3">
      <w:pPr>
        <w:pStyle w:val="Code"/>
        <w:rPr>
          <w:lang w:val="en-US"/>
        </w:rPr>
      </w:pPr>
      <w:r>
        <w:rPr>
          <w:lang w:val="en-US"/>
        </w:rPr>
        <w:t>of multiples to be printed</w:t>
      </w:r>
    </w:p>
    <w:p w14:paraId="3F62EE75" w14:textId="77777777" w:rsidR="00DC24E3" w:rsidRDefault="00DC24E3" w:rsidP="00DC24E3">
      <w:pPr>
        <w:pStyle w:val="Code"/>
        <w:rPr>
          <w:lang w:val="en-US"/>
        </w:rPr>
      </w:pPr>
      <w:r>
        <w:rPr>
          <w:lang w:val="en-US"/>
        </w:rPr>
        <w:t>'''</w:t>
      </w:r>
    </w:p>
    <w:p w14:paraId="5162D173"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multi_table</w:t>
      </w:r>
      <w:proofErr w:type="spellEnd"/>
      <w:r>
        <w:rPr>
          <w:lang w:val="en-US"/>
        </w:rPr>
        <w:t>(a, n):</w:t>
      </w:r>
    </w:p>
    <w:p w14:paraId="570A058A" w14:textId="77777777" w:rsidR="00DC24E3" w:rsidRDefault="00DC24E3" w:rsidP="00DC24E3">
      <w:pPr>
        <w:pStyle w:val="Code"/>
        <w:rPr>
          <w:lang w:val="en-US"/>
        </w:rPr>
      </w:pPr>
      <w:r>
        <w:rPr>
          <w:lang w:val="en-US"/>
        </w:rPr>
        <w:t xml:space="preserve">    for </w:t>
      </w:r>
      <w:proofErr w:type="spellStart"/>
      <w:r>
        <w:rPr>
          <w:lang w:val="en-US"/>
        </w:rPr>
        <w:t>i</w:t>
      </w:r>
      <w:proofErr w:type="spellEnd"/>
      <w:r>
        <w:rPr>
          <w:lang w:val="en-US"/>
        </w:rPr>
        <w:t xml:space="preserve"> in range(1, n+1):</w:t>
      </w:r>
    </w:p>
    <w:p w14:paraId="36835407" w14:textId="77777777" w:rsidR="00DC24E3" w:rsidRDefault="00DC24E3" w:rsidP="00DC24E3">
      <w:pPr>
        <w:pStyle w:val="Code"/>
        <w:rPr>
          <w:lang w:val="en-US"/>
        </w:rPr>
      </w:pPr>
      <w:r>
        <w:rPr>
          <w:lang w:val="en-US"/>
        </w:rPr>
        <w:t xml:space="preserve">        print('{0} x {1} = {2}'.format(a, </w:t>
      </w:r>
      <w:proofErr w:type="spellStart"/>
      <w:r>
        <w:rPr>
          <w:lang w:val="en-US"/>
        </w:rPr>
        <w:t>i</w:t>
      </w:r>
      <w:proofErr w:type="spellEnd"/>
      <w:r>
        <w:rPr>
          <w:lang w:val="en-US"/>
        </w:rPr>
        <w:t>, a*</w:t>
      </w:r>
      <w:proofErr w:type="spellStart"/>
      <w:r>
        <w:rPr>
          <w:lang w:val="en-US"/>
        </w:rPr>
        <w:t>i</w:t>
      </w:r>
      <w:proofErr w:type="spellEnd"/>
      <w:r>
        <w:rPr>
          <w:lang w:val="en-US"/>
        </w:rPr>
        <w:t>))</w:t>
      </w:r>
    </w:p>
    <w:p w14:paraId="673B62AA" w14:textId="77777777" w:rsidR="00DC24E3" w:rsidRDefault="00DC24E3" w:rsidP="00DC24E3">
      <w:pPr>
        <w:pStyle w:val="Code"/>
        <w:rPr>
          <w:lang w:val="en-US"/>
        </w:rPr>
      </w:pPr>
      <w:r>
        <w:rPr>
          <w:lang w:val="en-US"/>
        </w:rPr>
        <w:t>if __name__ == '__main__':</w:t>
      </w:r>
    </w:p>
    <w:p w14:paraId="6C44F097" w14:textId="77777777" w:rsidR="00DC24E3" w:rsidRDefault="00DC24E3" w:rsidP="00DC24E3">
      <w:pPr>
        <w:pStyle w:val="Code"/>
        <w:rPr>
          <w:lang w:val="en-US"/>
        </w:rPr>
      </w:pPr>
      <w:r>
        <w:rPr>
          <w:lang w:val="en-US"/>
        </w:rPr>
        <w:t xml:space="preserve">    try:</w:t>
      </w:r>
    </w:p>
    <w:p w14:paraId="2BCED315" w14:textId="77777777" w:rsidR="00DC24E3" w:rsidRDefault="00DC24E3" w:rsidP="00DC24E3">
      <w:pPr>
        <w:pStyle w:val="Code"/>
        <w:rPr>
          <w:lang w:val="en-US"/>
        </w:rPr>
      </w:pPr>
      <w:r>
        <w:rPr>
          <w:lang w:val="en-US"/>
        </w:rPr>
        <w:t xml:space="preserve">        a = float(input('Enter a number: '))</w:t>
      </w:r>
    </w:p>
    <w:p w14:paraId="38849AC8" w14:textId="77777777" w:rsidR="00DC24E3" w:rsidRDefault="00DC24E3" w:rsidP="00DC24E3">
      <w:pPr>
        <w:pStyle w:val="Code"/>
        <w:rPr>
          <w:lang w:val="en-US"/>
        </w:rPr>
      </w:pPr>
      <w:r>
        <w:rPr>
          <w:lang w:val="en-US"/>
        </w:rPr>
        <w:t xml:space="preserve">        n = float(input('Enter the number of multiples: '))</w:t>
      </w:r>
    </w:p>
    <w:p w14:paraId="5232AF71" w14:textId="77777777" w:rsidR="00DC24E3" w:rsidRDefault="00DC24E3" w:rsidP="00DC24E3">
      <w:pPr>
        <w:pStyle w:val="Code"/>
        <w:rPr>
          <w:lang w:val="en-US"/>
        </w:rPr>
      </w:pPr>
      <w:r>
        <w:rPr>
          <w:lang w:val="en-US"/>
        </w:rPr>
        <w:t xml:space="preserve">        if not </w:t>
      </w:r>
      <w:proofErr w:type="spellStart"/>
      <w:r>
        <w:rPr>
          <w:lang w:val="en-US"/>
        </w:rPr>
        <w:t>n.is_integer</w:t>
      </w:r>
      <w:proofErr w:type="spellEnd"/>
      <w:r>
        <w:rPr>
          <w:lang w:val="en-US"/>
        </w:rPr>
        <w:t>() or n &lt; 0:</w:t>
      </w:r>
    </w:p>
    <w:p w14:paraId="7D815225" w14:textId="77777777" w:rsidR="00DC24E3" w:rsidRDefault="00DC24E3" w:rsidP="00DC24E3">
      <w:pPr>
        <w:pStyle w:val="Code"/>
        <w:rPr>
          <w:lang w:val="en-US"/>
        </w:rPr>
      </w:pPr>
      <w:r>
        <w:rPr>
          <w:lang w:val="en-US"/>
        </w:rPr>
        <w:t xml:space="preserve">            print('The number of multiples should be a positive integer')</w:t>
      </w:r>
    </w:p>
    <w:p w14:paraId="65395C4F" w14:textId="77777777" w:rsidR="00DC24E3" w:rsidRDefault="00DC24E3" w:rsidP="00DC24E3">
      <w:pPr>
        <w:pStyle w:val="Code"/>
        <w:rPr>
          <w:lang w:val="en-US"/>
        </w:rPr>
      </w:pPr>
      <w:r>
        <w:rPr>
          <w:lang w:val="en-US"/>
        </w:rPr>
        <w:t xml:space="preserve">        else:</w:t>
      </w:r>
    </w:p>
    <w:p w14:paraId="6497411A" w14:textId="77777777" w:rsidR="00DC24E3" w:rsidRDefault="00DC24E3" w:rsidP="00DC24E3">
      <w:pPr>
        <w:pStyle w:val="Code"/>
        <w:rPr>
          <w:lang w:val="en-US"/>
        </w:rPr>
      </w:pPr>
      <w:r>
        <w:rPr>
          <w:lang w:val="en-US"/>
        </w:rPr>
        <w:t xml:space="preserve">            </w:t>
      </w:r>
      <w:proofErr w:type="spellStart"/>
      <w:r>
        <w:rPr>
          <w:lang w:val="en-US"/>
        </w:rPr>
        <w:t>multi_table</w:t>
      </w:r>
      <w:proofErr w:type="spellEnd"/>
      <w:r>
        <w:rPr>
          <w:lang w:val="en-US"/>
        </w:rPr>
        <w:t xml:space="preserve">(a, </w:t>
      </w:r>
      <w:proofErr w:type="spellStart"/>
      <w:r>
        <w:rPr>
          <w:lang w:val="en-US"/>
        </w:rPr>
        <w:t>int</w:t>
      </w:r>
      <w:proofErr w:type="spellEnd"/>
      <w:r>
        <w:rPr>
          <w:lang w:val="en-US"/>
        </w:rPr>
        <w:t>(n))</w:t>
      </w:r>
    </w:p>
    <w:p w14:paraId="19A96CB2" w14:textId="77777777" w:rsidR="00DC24E3" w:rsidRDefault="00DC24E3" w:rsidP="00DC24E3">
      <w:pPr>
        <w:pStyle w:val="Code"/>
        <w:rPr>
          <w:lang w:val="en-US"/>
        </w:rPr>
      </w:pPr>
      <w:r>
        <w:rPr>
          <w:lang w:val="en-US"/>
        </w:rPr>
        <w:t xml:space="preserve">    except </w:t>
      </w:r>
      <w:proofErr w:type="spellStart"/>
      <w:r>
        <w:rPr>
          <w:lang w:val="en-US"/>
        </w:rPr>
        <w:t>ValueError</w:t>
      </w:r>
      <w:proofErr w:type="spellEnd"/>
      <w:r>
        <w:rPr>
          <w:lang w:val="en-US"/>
        </w:rPr>
        <w:t>:</w:t>
      </w:r>
    </w:p>
    <w:p w14:paraId="13BBB1DF" w14:textId="77777777" w:rsidR="00DC24E3" w:rsidRDefault="00DC24E3" w:rsidP="00DC24E3">
      <w:pPr>
        <w:pStyle w:val="Code"/>
        <w:rPr>
          <w:lang w:val="en-US"/>
        </w:rPr>
      </w:pPr>
      <w:r>
        <w:rPr>
          <w:lang w:val="en-US"/>
        </w:rPr>
        <w:t xml:space="preserve">        print('You entered an invalid input')</w:t>
      </w:r>
    </w:p>
    <w:p w14:paraId="22A37D3F" w14:textId="77777777" w:rsidR="00DC24E3" w:rsidRDefault="00DC24E3" w:rsidP="00DC24E3">
      <w:pPr>
        <w:pStyle w:val="TexteCourant"/>
      </w:pPr>
      <w:r>
        <w:t xml:space="preserve">Notez que nous vérifions si le nombre spécifiant la quantité de multiples que nous désirons est un entier à l’aide de la méthode </w:t>
      </w:r>
      <w:proofErr w:type="spellStart"/>
      <w:r w:rsidRPr="00F30297">
        <w:rPr>
          <w:rStyle w:val="CodeDansTexte"/>
        </w:rPr>
        <w:t>is_integer</w:t>
      </w:r>
      <w:proofErr w:type="spellEnd"/>
      <w:r w:rsidRPr="00F30297">
        <w:rPr>
          <w:rStyle w:val="CodeDansTexte"/>
        </w:rPr>
        <w:t>()</w:t>
      </w:r>
      <w:r>
        <w:t xml:space="preserve">. Si la saisie est correcte, nous appelons la fonction </w:t>
      </w:r>
      <w:proofErr w:type="spellStart"/>
      <w:r w:rsidRPr="00F30297">
        <w:rPr>
          <w:rStyle w:val="CodeDansTexte"/>
        </w:rPr>
        <w:t>multi_table</w:t>
      </w:r>
      <w:proofErr w:type="spellEnd"/>
      <w:r w:rsidRPr="00F30297">
        <w:rPr>
          <w:rStyle w:val="CodeDansTexte"/>
        </w:rPr>
        <w:t>()</w:t>
      </w:r>
      <w:r>
        <w:t xml:space="preserve"> avec deux paramètres : </w:t>
      </w:r>
      <w:r w:rsidRPr="00F30297">
        <w:rPr>
          <w:rStyle w:val="CodeDansTexte"/>
        </w:rPr>
        <w:t>a</w:t>
      </w:r>
      <w:r>
        <w:t xml:space="preserve"> (le nombre que nous souhaitons multiplier) et </w:t>
      </w:r>
      <w:r w:rsidRPr="00F30297">
        <w:rPr>
          <w:rStyle w:val="CodeDansTexte"/>
        </w:rPr>
        <w:t>n</w:t>
      </w:r>
      <w:r>
        <w:t xml:space="preserve"> (le nombre de multiples que nous souhaitons afficher).</w:t>
      </w:r>
    </w:p>
    <w:p w14:paraId="7508AD6E" w14:textId="77777777" w:rsidR="00DC24E3" w:rsidRDefault="00DC24E3" w:rsidP="00DC24E3">
      <w:pPr>
        <w:pStyle w:val="TexteCourant"/>
      </w:pPr>
      <w:r>
        <w:t>Lorsque le programme est lancé, il vous demande de saisir les entrées puis affiche les multiples. Si l’utilisateur saisi une entrée invalide, un message d’erreur sera affiché et l’exécution sera arrêtée.</w:t>
      </w:r>
    </w:p>
    <w:p w14:paraId="68F2431A" w14:textId="77777777" w:rsidR="00DC24E3" w:rsidRDefault="00DC24E3" w:rsidP="00DC24E3">
      <w:pPr>
        <w:pStyle w:val="TitreNiveau1"/>
      </w:pPr>
      <w:r>
        <w:t>#3 : Convertisseur d’unités amélioré</w:t>
      </w:r>
    </w:p>
    <w:p w14:paraId="31053D40" w14:textId="77777777" w:rsidR="00DC24E3" w:rsidRDefault="00DC24E3" w:rsidP="00DC24E3">
      <w:pPr>
        <w:pStyle w:val="TexteCourant"/>
      </w:pPr>
      <w:r>
        <w:t>La solution à ce défi est une amélioration du programme de conversion d’unités que nous avions écrit plus tôt afin qu’il soit capable de convertir les kilogrammes et les livres ainsi que les degrés Celsius et les degrés Fahrenheit :</w:t>
      </w:r>
    </w:p>
    <w:p w14:paraId="310B7CF1" w14:textId="77777777" w:rsidR="00DC24E3" w:rsidRDefault="00DC24E3" w:rsidP="00DC24E3">
      <w:pPr>
        <w:pStyle w:val="Code"/>
        <w:rPr>
          <w:lang w:val="en-US"/>
        </w:rPr>
      </w:pPr>
      <w:r>
        <w:rPr>
          <w:lang w:val="en-US"/>
        </w:rPr>
        <w:t>'''</w:t>
      </w:r>
    </w:p>
    <w:p w14:paraId="20C50856" w14:textId="77777777" w:rsidR="00DC24E3" w:rsidRDefault="00DC24E3" w:rsidP="00DC24E3">
      <w:pPr>
        <w:pStyle w:val="Code"/>
        <w:rPr>
          <w:lang w:val="en-US"/>
        </w:rPr>
      </w:pPr>
      <w:r>
        <w:rPr>
          <w:lang w:val="en-US"/>
        </w:rPr>
        <w:t>enhanced_unit_converter.py</w:t>
      </w:r>
    </w:p>
    <w:p w14:paraId="41DD9C77" w14:textId="77777777" w:rsidR="00DC24E3" w:rsidRDefault="00DC24E3" w:rsidP="00DC24E3">
      <w:pPr>
        <w:pStyle w:val="Code"/>
        <w:rPr>
          <w:lang w:val="en-US"/>
        </w:rPr>
      </w:pPr>
      <w:r>
        <w:rPr>
          <w:lang w:val="en-US"/>
        </w:rPr>
        <w:t>Unit converter:</w:t>
      </w:r>
    </w:p>
    <w:p w14:paraId="6DC8572C" w14:textId="77777777" w:rsidR="00DC24E3" w:rsidRDefault="00DC24E3" w:rsidP="00DC24E3">
      <w:pPr>
        <w:pStyle w:val="Code"/>
        <w:rPr>
          <w:lang w:val="en-US"/>
        </w:rPr>
      </w:pPr>
      <w:r>
        <w:rPr>
          <w:lang w:val="en-US"/>
        </w:rPr>
        <w:t>Kilometers and Miles</w:t>
      </w:r>
    </w:p>
    <w:p w14:paraId="39C519F0" w14:textId="77777777" w:rsidR="00DC24E3" w:rsidRDefault="00DC24E3" w:rsidP="00DC24E3">
      <w:pPr>
        <w:pStyle w:val="Code"/>
        <w:rPr>
          <w:lang w:val="en-US"/>
        </w:rPr>
      </w:pPr>
      <w:r>
        <w:rPr>
          <w:lang w:val="en-US"/>
        </w:rPr>
        <w:t>Kilograms and Pounds</w:t>
      </w:r>
    </w:p>
    <w:p w14:paraId="5980D5D7" w14:textId="77777777" w:rsidR="00DC24E3" w:rsidRDefault="00DC24E3" w:rsidP="00DC24E3">
      <w:pPr>
        <w:pStyle w:val="Code"/>
        <w:rPr>
          <w:lang w:val="en-US"/>
        </w:rPr>
      </w:pPr>
      <w:r>
        <w:rPr>
          <w:lang w:val="en-US"/>
        </w:rPr>
        <w:t>Celsius and Fahrenheit</w:t>
      </w:r>
    </w:p>
    <w:p w14:paraId="3E988826" w14:textId="77777777" w:rsidR="00DC24E3" w:rsidRDefault="00DC24E3" w:rsidP="00DC24E3">
      <w:pPr>
        <w:pStyle w:val="Code"/>
        <w:rPr>
          <w:lang w:val="en-US"/>
        </w:rPr>
      </w:pPr>
      <w:r>
        <w:rPr>
          <w:lang w:val="en-US"/>
        </w:rPr>
        <w:t>'''</w:t>
      </w:r>
    </w:p>
    <w:p w14:paraId="7CABFAFC"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print_menu</w:t>
      </w:r>
      <w:proofErr w:type="spellEnd"/>
      <w:r>
        <w:rPr>
          <w:lang w:val="en-US"/>
        </w:rPr>
        <w:t>():</w:t>
      </w:r>
    </w:p>
    <w:p w14:paraId="6CC885F0" w14:textId="77777777" w:rsidR="00DC24E3" w:rsidRDefault="00DC24E3" w:rsidP="00DC24E3">
      <w:pPr>
        <w:pStyle w:val="Code"/>
        <w:rPr>
          <w:lang w:val="en-US"/>
        </w:rPr>
      </w:pPr>
      <w:r>
        <w:rPr>
          <w:lang w:val="en-US"/>
        </w:rPr>
        <w:t xml:space="preserve">    print('1. Kilometers to Miles')</w:t>
      </w:r>
    </w:p>
    <w:p w14:paraId="63C733B5" w14:textId="77777777" w:rsidR="00DC24E3" w:rsidRDefault="00DC24E3" w:rsidP="00DC24E3">
      <w:pPr>
        <w:pStyle w:val="Code"/>
        <w:rPr>
          <w:lang w:val="en-US"/>
        </w:rPr>
      </w:pPr>
      <w:r>
        <w:rPr>
          <w:lang w:val="en-US"/>
        </w:rPr>
        <w:t xml:space="preserve">    print('2. Miles to Kilometers')</w:t>
      </w:r>
    </w:p>
    <w:p w14:paraId="6C1799C4" w14:textId="77777777" w:rsidR="00DC24E3" w:rsidRDefault="00DC24E3" w:rsidP="00DC24E3">
      <w:pPr>
        <w:pStyle w:val="Code"/>
        <w:rPr>
          <w:lang w:val="en-US"/>
        </w:rPr>
      </w:pPr>
      <w:r>
        <w:rPr>
          <w:lang w:val="en-US"/>
        </w:rPr>
        <w:t xml:space="preserve">    print('3. Kilograms to Pounds')</w:t>
      </w:r>
    </w:p>
    <w:p w14:paraId="6072ED6F" w14:textId="77777777" w:rsidR="00DC24E3" w:rsidRDefault="00DC24E3" w:rsidP="00DC24E3">
      <w:pPr>
        <w:pStyle w:val="Code"/>
        <w:rPr>
          <w:lang w:val="en-US"/>
        </w:rPr>
      </w:pPr>
      <w:r>
        <w:rPr>
          <w:lang w:val="en-US"/>
        </w:rPr>
        <w:t xml:space="preserve">    print('4. Pounds to Kilograms')</w:t>
      </w:r>
    </w:p>
    <w:p w14:paraId="340BB7A2" w14:textId="77777777" w:rsidR="00DC24E3" w:rsidRDefault="00DC24E3" w:rsidP="00DC24E3">
      <w:pPr>
        <w:pStyle w:val="Code"/>
        <w:rPr>
          <w:lang w:val="en-US"/>
        </w:rPr>
      </w:pPr>
      <w:r>
        <w:rPr>
          <w:lang w:val="en-US"/>
        </w:rPr>
        <w:t xml:space="preserve">    print('5. Celsius to Fahrenheit')</w:t>
      </w:r>
    </w:p>
    <w:p w14:paraId="40908271" w14:textId="77777777" w:rsidR="00DC24E3" w:rsidRDefault="00DC24E3" w:rsidP="00DC24E3">
      <w:pPr>
        <w:pStyle w:val="Code"/>
        <w:rPr>
          <w:lang w:val="en-US"/>
        </w:rPr>
      </w:pPr>
      <w:r>
        <w:rPr>
          <w:lang w:val="en-US"/>
        </w:rPr>
        <w:t xml:space="preserve">    print('6. Fahrenheit to Celsius')</w:t>
      </w:r>
    </w:p>
    <w:p w14:paraId="02E8F28F"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km_miles</w:t>
      </w:r>
      <w:proofErr w:type="spellEnd"/>
      <w:r>
        <w:rPr>
          <w:lang w:val="en-US"/>
        </w:rPr>
        <w:t>():</w:t>
      </w:r>
    </w:p>
    <w:p w14:paraId="3DAE12B2" w14:textId="77777777" w:rsidR="00DC24E3" w:rsidRDefault="00DC24E3" w:rsidP="00DC24E3">
      <w:pPr>
        <w:pStyle w:val="Code"/>
        <w:rPr>
          <w:lang w:val="en-US"/>
        </w:rPr>
      </w:pPr>
      <w:r>
        <w:rPr>
          <w:lang w:val="en-US"/>
        </w:rPr>
        <w:t xml:space="preserve">    km = float(input('Enter distance in kilometers: '))</w:t>
      </w:r>
    </w:p>
    <w:p w14:paraId="5A0FF9BA" w14:textId="77777777" w:rsidR="00DC24E3" w:rsidRDefault="00DC24E3" w:rsidP="00DC24E3">
      <w:pPr>
        <w:pStyle w:val="Code"/>
        <w:rPr>
          <w:lang w:val="en-US"/>
        </w:rPr>
      </w:pPr>
      <w:r>
        <w:rPr>
          <w:lang w:val="en-US"/>
        </w:rPr>
        <w:t xml:space="preserve">    miles = km / 1.609</w:t>
      </w:r>
    </w:p>
    <w:p w14:paraId="31EC34DB" w14:textId="77777777" w:rsidR="00DC24E3" w:rsidRDefault="00DC24E3" w:rsidP="00DC24E3">
      <w:pPr>
        <w:pStyle w:val="Code"/>
        <w:rPr>
          <w:lang w:val="en-US"/>
        </w:rPr>
      </w:pPr>
      <w:r>
        <w:rPr>
          <w:lang w:val="en-US"/>
        </w:rPr>
        <w:t xml:space="preserve">    print('Distance in miles: {0}'.format(miles))</w:t>
      </w:r>
    </w:p>
    <w:p w14:paraId="4DB478B2"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miles_km</w:t>
      </w:r>
      <w:proofErr w:type="spellEnd"/>
      <w:r>
        <w:rPr>
          <w:lang w:val="en-US"/>
        </w:rPr>
        <w:t>():</w:t>
      </w:r>
    </w:p>
    <w:p w14:paraId="1F8714EA" w14:textId="77777777" w:rsidR="00DC24E3" w:rsidRDefault="00DC24E3" w:rsidP="00DC24E3">
      <w:pPr>
        <w:pStyle w:val="Code"/>
        <w:rPr>
          <w:lang w:val="en-US"/>
        </w:rPr>
      </w:pPr>
      <w:r>
        <w:rPr>
          <w:lang w:val="en-US"/>
        </w:rPr>
        <w:t xml:space="preserve">    miles = float(input('Enter distance in miles: '))</w:t>
      </w:r>
    </w:p>
    <w:p w14:paraId="1C3A1D17" w14:textId="77777777" w:rsidR="00DC24E3" w:rsidRDefault="00DC24E3" w:rsidP="00DC24E3">
      <w:pPr>
        <w:pStyle w:val="Code"/>
        <w:rPr>
          <w:lang w:val="en-US"/>
        </w:rPr>
      </w:pPr>
      <w:r>
        <w:rPr>
          <w:lang w:val="en-US"/>
        </w:rPr>
        <w:t xml:space="preserve">    km = miles * 1.609</w:t>
      </w:r>
    </w:p>
    <w:p w14:paraId="7C7ACB27" w14:textId="77777777" w:rsidR="00DC24E3" w:rsidRDefault="00DC24E3" w:rsidP="00DC24E3">
      <w:pPr>
        <w:pStyle w:val="Code"/>
        <w:rPr>
          <w:lang w:val="en-US"/>
        </w:rPr>
      </w:pPr>
      <w:r>
        <w:rPr>
          <w:lang w:val="en-US"/>
        </w:rPr>
        <w:t xml:space="preserve">    print('Distance in kilometers: {0}'.format(km))</w:t>
      </w:r>
    </w:p>
    <w:p w14:paraId="0DD0822B"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kg_pounds</w:t>
      </w:r>
      <w:proofErr w:type="spellEnd"/>
      <w:r>
        <w:rPr>
          <w:lang w:val="en-US"/>
        </w:rPr>
        <w:t>():</w:t>
      </w:r>
    </w:p>
    <w:p w14:paraId="131E6DC9" w14:textId="77777777" w:rsidR="00DC24E3" w:rsidRDefault="00DC24E3" w:rsidP="00DC24E3">
      <w:pPr>
        <w:pStyle w:val="Code"/>
        <w:rPr>
          <w:lang w:val="en-US"/>
        </w:rPr>
      </w:pPr>
      <w:r>
        <w:rPr>
          <w:lang w:val="en-US"/>
        </w:rPr>
        <w:t xml:space="preserve">    kg = float(input('Enter weight in kilograms: '))</w:t>
      </w:r>
    </w:p>
    <w:p w14:paraId="11667A69" w14:textId="77777777" w:rsidR="00DC24E3" w:rsidRDefault="00DC24E3" w:rsidP="00DC24E3">
      <w:pPr>
        <w:pStyle w:val="Code"/>
        <w:rPr>
          <w:lang w:val="en-US"/>
        </w:rPr>
      </w:pPr>
      <w:r>
        <w:rPr>
          <w:lang w:val="en-US"/>
        </w:rPr>
        <w:t xml:space="preserve">    pounds = kg * 2.205</w:t>
      </w:r>
    </w:p>
    <w:p w14:paraId="2372BF13" w14:textId="77777777" w:rsidR="00DC24E3" w:rsidRDefault="00DC24E3" w:rsidP="00DC24E3">
      <w:pPr>
        <w:pStyle w:val="Code"/>
        <w:rPr>
          <w:lang w:val="en-US"/>
        </w:rPr>
      </w:pPr>
      <w:r>
        <w:rPr>
          <w:lang w:val="en-US"/>
        </w:rPr>
        <w:t xml:space="preserve">    print('Weight in pounds: {0}'.format(pounds))</w:t>
      </w:r>
    </w:p>
    <w:p w14:paraId="041906D6"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pounds_kg</w:t>
      </w:r>
      <w:proofErr w:type="spellEnd"/>
      <w:r>
        <w:rPr>
          <w:lang w:val="en-US"/>
        </w:rPr>
        <w:t>():</w:t>
      </w:r>
    </w:p>
    <w:p w14:paraId="4F27E56E" w14:textId="77777777" w:rsidR="00DC24E3" w:rsidRDefault="00DC24E3" w:rsidP="00DC24E3">
      <w:pPr>
        <w:pStyle w:val="Code"/>
        <w:rPr>
          <w:lang w:val="en-US"/>
        </w:rPr>
      </w:pPr>
      <w:r>
        <w:rPr>
          <w:lang w:val="en-US"/>
        </w:rPr>
        <w:t xml:space="preserve">    pounds = float(input('Enter weight in pounds: '))</w:t>
      </w:r>
    </w:p>
    <w:p w14:paraId="489994D0" w14:textId="77777777" w:rsidR="00DC24E3" w:rsidRDefault="00DC24E3" w:rsidP="00DC24E3">
      <w:pPr>
        <w:pStyle w:val="Code"/>
        <w:rPr>
          <w:lang w:val="en-US"/>
        </w:rPr>
      </w:pPr>
      <w:r>
        <w:rPr>
          <w:lang w:val="en-US"/>
        </w:rPr>
        <w:t xml:space="preserve">    kg = pounds / 2.205</w:t>
      </w:r>
    </w:p>
    <w:p w14:paraId="46EEBFF6" w14:textId="77777777" w:rsidR="00DC24E3" w:rsidRDefault="00DC24E3" w:rsidP="00DC24E3">
      <w:pPr>
        <w:pStyle w:val="Code"/>
        <w:rPr>
          <w:lang w:val="en-US"/>
        </w:rPr>
      </w:pPr>
      <w:r>
        <w:rPr>
          <w:lang w:val="en-US"/>
        </w:rPr>
        <w:t xml:space="preserve">    print('Weight in kilograms: {0}'.format(kg))</w:t>
      </w:r>
    </w:p>
    <w:p w14:paraId="50471662"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cel_fahren</w:t>
      </w:r>
      <w:proofErr w:type="spellEnd"/>
      <w:r>
        <w:rPr>
          <w:lang w:val="en-US"/>
        </w:rPr>
        <w:t>():</w:t>
      </w:r>
    </w:p>
    <w:p w14:paraId="52329B85" w14:textId="77777777" w:rsidR="00DC24E3" w:rsidRDefault="00DC24E3" w:rsidP="00DC24E3">
      <w:pPr>
        <w:pStyle w:val="Code"/>
        <w:rPr>
          <w:lang w:val="en-US"/>
        </w:rPr>
      </w:pPr>
      <w:r>
        <w:rPr>
          <w:lang w:val="en-US"/>
        </w:rPr>
        <w:t xml:space="preserve">    </w:t>
      </w:r>
      <w:proofErr w:type="spellStart"/>
      <w:r>
        <w:rPr>
          <w:lang w:val="en-US"/>
        </w:rPr>
        <w:t>celsius</w:t>
      </w:r>
      <w:proofErr w:type="spellEnd"/>
      <w:r>
        <w:rPr>
          <w:lang w:val="en-US"/>
        </w:rPr>
        <w:t xml:space="preserve"> = float(input('Enter temperature in Celsius: '))</w:t>
      </w:r>
    </w:p>
    <w:p w14:paraId="7A85290F" w14:textId="77777777" w:rsidR="00DC24E3" w:rsidRDefault="00DC24E3" w:rsidP="00DC24E3">
      <w:pPr>
        <w:pStyle w:val="Code"/>
        <w:rPr>
          <w:lang w:val="en-US"/>
        </w:rPr>
      </w:pPr>
      <w:r>
        <w:rPr>
          <w:lang w:val="en-US"/>
        </w:rPr>
        <w:t xml:space="preserve">    </w:t>
      </w:r>
      <w:proofErr w:type="spellStart"/>
      <w:r>
        <w:rPr>
          <w:lang w:val="en-US"/>
        </w:rPr>
        <w:t>fahrenheit</w:t>
      </w:r>
      <w:proofErr w:type="spellEnd"/>
      <w:r>
        <w:rPr>
          <w:lang w:val="en-US"/>
        </w:rPr>
        <w:t xml:space="preserve"> =  </w:t>
      </w:r>
      <w:proofErr w:type="spellStart"/>
      <w:r>
        <w:rPr>
          <w:lang w:val="en-US"/>
        </w:rPr>
        <w:t>celsius</w:t>
      </w:r>
      <w:proofErr w:type="spellEnd"/>
      <w:r>
        <w:rPr>
          <w:lang w:val="en-US"/>
        </w:rPr>
        <w:t>*(9 / 5) + 32</w:t>
      </w:r>
    </w:p>
    <w:p w14:paraId="61852C4B" w14:textId="77777777" w:rsidR="00DC24E3" w:rsidRDefault="00DC24E3" w:rsidP="00DC24E3">
      <w:pPr>
        <w:pStyle w:val="Code"/>
        <w:rPr>
          <w:lang w:val="en-US"/>
        </w:rPr>
      </w:pPr>
      <w:r>
        <w:rPr>
          <w:lang w:val="en-US"/>
        </w:rPr>
        <w:t xml:space="preserve">    print('Temperature in </w:t>
      </w:r>
      <w:proofErr w:type="spellStart"/>
      <w:r>
        <w:rPr>
          <w:lang w:val="en-US"/>
        </w:rPr>
        <w:t>fahrenheit</w:t>
      </w:r>
      <w:proofErr w:type="spellEnd"/>
      <w:r>
        <w:rPr>
          <w:lang w:val="en-US"/>
        </w:rPr>
        <w:t>: {0}'.format(</w:t>
      </w:r>
      <w:proofErr w:type="spellStart"/>
      <w:r>
        <w:rPr>
          <w:lang w:val="en-US"/>
        </w:rPr>
        <w:t>fahrenheit</w:t>
      </w:r>
      <w:proofErr w:type="spellEnd"/>
      <w:r>
        <w:rPr>
          <w:lang w:val="en-US"/>
        </w:rPr>
        <w:t>))</w:t>
      </w:r>
    </w:p>
    <w:p w14:paraId="4D011F39"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fahren_cel</w:t>
      </w:r>
      <w:proofErr w:type="spellEnd"/>
      <w:r>
        <w:rPr>
          <w:lang w:val="en-US"/>
        </w:rPr>
        <w:t>():</w:t>
      </w:r>
    </w:p>
    <w:p w14:paraId="3F17AFB7" w14:textId="77777777" w:rsidR="00DC24E3" w:rsidRDefault="00DC24E3" w:rsidP="00DC24E3">
      <w:pPr>
        <w:pStyle w:val="Code"/>
        <w:rPr>
          <w:lang w:val="en-US"/>
        </w:rPr>
      </w:pPr>
      <w:r>
        <w:rPr>
          <w:lang w:val="en-US"/>
        </w:rPr>
        <w:t xml:space="preserve">    </w:t>
      </w:r>
      <w:proofErr w:type="spellStart"/>
      <w:r>
        <w:rPr>
          <w:lang w:val="en-US"/>
        </w:rPr>
        <w:t>fahrenheit</w:t>
      </w:r>
      <w:proofErr w:type="spellEnd"/>
      <w:r>
        <w:rPr>
          <w:lang w:val="en-US"/>
        </w:rPr>
        <w:t xml:space="preserve"> = float(input('Enter temperature in Fahrenheit: '))</w:t>
      </w:r>
    </w:p>
    <w:p w14:paraId="0ABCC970" w14:textId="77777777" w:rsidR="00DC24E3" w:rsidRDefault="00DC24E3" w:rsidP="00DC24E3">
      <w:pPr>
        <w:pStyle w:val="Code"/>
        <w:rPr>
          <w:lang w:val="en-US"/>
        </w:rPr>
      </w:pPr>
      <w:r>
        <w:rPr>
          <w:lang w:val="en-US"/>
        </w:rPr>
        <w:t xml:space="preserve">    </w:t>
      </w:r>
      <w:proofErr w:type="spellStart"/>
      <w:r>
        <w:rPr>
          <w:lang w:val="en-US"/>
        </w:rPr>
        <w:t>celsius</w:t>
      </w:r>
      <w:proofErr w:type="spellEnd"/>
      <w:r>
        <w:rPr>
          <w:lang w:val="en-US"/>
        </w:rPr>
        <w:t xml:space="preserve"> = (</w:t>
      </w:r>
      <w:proofErr w:type="spellStart"/>
      <w:r>
        <w:rPr>
          <w:lang w:val="en-US"/>
        </w:rPr>
        <w:t>fahrenheit</w:t>
      </w:r>
      <w:proofErr w:type="spellEnd"/>
      <w:r>
        <w:rPr>
          <w:lang w:val="en-US"/>
        </w:rPr>
        <w:t xml:space="preserve"> - 32)*(5/9)</w:t>
      </w:r>
    </w:p>
    <w:p w14:paraId="07888BE2" w14:textId="77777777" w:rsidR="00DC24E3" w:rsidRDefault="00DC24E3" w:rsidP="00DC24E3">
      <w:pPr>
        <w:pStyle w:val="Code"/>
        <w:rPr>
          <w:lang w:val="en-US"/>
        </w:rPr>
      </w:pPr>
      <w:r>
        <w:rPr>
          <w:lang w:val="en-US"/>
        </w:rPr>
        <w:t xml:space="preserve">    print('Temperature in </w:t>
      </w:r>
      <w:proofErr w:type="spellStart"/>
      <w:r>
        <w:rPr>
          <w:lang w:val="en-US"/>
        </w:rPr>
        <w:t>celsius</w:t>
      </w:r>
      <w:proofErr w:type="spellEnd"/>
      <w:r>
        <w:rPr>
          <w:lang w:val="en-US"/>
        </w:rPr>
        <w:t>: {0}'.format(</w:t>
      </w:r>
      <w:proofErr w:type="spellStart"/>
      <w:r>
        <w:rPr>
          <w:lang w:val="en-US"/>
        </w:rPr>
        <w:t>celsius</w:t>
      </w:r>
      <w:proofErr w:type="spellEnd"/>
      <w:r>
        <w:rPr>
          <w:lang w:val="en-US"/>
        </w:rPr>
        <w:t>))</w:t>
      </w:r>
    </w:p>
    <w:p w14:paraId="1C6B0770" w14:textId="77777777" w:rsidR="00DC24E3" w:rsidRDefault="00DC24E3" w:rsidP="00DC24E3">
      <w:pPr>
        <w:pStyle w:val="Code"/>
        <w:rPr>
          <w:lang w:val="en-US"/>
        </w:rPr>
      </w:pPr>
      <w:r>
        <w:rPr>
          <w:lang w:val="en-US"/>
        </w:rPr>
        <w:t>if __name__ == '__main__':</w:t>
      </w:r>
    </w:p>
    <w:p w14:paraId="51091F37" w14:textId="77777777" w:rsidR="00DC24E3" w:rsidRDefault="00DC24E3" w:rsidP="00DC24E3">
      <w:pPr>
        <w:pStyle w:val="Code"/>
        <w:rPr>
          <w:lang w:val="en-US"/>
        </w:rPr>
      </w:pPr>
      <w:r>
        <w:rPr>
          <w:lang w:val="en-US"/>
        </w:rPr>
        <w:t xml:space="preserve">    </w:t>
      </w:r>
      <w:proofErr w:type="spellStart"/>
      <w:r>
        <w:rPr>
          <w:lang w:val="en-US"/>
        </w:rPr>
        <w:t>print_menu</w:t>
      </w:r>
      <w:proofErr w:type="spellEnd"/>
      <w:r>
        <w:rPr>
          <w:lang w:val="en-US"/>
        </w:rPr>
        <w:t>()</w:t>
      </w:r>
    </w:p>
    <w:p w14:paraId="65FF5E6A" w14:textId="77777777" w:rsidR="00DC24E3" w:rsidRDefault="00DC24E3" w:rsidP="00DC24E3">
      <w:pPr>
        <w:pStyle w:val="Code"/>
        <w:rPr>
          <w:lang w:val="en-US"/>
        </w:rPr>
      </w:pPr>
      <w:r>
        <w:rPr>
          <w:lang w:val="en-US"/>
        </w:rPr>
        <w:t xml:space="preserve">    choice = input('Which conversion would you like to do? ')</w:t>
      </w:r>
    </w:p>
    <w:p w14:paraId="10D5F5C2" w14:textId="77777777" w:rsidR="00DC24E3" w:rsidRDefault="00DC24E3" w:rsidP="00DC24E3">
      <w:pPr>
        <w:pStyle w:val="Code"/>
        <w:rPr>
          <w:lang w:val="en-US"/>
        </w:rPr>
      </w:pPr>
      <w:r>
        <w:rPr>
          <w:lang w:val="en-US"/>
        </w:rPr>
        <w:t xml:space="preserve">    if choice == '1':</w:t>
      </w:r>
    </w:p>
    <w:p w14:paraId="7B41C081" w14:textId="77777777" w:rsidR="00DC24E3" w:rsidRDefault="00DC24E3" w:rsidP="00DC24E3">
      <w:pPr>
        <w:pStyle w:val="Code"/>
        <w:rPr>
          <w:lang w:val="en-US"/>
        </w:rPr>
      </w:pPr>
      <w:r>
        <w:rPr>
          <w:lang w:val="en-US"/>
        </w:rPr>
        <w:t xml:space="preserve">        </w:t>
      </w:r>
      <w:proofErr w:type="spellStart"/>
      <w:r>
        <w:rPr>
          <w:lang w:val="en-US"/>
        </w:rPr>
        <w:t>km_miles</w:t>
      </w:r>
      <w:proofErr w:type="spellEnd"/>
      <w:r>
        <w:rPr>
          <w:lang w:val="en-US"/>
        </w:rPr>
        <w:t>()</w:t>
      </w:r>
    </w:p>
    <w:p w14:paraId="24831B70" w14:textId="77777777" w:rsidR="00DC24E3" w:rsidRDefault="00DC24E3" w:rsidP="00DC24E3">
      <w:pPr>
        <w:pStyle w:val="Code"/>
        <w:rPr>
          <w:lang w:val="en-US"/>
        </w:rPr>
      </w:pPr>
      <w:r>
        <w:rPr>
          <w:lang w:val="en-US"/>
        </w:rPr>
        <w:t xml:space="preserve">    if choice == '2':</w:t>
      </w:r>
    </w:p>
    <w:p w14:paraId="54C053DB" w14:textId="77777777" w:rsidR="00DC24E3" w:rsidRDefault="00DC24E3" w:rsidP="00DC24E3">
      <w:pPr>
        <w:pStyle w:val="Code"/>
        <w:rPr>
          <w:lang w:val="en-US"/>
        </w:rPr>
      </w:pPr>
      <w:r>
        <w:rPr>
          <w:lang w:val="en-US"/>
        </w:rPr>
        <w:t xml:space="preserve">        </w:t>
      </w:r>
      <w:proofErr w:type="spellStart"/>
      <w:r>
        <w:rPr>
          <w:lang w:val="en-US"/>
        </w:rPr>
        <w:t>miles_km</w:t>
      </w:r>
      <w:proofErr w:type="spellEnd"/>
      <w:r>
        <w:rPr>
          <w:lang w:val="en-US"/>
        </w:rPr>
        <w:t>()</w:t>
      </w:r>
    </w:p>
    <w:p w14:paraId="715DCCED" w14:textId="77777777" w:rsidR="00DC24E3" w:rsidRDefault="00DC24E3" w:rsidP="00DC24E3">
      <w:pPr>
        <w:pStyle w:val="Code"/>
        <w:rPr>
          <w:lang w:val="en-US"/>
        </w:rPr>
      </w:pPr>
      <w:r>
        <w:rPr>
          <w:lang w:val="en-US"/>
        </w:rPr>
        <w:t xml:space="preserve">    if choice == '3':</w:t>
      </w:r>
    </w:p>
    <w:p w14:paraId="368B8E2B" w14:textId="77777777" w:rsidR="00DC24E3" w:rsidRDefault="00DC24E3" w:rsidP="00DC24E3">
      <w:pPr>
        <w:pStyle w:val="Code"/>
        <w:rPr>
          <w:lang w:val="en-US"/>
        </w:rPr>
      </w:pPr>
      <w:r>
        <w:rPr>
          <w:lang w:val="en-US"/>
        </w:rPr>
        <w:t xml:space="preserve">        </w:t>
      </w:r>
      <w:proofErr w:type="spellStart"/>
      <w:r>
        <w:rPr>
          <w:lang w:val="en-US"/>
        </w:rPr>
        <w:t>kg_pounds</w:t>
      </w:r>
      <w:proofErr w:type="spellEnd"/>
      <w:r>
        <w:rPr>
          <w:lang w:val="en-US"/>
        </w:rPr>
        <w:t>()</w:t>
      </w:r>
    </w:p>
    <w:p w14:paraId="22D9DB05" w14:textId="77777777" w:rsidR="00DC24E3" w:rsidRDefault="00DC24E3" w:rsidP="00DC24E3">
      <w:pPr>
        <w:pStyle w:val="Code"/>
        <w:rPr>
          <w:lang w:val="en-US"/>
        </w:rPr>
      </w:pPr>
      <w:r>
        <w:rPr>
          <w:lang w:val="en-US"/>
        </w:rPr>
        <w:t xml:space="preserve">    if choice == '4':</w:t>
      </w:r>
    </w:p>
    <w:p w14:paraId="1AB408AA" w14:textId="77777777" w:rsidR="00DC24E3" w:rsidRDefault="00DC24E3" w:rsidP="00DC24E3">
      <w:pPr>
        <w:pStyle w:val="Code"/>
        <w:rPr>
          <w:lang w:val="en-US"/>
        </w:rPr>
      </w:pPr>
      <w:r>
        <w:rPr>
          <w:lang w:val="en-US"/>
        </w:rPr>
        <w:t xml:space="preserve">        </w:t>
      </w:r>
      <w:proofErr w:type="spellStart"/>
      <w:r>
        <w:rPr>
          <w:lang w:val="en-US"/>
        </w:rPr>
        <w:t>pounds_kg</w:t>
      </w:r>
      <w:proofErr w:type="spellEnd"/>
      <w:r>
        <w:rPr>
          <w:lang w:val="en-US"/>
        </w:rPr>
        <w:t>()</w:t>
      </w:r>
    </w:p>
    <w:p w14:paraId="07BD1DEE" w14:textId="77777777" w:rsidR="00DC24E3" w:rsidRDefault="00DC24E3" w:rsidP="00DC24E3">
      <w:pPr>
        <w:pStyle w:val="Code"/>
        <w:rPr>
          <w:lang w:val="en-US"/>
        </w:rPr>
      </w:pPr>
      <w:r>
        <w:rPr>
          <w:lang w:val="en-US"/>
        </w:rPr>
        <w:t xml:space="preserve">    if choice == '5':</w:t>
      </w:r>
    </w:p>
    <w:p w14:paraId="7D31E177" w14:textId="77777777" w:rsidR="00DC24E3" w:rsidRDefault="00DC24E3" w:rsidP="00DC24E3">
      <w:pPr>
        <w:pStyle w:val="Code"/>
        <w:rPr>
          <w:lang w:val="en-US"/>
        </w:rPr>
      </w:pPr>
      <w:r>
        <w:rPr>
          <w:lang w:val="en-US"/>
        </w:rPr>
        <w:t xml:space="preserve">        </w:t>
      </w:r>
      <w:proofErr w:type="spellStart"/>
      <w:r>
        <w:rPr>
          <w:lang w:val="en-US"/>
        </w:rPr>
        <w:t>cel_fahren</w:t>
      </w:r>
      <w:proofErr w:type="spellEnd"/>
      <w:r>
        <w:rPr>
          <w:lang w:val="en-US"/>
        </w:rPr>
        <w:t>()</w:t>
      </w:r>
    </w:p>
    <w:p w14:paraId="7DA3804C" w14:textId="77777777" w:rsidR="00DC24E3" w:rsidRDefault="00DC24E3" w:rsidP="00DC24E3">
      <w:pPr>
        <w:pStyle w:val="Code"/>
        <w:rPr>
          <w:lang w:val="en-US"/>
        </w:rPr>
      </w:pPr>
      <w:r>
        <w:rPr>
          <w:lang w:val="en-US"/>
        </w:rPr>
        <w:t xml:space="preserve">    if choice == '6':</w:t>
      </w:r>
    </w:p>
    <w:p w14:paraId="047DDD5F" w14:textId="77777777" w:rsidR="00DC24E3" w:rsidRDefault="00DC24E3" w:rsidP="00DC24E3">
      <w:pPr>
        <w:pStyle w:val="Code"/>
        <w:rPr>
          <w:lang w:val="en-US"/>
        </w:rPr>
      </w:pPr>
      <w:r>
        <w:rPr>
          <w:lang w:val="en-US"/>
        </w:rPr>
        <w:t xml:space="preserve">        </w:t>
      </w:r>
      <w:proofErr w:type="spellStart"/>
      <w:r>
        <w:rPr>
          <w:lang w:val="en-US"/>
        </w:rPr>
        <w:t>fahren_cel</w:t>
      </w:r>
      <w:proofErr w:type="spellEnd"/>
      <w:r>
        <w:rPr>
          <w:lang w:val="en-US"/>
        </w:rPr>
        <w:t>()</w:t>
      </w:r>
    </w:p>
    <w:p w14:paraId="6BA23F6E" w14:textId="77777777" w:rsidR="00DC24E3" w:rsidRDefault="00DC24E3" w:rsidP="00DC24E3">
      <w:pPr>
        <w:pStyle w:val="TexteCourant"/>
      </w:pPr>
      <w:r>
        <w:t xml:space="preserve">Quatre nouvelles fonctions ont été ajoutées à notre précédent programme. La fonction </w:t>
      </w:r>
      <w:proofErr w:type="spellStart"/>
      <w:r w:rsidRPr="00F30297">
        <w:rPr>
          <w:rStyle w:val="CodeDansTexte"/>
        </w:rPr>
        <w:t>kg_pounds</w:t>
      </w:r>
      <w:proofErr w:type="spellEnd"/>
      <w:r w:rsidRPr="00F30297">
        <w:rPr>
          <w:rStyle w:val="CodeDansTexte"/>
        </w:rPr>
        <w:t>()</w:t>
      </w:r>
      <w:r>
        <w:t xml:space="preserve"> prend une masse en kilogramme en entrée et retourne la masse équivalente en livres. La conversion inverse est réalisée par la fonction </w:t>
      </w:r>
      <w:proofErr w:type="spellStart"/>
      <w:r w:rsidRPr="00FA494B">
        <w:rPr>
          <w:rStyle w:val="CodeDansTexte"/>
        </w:rPr>
        <w:t>pounds_kg</w:t>
      </w:r>
      <w:proofErr w:type="spellEnd"/>
      <w:r w:rsidRPr="00FA494B">
        <w:rPr>
          <w:rStyle w:val="CodeDansTexte"/>
        </w:rPr>
        <w:t>()</w:t>
      </w:r>
      <w:r>
        <w:t xml:space="preserve">. Les fonctions </w:t>
      </w:r>
      <w:proofErr w:type="spellStart"/>
      <w:r w:rsidRPr="00FA494B">
        <w:rPr>
          <w:rStyle w:val="CodeDansTexte"/>
        </w:rPr>
        <w:t>cel_fahren</w:t>
      </w:r>
      <w:proofErr w:type="spellEnd"/>
      <w:r w:rsidRPr="00FA494B">
        <w:rPr>
          <w:rStyle w:val="CodeDansTexte"/>
        </w:rPr>
        <w:t>()</w:t>
      </w:r>
      <w:r>
        <w:t xml:space="preserve"> et </w:t>
      </w:r>
      <w:proofErr w:type="spellStart"/>
      <w:r w:rsidRPr="00FA494B">
        <w:rPr>
          <w:rStyle w:val="CodeDansTexte"/>
        </w:rPr>
        <w:t>fahren_cel</w:t>
      </w:r>
      <w:proofErr w:type="spellEnd"/>
      <w:r w:rsidRPr="00FA494B">
        <w:rPr>
          <w:rStyle w:val="CodeDansTexte"/>
        </w:rPr>
        <w:t>()</w:t>
      </w:r>
      <w:r>
        <w:t xml:space="preserve"> convertissent respectivement les Celsius en Fahrenheit et les Fahrenheit en Celsius.</w:t>
      </w:r>
    </w:p>
    <w:p w14:paraId="4A684876" w14:textId="77777777" w:rsidR="00DC24E3" w:rsidRDefault="00DC24E3" w:rsidP="00DC24E3">
      <w:pPr>
        <w:pStyle w:val="TexteCourant"/>
      </w:pPr>
      <w:r>
        <w:t>Lorsque le programme est lancé, il demande à l’utilisateur de saisir un nombre entre 1 et 6 afin de choisir la conversion qu’il souhaite effectuer. Il demande ensuite de saisir la quantité à convertir puis retourne le résultat de la conversion :</w:t>
      </w:r>
    </w:p>
    <w:p w14:paraId="1DB0A71E" w14:textId="77777777" w:rsidR="00DC24E3" w:rsidRDefault="00DC24E3" w:rsidP="00DC24E3">
      <w:pPr>
        <w:pStyle w:val="Code"/>
        <w:rPr>
          <w:lang w:val="en-US"/>
        </w:rPr>
      </w:pPr>
      <w:r>
        <w:rPr>
          <w:lang w:val="en-US"/>
        </w:rPr>
        <w:t>1. Kilometers to Miles</w:t>
      </w:r>
    </w:p>
    <w:p w14:paraId="1D07F1FB" w14:textId="77777777" w:rsidR="00DC24E3" w:rsidRDefault="00DC24E3" w:rsidP="00DC24E3">
      <w:pPr>
        <w:pStyle w:val="Code"/>
        <w:rPr>
          <w:lang w:val="en-US"/>
        </w:rPr>
      </w:pPr>
      <w:r>
        <w:rPr>
          <w:lang w:val="en-US"/>
        </w:rPr>
        <w:t>2. Miles to Kilometers</w:t>
      </w:r>
    </w:p>
    <w:p w14:paraId="54DAF9FB" w14:textId="77777777" w:rsidR="00DC24E3" w:rsidRDefault="00DC24E3" w:rsidP="00DC24E3">
      <w:pPr>
        <w:pStyle w:val="Code"/>
        <w:rPr>
          <w:lang w:val="en-US"/>
        </w:rPr>
      </w:pPr>
      <w:r>
        <w:rPr>
          <w:lang w:val="en-US"/>
        </w:rPr>
        <w:t>3. Kilograms to Pounds</w:t>
      </w:r>
    </w:p>
    <w:p w14:paraId="6FB4FD2E" w14:textId="77777777" w:rsidR="00DC24E3" w:rsidRDefault="00DC24E3" w:rsidP="00DC24E3">
      <w:pPr>
        <w:pStyle w:val="Code"/>
        <w:rPr>
          <w:lang w:val="en-US"/>
        </w:rPr>
      </w:pPr>
      <w:r>
        <w:rPr>
          <w:lang w:val="en-US"/>
        </w:rPr>
        <w:t>4. Pounds to Kilograms</w:t>
      </w:r>
    </w:p>
    <w:p w14:paraId="0D61B63D" w14:textId="77777777" w:rsidR="00DC24E3" w:rsidRDefault="00DC24E3" w:rsidP="00DC24E3">
      <w:pPr>
        <w:pStyle w:val="Code"/>
        <w:rPr>
          <w:lang w:val="en-US"/>
        </w:rPr>
      </w:pPr>
      <w:r>
        <w:rPr>
          <w:lang w:val="en-US"/>
        </w:rPr>
        <w:t>5. Celsius to Fahrenheit</w:t>
      </w:r>
    </w:p>
    <w:p w14:paraId="7899049E" w14:textId="77777777" w:rsidR="00DC24E3" w:rsidRDefault="00DC24E3" w:rsidP="00DC24E3">
      <w:pPr>
        <w:pStyle w:val="Code"/>
        <w:rPr>
          <w:lang w:val="en-US"/>
        </w:rPr>
      </w:pPr>
      <w:r>
        <w:rPr>
          <w:lang w:val="en-US"/>
        </w:rPr>
        <w:t>6. Fahrenheit to Celsius</w:t>
      </w:r>
    </w:p>
    <w:p w14:paraId="21532606" w14:textId="77777777" w:rsidR="00DC24E3" w:rsidRDefault="00DC24E3" w:rsidP="00DC24E3">
      <w:pPr>
        <w:pStyle w:val="Code"/>
        <w:rPr>
          <w:b/>
          <w:bCs/>
          <w:lang w:val="en-US"/>
        </w:rPr>
      </w:pPr>
      <w:r>
        <w:rPr>
          <w:lang w:val="en-US"/>
        </w:rPr>
        <w:t xml:space="preserve">Which conversion would you like to do? </w:t>
      </w:r>
      <w:r>
        <w:rPr>
          <w:b/>
          <w:bCs/>
          <w:lang w:val="en-US"/>
        </w:rPr>
        <w:t>5</w:t>
      </w:r>
    </w:p>
    <w:p w14:paraId="0DE67B24" w14:textId="77777777" w:rsidR="00DC24E3" w:rsidRDefault="00DC24E3" w:rsidP="00DC24E3">
      <w:pPr>
        <w:pStyle w:val="Code"/>
        <w:rPr>
          <w:b/>
          <w:bCs/>
          <w:lang w:val="en-US"/>
        </w:rPr>
      </w:pPr>
      <w:r>
        <w:rPr>
          <w:lang w:val="en-US"/>
        </w:rPr>
        <w:t xml:space="preserve">Enter temperature in Celsius: </w:t>
      </w:r>
      <w:r>
        <w:rPr>
          <w:b/>
          <w:bCs/>
          <w:lang w:val="en-US"/>
        </w:rPr>
        <w:t>37</w:t>
      </w:r>
    </w:p>
    <w:p w14:paraId="5E0EC814" w14:textId="77777777" w:rsidR="00DC24E3" w:rsidRDefault="00DC24E3" w:rsidP="00DC24E3">
      <w:pPr>
        <w:pStyle w:val="Code"/>
        <w:rPr>
          <w:lang w:val="en-US"/>
        </w:rPr>
      </w:pPr>
      <w:r>
        <w:rPr>
          <w:lang w:val="en-US"/>
        </w:rPr>
        <w:t>Temperature in Fahrenheit: 98.60000000000001</w:t>
      </w:r>
    </w:p>
    <w:p w14:paraId="781E8359" w14:textId="77777777" w:rsidR="00DC24E3" w:rsidRDefault="00DC24E3" w:rsidP="00DC24E3">
      <w:pPr>
        <w:pStyle w:val="TexteCourant"/>
      </w:pPr>
      <w:r>
        <w:t>Si l’utilisateur saisi un nombre qui n’est pas reconnu par le programme, celui-ci s’arrête sans rien afficher. Vous pourriez améliorer ce programme pour qu’il retourne un message d’erreur dans ce cas.</w:t>
      </w:r>
    </w:p>
    <w:p w14:paraId="45A1F69A" w14:textId="77777777" w:rsidR="00DC24E3" w:rsidRDefault="00DC24E3" w:rsidP="00DC24E3">
      <w:pPr>
        <w:pStyle w:val="TitreNiveau2"/>
      </w:pPr>
      <w:r>
        <w:t>#4 : Calculateur de fractions</w:t>
      </w:r>
    </w:p>
    <w:p w14:paraId="717E42CA" w14:textId="77777777" w:rsidR="00DC24E3" w:rsidRDefault="00DC24E3" w:rsidP="00DC24E3">
      <w:pPr>
        <w:pStyle w:val="TexteCourant"/>
      </w:pPr>
      <w:r>
        <w:t xml:space="preserve">Pour résoudre ce défi, nous créons des fonctions correspondant à différentes opérations mathématiques de base – </w:t>
      </w:r>
      <w:proofErr w:type="spellStart"/>
      <w:r w:rsidRPr="00FA494B">
        <w:rPr>
          <w:rStyle w:val="CodeDansTexte"/>
        </w:rPr>
        <w:t>add</w:t>
      </w:r>
      <w:proofErr w:type="spellEnd"/>
      <w:r w:rsidRPr="00FA494B">
        <w:rPr>
          <w:rStyle w:val="CodeDansTexte"/>
        </w:rPr>
        <w:t>()</w:t>
      </w:r>
      <w:r>
        <w:t xml:space="preserve">, </w:t>
      </w:r>
      <w:proofErr w:type="spellStart"/>
      <w:r w:rsidRPr="00FA494B">
        <w:rPr>
          <w:rStyle w:val="CodeDansTexte"/>
        </w:rPr>
        <w:t>substract</w:t>
      </w:r>
      <w:proofErr w:type="spellEnd"/>
      <w:r w:rsidRPr="00FA494B">
        <w:rPr>
          <w:rStyle w:val="CodeDansTexte"/>
        </w:rPr>
        <w:t>()</w:t>
      </w:r>
      <w:r>
        <w:t xml:space="preserve">, </w:t>
      </w:r>
      <w:proofErr w:type="spellStart"/>
      <w:r w:rsidRPr="00FA494B">
        <w:rPr>
          <w:rStyle w:val="CodeDansTexte"/>
        </w:rPr>
        <w:t>divide</w:t>
      </w:r>
      <w:proofErr w:type="spellEnd"/>
      <w:r w:rsidRPr="00FA494B">
        <w:rPr>
          <w:rStyle w:val="CodeDansTexte"/>
        </w:rPr>
        <w:t>()</w:t>
      </w:r>
      <w:r>
        <w:t xml:space="preserve">, et </w:t>
      </w:r>
      <w:proofErr w:type="spellStart"/>
      <w:r w:rsidRPr="00FA494B">
        <w:rPr>
          <w:rStyle w:val="CodeDansTexte"/>
        </w:rPr>
        <w:t>multiply</w:t>
      </w:r>
      <w:proofErr w:type="spellEnd"/>
      <w:r w:rsidRPr="00FA494B">
        <w:rPr>
          <w:rStyle w:val="CodeDansTexte"/>
        </w:rPr>
        <w:t>()</w:t>
      </w:r>
      <w:r>
        <w:t xml:space="preserve"> – et appelons la fonction appropriée à la demande de l’utilisateur.</w:t>
      </w:r>
    </w:p>
    <w:p w14:paraId="13D53F37" w14:textId="77777777" w:rsidR="00DC24E3" w:rsidRDefault="00DC24E3" w:rsidP="00DC24E3">
      <w:pPr>
        <w:pStyle w:val="Code"/>
        <w:rPr>
          <w:lang w:val="en-US"/>
        </w:rPr>
      </w:pPr>
      <w:r>
        <w:rPr>
          <w:lang w:val="en-US"/>
        </w:rPr>
        <w:t>'''</w:t>
      </w:r>
    </w:p>
    <w:p w14:paraId="76E6CFF5" w14:textId="77777777" w:rsidR="00DC24E3" w:rsidRDefault="00DC24E3" w:rsidP="00DC24E3">
      <w:pPr>
        <w:pStyle w:val="Code"/>
        <w:rPr>
          <w:lang w:val="en-US"/>
        </w:rPr>
      </w:pPr>
      <w:r>
        <w:rPr>
          <w:lang w:val="en-US"/>
        </w:rPr>
        <w:t>fractions_operations.py</w:t>
      </w:r>
    </w:p>
    <w:p w14:paraId="0FC4E5F0" w14:textId="77777777" w:rsidR="00DC24E3" w:rsidRDefault="00DC24E3" w:rsidP="00DC24E3">
      <w:pPr>
        <w:pStyle w:val="Code"/>
        <w:rPr>
          <w:lang w:val="en-US"/>
        </w:rPr>
      </w:pPr>
      <w:r>
        <w:rPr>
          <w:lang w:val="en-US"/>
        </w:rPr>
        <w:t>Fraction operations</w:t>
      </w:r>
    </w:p>
    <w:p w14:paraId="0FB5EC73" w14:textId="77777777" w:rsidR="00DC24E3" w:rsidRDefault="00DC24E3" w:rsidP="00DC24E3">
      <w:pPr>
        <w:pStyle w:val="Code"/>
        <w:rPr>
          <w:lang w:val="en-US"/>
        </w:rPr>
      </w:pPr>
      <w:r>
        <w:rPr>
          <w:lang w:val="en-US"/>
        </w:rPr>
        <w:t>'''</w:t>
      </w:r>
    </w:p>
    <w:p w14:paraId="513CBD76" w14:textId="77777777" w:rsidR="00DC24E3" w:rsidRDefault="00DC24E3" w:rsidP="00DC24E3">
      <w:pPr>
        <w:pStyle w:val="Code"/>
        <w:rPr>
          <w:lang w:val="en-US"/>
        </w:rPr>
      </w:pPr>
      <w:r>
        <w:rPr>
          <w:lang w:val="en-US"/>
        </w:rPr>
        <w:t>from fractions import Fraction</w:t>
      </w:r>
    </w:p>
    <w:p w14:paraId="223D2EDC" w14:textId="77777777" w:rsidR="00DC24E3" w:rsidRDefault="00DC24E3" w:rsidP="00DC24E3">
      <w:pPr>
        <w:pStyle w:val="Code"/>
        <w:rPr>
          <w:lang w:val="en-US"/>
        </w:rPr>
      </w:pPr>
      <w:proofErr w:type="spellStart"/>
      <w:r>
        <w:rPr>
          <w:lang w:val="en-US"/>
        </w:rPr>
        <w:t>def</w:t>
      </w:r>
      <w:proofErr w:type="spellEnd"/>
      <w:r>
        <w:rPr>
          <w:lang w:val="en-US"/>
        </w:rPr>
        <w:t xml:space="preserve"> add(a, b):</w:t>
      </w:r>
    </w:p>
    <w:p w14:paraId="203B8358" w14:textId="77777777" w:rsidR="00DC24E3" w:rsidRDefault="00DC24E3" w:rsidP="00DC24E3">
      <w:pPr>
        <w:pStyle w:val="Code"/>
        <w:rPr>
          <w:lang w:val="en-US"/>
        </w:rPr>
      </w:pPr>
      <w:r>
        <w:rPr>
          <w:lang w:val="en-US"/>
        </w:rPr>
        <w:t xml:space="preserve">    print('Result of adding {0} and {1} is {2} '.format(a, b, </w:t>
      </w:r>
      <w:proofErr w:type="spellStart"/>
      <w:r>
        <w:rPr>
          <w:lang w:val="en-US"/>
        </w:rPr>
        <w:t>a+b</w:t>
      </w:r>
      <w:proofErr w:type="spellEnd"/>
      <w:r>
        <w:rPr>
          <w:lang w:val="en-US"/>
        </w:rPr>
        <w:t>))</w:t>
      </w:r>
    </w:p>
    <w:p w14:paraId="262A7D25" w14:textId="77777777" w:rsidR="00DC24E3" w:rsidRDefault="00DC24E3" w:rsidP="00DC24E3">
      <w:pPr>
        <w:pStyle w:val="Code"/>
        <w:rPr>
          <w:lang w:val="en-US"/>
        </w:rPr>
      </w:pPr>
      <w:proofErr w:type="spellStart"/>
      <w:r>
        <w:rPr>
          <w:lang w:val="en-US"/>
        </w:rPr>
        <w:t>def</w:t>
      </w:r>
      <w:proofErr w:type="spellEnd"/>
      <w:r>
        <w:rPr>
          <w:lang w:val="en-US"/>
        </w:rPr>
        <w:t xml:space="preserve"> subtract(a, b):</w:t>
      </w:r>
    </w:p>
    <w:p w14:paraId="470FB46E" w14:textId="77777777" w:rsidR="00DC24E3" w:rsidRDefault="00DC24E3" w:rsidP="00DC24E3">
      <w:pPr>
        <w:pStyle w:val="Code"/>
        <w:rPr>
          <w:lang w:val="en-US"/>
        </w:rPr>
      </w:pPr>
      <w:r>
        <w:rPr>
          <w:lang w:val="en-US"/>
        </w:rPr>
        <w:t xml:space="preserve">    print('Result of subtracting {1} from {0} is {2}'.format(a, b, a-b))</w:t>
      </w:r>
    </w:p>
    <w:p w14:paraId="4089BE72" w14:textId="77777777" w:rsidR="00DC24E3" w:rsidRDefault="00DC24E3" w:rsidP="00DC24E3">
      <w:pPr>
        <w:pStyle w:val="Code"/>
        <w:rPr>
          <w:lang w:val="en-US"/>
        </w:rPr>
      </w:pPr>
      <w:proofErr w:type="spellStart"/>
      <w:r>
        <w:rPr>
          <w:lang w:val="en-US"/>
        </w:rPr>
        <w:t>def</w:t>
      </w:r>
      <w:proofErr w:type="spellEnd"/>
      <w:r>
        <w:rPr>
          <w:lang w:val="en-US"/>
        </w:rPr>
        <w:t xml:space="preserve"> divide(a, b):</w:t>
      </w:r>
    </w:p>
    <w:p w14:paraId="7F5BF71F" w14:textId="77777777" w:rsidR="00DC24E3" w:rsidRDefault="00DC24E3" w:rsidP="00DC24E3">
      <w:pPr>
        <w:pStyle w:val="Code"/>
        <w:rPr>
          <w:lang w:val="en-US"/>
        </w:rPr>
      </w:pPr>
      <w:r>
        <w:rPr>
          <w:lang w:val="en-US"/>
        </w:rPr>
        <w:t xml:space="preserve">    print('Result of dividing {0} by {1} is {2}'.format(a, b, a/b))</w:t>
      </w:r>
    </w:p>
    <w:p w14:paraId="06246D0E" w14:textId="77777777" w:rsidR="00DC24E3" w:rsidRDefault="00DC24E3" w:rsidP="00DC24E3">
      <w:pPr>
        <w:pStyle w:val="Code"/>
        <w:rPr>
          <w:lang w:val="en-US"/>
        </w:rPr>
      </w:pPr>
      <w:proofErr w:type="spellStart"/>
      <w:r>
        <w:rPr>
          <w:lang w:val="en-US"/>
        </w:rPr>
        <w:t>def</w:t>
      </w:r>
      <w:proofErr w:type="spellEnd"/>
      <w:r>
        <w:rPr>
          <w:lang w:val="en-US"/>
        </w:rPr>
        <w:t xml:space="preserve"> multiply(a, b):</w:t>
      </w:r>
    </w:p>
    <w:p w14:paraId="3E787140" w14:textId="77777777" w:rsidR="00DC24E3" w:rsidRDefault="00DC24E3" w:rsidP="00DC24E3">
      <w:pPr>
        <w:pStyle w:val="Code"/>
        <w:rPr>
          <w:lang w:val="en-US"/>
        </w:rPr>
      </w:pPr>
      <w:r>
        <w:rPr>
          <w:lang w:val="en-US"/>
        </w:rPr>
        <w:t xml:space="preserve">    print('Result of multiplying {0} and {1} is {2}'.format(a, b, a*b))</w:t>
      </w:r>
    </w:p>
    <w:p w14:paraId="2D9D82D0" w14:textId="77777777" w:rsidR="00DC24E3" w:rsidRDefault="00DC24E3" w:rsidP="00DC24E3">
      <w:pPr>
        <w:pStyle w:val="Code"/>
        <w:rPr>
          <w:lang w:val="en-US"/>
        </w:rPr>
      </w:pPr>
      <w:r>
        <w:rPr>
          <w:lang w:val="en-US"/>
        </w:rPr>
        <w:t>if __name__ == '__main__':</w:t>
      </w:r>
    </w:p>
    <w:p w14:paraId="0EB021E2" w14:textId="77777777" w:rsidR="00DC24E3" w:rsidRDefault="00DC24E3" w:rsidP="00DC24E3">
      <w:pPr>
        <w:pStyle w:val="Code"/>
        <w:rPr>
          <w:lang w:val="en-US"/>
        </w:rPr>
      </w:pPr>
      <w:r>
        <w:rPr>
          <w:lang w:val="en-US"/>
        </w:rPr>
        <w:t xml:space="preserve">    try:</w:t>
      </w:r>
    </w:p>
    <w:p w14:paraId="1610970C" w14:textId="77777777" w:rsidR="00DC24E3" w:rsidRDefault="00DC24E3" w:rsidP="00DC24E3">
      <w:pPr>
        <w:pStyle w:val="Code"/>
        <w:rPr>
          <w:lang w:val="en-US"/>
        </w:rPr>
      </w:pPr>
      <w:r>
        <w:rPr>
          <w:lang w:val="en-US"/>
        </w:rPr>
        <w:t xml:space="preserve">        a = Fraction(input('Enter first fraction: '))</w:t>
      </w:r>
    </w:p>
    <w:p w14:paraId="157F66D4" w14:textId="77777777" w:rsidR="00DC24E3" w:rsidRDefault="00DC24E3" w:rsidP="00DC24E3">
      <w:pPr>
        <w:pStyle w:val="Code"/>
        <w:rPr>
          <w:lang w:val="en-US"/>
        </w:rPr>
      </w:pPr>
      <w:r>
        <w:rPr>
          <w:lang w:val="en-US"/>
        </w:rPr>
        <w:t xml:space="preserve">        b = Fraction(input('Enter second fraction: '))</w:t>
      </w:r>
    </w:p>
    <w:p w14:paraId="539880B9" w14:textId="77777777" w:rsidR="00DC24E3" w:rsidRDefault="00DC24E3" w:rsidP="00DC24E3">
      <w:pPr>
        <w:pStyle w:val="Code"/>
        <w:rPr>
          <w:lang w:val="en-US"/>
        </w:rPr>
      </w:pPr>
      <w:r>
        <w:rPr>
          <w:lang w:val="en-US"/>
        </w:rPr>
        <w:t xml:space="preserve">        op = input('Operation to perform - Add, Subtract, Divide, Multiply: ')</w:t>
      </w:r>
    </w:p>
    <w:p w14:paraId="1C8F0B68" w14:textId="77777777" w:rsidR="00DC24E3" w:rsidRDefault="00DC24E3" w:rsidP="00DC24E3">
      <w:pPr>
        <w:pStyle w:val="Code"/>
        <w:rPr>
          <w:lang w:val="en-US"/>
        </w:rPr>
      </w:pPr>
      <w:r>
        <w:rPr>
          <w:lang w:val="en-US"/>
        </w:rPr>
        <w:t xml:space="preserve">        if op == 'Add':</w:t>
      </w:r>
    </w:p>
    <w:p w14:paraId="36B55239" w14:textId="77777777" w:rsidR="00DC24E3" w:rsidRDefault="00DC24E3" w:rsidP="00DC24E3">
      <w:pPr>
        <w:pStyle w:val="Code"/>
        <w:rPr>
          <w:lang w:val="en-US"/>
        </w:rPr>
      </w:pPr>
      <w:r>
        <w:rPr>
          <w:lang w:val="en-US"/>
        </w:rPr>
        <w:t xml:space="preserve">            add(a, b)</w:t>
      </w:r>
    </w:p>
    <w:p w14:paraId="65202C72" w14:textId="77777777" w:rsidR="00DC24E3" w:rsidRDefault="00DC24E3" w:rsidP="00DC24E3">
      <w:pPr>
        <w:pStyle w:val="Code"/>
        <w:rPr>
          <w:lang w:val="en-US"/>
        </w:rPr>
      </w:pPr>
      <w:r>
        <w:rPr>
          <w:lang w:val="en-US"/>
        </w:rPr>
        <w:t xml:space="preserve">        if op == 'Subtract':</w:t>
      </w:r>
    </w:p>
    <w:p w14:paraId="1E560628" w14:textId="77777777" w:rsidR="00DC24E3" w:rsidRDefault="00DC24E3" w:rsidP="00DC24E3">
      <w:pPr>
        <w:pStyle w:val="Code"/>
        <w:rPr>
          <w:lang w:val="en-US"/>
        </w:rPr>
      </w:pPr>
      <w:r>
        <w:rPr>
          <w:lang w:val="en-US"/>
        </w:rPr>
        <w:t xml:space="preserve">            subtract(a, b)</w:t>
      </w:r>
    </w:p>
    <w:p w14:paraId="6536DFDB" w14:textId="77777777" w:rsidR="00DC24E3" w:rsidRDefault="00DC24E3" w:rsidP="00DC24E3">
      <w:pPr>
        <w:pStyle w:val="Code"/>
        <w:rPr>
          <w:lang w:val="en-US"/>
        </w:rPr>
      </w:pPr>
      <w:r>
        <w:rPr>
          <w:lang w:val="en-US"/>
        </w:rPr>
        <w:t xml:space="preserve">        if op == 'Divide':</w:t>
      </w:r>
    </w:p>
    <w:p w14:paraId="0536BEA9" w14:textId="77777777" w:rsidR="00DC24E3" w:rsidRDefault="00DC24E3" w:rsidP="00DC24E3">
      <w:pPr>
        <w:pStyle w:val="Code"/>
        <w:rPr>
          <w:lang w:val="en-US"/>
        </w:rPr>
      </w:pPr>
      <w:r>
        <w:rPr>
          <w:lang w:val="en-US"/>
        </w:rPr>
        <w:t xml:space="preserve">            divide(a, b)</w:t>
      </w:r>
    </w:p>
    <w:p w14:paraId="203D14AA" w14:textId="77777777" w:rsidR="00DC24E3" w:rsidRDefault="00DC24E3" w:rsidP="00DC24E3">
      <w:pPr>
        <w:pStyle w:val="Code"/>
        <w:rPr>
          <w:lang w:val="en-US"/>
        </w:rPr>
      </w:pPr>
      <w:r>
        <w:rPr>
          <w:lang w:val="en-US"/>
        </w:rPr>
        <w:t xml:space="preserve">        if op == 'Multiply':</w:t>
      </w:r>
    </w:p>
    <w:p w14:paraId="624E8B3B" w14:textId="77777777" w:rsidR="00DC24E3" w:rsidRDefault="00DC24E3" w:rsidP="00DC24E3">
      <w:pPr>
        <w:pStyle w:val="Code"/>
        <w:rPr>
          <w:lang w:val="en-US"/>
        </w:rPr>
      </w:pPr>
      <w:r>
        <w:rPr>
          <w:lang w:val="en-US"/>
        </w:rPr>
        <w:t xml:space="preserve">            multiply(a, b)</w:t>
      </w:r>
    </w:p>
    <w:p w14:paraId="7A404F97" w14:textId="77777777" w:rsidR="00DC24E3" w:rsidRDefault="00DC24E3" w:rsidP="00DC24E3">
      <w:pPr>
        <w:pStyle w:val="Code"/>
        <w:rPr>
          <w:lang w:val="en-US"/>
        </w:rPr>
      </w:pPr>
      <w:r>
        <w:rPr>
          <w:lang w:val="en-US"/>
        </w:rPr>
        <w:t xml:space="preserve">    except </w:t>
      </w:r>
      <w:proofErr w:type="spellStart"/>
      <w:r>
        <w:rPr>
          <w:lang w:val="en-US"/>
        </w:rPr>
        <w:t>ValueError</w:t>
      </w:r>
      <w:proofErr w:type="spellEnd"/>
      <w:r>
        <w:rPr>
          <w:lang w:val="en-US"/>
        </w:rPr>
        <w:t>:</w:t>
      </w:r>
    </w:p>
    <w:p w14:paraId="103A490C" w14:textId="77777777" w:rsidR="00DC24E3" w:rsidRDefault="00DC24E3" w:rsidP="00DC24E3">
      <w:pPr>
        <w:pStyle w:val="Code"/>
        <w:rPr>
          <w:lang w:val="en-US"/>
        </w:rPr>
      </w:pPr>
      <w:r>
        <w:rPr>
          <w:lang w:val="en-US"/>
        </w:rPr>
        <w:t xml:space="preserve">        print('Invalid fraction entered')</w:t>
      </w:r>
    </w:p>
    <w:p w14:paraId="27110822" w14:textId="77777777" w:rsidR="00DC24E3" w:rsidRDefault="00DC24E3" w:rsidP="00DC24E3">
      <w:pPr>
        <w:pStyle w:val="TexteCourant"/>
      </w:pPr>
      <w:r>
        <w:t xml:space="preserve">Lorsque le programme est lancé, il vous demande de saisir deux fractions et l’opération que vous souhaitez réaliser. Il affiche alors le résultat de cette opération. Voici un exemple de l’opération </w:t>
      </w:r>
      <w:proofErr w:type="spellStart"/>
      <w:r w:rsidRPr="00FA494B">
        <w:rPr>
          <w:rStyle w:val="CodeDansTexte"/>
        </w:rPr>
        <w:t>Substract</w:t>
      </w:r>
      <w:proofErr w:type="spellEnd"/>
      <w:r>
        <w:t> :</w:t>
      </w:r>
    </w:p>
    <w:p w14:paraId="5371D1B9" w14:textId="77777777" w:rsidR="00DC24E3" w:rsidRDefault="00DC24E3" w:rsidP="00DC24E3">
      <w:pPr>
        <w:pStyle w:val="Code"/>
        <w:rPr>
          <w:b/>
          <w:bCs/>
          <w:lang w:val="en-US"/>
        </w:rPr>
      </w:pPr>
      <w:r>
        <w:rPr>
          <w:lang w:val="en-US"/>
        </w:rPr>
        <w:t xml:space="preserve">Enter first fraction: </w:t>
      </w:r>
      <w:r>
        <w:rPr>
          <w:b/>
          <w:bCs/>
          <w:lang w:val="en-US"/>
        </w:rPr>
        <w:t>1/3</w:t>
      </w:r>
    </w:p>
    <w:p w14:paraId="50878A16" w14:textId="77777777" w:rsidR="00DC24E3" w:rsidRDefault="00DC24E3" w:rsidP="00DC24E3">
      <w:pPr>
        <w:pStyle w:val="Code"/>
        <w:rPr>
          <w:b/>
          <w:bCs/>
          <w:lang w:val="en-US"/>
        </w:rPr>
      </w:pPr>
      <w:r>
        <w:rPr>
          <w:lang w:val="en-US"/>
        </w:rPr>
        <w:t xml:space="preserve">Enter second fraction: </w:t>
      </w:r>
      <w:r>
        <w:rPr>
          <w:b/>
          <w:bCs/>
          <w:lang w:val="en-US"/>
        </w:rPr>
        <w:t>2/3</w:t>
      </w:r>
    </w:p>
    <w:p w14:paraId="7AC94CB3" w14:textId="77777777" w:rsidR="00DC24E3" w:rsidRDefault="00DC24E3" w:rsidP="00DC24E3">
      <w:pPr>
        <w:pStyle w:val="Code"/>
        <w:rPr>
          <w:b/>
          <w:bCs/>
          <w:lang w:val="en-US"/>
        </w:rPr>
      </w:pPr>
      <w:r>
        <w:rPr>
          <w:lang w:val="en-US"/>
        </w:rPr>
        <w:t xml:space="preserve">Operation to perform - Add, Subtract, Divide, Multiply: </w:t>
      </w:r>
      <w:r>
        <w:rPr>
          <w:b/>
          <w:bCs/>
          <w:lang w:val="en-US"/>
        </w:rPr>
        <w:t>Subtract</w:t>
      </w:r>
    </w:p>
    <w:p w14:paraId="17905FA6" w14:textId="77777777" w:rsidR="00DC24E3" w:rsidRDefault="00DC24E3" w:rsidP="00DC24E3">
      <w:pPr>
        <w:pStyle w:val="Code"/>
        <w:rPr>
          <w:lang w:val="en-US"/>
        </w:rPr>
      </w:pPr>
      <w:r>
        <w:rPr>
          <w:lang w:val="en-US"/>
        </w:rPr>
        <w:t xml:space="preserve">Result of subtracting 2/3 from 1/3 is -1/3 </w:t>
      </w:r>
    </w:p>
    <w:p w14:paraId="18B21715" w14:textId="77777777" w:rsidR="00DC24E3" w:rsidRDefault="00DC24E3" w:rsidP="00DC24E3">
      <w:pPr>
        <w:pStyle w:val="TexteCourant"/>
      </w:pPr>
      <w:r>
        <w:t xml:space="preserve">Si l’utilisateur saisi une entrée invalide, comme </w:t>
      </w:r>
      <w:r w:rsidRPr="00D72BBE">
        <w:rPr>
          <w:rStyle w:val="CodeDansTexte"/>
        </w:rPr>
        <w:t>1</w:t>
      </w:r>
      <w:r>
        <w:t>, le programme affichera un message d’erreur.</w:t>
      </w:r>
    </w:p>
    <w:p w14:paraId="032C47D1" w14:textId="77777777" w:rsidR="00DC24E3" w:rsidRDefault="00DC24E3" w:rsidP="00DC24E3">
      <w:pPr>
        <w:pStyle w:val="TitreNiveau2"/>
      </w:pPr>
      <w:r>
        <w:t>#5 : Donner à l’utilisateur le choix d’arrêter, ou non, le programme</w:t>
      </w:r>
    </w:p>
    <w:p w14:paraId="54CBBF77" w14:textId="77777777" w:rsidR="00DC24E3" w:rsidRDefault="00DC24E3" w:rsidP="00DC24E3">
      <w:pPr>
        <w:pStyle w:val="TexteCourant"/>
      </w:pPr>
      <w:r>
        <w:t>Ce défi vous a été donné en dernier pour vous donner la chance d’essayer d’améliorer les autres programmes afin qu’ils puissent continuer leur exécution jusqu’à ce que l’utilisateur choisisse d’arrêter. Voici le programme calculateur de fractions amélioré à cet effet :</w:t>
      </w:r>
    </w:p>
    <w:p w14:paraId="277D2E52" w14:textId="77777777" w:rsidR="00DC24E3" w:rsidRDefault="00DC24E3" w:rsidP="00DC24E3">
      <w:pPr>
        <w:pStyle w:val="Code"/>
        <w:rPr>
          <w:lang w:val="en-US"/>
        </w:rPr>
      </w:pPr>
      <w:r>
        <w:rPr>
          <w:lang w:val="en-US"/>
        </w:rPr>
        <w:t>''' fractions_operations_exit_power.py</w:t>
      </w:r>
    </w:p>
    <w:p w14:paraId="0866D476" w14:textId="77777777" w:rsidR="00DC24E3" w:rsidRDefault="00DC24E3" w:rsidP="00DC24E3">
      <w:pPr>
        <w:pStyle w:val="Code"/>
        <w:rPr>
          <w:lang w:val="en-US"/>
        </w:rPr>
      </w:pPr>
      <w:r>
        <w:rPr>
          <w:lang w:val="en-US"/>
        </w:rPr>
        <w:t>Fraction operations: Do not exit until asked to '''</w:t>
      </w:r>
    </w:p>
    <w:p w14:paraId="6BF17015" w14:textId="77777777" w:rsidR="00DC24E3" w:rsidRDefault="00DC24E3" w:rsidP="00DC24E3">
      <w:pPr>
        <w:pStyle w:val="Code"/>
        <w:rPr>
          <w:lang w:val="en-US"/>
        </w:rPr>
      </w:pPr>
      <w:r>
        <w:rPr>
          <w:lang w:val="en-US"/>
        </w:rPr>
        <w:t>from fractions import Fraction</w:t>
      </w:r>
    </w:p>
    <w:p w14:paraId="2865BED4" w14:textId="77777777" w:rsidR="00DC24E3" w:rsidRDefault="00DC24E3" w:rsidP="00DC24E3">
      <w:pPr>
        <w:pStyle w:val="Code"/>
        <w:rPr>
          <w:lang w:val="en-US"/>
        </w:rPr>
      </w:pPr>
      <w:r>
        <w:rPr>
          <w:lang w:val="en-US"/>
        </w:rPr>
        <w:t xml:space="preserve">    </w:t>
      </w:r>
      <w:proofErr w:type="spellStart"/>
      <w:r>
        <w:rPr>
          <w:lang w:val="en-US"/>
        </w:rPr>
        <w:t>def</w:t>
      </w:r>
      <w:proofErr w:type="spellEnd"/>
      <w:r>
        <w:rPr>
          <w:lang w:val="en-US"/>
        </w:rPr>
        <w:t xml:space="preserve"> add(a, b):</w:t>
      </w:r>
    </w:p>
    <w:p w14:paraId="6256A5C1" w14:textId="77777777" w:rsidR="00DC24E3" w:rsidRDefault="00DC24E3" w:rsidP="00DC24E3">
      <w:pPr>
        <w:pStyle w:val="Code"/>
        <w:rPr>
          <w:lang w:val="en-US"/>
        </w:rPr>
      </w:pPr>
      <w:r>
        <w:rPr>
          <w:lang w:val="en-US"/>
        </w:rPr>
        <w:t xml:space="preserve">        print('Result of adding {0} and {1} is {2} '.format(a, b, </w:t>
      </w:r>
      <w:proofErr w:type="spellStart"/>
      <w:r>
        <w:rPr>
          <w:lang w:val="en-US"/>
        </w:rPr>
        <w:t>a+b</w:t>
      </w:r>
      <w:proofErr w:type="spellEnd"/>
      <w:r>
        <w:rPr>
          <w:lang w:val="en-US"/>
        </w:rPr>
        <w:t>))</w:t>
      </w:r>
    </w:p>
    <w:p w14:paraId="3121B5AE" w14:textId="77777777" w:rsidR="00DC24E3" w:rsidRDefault="00DC24E3" w:rsidP="00DC24E3">
      <w:pPr>
        <w:pStyle w:val="Code"/>
        <w:rPr>
          <w:lang w:val="en-US"/>
        </w:rPr>
      </w:pPr>
      <w:r>
        <w:rPr>
          <w:lang w:val="en-US"/>
        </w:rPr>
        <w:t xml:space="preserve">    </w:t>
      </w:r>
      <w:proofErr w:type="spellStart"/>
      <w:r>
        <w:rPr>
          <w:lang w:val="en-US"/>
        </w:rPr>
        <w:t>def</w:t>
      </w:r>
      <w:proofErr w:type="spellEnd"/>
      <w:r>
        <w:rPr>
          <w:lang w:val="en-US"/>
        </w:rPr>
        <w:t xml:space="preserve"> subtract(a, b):</w:t>
      </w:r>
    </w:p>
    <w:p w14:paraId="7543A282" w14:textId="77777777" w:rsidR="00DC24E3" w:rsidRDefault="00DC24E3" w:rsidP="00DC24E3">
      <w:pPr>
        <w:pStyle w:val="Code"/>
        <w:rPr>
          <w:lang w:val="en-US"/>
        </w:rPr>
      </w:pPr>
      <w:r>
        <w:rPr>
          <w:lang w:val="en-US"/>
        </w:rPr>
        <w:t xml:space="preserve">        print('Result of subtracting {1} from {0} is {2}'.format(a, b, a-b)) </w:t>
      </w:r>
    </w:p>
    <w:p w14:paraId="3EBE4E50" w14:textId="77777777" w:rsidR="00DC24E3" w:rsidRDefault="00DC24E3" w:rsidP="00DC24E3">
      <w:pPr>
        <w:pStyle w:val="Code"/>
        <w:rPr>
          <w:lang w:val="en-US"/>
        </w:rPr>
      </w:pPr>
      <w:r>
        <w:rPr>
          <w:lang w:val="en-US"/>
        </w:rPr>
        <w:t xml:space="preserve">    </w:t>
      </w:r>
      <w:proofErr w:type="spellStart"/>
      <w:r>
        <w:rPr>
          <w:lang w:val="en-US"/>
        </w:rPr>
        <w:t>def</w:t>
      </w:r>
      <w:proofErr w:type="spellEnd"/>
      <w:r>
        <w:rPr>
          <w:lang w:val="en-US"/>
        </w:rPr>
        <w:t>: divide(a, b):</w:t>
      </w:r>
    </w:p>
    <w:p w14:paraId="25CF1AEC" w14:textId="77777777" w:rsidR="00DC24E3" w:rsidRDefault="00DC24E3" w:rsidP="00DC24E3">
      <w:pPr>
        <w:pStyle w:val="Code"/>
        <w:rPr>
          <w:lang w:val="en-US"/>
        </w:rPr>
      </w:pPr>
      <w:r>
        <w:rPr>
          <w:lang w:val="en-US"/>
        </w:rPr>
        <w:t xml:space="preserve">        print('Result of dividing {0} by {1} is {2}'.format(a, b, a/b)) </w:t>
      </w:r>
    </w:p>
    <w:p w14:paraId="15488AA2" w14:textId="77777777" w:rsidR="00DC24E3" w:rsidRDefault="00DC24E3" w:rsidP="00DC24E3">
      <w:pPr>
        <w:pStyle w:val="Code"/>
        <w:rPr>
          <w:lang w:val="en-US"/>
        </w:rPr>
      </w:pPr>
      <w:r>
        <w:rPr>
          <w:lang w:val="en-US"/>
        </w:rPr>
        <w:t xml:space="preserve">    </w:t>
      </w:r>
      <w:proofErr w:type="spellStart"/>
      <w:r>
        <w:rPr>
          <w:lang w:val="en-US"/>
        </w:rPr>
        <w:t>def</w:t>
      </w:r>
      <w:proofErr w:type="spellEnd"/>
      <w:r>
        <w:rPr>
          <w:lang w:val="en-US"/>
        </w:rPr>
        <w:t xml:space="preserve"> multiply(a, b):</w:t>
      </w:r>
    </w:p>
    <w:p w14:paraId="1AFB137D" w14:textId="77777777" w:rsidR="00DC24E3" w:rsidRDefault="00DC24E3" w:rsidP="00DC24E3">
      <w:pPr>
        <w:pStyle w:val="Code"/>
        <w:rPr>
          <w:lang w:val="en-US"/>
        </w:rPr>
      </w:pPr>
      <w:r>
        <w:rPr>
          <w:lang w:val="en-US"/>
        </w:rPr>
        <w:t xml:space="preserve">        print('Result of multiplying {0} and {1} is {2}'.format(a, b, a*b)) </w:t>
      </w:r>
    </w:p>
    <w:p w14:paraId="2D276373" w14:textId="77777777" w:rsidR="00DC24E3" w:rsidRDefault="00DC24E3" w:rsidP="00DC24E3">
      <w:pPr>
        <w:pStyle w:val="Code"/>
        <w:rPr>
          <w:lang w:val="en-US"/>
        </w:rPr>
      </w:pPr>
      <w:r>
        <w:rPr>
          <w:lang w:val="en-US"/>
        </w:rPr>
        <w:t>if __name__ == '__main__':</w:t>
      </w:r>
    </w:p>
    <w:p w14:paraId="5B1EFFBA" w14:textId="77777777" w:rsidR="00DC24E3" w:rsidRDefault="00DC24E3" w:rsidP="00DC24E3">
      <w:pPr>
        <w:pStyle w:val="Code"/>
        <w:rPr>
          <w:lang w:val="en-US"/>
        </w:rPr>
      </w:pPr>
      <w:r>
        <w:rPr>
          <w:lang w:val="en-US"/>
        </w:rPr>
        <w:t xml:space="preserve">    while True: </w:t>
      </w:r>
    </w:p>
    <w:p w14:paraId="4F457150" w14:textId="77777777" w:rsidR="00DC24E3" w:rsidRDefault="00DC24E3" w:rsidP="00DC24E3">
      <w:pPr>
        <w:pStyle w:val="Code"/>
        <w:rPr>
          <w:lang w:val="en-US"/>
        </w:rPr>
      </w:pPr>
      <w:r>
        <w:rPr>
          <w:lang w:val="en-US"/>
        </w:rPr>
        <w:t xml:space="preserve">        try:</w:t>
      </w:r>
    </w:p>
    <w:p w14:paraId="3618F5BC" w14:textId="77777777" w:rsidR="00DC24E3" w:rsidRDefault="00DC24E3" w:rsidP="00DC24E3">
      <w:pPr>
        <w:pStyle w:val="Code"/>
        <w:rPr>
          <w:lang w:val="en-US"/>
        </w:rPr>
      </w:pPr>
      <w:r>
        <w:rPr>
          <w:lang w:val="en-US"/>
        </w:rPr>
        <w:t xml:space="preserve">            a = Fraction(input('Enter first fraction: '))</w:t>
      </w:r>
    </w:p>
    <w:p w14:paraId="769807CF" w14:textId="77777777" w:rsidR="00DC24E3" w:rsidRDefault="00DC24E3" w:rsidP="00DC24E3">
      <w:pPr>
        <w:pStyle w:val="Code"/>
        <w:rPr>
          <w:lang w:val="en-US"/>
        </w:rPr>
      </w:pPr>
      <w:r>
        <w:rPr>
          <w:lang w:val="en-US"/>
        </w:rPr>
        <w:t xml:space="preserve">            b = Fraction(input('Enter second fraction: '))</w:t>
      </w:r>
    </w:p>
    <w:p w14:paraId="41707A39" w14:textId="77777777" w:rsidR="00DC24E3" w:rsidRDefault="00DC24E3" w:rsidP="00DC24E3">
      <w:pPr>
        <w:pStyle w:val="Code"/>
        <w:rPr>
          <w:lang w:val="en-US"/>
        </w:rPr>
      </w:pPr>
      <w:r>
        <w:rPr>
          <w:lang w:val="en-US"/>
        </w:rPr>
        <w:t xml:space="preserve">            op = input('Operation to perform - Add, Subtract, Divide, Multiply: ')</w:t>
      </w:r>
    </w:p>
    <w:p w14:paraId="130DB773" w14:textId="77777777" w:rsidR="00DC24E3" w:rsidRDefault="00DC24E3" w:rsidP="00DC24E3">
      <w:pPr>
        <w:pStyle w:val="Code"/>
        <w:rPr>
          <w:lang w:val="en-US"/>
        </w:rPr>
      </w:pPr>
      <w:r>
        <w:rPr>
          <w:lang w:val="en-US"/>
        </w:rPr>
        <w:t xml:space="preserve">            if op == 'Add': </w:t>
      </w:r>
    </w:p>
    <w:p w14:paraId="104368FC" w14:textId="77777777" w:rsidR="00DC24E3" w:rsidRDefault="00DC24E3" w:rsidP="00DC24E3">
      <w:pPr>
        <w:pStyle w:val="Code"/>
        <w:rPr>
          <w:lang w:val="en-US"/>
        </w:rPr>
      </w:pPr>
      <w:r>
        <w:rPr>
          <w:lang w:val="en-US"/>
        </w:rPr>
        <w:t xml:space="preserve">                add(a, b)</w:t>
      </w:r>
    </w:p>
    <w:p w14:paraId="051F337D" w14:textId="77777777" w:rsidR="00DC24E3" w:rsidRDefault="00DC24E3" w:rsidP="00DC24E3">
      <w:pPr>
        <w:pStyle w:val="Code"/>
        <w:rPr>
          <w:lang w:val="en-US"/>
        </w:rPr>
      </w:pPr>
      <w:r>
        <w:rPr>
          <w:lang w:val="en-US"/>
        </w:rPr>
        <w:t xml:space="preserve">            if op == 'Subtract': </w:t>
      </w:r>
    </w:p>
    <w:p w14:paraId="1906EEC5" w14:textId="77777777" w:rsidR="00DC24E3" w:rsidRDefault="00DC24E3" w:rsidP="00DC24E3">
      <w:pPr>
        <w:pStyle w:val="Code"/>
        <w:rPr>
          <w:lang w:val="en-US"/>
        </w:rPr>
      </w:pPr>
      <w:r>
        <w:rPr>
          <w:lang w:val="en-US"/>
        </w:rPr>
        <w:t xml:space="preserve">                subtract(a, b)</w:t>
      </w:r>
    </w:p>
    <w:p w14:paraId="3A02C36C" w14:textId="77777777" w:rsidR="00DC24E3" w:rsidRDefault="00DC24E3" w:rsidP="00DC24E3">
      <w:pPr>
        <w:pStyle w:val="Code"/>
        <w:rPr>
          <w:lang w:val="en-US"/>
        </w:rPr>
      </w:pPr>
      <w:r>
        <w:rPr>
          <w:lang w:val="en-US"/>
        </w:rPr>
        <w:t xml:space="preserve">            if op == 'Divide': </w:t>
      </w:r>
    </w:p>
    <w:p w14:paraId="170FE77E" w14:textId="77777777" w:rsidR="00DC24E3" w:rsidRDefault="00DC24E3" w:rsidP="00DC24E3">
      <w:pPr>
        <w:pStyle w:val="Code"/>
        <w:rPr>
          <w:lang w:val="en-US"/>
        </w:rPr>
      </w:pPr>
      <w:r>
        <w:rPr>
          <w:lang w:val="en-US"/>
        </w:rPr>
        <w:t xml:space="preserve">                 divide(a, b)</w:t>
      </w:r>
    </w:p>
    <w:p w14:paraId="58309DC5" w14:textId="77777777" w:rsidR="00DC24E3" w:rsidRDefault="00DC24E3" w:rsidP="00DC24E3">
      <w:pPr>
        <w:pStyle w:val="Code"/>
        <w:rPr>
          <w:lang w:val="en-US"/>
        </w:rPr>
      </w:pPr>
      <w:r>
        <w:rPr>
          <w:lang w:val="en-US"/>
        </w:rPr>
        <w:t xml:space="preserve">            if op == 'Multiply': </w:t>
      </w:r>
    </w:p>
    <w:p w14:paraId="5C2175F7" w14:textId="77777777" w:rsidR="00DC24E3" w:rsidRDefault="00DC24E3" w:rsidP="00DC24E3">
      <w:pPr>
        <w:pStyle w:val="Code"/>
        <w:rPr>
          <w:lang w:val="en-US"/>
        </w:rPr>
      </w:pPr>
      <w:r>
        <w:rPr>
          <w:lang w:val="en-US"/>
        </w:rPr>
        <w:t xml:space="preserve">                multiply(a, b)</w:t>
      </w:r>
    </w:p>
    <w:p w14:paraId="0AB7780C" w14:textId="77777777" w:rsidR="00DC24E3" w:rsidRDefault="00DC24E3" w:rsidP="00DC24E3">
      <w:pPr>
        <w:pStyle w:val="Code"/>
        <w:rPr>
          <w:lang w:val="en-US"/>
        </w:rPr>
      </w:pPr>
      <w:r>
        <w:rPr>
          <w:lang w:val="en-US"/>
        </w:rPr>
        <w:t xml:space="preserve">        except </w:t>
      </w:r>
      <w:proofErr w:type="spellStart"/>
      <w:r>
        <w:rPr>
          <w:lang w:val="en-US"/>
        </w:rPr>
        <w:t>ValueError</w:t>
      </w:r>
      <w:proofErr w:type="spellEnd"/>
      <w:r>
        <w:rPr>
          <w:lang w:val="en-US"/>
        </w:rPr>
        <w:t xml:space="preserve">: </w:t>
      </w:r>
    </w:p>
    <w:p w14:paraId="3B852CBE" w14:textId="77777777" w:rsidR="00DC24E3" w:rsidRDefault="00DC24E3" w:rsidP="00DC24E3">
      <w:pPr>
        <w:pStyle w:val="Code"/>
        <w:rPr>
          <w:lang w:val="en-US"/>
        </w:rPr>
      </w:pPr>
      <w:r>
        <w:rPr>
          <w:lang w:val="en-US"/>
        </w:rPr>
        <w:t xml:space="preserve">            print('Invalid fraction entered')</w:t>
      </w:r>
    </w:p>
    <w:p w14:paraId="7F123A54" w14:textId="77777777" w:rsidR="00DC24E3" w:rsidRDefault="00DC24E3" w:rsidP="00DC24E3">
      <w:pPr>
        <w:pStyle w:val="Code"/>
        <w:rPr>
          <w:lang w:val="en-US"/>
        </w:rPr>
      </w:pPr>
      <w:r>
        <w:rPr>
          <w:lang w:val="en-US"/>
        </w:rPr>
        <w:t xml:space="preserve">        answer = input('Do you want to exit? (y) for yes ')</w:t>
      </w:r>
    </w:p>
    <w:p w14:paraId="7954A964" w14:textId="77777777" w:rsidR="00DC24E3" w:rsidRDefault="00DC24E3" w:rsidP="00DC24E3">
      <w:pPr>
        <w:pStyle w:val="Code"/>
        <w:rPr>
          <w:lang w:val="en-US"/>
        </w:rPr>
      </w:pPr>
      <w:r>
        <w:rPr>
          <w:lang w:val="en-US"/>
        </w:rPr>
        <w:t xml:space="preserve">        if answer == 'y': </w:t>
      </w:r>
    </w:p>
    <w:p w14:paraId="3FF34B5A" w14:textId="77777777" w:rsidR="00DC24E3" w:rsidRDefault="00DC24E3" w:rsidP="00DC24E3">
      <w:pPr>
        <w:pStyle w:val="Code"/>
        <w:rPr>
          <w:lang w:val="en-US"/>
        </w:rPr>
      </w:pPr>
      <w:r>
        <w:rPr>
          <w:lang w:val="en-US"/>
        </w:rPr>
        <w:t xml:space="preserve">            break </w:t>
      </w:r>
    </w:p>
    <w:p w14:paraId="739E966E" w14:textId="77777777" w:rsidR="00DC24E3" w:rsidRDefault="00DC24E3" w:rsidP="00DC24E3">
      <w:pPr>
        <w:pStyle w:val="TexteCourant"/>
      </w:pPr>
      <w:r>
        <w:t>Voici un exemple d’exécution de ce programme :</w:t>
      </w:r>
    </w:p>
    <w:p w14:paraId="25FDF8E4" w14:textId="77777777" w:rsidR="00DC24E3" w:rsidRDefault="00DC24E3" w:rsidP="00DC24E3">
      <w:pPr>
        <w:pStyle w:val="Code"/>
        <w:rPr>
          <w:b/>
          <w:bCs/>
          <w:lang w:val="en-US"/>
        </w:rPr>
      </w:pPr>
      <w:r>
        <w:rPr>
          <w:lang w:val="en-US"/>
        </w:rPr>
        <w:t xml:space="preserve">Enter first fraction: </w:t>
      </w:r>
      <w:r>
        <w:rPr>
          <w:b/>
          <w:bCs/>
          <w:lang w:val="en-US"/>
        </w:rPr>
        <w:t>1/3</w:t>
      </w:r>
    </w:p>
    <w:p w14:paraId="1B421148" w14:textId="77777777" w:rsidR="00DC24E3" w:rsidRDefault="00DC24E3" w:rsidP="00DC24E3">
      <w:pPr>
        <w:pStyle w:val="Code"/>
        <w:rPr>
          <w:b/>
          <w:bCs/>
          <w:lang w:val="en-US"/>
        </w:rPr>
      </w:pPr>
      <w:r>
        <w:rPr>
          <w:lang w:val="en-US"/>
        </w:rPr>
        <w:t xml:space="preserve">Enter second fraction: </w:t>
      </w:r>
      <w:r>
        <w:rPr>
          <w:b/>
          <w:bCs/>
          <w:lang w:val="en-US"/>
        </w:rPr>
        <w:t>4/6</w:t>
      </w:r>
    </w:p>
    <w:p w14:paraId="509DB173" w14:textId="77777777" w:rsidR="00DC24E3" w:rsidRDefault="00DC24E3" w:rsidP="00DC24E3">
      <w:pPr>
        <w:pStyle w:val="Code"/>
        <w:rPr>
          <w:b/>
          <w:bCs/>
          <w:lang w:val="en-US"/>
        </w:rPr>
      </w:pPr>
      <w:r>
        <w:rPr>
          <w:lang w:val="en-US"/>
        </w:rPr>
        <w:t xml:space="preserve">Operation to perform - Add, Subtract, Divide, Multiply: </w:t>
      </w:r>
      <w:r>
        <w:rPr>
          <w:b/>
          <w:bCs/>
          <w:lang w:val="en-US"/>
        </w:rPr>
        <w:t>Divide</w:t>
      </w:r>
    </w:p>
    <w:p w14:paraId="4CAD6EC1" w14:textId="77777777" w:rsidR="00DC24E3" w:rsidRDefault="00DC24E3" w:rsidP="00DC24E3">
      <w:pPr>
        <w:pStyle w:val="Code"/>
        <w:rPr>
          <w:lang w:val="en-US"/>
        </w:rPr>
      </w:pPr>
      <w:r>
        <w:rPr>
          <w:lang w:val="en-US"/>
        </w:rPr>
        <w:t>Result of dividing 1/3 by 2/3 is 1/2</w:t>
      </w:r>
    </w:p>
    <w:p w14:paraId="347EC41F" w14:textId="77777777" w:rsidR="00DC24E3" w:rsidRDefault="00DC24E3" w:rsidP="00DC24E3">
      <w:pPr>
        <w:pStyle w:val="Code"/>
        <w:rPr>
          <w:b/>
          <w:bCs/>
          <w:lang w:val="en-US"/>
        </w:rPr>
      </w:pPr>
      <w:r>
        <w:rPr>
          <w:lang w:val="en-US"/>
        </w:rPr>
        <w:t xml:space="preserve">Do you want to exit? (y) for yes </w:t>
      </w:r>
      <w:r>
        <w:rPr>
          <w:b/>
          <w:bCs/>
          <w:lang w:val="en-US"/>
        </w:rPr>
        <w:t>n</w:t>
      </w:r>
    </w:p>
    <w:p w14:paraId="7E36A336" w14:textId="77777777" w:rsidR="00DC24E3" w:rsidRDefault="00DC24E3" w:rsidP="00DC24E3">
      <w:pPr>
        <w:pStyle w:val="Code"/>
        <w:rPr>
          <w:b/>
          <w:bCs/>
          <w:lang w:val="en-US"/>
        </w:rPr>
      </w:pPr>
      <w:r>
        <w:rPr>
          <w:lang w:val="en-US"/>
        </w:rPr>
        <w:t xml:space="preserve">Enter first fraction: </w:t>
      </w:r>
      <w:r>
        <w:rPr>
          <w:b/>
          <w:bCs/>
          <w:lang w:val="en-US"/>
        </w:rPr>
        <w:t>2/3</w:t>
      </w:r>
    </w:p>
    <w:p w14:paraId="1120598A" w14:textId="77777777" w:rsidR="00DC24E3" w:rsidRDefault="00DC24E3" w:rsidP="00DC24E3">
      <w:pPr>
        <w:pStyle w:val="Code"/>
        <w:rPr>
          <w:b/>
          <w:bCs/>
          <w:lang w:val="en-US"/>
        </w:rPr>
      </w:pPr>
      <w:r>
        <w:rPr>
          <w:lang w:val="en-US"/>
        </w:rPr>
        <w:t xml:space="preserve">Enter second fraction: </w:t>
      </w:r>
      <w:r>
        <w:rPr>
          <w:b/>
          <w:bCs/>
          <w:lang w:val="en-US"/>
        </w:rPr>
        <w:t>4/5</w:t>
      </w:r>
    </w:p>
    <w:p w14:paraId="2117AD9F" w14:textId="77777777" w:rsidR="00DC24E3" w:rsidRDefault="00DC24E3" w:rsidP="00DC24E3">
      <w:pPr>
        <w:pStyle w:val="Code"/>
        <w:rPr>
          <w:b/>
          <w:bCs/>
          <w:lang w:val="en-US"/>
        </w:rPr>
      </w:pPr>
      <w:r>
        <w:rPr>
          <w:lang w:val="en-US"/>
        </w:rPr>
        <w:t xml:space="preserve">Operation to perform - Add, Subtract, Divide, Multiply: </w:t>
      </w:r>
      <w:r>
        <w:rPr>
          <w:b/>
          <w:bCs/>
          <w:lang w:val="en-US"/>
        </w:rPr>
        <w:t>Multiply</w:t>
      </w:r>
    </w:p>
    <w:p w14:paraId="246C5FDD" w14:textId="77777777" w:rsidR="00DC24E3" w:rsidRDefault="00DC24E3" w:rsidP="00DC24E3">
      <w:pPr>
        <w:pStyle w:val="Code"/>
        <w:rPr>
          <w:b/>
          <w:bCs/>
          <w:lang w:val="en-US"/>
        </w:rPr>
      </w:pPr>
      <w:r>
        <w:rPr>
          <w:lang w:val="en-US"/>
        </w:rPr>
        <w:t xml:space="preserve">Result of multiplying 2/3 and 4/5 is </w:t>
      </w:r>
      <w:r>
        <w:rPr>
          <w:b/>
          <w:bCs/>
          <w:lang w:val="en-US"/>
        </w:rPr>
        <w:t>8/15</w:t>
      </w:r>
    </w:p>
    <w:p w14:paraId="6CA6767A" w14:textId="77777777" w:rsidR="00DC24E3" w:rsidRDefault="00DC24E3" w:rsidP="00DC24E3">
      <w:pPr>
        <w:pStyle w:val="Code"/>
        <w:rPr>
          <w:lang w:val="en-US"/>
        </w:rPr>
      </w:pPr>
      <w:r>
        <w:rPr>
          <w:lang w:val="en-US"/>
        </w:rPr>
        <w:t xml:space="preserve">Do you want to exit? (y) for yes </w:t>
      </w:r>
      <w:r>
        <w:rPr>
          <w:b/>
          <w:bCs/>
          <w:lang w:val="en-US"/>
        </w:rPr>
        <w:t>y</w:t>
      </w:r>
    </w:p>
    <w:p w14:paraId="491C1451" w14:textId="77777777" w:rsidR="00DC24E3" w:rsidRDefault="00DC24E3" w:rsidP="00DC24E3">
      <w:pPr>
        <w:pStyle w:val="TexteCourant"/>
      </w:pPr>
      <w:r>
        <w:t>Vous pouvez trouver, comme autre exemple, le programme de conversion d’unité amélioré de la même manière dans le fichier enhanced_unit_conveter_exit_power.py.</w:t>
      </w:r>
    </w:p>
    <w:p w14:paraId="554433C7" w14:textId="77777777" w:rsidR="00DC24E3" w:rsidRDefault="00DC24E3" w:rsidP="00DC24E3">
      <w:pPr>
        <w:pStyle w:val="ChapitreNumero"/>
      </w:pPr>
      <w:r>
        <w:t>Chapitre 2</w:t>
      </w:r>
    </w:p>
    <w:p w14:paraId="348336A8" w14:textId="77777777" w:rsidR="00DC24E3" w:rsidRDefault="00DC24E3" w:rsidP="00DC24E3">
      <w:pPr>
        <w:pStyle w:val="ChapitreTitre"/>
      </w:pPr>
      <w:r>
        <w:t>Solution aux défis</w:t>
      </w:r>
    </w:p>
    <w:p w14:paraId="28D48AF2" w14:textId="77777777" w:rsidR="00DC24E3" w:rsidRDefault="00DC24E3" w:rsidP="00DC24E3">
      <w:pPr>
        <w:pStyle w:val="TitreNiveau2"/>
      </w:pPr>
      <w:r>
        <w:t>#1: Comment la température varie-t-elle au cours de la journée ?</w:t>
      </w:r>
    </w:p>
    <w:p w14:paraId="7CE33D6D" w14:textId="30311F0F" w:rsidR="00DC24E3" w:rsidRPr="006911C8" w:rsidRDefault="00DC24E3" w:rsidP="00DC24E3">
      <w:pPr>
        <w:pStyle w:val="ChapitreIntroduction"/>
      </w:pPr>
      <w:r>
        <w:t>Pour ce défi, vous deviez chercher les températures d’une ville à l’aide du moteur de recherche Google et recréer un graphique des températures de la journée. La Figure 1 montre un exemple de ce que vous trouvez en chercha</w:t>
      </w:r>
      <w:r w:rsidR="003B6EC4">
        <w:t xml:space="preserve">nt « New York </w:t>
      </w:r>
      <w:proofErr w:type="spellStart"/>
      <w:r w:rsidR="003B6EC4">
        <w:t>weather</w:t>
      </w:r>
      <w:proofErr w:type="spellEnd"/>
      <w:r w:rsidR="003B6EC4">
        <w:t> ».</w:t>
      </w:r>
    </w:p>
    <w:p w14:paraId="34B884CC" w14:textId="77777777" w:rsidR="00DC24E3" w:rsidRDefault="00DC24E3" w:rsidP="00DC24E3">
      <w:pPr>
        <w:pStyle w:val="FigureNomDeFichier"/>
      </w:pPr>
      <w:r>
        <w:t>Figure 1.png</w:t>
      </w:r>
    </w:p>
    <w:p w14:paraId="25CB45E0" w14:textId="77777777" w:rsidR="00DC24E3" w:rsidRDefault="00DC24E3" w:rsidP="00DC24E3">
      <w:pPr>
        <w:pStyle w:val="FigureNumero"/>
      </w:pPr>
      <w:r>
        <w:t>Figure 1</w:t>
      </w:r>
    </w:p>
    <w:p w14:paraId="02446BF5" w14:textId="77777777" w:rsidR="00DC24E3" w:rsidRDefault="00DC24E3" w:rsidP="00DC24E3">
      <w:pPr>
        <w:pStyle w:val="FigureLegende"/>
      </w:pPr>
      <w:r>
        <w:t xml:space="preserve">Exemple de résultat de la recherche « New York </w:t>
      </w:r>
      <w:proofErr w:type="spellStart"/>
      <w:r>
        <w:t>weather</w:t>
      </w:r>
      <w:proofErr w:type="spellEnd"/>
      <w:r>
        <w:t> » dans le moteur de recherche Google.</w:t>
      </w:r>
    </w:p>
    <w:p w14:paraId="15EE57B8" w14:textId="77777777" w:rsidR="00DC24E3" w:rsidRDefault="00DC24E3" w:rsidP="00DC24E3">
      <w:pPr>
        <w:pStyle w:val="TexteCourant"/>
      </w:pPr>
      <w:r>
        <w:t xml:space="preserve">Une fois que vous avez le graphique, faites deux listes : une pour stocker les heures de la journée et une autre pour stocker les températures correspondantes. Appelez ensuite la fonction </w:t>
      </w:r>
      <w:r w:rsidRPr="003B6EC4">
        <w:rPr>
          <w:rStyle w:val="CodeDansTexte"/>
        </w:rPr>
        <w:t>plot()</w:t>
      </w:r>
      <w:r>
        <w:t xml:space="preserve"> pour créer le graphique. Les heures de la journée sont des chaines de caractères. Cependant, si vous essayez de passer une liste de chaines de caractères en argument de la fonction </w:t>
      </w:r>
      <w:r w:rsidRPr="003B6EC4">
        <w:rPr>
          <w:rStyle w:val="CodeDansTexte"/>
        </w:rPr>
        <w:t>plot()</w:t>
      </w:r>
      <w:r>
        <w:t xml:space="preserve">, l’exécution de votre programme va échouer et vous aurez un message d’erreur. Après tout, quel sens cela peut-il avoir de demander qu’un point soit placé à « 7 AM » ? À la place, assignez des valeurs aux différentes heures de la journée – par exemple, </w:t>
      </w:r>
      <w:r w:rsidRPr="003B6EC4">
        <w:rPr>
          <w:rStyle w:val="CodeDansTexte"/>
        </w:rPr>
        <w:t>1</w:t>
      </w:r>
      <w:r>
        <w:t xml:space="preserve"> pour 4 AM, </w:t>
      </w:r>
      <w:r w:rsidRPr="003B6EC4">
        <w:rPr>
          <w:rStyle w:val="CodeDansTexte"/>
        </w:rPr>
        <w:t>2</w:t>
      </w:r>
      <w:r>
        <w:t xml:space="preserve"> pour 7 AM, etc. Ensuite, utilisez la fonction </w:t>
      </w:r>
      <w:proofErr w:type="spellStart"/>
      <w:r w:rsidRPr="003B6EC4">
        <w:rPr>
          <w:rStyle w:val="CodeDansTexte"/>
        </w:rPr>
        <w:t>xsticks</w:t>
      </w:r>
      <w:proofErr w:type="spellEnd"/>
      <w:r w:rsidRPr="003B6EC4">
        <w:rPr>
          <w:rStyle w:val="CodeDansTexte"/>
        </w:rPr>
        <w:t>()</w:t>
      </w:r>
      <w:r>
        <w:t xml:space="preserve"> pour changer l’affichage des ordonnées afin d’afficher les vraies heures. Voici une solution pour ce défi :</w:t>
      </w:r>
    </w:p>
    <w:p w14:paraId="73A7ECC8" w14:textId="77777777" w:rsidR="00DC24E3" w:rsidRDefault="00DC24E3" w:rsidP="00DC24E3">
      <w:pPr>
        <w:pStyle w:val="Code"/>
        <w:rPr>
          <w:lang w:val="en-US"/>
        </w:rPr>
      </w:pPr>
      <w:r>
        <w:rPr>
          <w:lang w:val="en-US"/>
        </w:rPr>
        <w:t>'''</w:t>
      </w:r>
    </w:p>
    <w:p w14:paraId="0C33BBAE" w14:textId="77777777" w:rsidR="00DC24E3" w:rsidRDefault="00DC24E3" w:rsidP="00DC24E3">
      <w:pPr>
        <w:pStyle w:val="Code"/>
        <w:rPr>
          <w:lang w:val="en-US"/>
        </w:rPr>
      </w:pPr>
      <w:r>
        <w:rPr>
          <w:lang w:val="en-US"/>
        </w:rPr>
        <w:t>nyc_forecast_basic.py</w:t>
      </w:r>
    </w:p>
    <w:p w14:paraId="37B3C1FA" w14:textId="77777777" w:rsidR="00DC24E3" w:rsidRDefault="00DC24E3" w:rsidP="00DC24E3">
      <w:pPr>
        <w:pStyle w:val="Code"/>
        <w:rPr>
          <w:lang w:val="en-US"/>
        </w:rPr>
      </w:pPr>
      <w:r>
        <w:rPr>
          <w:lang w:val="en-US"/>
        </w:rPr>
        <w:t>Create a graph showing a city's temperature forecast for the day</w:t>
      </w:r>
    </w:p>
    <w:p w14:paraId="06255D67" w14:textId="77777777" w:rsidR="00DC24E3" w:rsidRDefault="00DC24E3" w:rsidP="00DC24E3">
      <w:pPr>
        <w:pStyle w:val="Code"/>
        <w:rPr>
          <w:lang w:val="en-US"/>
        </w:rPr>
      </w:pPr>
      <w:r>
        <w:rPr>
          <w:lang w:val="en-US"/>
        </w:rPr>
        <w:t>'''</w:t>
      </w:r>
    </w:p>
    <w:p w14:paraId="627CFA21" w14:textId="77777777" w:rsidR="00DC24E3" w:rsidRDefault="00DC24E3" w:rsidP="00DC24E3">
      <w:pPr>
        <w:pStyle w:val="Code"/>
        <w:rPr>
          <w:lang w:val="en-US"/>
        </w:rPr>
      </w:pPr>
      <w:r>
        <w:rPr>
          <w:lang w:val="en-US"/>
        </w:rPr>
        <w:t xml:space="preserve">import </w:t>
      </w:r>
      <w:proofErr w:type="spellStart"/>
      <w:r>
        <w:rPr>
          <w:lang w:val="en-US"/>
        </w:rPr>
        <w:t>matplotlib.pyplot</w:t>
      </w:r>
      <w:proofErr w:type="spellEnd"/>
      <w:r>
        <w:rPr>
          <w:lang w:val="en-US"/>
        </w:rPr>
        <w:t xml:space="preserve"> as </w:t>
      </w:r>
      <w:proofErr w:type="spellStart"/>
      <w:r>
        <w:rPr>
          <w:lang w:val="en-US"/>
        </w:rPr>
        <w:t>plt</w:t>
      </w:r>
      <w:proofErr w:type="spellEnd"/>
    </w:p>
    <w:p w14:paraId="6F94A94A"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plot_forecast</w:t>
      </w:r>
      <w:proofErr w:type="spellEnd"/>
      <w:r>
        <w:rPr>
          <w:lang w:val="en-US"/>
        </w:rPr>
        <w:t>():</w:t>
      </w:r>
    </w:p>
    <w:p w14:paraId="352F6BE7" w14:textId="77777777" w:rsidR="00DC24E3" w:rsidRDefault="00DC24E3" w:rsidP="00DC24E3">
      <w:pPr>
        <w:pStyle w:val="Code"/>
        <w:rPr>
          <w:lang w:val="en-US"/>
        </w:rPr>
      </w:pPr>
      <w:r>
        <w:rPr>
          <w:lang w:val="en-US"/>
        </w:rPr>
        <w:t xml:space="preserve">    </w:t>
      </w:r>
      <w:proofErr w:type="spellStart"/>
      <w:r>
        <w:rPr>
          <w:lang w:val="en-US"/>
        </w:rPr>
        <w:t>time_of_day</w:t>
      </w:r>
      <w:proofErr w:type="spellEnd"/>
      <w:r>
        <w:rPr>
          <w:lang w:val="en-US"/>
        </w:rPr>
        <w:t xml:space="preserve"> = ['4 AM', '7 AM', '10 AM', '1 PM', '4 PM', '7PM', '10 PM']</w:t>
      </w:r>
    </w:p>
    <w:p w14:paraId="774B45AC" w14:textId="77777777" w:rsidR="00DC24E3" w:rsidRDefault="00DC24E3" w:rsidP="00DC24E3">
      <w:pPr>
        <w:pStyle w:val="Code"/>
        <w:rPr>
          <w:lang w:val="en-US"/>
        </w:rPr>
      </w:pPr>
      <w:r>
        <w:rPr>
          <w:lang w:val="en-US"/>
        </w:rPr>
        <w:t xml:space="preserve">    </w:t>
      </w:r>
      <w:proofErr w:type="spellStart"/>
      <w:r>
        <w:rPr>
          <w:lang w:val="en-US"/>
        </w:rPr>
        <w:t>forecast_temp</w:t>
      </w:r>
      <w:proofErr w:type="spellEnd"/>
      <w:r>
        <w:rPr>
          <w:lang w:val="en-US"/>
        </w:rPr>
        <w:t xml:space="preserve"> = [71, 70, 74, 80, 82, 81, 76]</w:t>
      </w:r>
    </w:p>
    <w:p w14:paraId="1DBCBFA3" w14:textId="77777777" w:rsidR="00DC24E3" w:rsidRDefault="00DC24E3" w:rsidP="00DC24E3">
      <w:pPr>
        <w:pStyle w:val="Code"/>
        <w:rPr>
          <w:lang w:val="en-US"/>
        </w:rPr>
      </w:pPr>
      <w:r>
        <w:rPr>
          <w:lang w:val="en-US"/>
        </w:rPr>
        <w:t xml:space="preserve">    </w:t>
      </w:r>
      <w:proofErr w:type="spellStart"/>
      <w:r>
        <w:rPr>
          <w:lang w:val="en-US"/>
        </w:rPr>
        <w:t>time_interval</w:t>
      </w:r>
      <w:proofErr w:type="spellEnd"/>
      <w:r>
        <w:rPr>
          <w:lang w:val="en-US"/>
        </w:rPr>
        <w:t xml:space="preserve"> = range(1, </w:t>
      </w:r>
      <w:proofErr w:type="spellStart"/>
      <w:r>
        <w:rPr>
          <w:lang w:val="en-US"/>
        </w:rPr>
        <w:t>len</w:t>
      </w:r>
      <w:proofErr w:type="spellEnd"/>
      <w:r>
        <w:rPr>
          <w:lang w:val="en-US"/>
        </w:rPr>
        <w:t>(</w:t>
      </w:r>
      <w:proofErr w:type="spellStart"/>
      <w:r>
        <w:rPr>
          <w:lang w:val="en-US"/>
        </w:rPr>
        <w:t>time_of_day</w:t>
      </w:r>
      <w:proofErr w:type="spellEnd"/>
      <w:r>
        <w:rPr>
          <w:lang w:val="en-US"/>
        </w:rPr>
        <w:t xml:space="preserve">) + 1) </w:t>
      </w:r>
      <w:r w:rsidRPr="0043787C">
        <w:rPr>
          <w:rStyle w:val="PuceRepere"/>
        </w:rPr>
        <w:t>1</w:t>
      </w:r>
    </w:p>
    <w:p w14:paraId="6D109645" w14:textId="77777777" w:rsidR="00DC24E3" w:rsidRDefault="00DC24E3" w:rsidP="00DC24E3">
      <w:pPr>
        <w:pStyle w:val="Code"/>
        <w:rPr>
          <w:lang w:val="en-US"/>
        </w:rPr>
      </w:pPr>
      <w:r>
        <w:rPr>
          <w:lang w:val="en-US"/>
        </w:rPr>
        <w:t xml:space="preserve">    </w:t>
      </w:r>
      <w:proofErr w:type="spellStart"/>
      <w:r>
        <w:rPr>
          <w:lang w:val="en-US"/>
        </w:rPr>
        <w:t>plt.plot</w:t>
      </w:r>
      <w:proofErr w:type="spellEnd"/>
      <w:r>
        <w:rPr>
          <w:lang w:val="en-US"/>
        </w:rPr>
        <w:t>(</w:t>
      </w:r>
      <w:proofErr w:type="spellStart"/>
      <w:r>
        <w:rPr>
          <w:lang w:val="en-US"/>
        </w:rPr>
        <w:t>time_interval</w:t>
      </w:r>
      <w:proofErr w:type="spellEnd"/>
      <w:r>
        <w:rPr>
          <w:lang w:val="en-US"/>
        </w:rPr>
        <w:t xml:space="preserve">, </w:t>
      </w:r>
      <w:proofErr w:type="spellStart"/>
      <w:r>
        <w:rPr>
          <w:lang w:val="en-US"/>
        </w:rPr>
        <w:t>forecast_temp</w:t>
      </w:r>
      <w:proofErr w:type="spellEnd"/>
      <w:r>
        <w:rPr>
          <w:lang w:val="en-US"/>
        </w:rPr>
        <w:t>, 'o-')</w:t>
      </w:r>
    </w:p>
    <w:p w14:paraId="3061CEE7" w14:textId="77777777" w:rsidR="00DC24E3" w:rsidRDefault="00DC24E3" w:rsidP="00DC24E3">
      <w:pPr>
        <w:pStyle w:val="Code"/>
        <w:rPr>
          <w:lang w:val="en-US"/>
        </w:rPr>
      </w:pPr>
      <w:r>
        <w:rPr>
          <w:lang w:val="en-US"/>
        </w:rPr>
        <w:t xml:space="preserve">    </w:t>
      </w:r>
      <w:proofErr w:type="spellStart"/>
      <w:r>
        <w:rPr>
          <w:lang w:val="en-US"/>
        </w:rPr>
        <w:t>plt.xticks</w:t>
      </w:r>
      <w:proofErr w:type="spellEnd"/>
      <w:r>
        <w:rPr>
          <w:lang w:val="en-US"/>
        </w:rPr>
        <w:t>(</w:t>
      </w:r>
      <w:proofErr w:type="spellStart"/>
      <w:r>
        <w:rPr>
          <w:lang w:val="en-US"/>
        </w:rPr>
        <w:t>time_interval</w:t>
      </w:r>
      <w:proofErr w:type="spellEnd"/>
      <w:r>
        <w:rPr>
          <w:lang w:val="en-US"/>
        </w:rPr>
        <w:t xml:space="preserve">, </w:t>
      </w:r>
      <w:proofErr w:type="spellStart"/>
      <w:r>
        <w:rPr>
          <w:lang w:val="en-US"/>
        </w:rPr>
        <w:t>time_of_day</w:t>
      </w:r>
      <w:proofErr w:type="spellEnd"/>
      <w:r>
        <w:rPr>
          <w:lang w:val="en-US"/>
        </w:rPr>
        <w:t>)  </w:t>
      </w:r>
      <w:proofErr w:type="spellStart"/>
      <w:r>
        <w:rPr>
          <w:lang w:val="en-US"/>
        </w:rPr>
        <w:t>plt.show</w:t>
      </w:r>
      <w:proofErr w:type="spellEnd"/>
      <w:r>
        <w:rPr>
          <w:lang w:val="en-US"/>
        </w:rPr>
        <w:t xml:space="preserve">() </w:t>
      </w:r>
      <w:r w:rsidRPr="0043787C">
        <w:rPr>
          <w:rStyle w:val="PuceRepere"/>
        </w:rPr>
        <w:t>2</w:t>
      </w:r>
    </w:p>
    <w:p w14:paraId="334B34E2" w14:textId="77777777" w:rsidR="00DC24E3" w:rsidRDefault="00DC24E3" w:rsidP="00DC24E3">
      <w:pPr>
        <w:pStyle w:val="Code"/>
        <w:rPr>
          <w:lang w:val="en-US"/>
        </w:rPr>
      </w:pPr>
      <w:r>
        <w:rPr>
          <w:lang w:val="en-US"/>
        </w:rPr>
        <w:t>if __name__ == '__main__':</w:t>
      </w:r>
    </w:p>
    <w:p w14:paraId="67388815" w14:textId="77777777" w:rsidR="00DC24E3" w:rsidRDefault="00DC24E3" w:rsidP="00DC24E3">
      <w:pPr>
        <w:pStyle w:val="Code"/>
        <w:rPr>
          <w:lang w:val="en-US"/>
        </w:rPr>
      </w:pPr>
      <w:r>
        <w:rPr>
          <w:lang w:val="en-US"/>
        </w:rPr>
        <w:t xml:space="preserve">    </w:t>
      </w:r>
      <w:proofErr w:type="spellStart"/>
      <w:r>
        <w:rPr>
          <w:lang w:val="en-US"/>
        </w:rPr>
        <w:t>plot_forecast</w:t>
      </w:r>
      <w:proofErr w:type="spellEnd"/>
      <w:r>
        <w:rPr>
          <w:lang w:val="en-US"/>
        </w:rPr>
        <w:t>()</w:t>
      </w:r>
    </w:p>
    <w:p w14:paraId="7EC9807E" w14:textId="77777777" w:rsidR="00DC24E3" w:rsidRDefault="00DC24E3" w:rsidP="00DC24E3">
      <w:pPr>
        <w:pStyle w:val="Code"/>
        <w:rPr>
          <w:lang w:val="en-US"/>
        </w:rPr>
      </w:pPr>
      <w:r>
        <w:rPr>
          <w:rFonts w:ascii="Courier" w:hAnsi="Courier" w:cs="Courier"/>
          <w:lang w:val="en-US"/>
        </w:rPr>
        <w:t> </w:t>
      </w:r>
    </w:p>
    <w:p w14:paraId="13534D13" w14:textId="77777777" w:rsidR="00DC24E3" w:rsidRDefault="00DC24E3" w:rsidP="00DC24E3">
      <w:pPr>
        <w:pStyle w:val="TexteCourant"/>
      </w:pPr>
      <w:r>
        <w:t xml:space="preserve">Nous créons les nombres utilisés pour représenter les différentes heures de la journée en </w:t>
      </w:r>
      <w:r w:rsidRPr="0043787C">
        <w:rPr>
          <w:rStyle w:val="PuceRepere"/>
        </w:rPr>
        <w:t>1</w:t>
      </w:r>
      <w:r>
        <w:t xml:space="preserve">. Puis nous utilisons la fonction </w:t>
      </w:r>
      <w:proofErr w:type="spellStart"/>
      <w:r w:rsidRPr="003B6EC4">
        <w:rPr>
          <w:rStyle w:val="CodeDansTexte"/>
        </w:rPr>
        <w:t>xsticks</w:t>
      </w:r>
      <w:proofErr w:type="spellEnd"/>
      <w:r w:rsidRPr="003B6EC4">
        <w:rPr>
          <w:rStyle w:val="CodeDansTexte"/>
        </w:rPr>
        <w:t>()</w:t>
      </w:r>
      <w:r>
        <w:t xml:space="preserve"> en </w:t>
      </w:r>
      <w:r w:rsidRPr="0043787C">
        <w:rPr>
          <w:rStyle w:val="PuceRepere"/>
        </w:rPr>
        <w:t>2</w:t>
      </w:r>
      <w:r>
        <w:t xml:space="preserve"> pour redéfinir ces nombres en des chaines de caractères, ayant pour effet d’afficher les heures en ordonnée du graphique plutôt que ces nombres (7 AM etc.). Le premier argument de cette fonction est la liste des nombres et le second est la liste des labels que vous souhaitez afficher à chaque nombre.</w:t>
      </w:r>
    </w:p>
    <w:p w14:paraId="7DC08992" w14:textId="77777777" w:rsidR="00DC24E3" w:rsidRDefault="00DC24E3" w:rsidP="00DC24E3">
      <w:pPr>
        <w:pStyle w:val="TexteCourant"/>
      </w:pPr>
      <w:r>
        <w:t>Lorsque vous lancez le programme, vous voyez s’afficher un graphique des températures de la journée, lequel ressemblera à celui que vous aviez vu lors de votre recherche Google.</w:t>
      </w:r>
    </w:p>
    <w:p w14:paraId="5E6AA4AB" w14:textId="77777777" w:rsidR="00DC24E3" w:rsidRDefault="00DC24E3" w:rsidP="00DC24E3">
      <w:pPr>
        <w:pStyle w:val="TitreNiveau1"/>
      </w:pPr>
      <w:r>
        <w:t>#2 : Observer graphiquement une fonction quadratique</w:t>
      </w:r>
    </w:p>
    <w:p w14:paraId="3C3C0D10" w14:textId="6748A55D" w:rsidR="00DC24E3" w:rsidRDefault="00DC24E3" w:rsidP="00DC24E3">
      <w:pPr>
        <w:pStyle w:val="TexteCourant"/>
      </w:pPr>
      <w:r>
        <w:t xml:space="preserve">Pour résoudre ce défi, utilisez d’abord la fonction </w:t>
      </w:r>
      <w:r w:rsidRPr="003B6EC4">
        <w:rPr>
          <w:rStyle w:val="CodeDansTexte"/>
        </w:rPr>
        <w:t>range()</w:t>
      </w:r>
      <w:r>
        <w:t xml:space="preserve"> afin de générer 10 entiers compris entre -100  et 100 dans une liste </w:t>
      </w:r>
      <w:r w:rsidRPr="0043787C">
        <w:rPr>
          <w:rStyle w:val="PuceRepere"/>
        </w:rPr>
        <w:t>1</w:t>
      </w:r>
      <w:r w:rsidR="003B6EC4">
        <w:t>. Les nombres -100, 80, ...</w:t>
      </w:r>
      <w:r>
        <w:t xml:space="preserve">, 80 seront générés. Calculez ensuite la valeur de la fonction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+2x+1</m:t>
        </m:r>
      </m:oMath>
      <w:r>
        <w:t xml:space="preserve"> pour chaque entier généré et stockez les valeurs obtenues dans la liste </w:t>
      </w:r>
      <w:proofErr w:type="spellStart"/>
      <w:r w:rsidRPr="003B6EC4">
        <w:rPr>
          <w:rStyle w:val="CodeDansTexte"/>
        </w:rPr>
        <w:t>y_values</w:t>
      </w:r>
      <w:proofErr w:type="spellEnd"/>
      <w:r>
        <w:t xml:space="preserve">. Finalement, utilisez la fonction </w:t>
      </w:r>
      <w:r w:rsidRPr="003B6EC4">
        <w:rPr>
          <w:rStyle w:val="CodeDansTexte"/>
        </w:rPr>
        <w:t>plot()</w:t>
      </w:r>
      <w:r>
        <w:t xml:space="preserve"> pour paramétrer le graphique avec les listes </w:t>
      </w:r>
      <w:proofErr w:type="spellStart"/>
      <w:r w:rsidRPr="003B6EC4">
        <w:rPr>
          <w:rStyle w:val="CodeDansTexte"/>
        </w:rPr>
        <w:t>x_values</w:t>
      </w:r>
      <w:proofErr w:type="spellEnd"/>
      <w:r>
        <w:t xml:space="preserve"> et </w:t>
      </w:r>
      <w:proofErr w:type="spellStart"/>
      <w:r w:rsidRPr="003B6EC4">
        <w:rPr>
          <w:rStyle w:val="CodeDansTexte"/>
        </w:rPr>
        <w:t>y_values</w:t>
      </w:r>
      <w:proofErr w:type="spellEnd"/>
      <w:r>
        <w:t>.</w:t>
      </w:r>
    </w:p>
    <w:p w14:paraId="66CDE997" w14:textId="77777777" w:rsidR="00DC24E3" w:rsidRDefault="00DC24E3" w:rsidP="00DC24E3">
      <w:pPr>
        <w:pStyle w:val="Code"/>
        <w:rPr>
          <w:lang w:val="en-US"/>
        </w:rPr>
      </w:pPr>
      <w:r>
        <w:rPr>
          <w:lang w:val="en-US"/>
        </w:rPr>
        <w:t>'''</w:t>
      </w:r>
    </w:p>
    <w:p w14:paraId="04872A57" w14:textId="77777777" w:rsidR="00DC24E3" w:rsidRDefault="00DC24E3" w:rsidP="00DC24E3">
      <w:pPr>
        <w:pStyle w:val="Code"/>
        <w:rPr>
          <w:lang w:val="en-US"/>
        </w:rPr>
      </w:pPr>
      <w:r>
        <w:rPr>
          <w:lang w:val="en-US"/>
        </w:rPr>
        <w:t>quad_function_plot.py</w:t>
      </w:r>
    </w:p>
    <w:p w14:paraId="506FEEF9" w14:textId="77777777" w:rsidR="00DC24E3" w:rsidRDefault="00DC24E3" w:rsidP="00DC24E3">
      <w:pPr>
        <w:pStyle w:val="Code"/>
        <w:rPr>
          <w:lang w:val="en-US"/>
        </w:rPr>
      </w:pPr>
      <w:r>
        <w:rPr>
          <w:lang w:val="en-US"/>
        </w:rPr>
        <w:t>Plot a quadratic function</w:t>
      </w:r>
    </w:p>
    <w:p w14:paraId="712F961A" w14:textId="77777777" w:rsidR="00DC24E3" w:rsidRDefault="00DC24E3" w:rsidP="00DC24E3">
      <w:pPr>
        <w:pStyle w:val="Code"/>
        <w:rPr>
          <w:lang w:val="en-US"/>
        </w:rPr>
      </w:pPr>
      <w:r>
        <w:rPr>
          <w:lang w:val="en-US"/>
        </w:rPr>
        <w:t>'''</w:t>
      </w:r>
    </w:p>
    <w:p w14:paraId="499E66DF" w14:textId="77777777" w:rsidR="00DC24E3" w:rsidRDefault="00DC24E3" w:rsidP="00DC24E3">
      <w:pPr>
        <w:pStyle w:val="Code"/>
        <w:rPr>
          <w:lang w:val="en-US"/>
        </w:rPr>
      </w:pPr>
      <w:r>
        <w:rPr>
          <w:lang w:val="en-US"/>
        </w:rPr>
        <w:t xml:space="preserve">import </w:t>
      </w:r>
      <w:proofErr w:type="spellStart"/>
      <w:r>
        <w:rPr>
          <w:lang w:val="en-US"/>
        </w:rPr>
        <w:t>matplotlib.pyplot</w:t>
      </w:r>
      <w:proofErr w:type="spellEnd"/>
      <w:r>
        <w:rPr>
          <w:lang w:val="en-US"/>
        </w:rPr>
        <w:t xml:space="preserve"> as </w:t>
      </w:r>
      <w:proofErr w:type="spellStart"/>
      <w:r>
        <w:rPr>
          <w:lang w:val="en-US"/>
        </w:rPr>
        <w:t>plt</w:t>
      </w:r>
      <w:proofErr w:type="spellEnd"/>
    </w:p>
    <w:p w14:paraId="5CDD4390"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draw_graph</w:t>
      </w:r>
      <w:proofErr w:type="spellEnd"/>
      <w:r>
        <w:rPr>
          <w:lang w:val="en-US"/>
        </w:rPr>
        <w:t>(x, y):</w:t>
      </w:r>
    </w:p>
    <w:p w14:paraId="2F75E140" w14:textId="77777777" w:rsidR="00DC24E3" w:rsidRDefault="00DC24E3" w:rsidP="00DC24E3">
      <w:pPr>
        <w:pStyle w:val="Code"/>
        <w:rPr>
          <w:lang w:val="en-US"/>
        </w:rPr>
      </w:pPr>
      <w:r>
        <w:rPr>
          <w:lang w:val="en-US"/>
        </w:rPr>
        <w:t xml:space="preserve">    </w:t>
      </w:r>
      <w:proofErr w:type="spellStart"/>
      <w:r>
        <w:rPr>
          <w:lang w:val="en-US"/>
        </w:rPr>
        <w:t>plt.plot</w:t>
      </w:r>
      <w:proofErr w:type="spellEnd"/>
      <w:r>
        <w:rPr>
          <w:lang w:val="en-US"/>
        </w:rPr>
        <w:t>(x, y)</w:t>
      </w:r>
    </w:p>
    <w:p w14:paraId="584F2A57" w14:textId="77777777" w:rsidR="00DC24E3" w:rsidRDefault="00DC24E3" w:rsidP="00DC24E3">
      <w:pPr>
        <w:pStyle w:val="Code"/>
        <w:rPr>
          <w:lang w:val="en-US"/>
        </w:rPr>
      </w:pPr>
      <w:r>
        <w:rPr>
          <w:lang w:val="en-US"/>
        </w:rPr>
        <w:t xml:space="preserve">    </w:t>
      </w:r>
      <w:proofErr w:type="spellStart"/>
      <w:r>
        <w:rPr>
          <w:lang w:val="en-US"/>
        </w:rPr>
        <w:t>plt.show</w:t>
      </w:r>
      <w:proofErr w:type="spellEnd"/>
      <w:r>
        <w:rPr>
          <w:lang w:val="en-US"/>
        </w:rPr>
        <w:t>()</w:t>
      </w:r>
    </w:p>
    <w:p w14:paraId="7018407E" w14:textId="77777777" w:rsidR="00DC24E3" w:rsidRDefault="00DC24E3" w:rsidP="00DC24E3">
      <w:pPr>
        <w:pStyle w:val="Code"/>
        <w:rPr>
          <w:lang w:val="en-US"/>
        </w:rPr>
      </w:pPr>
      <w:r>
        <w:rPr>
          <w:lang w:val="en-US"/>
        </w:rPr>
        <w:t>if __name__ == '__main__':</w:t>
      </w:r>
    </w:p>
    <w:p w14:paraId="6D6F0966" w14:textId="77777777" w:rsidR="00DC24E3" w:rsidRDefault="00DC24E3" w:rsidP="00DC24E3">
      <w:pPr>
        <w:pStyle w:val="Code"/>
        <w:rPr>
          <w:lang w:val="en-US"/>
        </w:rPr>
      </w:pPr>
      <w:r>
        <w:rPr>
          <w:lang w:val="en-US"/>
        </w:rPr>
        <w:t xml:space="preserve">    # assume values of x</w:t>
      </w:r>
    </w:p>
    <w:p w14:paraId="57C86FFC" w14:textId="77777777" w:rsidR="00DC24E3" w:rsidRDefault="00DC24E3" w:rsidP="00DC24E3">
      <w:pPr>
        <w:pStyle w:val="Code"/>
        <w:rPr>
          <w:lang w:val="en-US"/>
        </w:rPr>
      </w:pPr>
      <w:r>
        <w:rPr>
          <w:lang w:val="en-US"/>
        </w:rPr>
        <w:t xml:space="preserve">    </w:t>
      </w:r>
      <w:proofErr w:type="spellStart"/>
      <w:r>
        <w:rPr>
          <w:lang w:val="en-US"/>
        </w:rPr>
        <w:t>x_values</w:t>
      </w:r>
      <w:proofErr w:type="spellEnd"/>
      <w:r>
        <w:rPr>
          <w:lang w:val="en-US"/>
        </w:rPr>
        <w:t xml:space="preserve"> = range(-100, 100, 20) </w:t>
      </w:r>
      <w:proofErr w:type="spellStart"/>
      <w:r>
        <w:rPr>
          <w:lang w:val="en-US"/>
        </w:rPr>
        <w:t>y_values</w:t>
      </w:r>
      <w:proofErr w:type="spellEnd"/>
      <w:r>
        <w:rPr>
          <w:lang w:val="en-US"/>
        </w:rPr>
        <w:t xml:space="preserve"> = [] </w:t>
      </w:r>
      <w:r w:rsidRPr="002F779C">
        <w:rPr>
          <w:rStyle w:val="PuceRepere"/>
        </w:rPr>
        <w:t>1</w:t>
      </w:r>
    </w:p>
    <w:p w14:paraId="3F7CFFF9" w14:textId="77777777" w:rsidR="00DC24E3" w:rsidRDefault="00DC24E3" w:rsidP="00DC24E3">
      <w:pPr>
        <w:pStyle w:val="Code"/>
        <w:rPr>
          <w:lang w:val="en-US"/>
        </w:rPr>
      </w:pPr>
      <w:r>
        <w:rPr>
          <w:lang w:val="en-US"/>
        </w:rPr>
        <w:t xml:space="preserve">    for x in </w:t>
      </w:r>
      <w:proofErr w:type="spellStart"/>
      <w:r>
        <w:rPr>
          <w:lang w:val="en-US"/>
        </w:rPr>
        <w:t>x_values</w:t>
      </w:r>
      <w:proofErr w:type="spellEnd"/>
      <w:r>
        <w:rPr>
          <w:lang w:val="en-US"/>
        </w:rPr>
        <w:t>:</w:t>
      </w:r>
    </w:p>
    <w:p w14:paraId="3974BCBD" w14:textId="77777777" w:rsidR="00DC24E3" w:rsidRDefault="00DC24E3" w:rsidP="00DC24E3">
      <w:pPr>
        <w:pStyle w:val="Code"/>
        <w:rPr>
          <w:lang w:val="en-US"/>
        </w:rPr>
      </w:pPr>
      <w:r>
        <w:rPr>
          <w:lang w:val="en-US"/>
        </w:rPr>
        <w:t xml:space="preserve">        # calculate the value of the quadratic</w:t>
      </w:r>
    </w:p>
    <w:p w14:paraId="4E796ADD" w14:textId="77777777" w:rsidR="00DC24E3" w:rsidRDefault="00DC24E3" w:rsidP="00DC24E3">
      <w:pPr>
        <w:pStyle w:val="Code"/>
        <w:rPr>
          <w:lang w:val="en-US"/>
        </w:rPr>
      </w:pPr>
      <w:r>
        <w:rPr>
          <w:lang w:val="en-US"/>
        </w:rPr>
        <w:t xml:space="preserve">        # function</w:t>
      </w:r>
    </w:p>
    <w:p w14:paraId="23056FB6" w14:textId="77777777" w:rsidR="00DC24E3" w:rsidRDefault="00DC24E3" w:rsidP="00DC24E3">
      <w:pPr>
        <w:pStyle w:val="Code"/>
        <w:rPr>
          <w:lang w:val="en-US"/>
        </w:rPr>
      </w:pPr>
      <w:r>
        <w:rPr>
          <w:lang w:val="en-US"/>
        </w:rPr>
        <w:t xml:space="preserve">        </w:t>
      </w:r>
      <w:proofErr w:type="spellStart"/>
      <w:r>
        <w:rPr>
          <w:lang w:val="en-US"/>
        </w:rPr>
        <w:t>y_values.append</w:t>
      </w:r>
      <w:proofErr w:type="spellEnd"/>
      <w:r>
        <w:rPr>
          <w:lang w:val="en-US"/>
        </w:rPr>
        <w:t>(x**2 + 2*x + 1)</w:t>
      </w:r>
    </w:p>
    <w:p w14:paraId="229B6146" w14:textId="77777777" w:rsidR="00DC24E3" w:rsidRDefault="00DC24E3" w:rsidP="00DC24E3">
      <w:pPr>
        <w:pStyle w:val="Code"/>
        <w:rPr>
          <w:lang w:val="en-US"/>
        </w:rPr>
      </w:pPr>
      <w:r>
        <w:rPr>
          <w:lang w:val="en-US"/>
        </w:rPr>
        <w:t xml:space="preserve">    </w:t>
      </w:r>
      <w:proofErr w:type="spellStart"/>
      <w:r>
        <w:rPr>
          <w:lang w:val="en-US"/>
        </w:rPr>
        <w:t>draw_graph</w:t>
      </w:r>
      <w:proofErr w:type="spellEnd"/>
      <w:r>
        <w:rPr>
          <w:lang w:val="en-US"/>
        </w:rPr>
        <w:t>(</w:t>
      </w:r>
      <w:proofErr w:type="spellStart"/>
      <w:r>
        <w:rPr>
          <w:lang w:val="en-US"/>
        </w:rPr>
        <w:t>x_values</w:t>
      </w:r>
      <w:proofErr w:type="spellEnd"/>
      <w:r>
        <w:rPr>
          <w:lang w:val="en-US"/>
        </w:rPr>
        <w:t xml:space="preserve">, </w:t>
      </w:r>
      <w:proofErr w:type="spellStart"/>
      <w:r>
        <w:rPr>
          <w:lang w:val="en-US"/>
        </w:rPr>
        <w:t>y_values</w:t>
      </w:r>
      <w:proofErr w:type="spellEnd"/>
      <w:r>
        <w:rPr>
          <w:lang w:val="en-US"/>
        </w:rPr>
        <w:t>)</w:t>
      </w:r>
    </w:p>
    <w:p w14:paraId="3DEF9132" w14:textId="77777777" w:rsidR="00DC24E3" w:rsidRDefault="00DC24E3" w:rsidP="00DC24E3">
      <w:pPr>
        <w:pStyle w:val="TexteCourant"/>
      </w:pPr>
      <w:r>
        <w:t>Lorsque vous lancez le programme, le graphique de la fonction ressemblera à celui de la Figure 2.</w:t>
      </w:r>
    </w:p>
    <w:p w14:paraId="2AA2120B" w14:textId="77777777" w:rsidR="00DC24E3" w:rsidRDefault="00DC24E3" w:rsidP="00DC24E3">
      <w:pPr>
        <w:pStyle w:val="FigureNomDeFichier"/>
      </w:pPr>
      <w:r>
        <w:t>Figure 2.png</w:t>
      </w:r>
    </w:p>
    <w:p w14:paraId="269AF289" w14:textId="77777777" w:rsidR="00DC24E3" w:rsidRDefault="00DC24E3" w:rsidP="00DC24E3">
      <w:pPr>
        <w:pStyle w:val="FigureNumero"/>
      </w:pPr>
      <w:r>
        <w:t>Figure 2</w:t>
      </w:r>
    </w:p>
    <w:p w14:paraId="215730A3" w14:textId="77777777" w:rsidR="00DC24E3" w:rsidRDefault="00DC24E3" w:rsidP="00DC24E3">
      <w:pPr>
        <w:pStyle w:val="FigureLegende"/>
      </w:pPr>
      <w:r>
        <w:t>Graphique de la fonction quadratique x</w:t>
      </w:r>
      <w:r>
        <w:rPr>
          <w:vertAlign w:val="superscript"/>
        </w:rPr>
        <w:t>2</w:t>
      </w:r>
      <w:r>
        <w:t>+2x+1. Augmenter le nombre de points entre -100 et 100 aura pour effet de lisser la courbe.</w:t>
      </w:r>
    </w:p>
    <w:p w14:paraId="28F19FE7" w14:textId="77777777" w:rsidR="00DC24E3" w:rsidRDefault="00DC24E3" w:rsidP="00DC24E3">
      <w:pPr>
        <w:pStyle w:val="TexteCourant"/>
      </w:pPr>
      <w:r>
        <w:t>Du fait que la fonction soit quadratique, sa variation en fonction de x n’est pas linéaire.</w:t>
      </w:r>
    </w:p>
    <w:p w14:paraId="58902DB8" w14:textId="77777777" w:rsidR="00DC24E3" w:rsidRDefault="00DC24E3" w:rsidP="00DC24E3">
      <w:pPr>
        <w:pStyle w:val="TitreNiveau1"/>
      </w:pPr>
      <w:r>
        <w:t>#3 : Programme de comparaison de trajectoires amélioré</w:t>
      </w:r>
    </w:p>
    <w:p w14:paraId="2E36CCA7" w14:textId="77777777" w:rsidR="00DC24E3" w:rsidRDefault="00DC24E3" w:rsidP="00DC24E3">
      <w:pPr>
        <w:pStyle w:val="TexteCourant"/>
      </w:pPr>
      <w:r>
        <w:t>Voici la solution à ce défi :</w:t>
      </w:r>
    </w:p>
    <w:p w14:paraId="0755F039" w14:textId="77777777" w:rsidR="00DC24E3" w:rsidRDefault="00DC24E3" w:rsidP="00DC24E3">
      <w:pPr>
        <w:pStyle w:val="Code"/>
        <w:rPr>
          <w:lang w:val="en-US"/>
        </w:rPr>
      </w:pPr>
      <w:r>
        <w:rPr>
          <w:lang w:val="en-US"/>
        </w:rPr>
        <w:t>""" projectile_comparison_gen.py</w:t>
      </w:r>
    </w:p>
    <w:p w14:paraId="06ED6E1D" w14:textId="77777777" w:rsidR="00DC24E3" w:rsidRDefault="00DC24E3" w:rsidP="00DC24E3">
      <w:pPr>
        <w:pStyle w:val="Code"/>
        <w:rPr>
          <w:lang w:val="en-US"/>
        </w:rPr>
      </w:pPr>
      <w:r>
        <w:rPr>
          <w:lang w:val="en-US"/>
        </w:rPr>
        <w:t>Compare the projectile motion of a body thrown with various combinations of initial velocity and angle of projection</w:t>
      </w:r>
    </w:p>
    <w:p w14:paraId="5DA5F2E0" w14:textId="77777777" w:rsidR="00DC24E3" w:rsidRDefault="00DC24E3" w:rsidP="00DC24E3">
      <w:pPr>
        <w:pStyle w:val="Code"/>
        <w:rPr>
          <w:lang w:val="en-US"/>
        </w:rPr>
      </w:pPr>
      <w:r>
        <w:rPr>
          <w:lang w:val="en-US"/>
        </w:rPr>
        <w:t xml:space="preserve">""" </w:t>
      </w:r>
    </w:p>
    <w:p w14:paraId="426358E3" w14:textId="480B1EB0" w:rsidR="00DC24E3" w:rsidRDefault="00DC24E3" w:rsidP="00DC24E3">
      <w:pPr>
        <w:pStyle w:val="Code"/>
        <w:rPr>
          <w:lang w:val="en-US"/>
        </w:rPr>
      </w:pPr>
      <w:r>
        <w:rPr>
          <w:lang w:val="en-US"/>
        </w:rPr>
        <w:t xml:space="preserve">import </w:t>
      </w:r>
      <w:proofErr w:type="spellStart"/>
      <w:r>
        <w:rPr>
          <w:lang w:val="en-US"/>
        </w:rPr>
        <w:t>matpl</w:t>
      </w:r>
      <w:r w:rsidR="003B6EC4">
        <w:rPr>
          <w:lang w:val="en-US"/>
        </w:rPr>
        <w:t>otlib.pyplot</w:t>
      </w:r>
      <w:proofErr w:type="spellEnd"/>
      <w:r w:rsidR="003B6EC4">
        <w:rPr>
          <w:lang w:val="en-US"/>
        </w:rPr>
        <w:t xml:space="preserve"> as </w:t>
      </w:r>
      <w:proofErr w:type="spellStart"/>
      <w:r w:rsidR="003B6EC4">
        <w:rPr>
          <w:lang w:val="en-US"/>
        </w:rPr>
        <w:t>plt</w:t>
      </w:r>
      <w:proofErr w:type="spellEnd"/>
      <w:r w:rsidR="003B6EC4">
        <w:rPr>
          <w:lang w:val="en-US"/>
        </w:rPr>
        <w:t xml:space="preserve"> import math</w:t>
      </w:r>
    </w:p>
    <w:p w14:paraId="7855CA50" w14:textId="77777777" w:rsidR="00DC24E3" w:rsidRDefault="00DC24E3" w:rsidP="00DC24E3">
      <w:pPr>
        <w:pStyle w:val="Code"/>
        <w:rPr>
          <w:lang w:val="en-US"/>
        </w:rPr>
      </w:pPr>
      <w:r>
        <w:rPr>
          <w:lang w:val="en-US"/>
        </w:rPr>
        <w:t xml:space="preserve">g = 9.8 </w:t>
      </w:r>
    </w:p>
    <w:p w14:paraId="0E3F54B4"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draw_graph</w:t>
      </w:r>
      <w:proofErr w:type="spellEnd"/>
      <w:r>
        <w:rPr>
          <w:lang w:val="en-US"/>
        </w:rPr>
        <w:t>(x, y):</w:t>
      </w:r>
    </w:p>
    <w:p w14:paraId="2EA137C3" w14:textId="77777777" w:rsidR="00DC24E3" w:rsidRDefault="00DC24E3" w:rsidP="00DC24E3">
      <w:pPr>
        <w:pStyle w:val="Code"/>
        <w:rPr>
          <w:lang w:val="en-US"/>
        </w:rPr>
      </w:pPr>
      <w:r>
        <w:rPr>
          <w:lang w:val="en-US"/>
        </w:rPr>
        <w:t xml:space="preserve">    </w:t>
      </w:r>
      <w:proofErr w:type="spellStart"/>
      <w:r>
        <w:rPr>
          <w:lang w:val="en-US"/>
        </w:rPr>
        <w:t>plt.plot</w:t>
      </w:r>
      <w:proofErr w:type="spellEnd"/>
      <w:r>
        <w:rPr>
          <w:lang w:val="en-US"/>
        </w:rPr>
        <w:t xml:space="preserve">(x, y) </w:t>
      </w:r>
    </w:p>
    <w:p w14:paraId="79E4FA6B" w14:textId="77777777" w:rsidR="00DC24E3" w:rsidRDefault="00DC24E3" w:rsidP="00DC24E3">
      <w:pPr>
        <w:pStyle w:val="Code"/>
        <w:rPr>
          <w:lang w:val="en-US"/>
        </w:rPr>
      </w:pPr>
      <w:r>
        <w:rPr>
          <w:lang w:val="en-US"/>
        </w:rPr>
        <w:t xml:space="preserve">    </w:t>
      </w:r>
      <w:proofErr w:type="spellStart"/>
      <w:r>
        <w:rPr>
          <w:lang w:val="en-US"/>
        </w:rPr>
        <w:t>plt.xlabel</w:t>
      </w:r>
      <w:proofErr w:type="spellEnd"/>
      <w:r>
        <w:rPr>
          <w:lang w:val="en-US"/>
        </w:rPr>
        <w:t>('x-coordinate')</w:t>
      </w:r>
    </w:p>
    <w:p w14:paraId="6067DF1E" w14:textId="77777777" w:rsidR="00DC24E3" w:rsidRDefault="00DC24E3" w:rsidP="00DC24E3">
      <w:pPr>
        <w:pStyle w:val="Code"/>
        <w:rPr>
          <w:lang w:val="en-US"/>
        </w:rPr>
      </w:pPr>
      <w:r>
        <w:rPr>
          <w:lang w:val="en-US"/>
        </w:rPr>
        <w:t xml:space="preserve">    </w:t>
      </w:r>
      <w:proofErr w:type="spellStart"/>
      <w:r>
        <w:rPr>
          <w:lang w:val="en-US"/>
        </w:rPr>
        <w:t>plt.ylabel</w:t>
      </w:r>
      <w:proofErr w:type="spellEnd"/>
      <w:r>
        <w:rPr>
          <w:lang w:val="en-US"/>
        </w:rPr>
        <w:t>('y-coordinate')</w:t>
      </w:r>
    </w:p>
    <w:p w14:paraId="0BE772AB" w14:textId="77777777" w:rsidR="00DC24E3" w:rsidRDefault="00DC24E3" w:rsidP="00DC24E3">
      <w:pPr>
        <w:pStyle w:val="Code"/>
        <w:rPr>
          <w:lang w:val="en-US"/>
        </w:rPr>
      </w:pPr>
      <w:r>
        <w:rPr>
          <w:lang w:val="en-US"/>
        </w:rPr>
        <w:t xml:space="preserve">    </w:t>
      </w:r>
      <w:proofErr w:type="spellStart"/>
      <w:r>
        <w:rPr>
          <w:lang w:val="en-US"/>
        </w:rPr>
        <w:t>plt.title</w:t>
      </w:r>
      <w:proofErr w:type="spellEnd"/>
      <w:r>
        <w:rPr>
          <w:lang w:val="en-US"/>
        </w:rPr>
        <w:t xml:space="preserve">('Projectile motion at different initial velocities and angles') </w:t>
      </w:r>
    </w:p>
    <w:p w14:paraId="4926CBC2"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frange</w:t>
      </w:r>
      <w:proofErr w:type="spellEnd"/>
      <w:r>
        <w:rPr>
          <w:lang w:val="en-US"/>
        </w:rPr>
        <w:t xml:space="preserve">(start, final, interval): </w:t>
      </w:r>
    </w:p>
    <w:p w14:paraId="7063AFCF" w14:textId="77777777" w:rsidR="00DC24E3" w:rsidRDefault="00DC24E3" w:rsidP="00DC24E3">
      <w:pPr>
        <w:pStyle w:val="Code"/>
        <w:rPr>
          <w:lang w:val="en-US"/>
        </w:rPr>
      </w:pPr>
      <w:r>
        <w:rPr>
          <w:lang w:val="en-US"/>
        </w:rPr>
        <w:t xml:space="preserve">    numbers = []</w:t>
      </w:r>
    </w:p>
    <w:p w14:paraId="3B5C8C57" w14:textId="77777777" w:rsidR="00DC24E3" w:rsidRDefault="00DC24E3" w:rsidP="00DC24E3">
      <w:pPr>
        <w:pStyle w:val="Code"/>
        <w:rPr>
          <w:lang w:val="en-US"/>
        </w:rPr>
      </w:pPr>
      <w:r>
        <w:rPr>
          <w:lang w:val="en-US"/>
        </w:rPr>
        <w:t xml:space="preserve">    while start &lt; final: </w:t>
      </w:r>
    </w:p>
    <w:p w14:paraId="6880AE0F" w14:textId="77777777" w:rsidR="00DC24E3" w:rsidRDefault="00DC24E3" w:rsidP="00DC24E3">
      <w:pPr>
        <w:pStyle w:val="Code"/>
        <w:rPr>
          <w:lang w:val="en-US"/>
        </w:rPr>
      </w:pPr>
      <w:r>
        <w:rPr>
          <w:lang w:val="en-US"/>
        </w:rPr>
        <w:t xml:space="preserve">        </w:t>
      </w:r>
      <w:proofErr w:type="spellStart"/>
      <w:r>
        <w:rPr>
          <w:lang w:val="en-US"/>
        </w:rPr>
        <w:t>numbers.append</w:t>
      </w:r>
      <w:proofErr w:type="spellEnd"/>
      <w:r>
        <w:rPr>
          <w:lang w:val="en-US"/>
        </w:rPr>
        <w:t>(start)</w:t>
      </w:r>
    </w:p>
    <w:p w14:paraId="2BA26817" w14:textId="77777777" w:rsidR="00DC24E3" w:rsidRDefault="00DC24E3" w:rsidP="00DC24E3">
      <w:pPr>
        <w:pStyle w:val="Code"/>
        <w:rPr>
          <w:lang w:val="en-US"/>
        </w:rPr>
      </w:pPr>
      <w:r>
        <w:rPr>
          <w:lang w:val="en-US"/>
        </w:rPr>
        <w:t xml:space="preserve">        start = start + interval </w:t>
      </w:r>
    </w:p>
    <w:p w14:paraId="108010C0" w14:textId="77777777" w:rsidR="00DC24E3" w:rsidRDefault="00DC24E3" w:rsidP="00DC24E3">
      <w:pPr>
        <w:pStyle w:val="Code"/>
        <w:rPr>
          <w:lang w:val="en-US"/>
        </w:rPr>
      </w:pPr>
      <w:r>
        <w:rPr>
          <w:lang w:val="en-US"/>
        </w:rPr>
        <w:t xml:space="preserve">    return numbers </w:t>
      </w:r>
    </w:p>
    <w:p w14:paraId="1C0F59CA"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draw_trajectory</w:t>
      </w:r>
      <w:proofErr w:type="spellEnd"/>
      <w:r>
        <w:rPr>
          <w:lang w:val="en-US"/>
        </w:rPr>
        <w:t xml:space="preserve">(u, theta, </w:t>
      </w:r>
      <w:proofErr w:type="spellStart"/>
      <w:r>
        <w:rPr>
          <w:lang w:val="en-US"/>
        </w:rPr>
        <w:t>t_flight</w:t>
      </w:r>
      <w:proofErr w:type="spellEnd"/>
      <w:r>
        <w:rPr>
          <w:lang w:val="en-US"/>
        </w:rPr>
        <w:t>):</w:t>
      </w:r>
    </w:p>
    <w:p w14:paraId="13F44B2A" w14:textId="77777777" w:rsidR="00DC24E3" w:rsidRDefault="00DC24E3" w:rsidP="00DC24E3">
      <w:pPr>
        <w:pStyle w:val="Code"/>
        <w:rPr>
          <w:lang w:val="en-US"/>
        </w:rPr>
      </w:pPr>
      <w:r>
        <w:rPr>
          <w:lang w:val="en-US"/>
        </w:rPr>
        <w:t xml:space="preserve">    # List of x and y coordinates</w:t>
      </w:r>
    </w:p>
    <w:p w14:paraId="1DF44740" w14:textId="77777777" w:rsidR="00DC24E3" w:rsidRDefault="00DC24E3" w:rsidP="00DC24E3">
      <w:pPr>
        <w:pStyle w:val="Code"/>
        <w:rPr>
          <w:lang w:val="en-US"/>
        </w:rPr>
      </w:pPr>
      <w:r>
        <w:rPr>
          <w:lang w:val="en-US"/>
        </w:rPr>
        <w:t xml:space="preserve">    x = []</w:t>
      </w:r>
    </w:p>
    <w:p w14:paraId="3F5E368B" w14:textId="77777777" w:rsidR="00DC24E3" w:rsidRDefault="00DC24E3" w:rsidP="00DC24E3">
      <w:pPr>
        <w:pStyle w:val="Code"/>
        <w:rPr>
          <w:lang w:val="en-US"/>
        </w:rPr>
      </w:pPr>
      <w:r>
        <w:rPr>
          <w:lang w:val="en-US"/>
        </w:rPr>
        <w:t xml:space="preserve">    y = [] </w:t>
      </w:r>
    </w:p>
    <w:p w14:paraId="1C5F599A" w14:textId="77777777" w:rsidR="00DC24E3" w:rsidRDefault="00DC24E3" w:rsidP="00DC24E3">
      <w:pPr>
        <w:pStyle w:val="Code"/>
        <w:rPr>
          <w:lang w:val="en-US"/>
        </w:rPr>
      </w:pPr>
      <w:r>
        <w:rPr>
          <w:lang w:val="en-US"/>
        </w:rPr>
        <w:t xml:space="preserve">    intervals = </w:t>
      </w:r>
      <w:proofErr w:type="spellStart"/>
      <w:r>
        <w:rPr>
          <w:lang w:val="en-US"/>
        </w:rPr>
        <w:t>frange</w:t>
      </w:r>
      <w:proofErr w:type="spellEnd"/>
      <w:r>
        <w:rPr>
          <w:lang w:val="en-US"/>
        </w:rPr>
        <w:t xml:space="preserve">(0, </w:t>
      </w:r>
      <w:proofErr w:type="spellStart"/>
      <w:r>
        <w:rPr>
          <w:lang w:val="en-US"/>
        </w:rPr>
        <w:t>t_flight</w:t>
      </w:r>
      <w:proofErr w:type="spellEnd"/>
      <w:r>
        <w:rPr>
          <w:lang w:val="en-US"/>
        </w:rPr>
        <w:t>, 0.001)</w:t>
      </w:r>
    </w:p>
    <w:p w14:paraId="10FD1A07" w14:textId="77777777" w:rsidR="00DC24E3" w:rsidRDefault="00DC24E3" w:rsidP="00DC24E3">
      <w:pPr>
        <w:pStyle w:val="Code"/>
        <w:rPr>
          <w:lang w:val="en-US"/>
        </w:rPr>
      </w:pPr>
      <w:r>
        <w:rPr>
          <w:lang w:val="en-US"/>
        </w:rPr>
        <w:t xml:space="preserve">    for t in intervals: </w:t>
      </w:r>
    </w:p>
    <w:p w14:paraId="58DC310B" w14:textId="77777777" w:rsidR="00DC24E3" w:rsidRDefault="00DC24E3" w:rsidP="00DC24E3">
      <w:pPr>
        <w:pStyle w:val="Code"/>
        <w:rPr>
          <w:lang w:val="en-US"/>
        </w:rPr>
      </w:pPr>
      <w:r>
        <w:rPr>
          <w:lang w:val="en-US"/>
        </w:rPr>
        <w:t xml:space="preserve">         </w:t>
      </w:r>
      <w:proofErr w:type="spellStart"/>
      <w:r>
        <w:rPr>
          <w:lang w:val="en-US"/>
        </w:rPr>
        <w:t>x.append</w:t>
      </w:r>
      <w:proofErr w:type="spellEnd"/>
      <w:r>
        <w:rPr>
          <w:lang w:val="en-US"/>
        </w:rPr>
        <w:t>(u*</w:t>
      </w:r>
      <w:proofErr w:type="spellStart"/>
      <w:r>
        <w:rPr>
          <w:lang w:val="en-US"/>
        </w:rPr>
        <w:t>math.cos</w:t>
      </w:r>
      <w:proofErr w:type="spellEnd"/>
      <w:r>
        <w:rPr>
          <w:lang w:val="en-US"/>
        </w:rPr>
        <w:t>(theta)*t)</w:t>
      </w:r>
    </w:p>
    <w:p w14:paraId="12525D2C" w14:textId="2411C58D" w:rsidR="00DC24E3" w:rsidRDefault="00DC24E3" w:rsidP="00DC24E3">
      <w:pPr>
        <w:pStyle w:val="Code"/>
        <w:rPr>
          <w:lang w:val="en-US"/>
        </w:rPr>
      </w:pPr>
      <w:r>
        <w:rPr>
          <w:lang w:val="en-US"/>
        </w:rPr>
        <w:t xml:space="preserve">         </w:t>
      </w:r>
      <w:proofErr w:type="spellStart"/>
      <w:r>
        <w:rPr>
          <w:lang w:val="en-US"/>
        </w:rPr>
        <w:t>y.append</w:t>
      </w:r>
      <w:proofErr w:type="spellEnd"/>
      <w:r>
        <w:rPr>
          <w:lang w:val="en-US"/>
        </w:rPr>
        <w:t>(u*</w:t>
      </w:r>
      <w:proofErr w:type="spellStart"/>
      <w:r>
        <w:rPr>
          <w:lang w:val="en-US"/>
        </w:rPr>
        <w:t>math.sin</w:t>
      </w:r>
      <w:proofErr w:type="spellEnd"/>
      <w:r>
        <w:rPr>
          <w:lang w:val="en-US"/>
        </w:rPr>
        <w:t>(theta)*t</w:t>
      </w:r>
      <w:r w:rsidR="003B6EC4">
        <w:rPr>
          <w:lang w:val="en-US"/>
        </w:rPr>
        <w:t xml:space="preserve"> - 0.5*g*t*t)</w:t>
      </w:r>
    </w:p>
    <w:p w14:paraId="7CCD2338" w14:textId="77777777" w:rsidR="00DC24E3" w:rsidRDefault="00DC24E3" w:rsidP="00DC24E3">
      <w:pPr>
        <w:pStyle w:val="Code"/>
        <w:rPr>
          <w:lang w:val="en-US"/>
        </w:rPr>
      </w:pPr>
      <w:r>
        <w:rPr>
          <w:lang w:val="en-US"/>
        </w:rPr>
        <w:t xml:space="preserve">    # Create the graph</w:t>
      </w:r>
    </w:p>
    <w:p w14:paraId="64CD0B0F" w14:textId="77777777" w:rsidR="00DC24E3" w:rsidRDefault="00DC24E3" w:rsidP="00DC24E3">
      <w:pPr>
        <w:pStyle w:val="Code"/>
        <w:rPr>
          <w:lang w:val="en-US"/>
        </w:rPr>
      </w:pPr>
      <w:r>
        <w:rPr>
          <w:lang w:val="en-US"/>
        </w:rPr>
        <w:t xml:space="preserve">    </w:t>
      </w:r>
      <w:proofErr w:type="spellStart"/>
      <w:r>
        <w:rPr>
          <w:lang w:val="en-US"/>
        </w:rPr>
        <w:t>draw_graph</w:t>
      </w:r>
      <w:proofErr w:type="spellEnd"/>
      <w:r>
        <w:rPr>
          <w:lang w:val="en-US"/>
        </w:rPr>
        <w:t xml:space="preserve">(x, y) </w:t>
      </w:r>
    </w:p>
    <w:p w14:paraId="292E380F" w14:textId="77777777" w:rsidR="00DC24E3" w:rsidRDefault="00DC24E3" w:rsidP="00DC24E3">
      <w:pPr>
        <w:pStyle w:val="Code"/>
        <w:rPr>
          <w:lang w:val="en-US"/>
        </w:rPr>
      </w:pPr>
      <w:r>
        <w:rPr>
          <w:lang w:val="en-US"/>
        </w:rPr>
        <w:t>if __name__ == '__main__':</w:t>
      </w:r>
    </w:p>
    <w:p w14:paraId="6D2969B8" w14:textId="7042C3AC" w:rsidR="00DC24E3" w:rsidRDefault="00DC24E3" w:rsidP="00DC24E3">
      <w:pPr>
        <w:pStyle w:val="Code"/>
        <w:rPr>
          <w:lang w:val="en-US"/>
        </w:rPr>
      </w:pPr>
      <w:r>
        <w:rPr>
          <w:lang w:val="en-US"/>
        </w:rPr>
        <w:t xml:space="preserve">    </w:t>
      </w:r>
      <w:proofErr w:type="spellStart"/>
      <w:r>
        <w:rPr>
          <w:lang w:val="en-US"/>
        </w:rPr>
        <w:t>num_trajectories</w:t>
      </w:r>
      <w:proofErr w:type="spellEnd"/>
      <w:r>
        <w:rPr>
          <w:lang w:val="en-US"/>
        </w:rPr>
        <w:t xml:space="preserve"> = </w:t>
      </w:r>
      <w:proofErr w:type="spellStart"/>
      <w:r>
        <w:rPr>
          <w:lang w:val="en-US"/>
        </w:rPr>
        <w:t>int</w:t>
      </w:r>
      <w:proofErr w:type="spellEnd"/>
      <w:r>
        <w:rPr>
          <w:lang w:val="en-US"/>
        </w:rPr>
        <w:t>(in</w:t>
      </w:r>
      <w:r w:rsidR="003B6EC4">
        <w:rPr>
          <w:lang w:val="en-US"/>
        </w:rPr>
        <w:t>put('How many trajectories? '))</w:t>
      </w:r>
    </w:p>
    <w:p w14:paraId="68C9A29D" w14:textId="77777777" w:rsidR="00DC24E3" w:rsidRDefault="00DC24E3" w:rsidP="00DC24E3">
      <w:pPr>
        <w:pStyle w:val="Code"/>
        <w:rPr>
          <w:lang w:val="en-US"/>
        </w:rPr>
      </w:pPr>
      <w:r>
        <w:rPr>
          <w:lang w:val="en-US"/>
        </w:rPr>
        <w:t xml:space="preserve">    velocities = []</w:t>
      </w:r>
    </w:p>
    <w:p w14:paraId="1A705B19" w14:textId="77777777" w:rsidR="00DC24E3" w:rsidRDefault="00DC24E3" w:rsidP="00DC24E3">
      <w:pPr>
        <w:pStyle w:val="Code"/>
        <w:rPr>
          <w:lang w:val="en-US"/>
        </w:rPr>
      </w:pPr>
      <w:r>
        <w:rPr>
          <w:lang w:val="en-US"/>
        </w:rPr>
        <w:t xml:space="preserve">    angles = [] </w:t>
      </w:r>
    </w:p>
    <w:p w14:paraId="63637D6F" w14:textId="77777777" w:rsidR="00DC24E3" w:rsidRDefault="00DC24E3" w:rsidP="00DC24E3">
      <w:pPr>
        <w:pStyle w:val="Code"/>
        <w:rPr>
          <w:lang w:val="en-US"/>
        </w:rPr>
      </w:pPr>
      <w:r>
        <w:rPr>
          <w:lang w:val="en-US"/>
        </w:rPr>
        <w:t xml:space="preserve">    for </w:t>
      </w:r>
      <w:proofErr w:type="spellStart"/>
      <w:r>
        <w:rPr>
          <w:lang w:val="en-US"/>
        </w:rPr>
        <w:t>i</w:t>
      </w:r>
      <w:proofErr w:type="spellEnd"/>
      <w:r>
        <w:rPr>
          <w:lang w:val="en-US"/>
        </w:rPr>
        <w:t xml:space="preserve"> in range(1, num_trajectories+1):</w:t>
      </w:r>
    </w:p>
    <w:p w14:paraId="7AD003BB" w14:textId="77777777" w:rsidR="00DC24E3" w:rsidRDefault="00DC24E3" w:rsidP="00DC24E3">
      <w:pPr>
        <w:pStyle w:val="Code"/>
        <w:rPr>
          <w:lang w:val="en-US"/>
        </w:rPr>
      </w:pPr>
      <w:r>
        <w:rPr>
          <w:lang w:val="en-US"/>
        </w:rPr>
        <w:t xml:space="preserve">        v = input('Enter the initial velocity for trajectory {0} (m/s): '.format(</w:t>
      </w:r>
      <w:proofErr w:type="spellStart"/>
      <w:r>
        <w:rPr>
          <w:lang w:val="en-US"/>
        </w:rPr>
        <w:t>i</w:t>
      </w:r>
      <w:proofErr w:type="spellEnd"/>
      <w:r>
        <w:rPr>
          <w:lang w:val="en-US"/>
        </w:rPr>
        <w:t>))</w:t>
      </w:r>
    </w:p>
    <w:p w14:paraId="192C192B" w14:textId="77777777" w:rsidR="00DC24E3" w:rsidRDefault="00DC24E3" w:rsidP="00DC24E3">
      <w:pPr>
        <w:pStyle w:val="Code"/>
        <w:rPr>
          <w:lang w:val="en-US"/>
        </w:rPr>
      </w:pPr>
      <w:r>
        <w:rPr>
          <w:lang w:val="en-US"/>
        </w:rPr>
        <w:t xml:space="preserve">        theta = input('Enter the angle of projection for trajectory {0} (degrees): '.format(</w:t>
      </w:r>
      <w:proofErr w:type="spellStart"/>
      <w:r>
        <w:rPr>
          <w:lang w:val="en-US"/>
        </w:rPr>
        <w:t>i</w:t>
      </w:r>
      <w:proofErr w:type="spellEnd"/>
      <w:r>
        <w:rPr>
          <w:lang w:val="en-US"/>
        </w:rPr>
        <w:t>))</w:t>
      </w:r>
    </w:p>
    <w:p w14:paraId="4BCE4064" w14:textId="77777777" w:rsidR="00DC24E3" w:rsidRDefault="00DC24E3" w:rsidP="00DC24E3">
      <w:pPr>
        <w:pStyle w:val="Code"/>
        <w:rPr>
          <w:lang w:val="en-US"/>
        </w:rPr>
      </w:pPr>
      <w:r>
        <w:rPr>
          <w:lang w:val="en-US"/>
        </w:rPr>
        <w:t xml:space="preserve">        </w:t>
      </w:r>
      <w:proofErr w:type="spellStart"/>
      <w:r>
        <w:rPr>
          <w:lang w:val="en-US"/>
        </w:rPr>
        <w:t>velocities.append</w:t>
      </w:r>
      <w:proofErr w:type="spellEnd"/>
      <w:r>
        <w:rPr>
          <w:lang w:val="en-US"/>
        </w:rPr>
        <w:t>(float(v))</w:t>
      </w:r>
    </w:p>
    <w:p w14:paraId="428917E4" w14:textId="77777777" w:rsidR="00DC24E3" w:rsidRDefault="00DC24E3" w:rsidP="00DC24E3">
      <w:pPr>
        <w:pStyle w:val="Code"/>
        <w:rPr>
          <w:lang w:val="en-US"/>
        </w:rPr>
      </w:pPr>
      <w:r>
        <w:rPr>
          <w:lang w:val="en-US"/>
        </w:rPr>
        <w:t xml:space="preserve">        </w:t>
      </w:r>
      <w:proofErr w:type="spellStart"/>
      <w:r>
        <w:rPr>
          <w:lang w:val="en-US"/>
        </w:rPr>
        <w:t>angles.append</w:t>
      </w:r>
      <w:proofErr w:type="spellEnd"/>
      <w:r>
        <w:rPr>
          <w:lang w:val="en-US"/>
        </w:rPr>
        <w:t>(</w:t>
      </w:r>
      <w:proofErr w:type="spellStart"/>
      <w:r>
        <w:rPr>
          <w:lang w:val="en-US"/>
        </w:rPr>
        <w:t>math.radians</w:t>
      </w:r>
      <w:proofErr w:type="spellEnd"/>
      <w:r>
        <w:rPr>
          <w:lang w:val="en-US"/>
        </w:rPr>
        <w:t>(float(theta)))</w:t>
      </w:r>
    </w:p>
    <w:p w14:paraId="20665E52" w14:textId="77777777" w:rsidR="00DC24E3" w:rsidRDefault="00DC24E3" w:rsidP="00DC24E3">
      <w:pPr>
        <w:pStyle w:val="Code"/>
        <w:rPr>
          <w:lang w:val="en-US"/>
        </w:rPr>
      </w:pPr>
      <w:r>
        <w:rPr>
          <w:lang w:val="en-US"/>
        </w:rPr>
        <w:t xml:space="preserve">    for </w:t>
      </w:r>
      <w:proofErr w:type="spellStart"/>
      <w:r>
        <w:rPr>
          <w:lang w:val="en-US"/>
        </w:rPr>
        <w:t>i</w:t>
      </w:r>
      <w:proofErr w:type="spellEnd"/>
      <w:r>
        <w:rPr>
          <w:lang w:val="en-US"/>
        </w:rPr>
        <w:t xml:space="preserve"> in range(</w:t>
      </w:r>
      <w:proofErr w:type="spellStart"/>
      <w:r>
        <w:rPr>
          <w:lang w:val="en-US"/>
        </w:rPr>
        <w:t>num_trajectories</w:t>
      </w:r>
      <w:proofErr w:type="spellEnd"/>
      <w:r>
        <w:rPr>
          <w:lang w:val="en-US"/>
        </w:rPr>
        <w:t>):</w:t>
      </w:r>
    </w:p>
    <w:p w14:paraId="123D3720" w14:textId="77777777" w:rsidR="00DC24E3" w:rsidRDefault="00DC24E3" w:rsidP="00DC24E3">
      <w:pPr>
        <w:pStyle w:val="Code"/>
        <w:rPr>
          <w:lang w:val="en-US"/>
        </w:rPr>
      </w:pPr>
      <w:r>
        <w:rPr>
          <w:lang w:val="en-US"/>
        </w:rPr>
        <w:t xml:space="preserve">        # Calculate time of flight, maximum horizontal distance and</w:t>
      </w:r>
    </w:p>
    <w:p w14:paraId="157E0E4B" w14:textId="7E3D75C2" w:rsidR="00DC24E3" w:rsidRDefault="00DC24E3" w:rsidP="003B6EC4">
      <w:pPr>
        <w:pStyle w:val="Code"/>
        <w:rPr>
          <w:lang w:val="en-US"/>
        </w:rPr>
      </w:pPr>
      <w:r>
        <w:rPr>
          <w:lang w:val="en-US"/>
        </w:rPr>
        <w:t xml:space="preserve">        # maximum vertical</w:t>
      </w:r>
      <w:r w:rsidR="003B6EC4">
        <w:rPr>
          <w:lang w:val="en-US"/>
        </w:rPr>
        <w:t xml:space="preserve"> </w:t>
      </w:r>
      <w:r>
        <w:rPr>
          <w:lang w:val="en-US"/>
        </w:rPr>
        <w:t>distance</w:t>
      </w:r>
    </w:p>
    <w:p w14:paraId="1FF711AA" w14:textId="77777777" w:rsidR="00DC24E3" w:rsidRDefault="00DC24E3" w:rsidP="00DC24E3">
      <w:pPr>
        <w:pStyle w:val="Code"/>
        <w:rPr>
          <w:lang w:val="en-US"/>
        </w:rPr>
      </w:pPr>
      <w:r>
        <w:rPr>
          <w:lang w:val="en-US"/>
        </w:rPr>
        <w:t xml:space="preserve">        </w:t>
      </w:r>
      <w:proofErr w:type="spellStart"/>
      <w:r>
        <w:rPr>
          <w:lang w:val="en-US"/>
        </w:rPr>
        <w:t>t_flight</w:t>
      </w:r>
      <w:proofErr w:type="spellEnd"/>
      <w:r>
        <w:rPr>
          <w:lang w:val="en-US"/>
        </w:rPr>
        <w:t xml:space="preserve"> = 2*velocities[</w:t>
      </w:r>
      <w:proofErr w:type="spellStart"/>
      <w:r>
        <w:rPr>
          <w:lang w:val="en-US"/>
        </w:rPr>
        <w:t>i</w:t>
      </w:r>
      <w:proofErr w:type="spellEnd"/>
      <w:r>
        <w:rPr>
          <w:lang w:val="en-US"/>
        </w:rPr>
        <w:t>]*</w:t>
      </w:r>
      <w:proofErr w:type="spellStart"/>
      <w:r>
        <w:rPr>
          <w:lang w:val="en-US"/>
        </w:rPr>
        <w:t>math.sin</w:t>
      </w:r>
      <w:proofErr w:type="spellEnd"/>
      <w:r>
        <w:rPr>
          <w:lang w:val="en-US"/>
        </w:rPr>
        <w:t>(angles[</w:t>
      </w:r>
      <w:proofErr w:type="spellStart"/>
      <w:r>
        <w:rPr>
          <w:lang w:val="en-US"/>
        </w:rPr>
        <w:t>i</w:t>
      </w:r>
      <w:proofErr w:type="spellEnd"/>
      <w:r>
        <w:rPr>
          <w:lang w:val="en-US"/>
        </w:rPr>
        <w:t>])/g</w:t>
      </w:r>
    </w:p>
    <w:p w14:paraId="646D65FF" w14:textId="77777777" w:rsidR="00DC24E3" w:rsidRDefault="00DC24E3" w:rsidP="00DC24E3">
      <w:pPr>
        <w:pStyle w:val="Code"/>
        <w:rPr>
          <w:lang w:val="en-US"/>
        </w:rPr>
      </w:pPr>
      <w:r>
        <w:rPr>
          <w:lang w:val="en-US"/>
        </w:rPr>
        <w:t xml:space="preserve">        </w:t>
      </w:r>
      <w:proofErr w:type="spellStart"/>
      <w:r>
        <w:rPr>
          <w:lang w:val="en-US"/>
        </w:rPr>
        <w:t>S_x</w:t>
      </w:r>
      <w:proofErr w:type="spellEnd"/>
      <w:r>
        <w:rPr>
          <w:lang w:val="en-US"/>
        </w:rPr>
        <w:t xml:space="preserve"> = velocities[</w:t>
      </w:r>
      <w:proofErr w:type="spellStart"/>
      <w:r>
        <w:rPr>
          <w:lang w:val="en-US"/>
        </w:rPr>
        <w:t>i</w:t>
      </w:r>
      <w:proofErr w:type="spellEnd"/>
      <w:r>
        <w:rPr>
          <w:lang w:val="en-US"/>
        </w:rPr>
        <w:t>]*</w:t>
      </w:r>
      <w:proofErr w:type="spellStart"/>
      <w:r>
        <w:rPr>
          <w:lang w:val="en-US"/>
        </w:rPr>
        <w:t>math.cos</w:t>
      </w:r>
      <w:proofErr w:type="spellEnd"/>
      <w:r>
        <w:rPr>
          <w:lang w:val="en-US"/>
        </w:rPr>
        <w:t>(angles[</w:t>
      </w:r>
      <w:proofErr w:type="spellStart"/>
      <w:r>
        <w:rPr>
          <w:lang w:val="en-US"/>
        </w:rPr>
        <w:t>i</w:t>
      </w:r>
      <w:proofErr w:type="spellEnd"/>
      <w:r>
        <w:rPr>
          <w:lang w:val="en-US"/>
        </w:rPr>
        <w:t>])*</w:t>
      </w:r>
      <w:proofErr w:type="spellStart"/>
      <w:r>
        <w:rPr>
          <w:lang w:val="en-US"/>
        </w:rPr>
        <w:t>t_flight</w:t>
      </w:r>
      <w:proofErr w:type="spellEnd"/>
    </w:p>
    <w:p w14:paraId="53EECD2A" w14:textId="77777777" w:rsidR="00DC24E3" w:rsidRDefault="00DC24E3" w:rsidP="00DC24E3">
      <w:pPr>
        <w:pStyle w:val="Code"/>
        <w:rPr>
          <w:lang w:val="en-US"/>
        </w:rPr>
      </w:pPr>
      <w:r>
        <w:rPr>
          <w:lang w:val="en-US"/>
        </w:rPr>
        <w:t xml:space="preserve">        </w:t>
      </w:r>
      <w:proofErr w:type="spellStart"/>
      <w:r>
        <w:rPr>
          <w:lang w:val="en-US"/>
        </w:rPr>
        <w:t>S_y</w:t>
      </w:r>
      <w:proofErr w:type="spellEnd"/>
      <w:r>
        <w:rPr>
          <w:lang w:val="en-US"/>
        </w:rPr>
        <w:t xml:space="preserve"> = velocities[</w:t>
      </w:r>
      <w:proofErr w:type="spellStart"/>
      <w:r>
        <w:rPr>
          <w:lang w:val="en-US"/>
        </w:rPr>
        <w:t>i</w:t>
      </w:r>
      <w:proofErr w:type="spellEnd"/>
      <w:r>
        <w:rPr>
          <w:lang w:val="en-US"/>
        </w:rPr>
        <w:t>]*</w:t>
      </w:r>
      <w:proofErr w:type="spellStart"/>
      <w:r>
        <w:rPr>
          <w:lang w:val="en-US"/>
        </w:rPr>
        <w:t>math.sin</w:t>
      </w:r>
      <w:proofErr w:type="spellEnd"/>
      <w:r>
        <w:rPr>
          <w:lang w:val="en-US"/>
        </w:rPr>
        <w:t>(angles[</w:t>
      </w:r>
      <w:proofErr w:type="spellStart"/>
      <w:r>
        <w:rPr>
          <w:lang w:val="en-US"/>
        </w:rPr>
        <w:t>i</w:t>
      </w:r>
      <w:proofErr w:type="spellEnd"/>
      <w:r>
        <w:rPr>
          <w:lang w:val="en-US"/>
        </w:rPr>
        <w:t>])*(</w:t>
      </w:r>
      <w:proofErr w:type="spellStart"/>
      <w:r>
        <w:rPr>
          <w:lang w:val="en-US"/>
        </w:rPr>
        <w:t>t_flight</w:t>
      </w:r>
      <w:proofErr w:type="spellEnd"/>
      <w:r>
        <w:rPr>
          <w:lang w:val="en-US"/>
        </w:rPr>
        <w:t>/2) - (1/2)*g*(</w:t>
      </w:r>
      <w:proofErr w:type="spellStart"/>
      <w:r>
        <w:rPr>
          <w:lang w:val="en-US"/>
        </w:rPr>
        <w:t>t_flight</w:t>
      </w:r>
      <w:proofErr w:type="spellEnd"/>
      <w:r>
        <w:rPr>
          <w:lang w:val="en-US"/>
        </w:rPr>
        <w:t>/2)**2</w:t>
      </w:r>
    </w:p>
    <w:p w14:paraId="0B41A2D2" w14:textId="77777777" w:rsidR="00DC24E3" w:rsidRDefault="00DC24E3" w:rsidP="00DC24E3">
      <w:pPr>
        <w:pStyle w:val="Code"/>
        <w:rPr>
          <w:lang w:val="en-US"/>
        </w:rPr>
      </w:pPr>
      <w:r>
        <w:rPr>
          <w:lang w:val="en-US"/>
        </w:rPr>
        <w:t xml:space="preserve">        print('Initial velocity: {0} Angle of Projection: {1}'.format(velocities[</w:t>
      </w:r>
      <w:proofErr w:type="spellStart"/>
      <w:r>
        <w:rPr>
          <w:lang w:val="en-US"/>
        </w:rPr>
        <w:t>i</w:t>
      </w:r>
      <w:proofErr w:type="spellEnd"/>
      <w:r>
        <w:rPr>
          <w:lang w:val="en-US"/>
        </w:rPr>
        <w:t xml:space="preserve">], </w:t>
      </w:r>
      <w:proofErr w:type="spellStart"/>
      <w:r>
        <w:rPr>
          <w:lang w:val="en-US"/>
        </w:rPr>
        <w:t>math.degrees</w:t>
      </w:r>
      <w:proofErr w:type="spellEnd"/>
      <w:r>
        <w:rPr>
          <w:lang w:val="en-US"/>
        </w:rPr>
        <w:t>(angles[</w:t>
      </w:r>
      <w:proofErr w:type="spellStart"/>
      <w:r>
        <w:rPr>
          <w:lang w:val="en-US"/>
        </w:rPr>
        <w:t>i</w:t>
      </w:r>
      <w:proofErr w:type="spellEnd"/>
      <w:r>
        <w:rPr>
          <w:lang w:val="en-US"/>
        </w:rPr>
        <w:t xml:space="preserve">]))) </w:t>
      </w:r>
      <w:r w:rsidRPr="0029368A">
        <w:rPr>
          <w:rStyle w:val="PuceRepere"/>
        </w:rPr>
        <w:t>1</w:t>
      </w:r>
    </w:p>
    <w:p w14:paraId="70100E9B" w14:textId="77777777" w:rsidR="00DC24E3" w:rsidRDefault="00DC24E3" w:rsidP="00DC24E3">
      <w:pPr>
        <w:pStyle w:val="Code"/>
        <w:rPr>
          <w:lang w:val="en-US"/>
        </w:rPr>
      </w:pPr>
      <w:r>
        <w:rPr>
          <w:lang w:val="en-US"/>
        </w:rPr>
        <w:t xml:space="preserve">        print('T: {0} </w:t>
      </w:r>
      <w:proofErr w:type="spellStart"/>
      <w:r>
        <w:rPr>
          <w:lang w:val="en-US"/>
        </w:rPr>
        <w:t>S_x</w:t>
      </w:r>
      <w:proofErr w:type="spellEnd"/>
      <w:r>
        <w:rPr>
          <w:lang w:val="en-US"/>
        </w:rPr>
        <w:t xml:space="preserve">: {1} </w:t>
      </w:r>
      <w:proofErr w:type="spellStart"/>
      <w:r>
        <w:rPr>
          <w:lang w:val="en-US"/>
        </w:rPr>
        <w:t>S_y</w:t>
      </w:r>
      <w:proofErr w:type="spellEnd"/>
      <w:r>
        <w:rPr>
          <w:lang w:val="en-US"/>
        </w:rPr>
        <w:t>: {2}'.format(</w:t>
      </w:r>
      <w:proofErr w:type="spellStart"/>
      <w:r>
        <w:rPr>
          <w:lang w:val="en-US"/>
        </w:rPr>
        <w:t>t_flight</w:t>
      </w:r>
      <w:proofErr w:type="spellEnd"/>
      <w:r>
        <w:rPr>
          <w:lang w:val="en-US"/>
        </w:rPr>
        <w:t xml:space="preserve">, </w:t>
      </w:r>
      <w:proofErr w:type="spellStart"/>
      <w:r>
        <w:rPr>
          <w:lang w:val="en-US"/>
        </w:rPr>
        <w:t>S_x</w:t>
      </w:r>
      <w:proofErr w:type="spellEnd"/>
      <w:r>
        <w:rPr>
          <w:lang w:val="en-US"/>
        </w:rPr>
        <w:t xml:space="preserve">, </w:t>
      </w:r>
      <w:proofErr w:type="spellStart"/>
      <w:r>
        <w:rPr>
          <w:lang w:val="en-US"/>
        </w:rPr>
        <w:t>S_y</w:t>
      </w:r>
      <w:proofErr w:type="spellEnd"/>
      <w:r>
        <w:rPr>
          <w:lang w:val="en-US"/>
        </w:rPr>
        <w:t>))</w:t>
      </w:r>
    </w:p>
    <w:p w14:paraId="330D329E" w14:textId="77777777" w:rsidR="00DC24E3" w:rsidRDefault="00DC24E3" w:rsidP="00DC24E3">
      <w:pPr>
        <w:pStyle w:val="Code"/>
        <w:rPr>
          <w:lang w:val="en-US"/>
        </w:rPr>
      </w:pPr>
      <w:r>
        <w:rPr>
          <w:lang w:val="en-US"/>
        </w:rPr>
        <w:t xml:space="preserve">        print()</w:t>
      </w:r>
    </w:p>
    <w:p w14:paraId="1C5B96DD" w14:textId="77777777" w:rsidR="00DC24E3" w:rsidRDefault="00DC24E3" w:rsidP="00DC24E3">
      <w:pPr>
        <w:pStyle w:val="Code"/>
        <w:rPr>
          <w:lang w:val="en-US"/>
        </w:rPr>
      </w:pPr>
      <w:r>
        <w:rPr>
          <w:lang w:val="en-US"/>
        </w:rPr>
        <w:t xml:space="preserve">        </w:t>
      </w:r>
      <w:proofErr w:type="spellStart"/>
      <w:r>
        <w:rPr>
          <w:lang w:val="en-US"/>
        </w:rPr>
        <w:t>draw_trajectory</w:t>
      </w:r>
      <w:proofErr w:type="spellEnd"/>
      <w:r>
        <w:rPr>
          <w:lang w:val="en-US"/>
        </w:rPr>
        <w:t>(velocities[</w:t>
      </w:r>
      <w:proofErr w:type="spellStart"/>
      <w:r>
        <w:rPr>
          <w:lang w:val="en-US"/>
        </w:rPr>
        <w:t>i</w:t>
      </w:r>
      <w:proofErr w:type="spellEnd"/>
      <w:r>
        <w:rPr>
          <w:lang w:val="en-US"/>
        </w:rPr>
        <w:t>], angles[</w:t>
      </w:r>
      <w:proofErr w:type="spellStart"/>
      <w:r>
        <w:rPr>
          <w:lang w:val="en-US"/>
        </w:rPr>
        <w:t>i</w:t>
      </w:r>
      <w:proofErr w:type="spellEnd"/>
      <w:r>
        <w:rPr>
          <w:lang w:val="en-US"/>
        </w:rPr>
        <w:t xml:space="preserve">], </w:t>
      </w:r>
      <w:proofErr w:type="spellStart"/>
      <w:r>
        <w:rPr>
          <w:lang w:val="en-US"/>
        </w:rPr>
        <w:t>t_flight</w:t>
      </w:r>
      <w:proofErr w:type="spellEnd"/>
      <w:r>
        <w:rPr>
          <w:lang w:val="en-US"/>
        </w:rPr>
        <w:t xml:space="preserve">) </w:t>
      </w:r>
      <w:r w:rsidRPr="0029368A">
        <w:rPr>
          <w:rStyle w:val="PuceRepere"/>
        </w:rPr>
        <w:t>2</w:t>
      </w:r>
    </w:p>
    <w:p w14:paraId="00B7705C" w14:textId="77777777" w:rsidR="00DC24E3" w:rsidRDefault="00DC24E3" w:rsidP="00DC24E3">
      <w:pPr>
        <w:pStyle w:val="Code"/>
        <w:rPr>
          <w:lang w:val="en-US"/>
        </w:rPr>
      </w:pPr>
      <w:r>
        <w:rPr>
          <w:lang w:val="en-US"/>
        </w:rPr>
        <w:t xml:space="preserve">    # Add a legend and show the graph</w:t>
      </w:r>
    </w:p>
    <w:p w14:paraId="185E2542" w14:textId="77777777" w:rsidR="00DC24E3" w:rsidRDefault="00DC24E3" w:rsidP="00DC24E3">
      <w:pPr>
        <w:pStyle w:val="Code"/>
        <w:rPr>
          <w:lang w:val="en-US"/>
        </w:rPr>
      </w:pPr>
      <w:r>
        <w:rPr>
          <w:lang w:val="en-US"/>
        </w:rPr>
        <w:t xml:space="preserve">    legends = []</w:t>
      </w:r>
    </w:p>
    <w:p w14:paraId="6EC8126B" w14:textId="77777777" w:rsidR="00DC24E3" w:rsidRDefault="00DC24E3" w:rsidP="00DC24E3">
      <w:pPr>
        <w:pStyle w:val="Code"/>
        <w:rPr>
          <w:lang w:val="en-US"/>
        </w:rPr>
      </w:pPr>
      <w:r>
        <w:rPr>
          <w:lang w:val="en-US"/>
        </w:rPr>
        <w:t xml:space="preserve">    for </w:t>
      </w:r>
      <w:proofErr w:type="spellStart"/>
      <w:r>
        <w:rPr>
          <w:lang w:val="en-US"/>
        </w:rPr>
        <w:t>i</w:t>
      </w:r>
      <w:proofErr w:type="spellEnd"/>
      <w:r>
        <w:rPr>
          <w:lang w:val="en-US"/>
        </w:rPr>
        <w:t xml:space="preserve"> in range(0, </w:t>
      </w:r>
      <w:proofErr w:type="spellStart"/>
      <w:r>
        <w:rPr>
          <w:lang w:val="en-US"/>
        </w:rPr>
        <w:t>num_trajectories</w:t>
      </w:r>
      <w:proofErr w:type="spellEnd"/>
      <w:r>
        <w:rPr>
          <w:lang w:val="en-US"/>
        </w:rPr>
        <w:t xml:space="preserve">): </w:t>
      </w:r>
    </w:p>
    <w:p w14:paraId="0C77761E" w14:textId="77777777" w:rsidR="00DC24E3" w:rsidRDefault="00DC24E3" w:rsidP="00DC24E3">
      <w:pPr>
        <w:pStyle w:val="Code"/>
        <w:rPr>
          <w:lang w:val="en-US"/>
        </w:rPr>
      </w:pPr>
      <w:r>
        <w:rPr>
          <w:lang w:val="en-US"/>
        </w:rPr>
        <w:t xml:space="preserve">        </w:t>
      </w:r>
      <w:proofErr w:type="spellStart"/>
      <w:r>
        <w:rPr>
          <w:lang w:val="en-US"/>
        </w:rPr>
        <w:t>legends.append</w:t>
      </w:r>
      <w:proofErr w:type="spellEnd"/>
      <w:r>
        <w:rPr>
          <w:lang w:val="en-US"/>
        </w:rPr>
        <w:t>('{0} - {1}'.format(velocities[</w:t>
      </w:r>
      <w:proofErr w:type="spellStart"/>
      <w:r>
        <w:rPr>
          <w:lang w:val="en-US"/>
        </w:rPr>
        <w:t>i</w:t>
      </w:r>
      <w:proofErr w:type="spellEnd"/>
      <w:r>
        <w:rPr>
          <w:lang w:val="en-US"/>
        </w:rPr>
        <w:t xml:space="preserve">], </w:t>
      </w:r>
      <w:proofErr w:type="spellStart"/>
      <w:r>
        <w:rPr>
          <w:lang w:val="en-US"/>
        </w:rPr>
        <w:t>math.degrees</w:t>
      </w:r>
      <w:proofErr w:type="spellEnd"/>
      <w:r>
        <w:rPr>
          <w:lang w:val="en-US"/>
        </w:rPr>
        <w:t>(angles[</w:t>
      </w:r>
      <w:proofErr w:type="spellStart"/>
      <w:r>
        <w:rPr>
          <w:lang w:val="en-US"/>
        </w:rPr>
        <w:t>i</w:t>
      </w:r>
      <w:proofErr w:type="spellEnd"/>
      <w:r>
        <w:rPr>
          <w:lang w:val="en-US"/>
        </w:rPr>
        <w:t>])))</w:t>
      </w:r>
    </w:p>
    <w:p w14:paraId="5DFB13AB" w14:textId="77777777" w:rsidR="00DC24E3" w:rsidRDefault="00DC24E3" w:rsidP="00DC24E3">
      <w:pPr>
        <w:pStyle w:val="Code"/>
        <w:rPr>
          <w:lang w:val="en-US"/>
        </w:rPr>
      </w:pPr>
      <w:r>
        <w:rPr>
          <w:lang w:val="en-US"/>
        </w:rPr>
        <w:t xml:space="preserve">    </w:t>
      </w:r>
      <w:proofErr w:type="spellStart"/>
      <w:r>
        <w:rPr>
          <w:lang w:val="en-US"/>
        </w:rPr>
        <w:t>plt.legend</w:t>
      </w:r>
      <w:proofErr w:type="spellEnd"/>
      <w:r>
        <w:rPr>
          <w:lang w:val="en-US"/>
        </w:rPr>
        <w:t xml:space="preserve">(legends) </w:t>
      </w:r>
      <w:r w:rsidRPr="0029368A">
        <w:rPr>
          <w:rStyle w:val="PuceRepere"/>
        </w:rPr>
        <w:t>3</w:t>
      </w:r>
    </w:p>
    <w:p w14:paraId="042E7EDC" w14:textId="77777777" w:rsidR="00DC24E3" w:rsidRDefault="00DC24E3" w:rsidP="00DC24E3">
      <w:pPr>
        <w:pStyle w:val="Code"/>
        <w:rPr>
          <w:lang w:val="en-US"/>
        </w:rPr>
      </w:pPr>
      <w:r>
        <w:rPr>
          <w:lang w:val="en-US"/>
        </w:rPr>
        <w:t xml:space="preserve">    </w:t>
      </w:r>
      <w:proofErr w:type="spellStart"/>
      <w:r>
        <w:rPr>
          <w:lang w:val="en-US"/>
        </w:rPr>
        <w:t>plt.show</w:t>
      </w:r>
      <w:proofErr w:type="spellEnd"/>
      <w:r>
        <w:rPr>
          <w:lang w:val="en-US"/>
        </w:rPr>
        <w:t>()</w:t>
      </w:r>
    </w:p>
    <w:p w14:paraId="06C57B71" w14:textId="77777777" w:rsidR="00DC24E3" w:rsidRDefault="00DC24E3" w:rsidP="00DC24E3">
      <w:pPr>
        <w:pStyle w:val="TexteCourant"/>
      </w:pPr>
      <w:r>
        <w:t xml:space="preserve">Lorsque vous l’exécutez, le programme commence par vous demander le nombre de trajectoires que vous souhaitez comparer. Puis il demande de saisir la vitesse initiale et l’angle de projection de chaque trajectoire. Pour chacune d’elles, le temps de vol, la distance parcourue et la hauteur atteinte sont affichés </w:t>
      </w:r>
      <w:r w:rsidRPr="002C2F89">
        <w:rPr>
          <w:rStyle w:val="PuceRepere"/>
        </w:rPr>
        <w:t>1</w:t>
      </w:r>
      <w:r>
        <w:t xml:space="preserve"> puis la fonction </w:t>
      </w:r>
      <w:proofErr w:type="spellStart"/>
      <w:r w:rsidRPr="003B6EC4">
        <w:rPr>
          <w:rStyle w:val="CodeDansTexte"/>
        </w:rPr>
        <w:t>draw_trajectory</w:t>
      </w:r>
      <w:proofErr w:type="spellEnd"/>
      <w:r w:rsidRPr="003B6EC4">
        <w:rPr>
          <w:rStyle w:val="CodeDansTexte"/>
        </w:rPr>
        <w:t>()</w:t>
      </w:r>
      <w:r>
        <w:t xml:space="preserve"> est appelée </w:t>
      </w:r>
      <w:r w:rsidRPr="002C2F89">
        <w:rPr>
          <w:rStyle w:val="PuceRepere"/>
        </w:rPr>
        <w:t>2</w:t>
      </w:r>
      <w:r>
        <w:t>, ce qui configure le graphique pour chaque trajectoire.</w:t>
      </w:r>
    </w:p>
    <w:p w14:paraId="611D5665" w14:textId="77777777" w:rsidR="00DC24E3" w:rsidRPr="002F779C" w:rsidRDefault="00DC24E3" w:rsidP="00DC24E3">
      <w:pPr>
        <w:pStyle w:val="TexteCourant"/>
      </w:pPr>
      <w:r>
        <w:t xml:space="preserve">Pour identifier les trajectoires, nous ajoutons une légende en </w:t>
      </w:r>
      <w:r w:rsidRPr="002C2F89">
        <w:rPr>
          <w:rStyle w:val="PuceRepere"/>
        </w:rPr>
        <w:t>3</w:t>
      </w:r>
      <w:r>
        <w:t xml:space="preserve">. Finalement, nous appelons la fonction </w:t>
      </w:r>
      <w:r w:rsidRPr="003B6EC4">
        <w:rPr>
          <w:rStyle w:val="CodeDansTexte"/>
        </w:rPr>
        <w:t>show()</w:t>
      </w:r>
      <w:r>
        <w:t xml:space="preserve"> pour afficher le graphique.</w:t>
      </w:r>
    </w:p>
    <w:p w14:paraId="3D88514F" w14:textId="77777777" w:rsidR="00DC24E3" w:rsidRDefault="00DC24E3" w:rsidP="00DC24E3">
      <w:pPr>
        <w:pStyle w:val="TexteCourant"/>
      </w:pPr>
      <w:r>
        <w:t>Voici un exemple d’exécution :</w:t>
      </w:r>
    </w:p>
    <w:p w14:paraId="31A41DC4" w14:textId="77777777" w:rsidR="00DC24E3" w:rsidRDefault="00DC24E3" w:rsidP="00DC24E3">
      <w:pPr>
        <w:pStyle w:val="Code"/>
        <w:rPr>
          <w:b/>
          <w:bCs/>
          <w:lang w:val="en-US"/>
        </w:rPr>
      </w:pPr>
      <w:r>
        <w:rPr>
          <w:lang w:val="en-US"/>
        </w:rPr>
        <w:t xml:space="preserve">How many trajectories? </w:t>
      </w:r>
      <w:r>
        <w:rPr>
          <w:b/>
          <w:bCs/>
          <w:lang w:val="en-US"/>
        </w:rPr>
        <w:t>3</w:t>
      </w:r>
    </w:p>
    <w:p w14:paraId="0016A86C" w14:textId="77777777" w:rsidR="00DC24E3" w:rsidRDefault="00DC24E3" w:rsidP="00DC24E3">
      <w:pPr>
        <w:pStyle w:val="Code"/>
        <w:rPr>
          <w:b/>
          <w:bCs/>
          <w:lang w:val="en-US"/>
        </w:rPr>
      </w:pPr>
      <w:r>
        <w:rPr>
          <w:lang w:val="en-US"/>
        </w:rPr>
        <w:t xml:space="preserve">Enter the initial velocity for trajectory 1 (m/s): </w:t>
      </w:r>
      <w:r>
        <w:rPr>
          <w:b/>
          <w:bCs/>
          <w:lang w:val="en-US"/>
        </w:rPr>
        <w:t>25</w:t>
      </w:r>
    </w:p>
    <w:p w14:paraId="0047DDE7" w14:textId="77777777" w:rsidR="00DC24E3" w:rsidRDefault="00DC24E3" w:rsidP="00DC24E3">
      <w:pPr>
        <w:pStyle w:val="Code"/>
        <w:rPr>
          <w:b/>
          <w:bCs/>
          <w:lang w:val="en-US"/>
        </w:rPr>
      </w:pPr>
      <w:r>
        <w:rPr>
          <w:lang w:val="en-US"/>
        </w:rPr>
        <w:t xml:space="preserve">Enter the angle of projection for trajectory 1 (degrees): </w:t>
      </w:r>
      <w:r>
        <w:rPr>
          <w:b/>
          <w:bCs/>
          <w:lang w:val="en-US"/>
        </w:rPr>
        <w:t>60</w:t>
      </w:r>
    </w:p>
    <w:p w14:paraId="60188FE7" w14:textId="77777777" w:rsidR="00DC24E3" w:rsidRDefault="00DC24E3" w:rsidP="00DC24E3">
      <w:pPr>
        <w:pStyle w:val="Code"/>
        <w:rPr>
          <w:b/>
          <w:bCs/>
          <w:lang w:val="en-US"/>
        </w:rPr>
      </w:pPr>
      <w:r>
        <w:rPr>
          <w:lang w:val="en-US"/>
        </w:rPr>
        <w:t xml:space="preserve">Enter the initial velocity for trajectory 2 (m/s): </w:t>
      </w:r>
      <w:r>
        <w:rPr>
          <w:b/>
          <w:bCs/>
          <w:lang w:val="en-US"/>
        </w:rPr>
        <w:t>50</w:t>
      </w:r>
    </w:p>
    <w:p w14:paraId="29558620" w14:textId="77777777" w:rsidR="00DC24E3" w:rsidRDefault="00DC24E3" w:rsidP="00DC24E3">
      <w:pPr>
        <w:pStyle w:val="Code"/>
        <w:rPr>
          <w:b/>
          <w:bCs/>
          <w:lang w:val="en-US"/>
        </w:rPr>
      </w:pPr>
      <w:r>
        <w:rPr>
          <w:lang w:val="en-US"/>
        </w:rPr>
        <w:t xml:space="preserve">Enter the angle of projection for trajectory 2 (degrees): </w:t>
      </w:r>
      <w:r>
        <w:rPr>
          <w:b/>
          <w:bCs/>
          <w:lang w:val="en-US"/>
        </w:rPr>
        <w:t>50</w:t>
      </w:r>
    </w:p>
    <w:p w14:paraId="51074C0C" w14:textId="77777777" w:rsidR="00DC24E3" w:rsidRDefault="00DC24E3" w:rsidP="00DC24E3">
      <w:pPr>
        <w:pStyle w:val="Code"/>
        <w:rPr>
          <w:b/>
          <w:bCs/>
          <w:lang w:val="en-US"/>
        </w:rPr>
      </w:pPr>
      <w:r>
        <w:rPr>
          <w:lang w:val="en-US"/>
        </w:rPr>
        <w:t xml:space="preserve">Enter the initial velocity for trajectory 3 (m/s): </w:t>
      </w:r>
      <w:r>
        <w:rPr>
          <w:b/>
          <w:bCs/>
          <w:lang w:val="en-US"/>
        </w:rPr>
        <w:t>30</w:t>
      </w:r>
    </w:p>
    <w:p w14:paraId="1FFD3AB5" w14:textId="77777777" w:rsidR="00DC24E3" w:rsidRDefault="00DC24E3" w:rsidP="00DC24E3">
      <w:pPr>
        <w:pStyle w:val="Code"/>
        <w:rPr>
          <w:b/>
          <w:bCs/>
          <w:lang w:val="en-US"/>
        </w:rPr>
      </w:pPr>
      <w:r>
        <w:rPr>
          <w:lang w:val="en-US"/>
        </w:rPr>
        <w:t xml:space="preserve">Enter the angle of projection for trajectory 3 (degrees): </w:t>
      </w:r>
      <w:r>
        <w:rPr>
          <w:b/>
          <w:bCs/>
          <w:lang w:val="en-US"/>
        </w:rPr>
        <w:t>60</w:t>
      </w:r>
    </w:p>
    <w:p w14:paraId="50C1FD22" w14:textId="77777777" w:rsidR="00DC24E3" w:rsidRDefault="00DC24E3" w:rsidP="00DC24E3">
      <w:pPr>
        <w:pStyle w:val="Code"/>
        <w:rPr>
          <w:lang w:val="en-US"/>
        </w:rPr>
      </w:pPr>
      <w:r>
        <w:rPr>
          <w:lang w:val="en-US"/>
        </w:rPr>
        <w:t xml:space="preserve">Initial velocity: 25.0 Angle of Projection: 59.99999999999999 T: 4.41849695808387 </w:t>
      </w:r>
      <w:proofErr w:type="spellStart"/>
      <w:r>
        <w:rPr>
          <w:lang w:val="en-US"/>
        </w:rPr>
        <w:t>S_x</w:t>
      </w:r>
      <w:proofErr w:type="spellEnd"/>
      <w:r>
        <w:rPr>
          <w:lang w:val="en-US"/>
        </w:rPr>
        <w:t xml:space="preserve">: 55.23121197604839 </w:t>
      </w:r>
      <w:proofErr w:type="spellStart"/>
      <w:r>
        <w:rPr>
          <w:lang w:val="en-US"/>
        </w:rPr>
        <w:t>S_y</w:t>
      </w:r>
      <w:proofErr w:type="spellEnd"/>
      <w:r>
        <w:rPr>
          <w:lang w:val="en-US"/>
        </w:rPr>
        <w:t>: 23.91581632653061</w:t>
      </w:r>
    </w:p>
    <w:p w14:paraId="3D18D0DA" w14:textId="77777777" w:rsidR="00DC24E3" w:rsidRDefault="00DC24E3" w:rsidP="00DC24E3">
      <w:pPr>
        <w:pStyle w:val="Code"/>
        <w:rPr>
          <w:lang w:val="en-US"/>
        </w:rPr>
      </w:pPr>
    </w:p>
    <w:p w14:paraId="7C110A51" w14:textId="77777777" w:rsidR="00DC24E3" w:rsidRDefault="00DC24E3" w:rsidP="00DC24E3">
      <w:pPr>
        <w:pStyle w:val="Code"/>
        <w:rPr>
          <w:lang w:val="en-US"/>
        </w:rPr>
      </w:pPr>
      <w:r>
        <w:rPr>
          <w:lang w:val="en-US"/>
        </w:rPr>
        <w:t>Initial velocity: 50.0 Angle of Projection: 50.0</w:t>
      </w:r>
    </w:p>
    <w:p w14:paraId="34C5BE70" w14:textId="77777777" w:rsidR="00DC24E3" w:rsidRDefault="00DC24E3" w:rsidP="00DC24E3">
      <w:pPr>
        <w:pStyle w:val="Code"/>
        <w:rPr>
          <w:lang w:val="en-US"/>
        </w:rPr>
      </w:pPr>
      <w:r>
        <w:rPr>
          <w:lang w:val="en-US"/>
        </w:rPr>
        <w:t xml:space="preserve">T: 7.8167800318263065 </w:t>
      </w:r>
      <w:proofErr w:type="spellStart"/>
      <w:r>
        <w:rPr>
          <w:lang w:val="en-US"/>
        </w:rPr>
        <w:t>S_x</w:t>
      </w:r>
      <w:proofErr w:type="spellEnd"/>
      <w:r>
        <w:rPr>
          <w:lang w:val="en-US"/>
        </w:rPr>
        <w:t xml:space="preserve">: 251.22646760515516 </w:t>
      </w:r>
      <w:proofErr w:type="spellStart"/>
      <w:r>
        <w:rPr>
          <w:lang w:val="en-US"/>
        </w:rPr>
        <w:t>S_y</w:t>
      </w:r>
      <w:proofErr w:type="spellEnd"/>
      <w:r>
        <w:rPr>
          <w:lang w:val="en-US"/>
        </w:rPr>
        <w:t>: 74.85001133079913</w:t>
      </w:r>
    </w:p>
    <w:p w14:paraId="21278FA7" w14:textId="77777777" w:rsidR="00DC24E3" w:rsidRDefault="00DC24E3" w:rsidP="00DC24E3">
      <w:pPr>
        <w:pStyle w:val="Code"/>
        <w:rPr>
          <w:lang w:val="en-US"/>
        </w:rPr>
      </w:pPr>
    </w:p>
    <w:p w14:paraId="05BEBFA8" w14:textId="77777777" w:rsidR="00DC24E3" w:rsidRDefault="00DC24E3" w:rsidP="00DC24E3">
      <w:pPr>
        <w:pStyle w:val="Code"/>
        <w:rPr>
          <w:lang w:val="en-US"/>
        </w:rPr>
      </w:pPr>
      <w:r>
        <w:rPr>
          <w:lang w:val="en-US"/>
        </w:rPr>
        <w:t>Initial velocity: 30.0 Angle of Projection: 59.99999999999999</w:t>
      </w:r>
    </w:p>
    <w:p w14:paraId="01CB362D" w14:textId="77777777" w:rsidR="00DC24E3" w:rsidRDefault="00DC24E3" w:rsidP="00DC24E3">
      <w:pPr>
        <w:pStyle w:val="Code"/>
        <w:rPr>
          <w:lang w:val="en-US"/>
        </w:rPr>
      </w:pPr>
      <w:r>
        <w:rPr>
          <w:lang w:val="en-US"/>
        </w:rPr>
        <w:t xml:space="preserve">T: 5.302196349700644 </w:t>
      </w:r>
      <w:proofErr w:type="spellStart"/>
      <w:r>
        <w:rPr>
          <w:lang w:val="en-US"/>
        </w:rPr>
        <w:t>S_x</w:t>
      </w:r>
      <w:proofErr w:type="spellEnd"/>
      <w:r>
        <w:rPr>
          <w:lang w:val="en-US"/>
        </w:rPr>
        <w:t xml:space="preserve">: 79.53294524550968 </w:t>
      </w:r>
      <w:proofErr w:type="spellStart"/>
      <w:r>
        <w:rPr>
          <w:lang w:val="en-US"/>
        </w:rPr>
        <w:t>S_y</w:t>
      </w:r>
      <w:proofErr w:type="spellEnd"/>
      <w:r>
        <w:rPr>
          <w:lang w:val="en-US"/>
        </w:rPr>
        <w:t>: 34.438775510204074</w:t>
      </w:r>
    </w:p>
    <w:p w14:paraId="6BE9FAEB" w14:textId="77777777" w:rsidR="00DC24E3" w:rsidRDefault="00DC24E3" w:rsidP="00DC24E3">
      <w:pPr>
        <w:pStyle w:val="TexteCourant"/>
      </w:pPr>
      <w:r>
        <w:t>La Figure 3 montre le graphique créé par ce programme. Vous pouvez voir les trois trajectoires et leur légende indiquant l’angle de projection et la vitesse initiale de chaque trajectoire.</w:t>
      </w:r>
    </w:p>
    <w:p w14:paraId="0A4BE769" w14:textId="77777777" w:rsidR="00DC24E3" w:rsidRDefault="00DC24E3" w:rsidP="00DC24E3">
      <w:pPr>
        <w:pStyle w:val="FigureNomDeFichier"/>
      </w:pPr>
      <w:r>
        <w:t>Figure 3.png</w:t>
      </w:r>
    </w:p>
    <w:p w14:paraId="1CF9700D" w14:textId="77777777" w:rsidR="00DC24E3" w:rsidRDefault="00DC24E3" w:rsidP="00DC24E3">
      <w:pPr>
        <w:pStyle w:val="FigureNumero"/>
      </w:pPr>
      <w:r>
        <w:t>Figure 3</w:t>
      </w:r>
    </w:p>
    <w:p w14:paraId="284C7273" w14:textId="77777777" w:rsidR="00DC24E3" w:rsidRDefault="00DC24E3" w:rsidP="00DC24E3">
      <w:pPr>
        <w:pStyle w:val="FigureLegende"/>
      </w:pPr>
      <w:r>
        <w:t>Trajectoires de trois corps en chute libre lancés avec des vitesses initiales différentes à des angles différents</w:t>
      </w:r>
    </w:p>
    <w:p w14:paraId="17CF6372" w14:textId="77777777" w:rsidR="00DC24E3" w:rsidRDefault="00DC24E3" w:rsidP="00DC24E3">
      <w:pPr>
        <w:pStyle w:val="TitreNiveau1"/>
      </w:pPr>
      <w:r>
        <w:t>#4 : Visualiser vos dépenses</w:t>
      </w:r>
    </w:p>
    <w:p w14:paraId="0A26D2B3" w14:textId="77777777" w:rsidR="00DC24E3" w:rsidRDefault="00DC24E3" w:rsidP="00DC24E3">
      <w:pPr>
        <w:pStyle w:val="TexteCourant"/>
      </w:pPr>
      <w:r>
        <w:t xml:space="preserve">Pour résoudre ce défi vous devez demander à l’utilisateur le nombre de catégories qu’il souhaite avoir et ce à quoi ces catégories correspondent. Puis vous devez demander combien il a été dépensé pour chaque catégorie et créer un diagramme à bâtons à l’aide de la fonction </w:t>
      </w:r>
      <w:proofErr w:type="spellStart"/>
      <w:r w:rsidRPr="003B6EC4">
        <w:rPr>
          <w:rStyle w:val="CodeDansTexte"/>
        </w:rPr>
        <w:t>barh</w:t>
      </w:r>
      <w:proofErr w:type="spellEnd"/>
      <w:r w:rsidRPr="003B6EC4">
        <w:rPr>
          <w:rStyle w:val="CodeDansTexte"/>
        </w:rPr>
        <w:t>()</w:t>
      </w:r>
      <w:r w:rsidRPr="003B6EC4">
        <w:t>.</w:t>
      </w:r>
      <w:r>
        <w:t xml:space="preserve"> Voici le programme :</w:t>
      </w:r>
    </w:p>
    <w:p w14:paraId="0E6DDF0B" w14:textId="77777777" w:rsidR="00DC24E3" w:rsidRDefault="00DC24E3" w:rsidP="00DC24E3">
      <w:pPr>
        <w:widowControl w:val="0"/>
        <w:autoSpaceDE w:val="0"/>
        <w:autoSpaceDN w:val="0"/>
        <w:adjustRightInd w:val="0"/>
        <w:spacing w:before="0" w:after="0" w:line="280" w:lineRule="atLeast"/>
        <w:ind w:left="0"/>
        <w:jc w:val="left"/>
        <w:rPr>
          <w:rFonts w:ascii="Times" w:hAnsi="Times" w:cs="Times"/>
          <w:sz w:val="24"/>
          <w:szCs w:val="24"/>
          <w:lang w:val="en-US"/>
        </w:rPr>
      </w:pPr>
      <w:r>
        <w:rPr>
          <w:rFonts w:ascii="Times" w:hAnsi="Times" w:cs="Times"/>
          <w:sz w:val="24"/>
          <w:szCs w:val="24"/>
          <w:lang w:val="en-US"/>
        </w:rPr>
        <w:t>'''</w:t>
      </w:r>
    </w:p>
    <w:p w14:paraId="28125D73" w14:textId="77777777" w:rsidR="00DC24E3" w:rsidRDefault="00DC24E3" w:rsidP="00DC24E3">
      <w:pPr>
        <w:pStyle w:val="Code"/>
        <w:rPr>
          <w:lang w:val="en-US"/>
        </w:rPr>
      </w:pPr>
      <w:r>
        <w:rPr>
          <w:lang w:val="en-US"/>
        </w:rPr>
        <w:t>expenditures_barchart.py</w:t>
      </w:r>
    </w:p>
    <w:p w14:paraId="6397BDF2" w14:textId="77777777" w:rsidR="00DC24E3" w:rsidRDefault="00DC24E3" w:rsidP="00DC24E3">
      <w:pPr>
        <w:pStyle w:val="Code"/>
        <w:rPr>
          <w:lang w:val="en-US"/>
        </w:rPr>
      </w:pPr>
      <w:r>
        <w:rPr>
          <w:lang w:val="en-US"/>
        </w:rPr>
        <w:t>Visualizing weekly expenditure using a bar chart</w:t>
      </w:r>
    </w:p>
    <w:p w14:paraId="4F5EDD75" w14:textId="77777777" w:rsidR="00DC24E3" w:rsidRDefault="00DC24E3" w:rsidP="00DC24E3">
      <w:pPr>
        <w:pStyle w:val="Code"/>
        <w:rPr>
          <w:lang w:val="en-US"/>
        </w:rPr>
      </w:pPr>
      <w:r>
        <w:rPr>
          <w:lang w:val="en-US"/>
        </w:rPr>
        <w:t>'''</w:t>
      </w:r>
    </w:p>
    <w:p w14:paraId="0562A49A" w14:textId="77777777" w:rsidR="00DC24E3" w:rsidRDefault="00DC24E3" w:rsidP="00DC24E3">
      <w:pPr>
        <w:pStyle w:val="Code"/>
        <w:rPr>
          <w:lang w:val="en-US"/>
        </w:rPr>
      </w:pPr>
      <w:r>
        <w:rPr>
          <w:lang w:val="en-US"/>
        </w:rPr>
        <w:t xml:space="preserve">import </w:t>
      </w:r>
      <w:proofErr w:type="spellStart"/>
      <w:r>
        <w:rPr>
          <w:lang w:val="en-US"/>
        </w:rPr>
        <w:t>matplotlib.pyplot</w:t>
      </w:r>
      <w:proofErr w:type="spellEnd"/>
      <w:r>
        <w:rPr>
          <w:lang w:val="en-US"/>
        </w:rPr>
        <w:t xml:space="preserve"> as </w:t>
      </w:r>
      <w:proofErr w:type="spellStart"/>
      <w:r>
        <w:rPr>
          <w:lang w:val="en-US"/>
        </w:rPr>
        <w:t>plt</w:t>
      </w:r>
      <w:proofErr w:type="spellEnd"/>
    </w:p>
    <w:p w14:paraId="34516C48"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create_bar_chart</w:t>
      </w:r>
      <w:proofErr w:type="spellEnd"/>
      <w:r>
        <w:rPr>
          <w:lang w:val="en-US"/>
        </w:rPr>
        <w:t>(data, labels):</w:t>
      </w:r>
    </w:p>
    <w:p w14:paraId="32B3D2CF" w14:textId="77777777" w:rsidR="00DC24E3" w:rsidRDefault="00DC24E3" w:rsidP="00DC24E3">
      <w:pPr>
        <w:pStyle w:val="Code"/>
        <w:rPr>
          <w:lang w:val="en-US"/>
        </w:rPr>
      </w:pPr>
      <w:r>
        <w:rPr>
          <w:lang w:val="en-US"/>
        </w:rPr>
        <w:t xml:space="preserve">    # number of bars</w:t>
      </w:r>
    </w:p>
    <w:p w14:paraId="37AB2212" w14:textId="77777777" w:rsidR="00DC24E3" w:rsidRDefault="00DC24E3" w:rsidP="00DC24E3">
      <w:pPr>
        <w:pStyle w:val="Code"/>
        <w:rPr>
          <w:lang w:val="en-US"/>
        </w:rPr>
      </w:pPr>
      <w:r>
        <w:rPr>
          <w:lang w:val="en-US"/>
        </w:rPr>
        <w:t xml:space="preserve">    </w:t>
      </w:r>
      <w:proofErr w:type="spellStart"/>
      <w:r>
        <w:rPr>
          <w:lang w:val="en-US"/>
        </w:rPr>
        <w:t>num_bars</w:t>
      </w:r>
      <w:proofErr w:type="spellEnd"/>
      <w:r>
        <w:rPr>
          <w:lang w:val="en-US"/>
        </w:rPr>
        <w:t xml:space="preserve"> = </w:t>
      </w:r>
      <w:proofErr w:type="spellStart"/>
      <w:r>
        <w:rPr>
          <w:lang w:val="en-US"/>
        </w:rPr>
        <w:t>len</w:t>
      </w:r>
      <w:proofErr w:type="spellEnd"/>
      <w:r>
        <w:rPr>
          <w:lang w:val="en-US"/>
        </w:rPr>
        <w:t>(data)</w:t>
      </w:r>
    </w:p>
    <w:p w14:paraId="3B46E255" w14:textId="77777777" w:rsidR="00DC24E3" w:rsidRDefault="00DC24E3" w:rsidP="00DC24E3">
      <w:pPr>
        <w:pStyle w:val="Code"/>
        <w:rPr>
          <w:lang w:val="en-US"/>
        </w:rPr>
      </w:pPr>
      <w:r>
        <w:rPr>
          <w:lang w:val="en-US"/>
        </w:rPr>
        <w:t xml:space="preserve">    # This list is the point on the y-axis where each</w:t>
      </w:r>
    </w:p>
    <w:p w14:paraId="2965AFE5" w14:textId="77777777" w:rsidR="00DC24E3" w:rsidRDefault="00DC24E3" w:rsidP="00DC24E3">
      <w:pPr>
        <w:pStyle w:val="Code"/>
        <w:rPr>
          <w:lang w:val="en-US"/>
        </w:rPr>
      </w:pPr>
      <w:r>
        <w:rPr>
          <w:lang w:val="en-US"/>
        </w:rPr>
        <w:t xml:space="preserve">    # bar is centered. Here it will be [1, 2, 3..]</w:t>
      </w:r>
    </w:p>
    <w:p w14:paraId="3D19B5F0" w14:textId="77777777" w:rsidR="00DC24E3" w:rsidRDefault="00DC24E3" w:rsidP="00DC24E3">
      <w:pPr>
        <w:pStyle w:val="Code"/>
        <w:rPr>
          <w:lang w:val="en-US"/>
        </w:rPr>
      </w:pPr>
      <w:r>
        <w:rPr>
          <w:lang w:val="en-US"/>
        </w:rPr>
        <w:t xml:space="preserve">    positions = range(1, num_bars+1)</w:t>
      </w:r>
    </w:p>
    <w:p w14:paraId="1E65988C" w14:textId="77777777" w:rsidR="00DC24E3" w:rsidRDefault="00DC24E3" w:rsidP="00DC24E3">
      <w:pPr>
        <w:pStyle w:val="Code"/>
        <w:rPr>
          <w:lang w:val="en-US"/>
        </w:rPr>
      </w:pPr>
      <w:r>
        <w:rPr>
          <w:lang w:val="en-US"/>
        </w:rPr>
        <w:t xml:space="preserve">    </w:t>
      </w:r>
      <w:proofErr w:type="spellStart"/>
      <w:r>
        <w:rPr>
          <w:lang w:val="en-US"/>
        </w:rPr>
        <w:t>plt.barh</w:t>
      </w:r>
      <w:proofErr w:type="spellEnd"/>
      <w:r>
        <w:rPr>
          <w:lang w:val="en-US"/>
        </w:rPr>
        <w:t xml:space="preserve">(positions, data, align='center') </w:t>
      </w:r>
      <w:r w:rsidRPr="00E97198">
        <w:rPr>
          <w:rStyle w:val="PuceRepere"/>
        </w:rPr>
        <w:t>1</w:t>
      </w:r>
    </w:p>
    <w:p w14:paraId="3A99FCF7" w14:textId="77777777" w:rsidR="00DC24E3" w:rsidRDefault="00DC24E3" w:rsidP="00DC24E3">
      <w:pPr>
        <w:pStyle w:val="Code"/>
        <w:rPr>
          <w:lang w:val="en-US"/>
        </w:rPr>
      </w:pPr>
      <w:r>
        <w:rPr>
          <w:lang w:val="en-US"/>
        </w:rPr>
        <w:t xml:space="preserve">    # Set the label of each bar</w:t>
      </w:r>
    </w:p>
    <w:p w14:paraId="408A5BDC" w14:textId="77777777" w:rsidR="00DC24E3" w:rsidRDefault="00DC24E3" w:rsidP="00DC24E3">
      <w:pPr>
        <w:pStyle w:val="Code"/>
        <w:rPr>
          <w:lang w:val="en-US"/>
        </w:rPr>
      </w:pPr>
      <w:r>
        <w:rPr>
          <w:lang w:val="en-US"/>
        </w:rPr>
        <w:t xml:space="preserve">    </w:t>
      </w:r>
      <w:proofErr w:type="spellStart"/>
      <w:r>
        <w:rPr>
          <w:lang w:val="en-US"/>
        </w:rPr>
        <w:t>plt.yticks</w:t>
      </w:r>
      <w:proofErr w:type="spellEnd"/>
      <w:r>
        <w:rPr>
          <w:lang w:val="en-US"/>
        </w:rPr>
        <w:t>(positions, labels)</w:t>
      </w:r>
    </w:p>
    <w:p w14:paraId="16F2CF61" w14:textId="77777777" w:rsidR="00DC24E3" w:rsidRDefault="00DC24E3" w:rsidP="00DC24E3">
      <w:pPr>
        <w:pStyle w:val="Code"/>
        <w:rPr>
          <w:lang w:val="en-US"/>
        </w:rPr>
      </w:pPr>
      <w:r>
        <w:rPr>
          <w:lang w:val="en-US"/>
        </w:rPr>
        <w:t xml:space="preserve">    </w:t>
      </w:r>
      <w:proofErr w:type="spellStart"/>
      <w:r>
        <w:rPr>
          <w:lang w:val="en-US"/>
        </w:rPr>
        <w:t>plt.xlabel</w:t>
      </w:r>
      <w:proofErr w:type="spellEnd"/>
      <w:r>
        <w:rPr>
          <w:lang w:val="en-US"/>
        </w:rPr>
        <w:t>('Amount')</w:t>
      </w:r>
    </w:p>
    <w:p w14:paraId="7C0A8883" w14:textId="77777777" w:rsidR="00DC24E3" w:rsidRDefault="00DC24E3" w:rsidP="00DC24E3">
      <w:pPr>
        <w:pStyle w:val="Code"/>
        <w:rPr>
          <w:lang w:val="en-US"/>
        </w:rPr>
      </w:pPr>
      <w:r>
        <w:rPr>
          <w:lang w:val="en-US"/>
        </w:rPr>
        <w:t xml:space="preserve">    </w:t>
      </w:r>
      <w:proofErr w:type="spellStart"/>
      <w:r>
        <w:rPr>
          <w:lang w:val="en-US"/>
        </w:rPr>
        <w:t>plt.ylabel</w:t>
      </w:r>
      <w:proofErr w:type="spellEnd"/>
      <w:r>
        <w:rPr>
          <w:lang w:val="en-US"/>
        </w:rPr>
        <w:t>('Categories')</w:t>
      </w:r>
    </w:p>
    <w:p w14:paraId="3B240659" w14:textId="77777777" w:rsidR="00DC24E3" w:rsidRDefault="00DC24E3" w:rsidP="00DC24E3">
      <w:pPr>
        <w:pStyle w:val="Code"/>
        <w:rPr>
          <w:lang w:val="en-US"/>
        </w:rPr>
      </w:pPr>
      <w:r>
        <w:rPr>
          <w:lang w:val="en-US"/>
        </w:rPr>
        <w:t xml:space="preserve">    </w:t>
      </w:r>
      <w:proofErr w:type="spellStart"/>
      <w:r>
        <w:rPr>
          <w:lang w:val="en-US"/>
        </w:rPr>
        <w:t>plt.title</w:t>
      </w:r>
      <w:proofErr w:type="spellEnd"/>
      <w:r>
        <w:rPr>
          <w:lang w:val="en-US"/>
        </w:rPr>
        <w:t>('Weekly expenditures')</w:t>
      </w:r>
    </w:p>
    <w:p w14:paraId="70144870" w14:textId="77777777" w:rsidR="00DC24E3" w:rsidRDefault="00DC24E3" w:rsidP="00DC24E3">
      <w:pPr>
        <w:pStyle w:val="Code"/>
        <w:rPr>
          <w:lang w:val="en-US"/>
        </w:rPr>
      </w:pPr>
      <w:r>
        <w:rPr>
          <w:lang w:val="en-US"/>
        </w:rPr>
        <w:t xml:space="preserve">    # Turns on the grid which may assist in visual estimation</w:t>
      </w:r>
    </w:p>
    <w:p w14:paraId="552BF529" w14:textId="77777777" w:rsidR="00DC24E3" w:rsidRDefault="00DC24E3" w:rsidP="00DC24E3">
      <w:pPr>
        <w:pStyle w:val="Code"/>
        <w:rPr>
          <w:lang w:val="en-US"/>
        </w:rPr>
      </w:pPr>
      <w:r>
        <w:rPr>
          <w:lang w:val="en-US"/>
        </w:rPr>
        <w:t xml:space="preserve">    </w:t>
      </w:r>
      <w:proofErr w:type="spellStart"/>
      <w:r>
        <w:rPr>
          <w:lang w:val="en-US"/>
        </w:rPr>
        <w:t>plt.grid</w:t>
      </w:r>
      <w:proofErr w:type="spellEnd"/>
      <w:r>
        <w:rPr>
          <w:lang w:val="en-US"/>
        </w:rPr>
        <w:t>()</w:t>
      </w:r>
    </w:p>
    <w:p w14:paraId="12690522" w14:textId="77777777" w:rsidR="00DC24E3" w:rsidRDefault="00DC24E3" w:rsidP="00DC24E3">
      <w:pPr>
        <w:pStyle w:val="Code"/>
        <w:rPr>
          <w:lang w:val="en-US"/>
        </w:rPr>
      </w:pPr>
      <w:r>
        <w:rPr>
          <w:lang w:val="en-US"/>
        </w:rPr>
        <w:t xml:space="preserve">    </w:t>
      </w:r>
      <w:proofErr w:type="spellStart"/>
      <w:r>
        <w:rPr>
          <w:lang w:val="en-US"/>
        </w:rPr>
        <w:t>plt.show</w:t>
      </w:r>
      <w:proofErr w:type="spellEnd"/>
      <w:r>
        <w:rPr>
          <w:lang w:val="en-US"/>
        </w:rPr>
        <w:t xml:space="preserve">() </w:t>
      </w:r>
      <w:r w:rsidRPr="00E97198">
        <w:rPr>
          <w:rStyle w:val="PuceRepere"/>
        </w:rPr>
        <w:t>2</w:t>
      </w:r>
    </w:p>
    <w:p w14:paraId="61F697A8" w14:textId="77777777" w:rsidR="00DC24E3" w:rsidRDefault="00DC24E3" w:rsidP="00DC24E3">
      <w:pPr>
        <w:pStyle w:val="Code"/>
        <w:rPr>
          <w:lang w:val="en-US"/>
        </w:rPr>
      </w:pPr>
      <w:r>
        <w:rPr>
          <w:lang w:val="en-US"/>
        </w:rPr>
        <w:t>if __name__ == '__main__':</w:t>
      </w:r>
    </w:p>
    <w:p w14:paraId="4C24EB9C" w14:textId="77777777" w:rsidR="00DC24E3" w:rsidRDefault="00DC24E3" w:rsidP="00DC24E3">
      <w:pPr>
        <w:pStyle w:val="Code"/>
        <w:rPr>
          <w:lang w:val="en-US"/>
        </w:rPr>
      </w:pPr>
      <w:r>
        <w:rPr>
          <w:lang w:val="en-US"/>
        </w:rPr>
        <w:t xml:space="preserve">    n = </w:t>
      </w:r>
      <w:proofErr w:type="spellStart"/>
      <w:r>
        <w:rPr>
          <w:lang w:val="en-US"/>
        </w:rPr>
        <w:t>int</w:t>
      </w:r>
      <w:proofErr w:type="spellEnd"/>
      <w:r>
        <w:rPr>
          <w:lang w:val="en-US"/>
        </w:rPr>
        <w:t>(input('Enter the number of categories: '))</w:t>
      </w:r>
    </w:p>
    <w:p w14:paraId="3F6FA8DF" w14:textId="77777777" w:rsidR="00DC24E3" w:rsidRDefault="00DC24E3" w:rsidP="00DC24E3">
      <w:pPr>
        <w:pStyle w:val="Code"/>
        <w:rPr>
          <w:lang w:val="en-US"/>
        </w:rPr>
      </w:pPr>
      <w:r>
        <w:rPr>
          <w:lang w:val="en-US"/>
        </w:rPr>
        <w:t xml:space="preserve">    labels = []</w:t>
      </w:r>
    </w:p>
    <w:p w14:paraId="39AE4DC0" w14:textId="77777777" w:rsidR="00DC24E3" w:rsidRDefault="00DC24E3" w:rsidP="00DC24E3">
      <w:pPr>
        <w:pStyle w:val="Code"/>
        <w:rPr>
          <w:lang w:val="en-US"/>
        </w:rPr>
      </w:pPr>
      <w:r>
        <w:rPr>
          <w:lang w:val="en-US"/>
        </w:rPr>
        <w:t xml:space="preserve">    expenditures = []</w:t>
      </w:r>
    </w:p>
    <w:p w14:paraId="6EE99750" w14:textId="77777777" w:rsidR="00DC24E3" w:rsidRDefault="00DC24E3" w:rsidP="00DC24E3">
      <w:pPr>
        <w:pStyle w:val="Code"/>
        <w:rPr>
          <w:lang w:val="en-US"/>
        </w:rPr>
      </w:pPr>
      <w:r>
        <w:rPr>
          <w:lang w:val="en-US"/>
        </w:rPr>
        <w:t xml:space="preserve">    for </w:t>
      </w:r>
      <w:proofErr w:type="spellStart"/>
      <w:r>
        <w:rPr>
          <w:lang w:val="en-US"/>
        </w:rPr>
        <w:t>i</w:t>
      </w:r>
      <w:proofErr w:type="spellEnd"/>
      <w:r>
        <w:rPr>
          <w:lang w:val="en-US"/>
        </w:rPr>
        <w:t xml:space="preserve"> in range(n):</w:t>
      </w:r>
    </w:p>
    <w:p w14:paraId="125ECCBB" w14:textId="77777777" w:rsidR="00DC24E3" w:rsidRDefault="00DC24E3" w:rsidP="00DC24E3">
      <w:pPr>
        <w:pStyle w:val="Code"/>
        <w:rPr>
          <w:lang w:val="en-US"/>
        </w:rPr>
      </w:pPr>
      <w:r>
        <w:rPr>
          <w:lang w:val="en-US"/>
        </w:rPr>
        <w:t xml:space="preserve">        category = input('Enter category: ')</w:t>
      </w:r>
    </w:p>
    <w:p w14:paraId="59E0CE5D" w14:textId="77777777" w:rsidR="00DC24E3" w:rsidRDefault="00DC24E3" w:rsidP="00DC24E3">
      <w:pPr>
        <w:pStyle w:val="Code"/>
        <w:rPr>
          <w:lang w:val="en-US"/>
        </w:rPr>
      </w:pPr>
      <w:r>
        <w:rPr>
          <w:lang w:val="en-US"/>
        </w:rPr>
        <w:t xml:space="preserve">        expenditure = float(input('Expenditure: '))</w:t>
      </w:r>
    </w:p>
    <w:p w14:paraId="2059BAFA" w14:textId="77777777" w:rsidR="00DC24E3" w:rsidRDefault="00DC24E3" w:rsidP="00DC24E3">
      <w:pPr>
        <w:pStyle w:val="Code"/>
        <w:rPr>
          <w:lang w:val="en-US"/>
        </w:rPr>
      </w:pPr>
      <w:r>
        <w:rPr>
          <w:lang w:val="en-US"/>
        </w:rPr>
        <w:t xml:space="preserve">        </w:t>
      </w:r>
      <w:proofErr w:type="spellStart"/>
      <w:r>
        <w:rPr>
          <w:lang w:val="en-US"/>
        </w:rPr>
        <w:t>labels.append</w:t>
      </w:r>
      <w:proofErr w:type="spellEnd"/>
      <w:r>
        <w:rPr>
          <w:lang w:val="en-US"/>
        </w:rPr>
        <w:t xml:space="preserve">(category) </w:t>
      </w:r>
      <w:r w:rsidRPr="00E97198">
        <w:rPr>
          <w:rStyle w:val="PuceRepere"/>
        </w:rPr>
        <w:t>3</w:t>
      </w:r>
    </w:p>
    <w:p w14:paraId="2D66BF98" w14:textId="77777777" w:rsidR="00DC24E3" w:rsidRDefault="00DC24E3" w:rsidP="00DC24E3">
      <w:pPr>
        <w:pStyle w:val="Code"/>
        <w:rPr>
          <w:lang w:val="en-US"/>
        </w:rPr>
      </w:pPr>
      <w:r>
        <w:rPr>
          <w:lang w:val="en-US"/>
        </w:rPr>
        <w:t xml:space="preserve">        </w:t>
      </w:r>
      <w:proofErr w:type="spellStart"/>
      <w:r>
        <w:rPr>
          <w:lang w:val="en-US"/>
        </w:rPr>
        <w:t>expenditures.append</w:t>
      </w:r>
      <w:proofErr w:type="spellEnd"/>
      <w:r>
        <w:rPr>
          <w:lang w:val="en-US"/>
        </w:rPr>
        <w:t xml:space="preserve">(expenditure) </w:t>
      </w:r>
      <w:r w:rsidRPr="00E97198">
        <w:rPr>
          <w:rStyle w:val="PuceRepere"/>
        </w:rPr>
        <w:t>4</w:t>
      </w:r>
    </w:p>
    <w:p w14:paraId="59D0FB97" w14:textId="77777777" w:rsidR="00DC24E3" w:rsidRDefault="00DC24E3" w:rsidP="00DC24E3">
      <w:pPr>
        <w:pStyle w:val="Code"/>
        <w:rPr>
          <w:lang w:val="en-US"/>
        </w:rPr>
      </w:pPr>
      <w:r>
        <w:rPr>
          <w:lang w:val="en-US"/>
        </w:rPr>
        <w:t xml:space="preserve">    </w:t>
      </w:r>
      <w:proofErr w:type="spellStart"/>
      <w:r>
        <w:rPr>
          <w:lang w:val="en-US"/>
        </w:rPr>
        <w:t>create_bar_chart</w:t>
      </w:r>
      <w:proofErr w:type="spellEnd"/>
      <w:r>
        <w:rPr>
          <w:lang w:val="en-US"/>
        </w:rPr>
        <w:t xml:space="preserve">(expenditures, labels) </w:t>
      </w:r>
      <w:r w:rsidRPr="00E97198">
        <w:rPr>
          <w:rStyle w:val="PuceRepere"/>
        </w:rPr>
        <w:t>5</w:t>
      </w:r>
    </w:p>
    <w:p w14:paraId="4150B3BC" w14:textId="77777777" w:rsidR="00DC24E3" w:rsidRDefault="00DC24E3" w:rsidP="00DC24E3">
      <w:pPr>
        <w:pStyle w:val="TexteCourant"/>
      </w:pPr>
      <w:r>
        <w:t xml:space="preserve">Les catégories saisies par l’utilisateur sont stockées dans la liste labels </w:t>
      </w:r>
      <w:r w:rsidRPr="00E97198">
        <w:rPr>
          <w:rStyle w:val="PuceRepere"/>
        </w:rPr>
        <w:t>3</w:t>
      </w:r>
      <w:r>
        <w:t xml:space="preserve">, laquelle nous permettra de définir le nom des barres du diagramme. La dépense correspondant à chaque catégorie est stockée dans la liste </w:t>
      </w:r>
      <w:proofErr w:type="spellStart"/>
      <w:r w:rsidRPr="00E97198">
        <w:rPr>
          <w:rStyle w:val="CodeDansTexte"/>
        </w:rPr>
        <w:t>expenditures</w:t>
      </w:r>
      <w:proofErr w:type="spellEnd"/>
      <w:r>
        <w:t xml:space="preserve"> </w:t>
      </w:r>
      <w:r w:rsidRPr="00E97198">
        <w:rPr>
          <w:rStyle w:val="PuceRepere"/>
        </w:rPr>
        <w:t>4</w:t>
      </w:r>
      <w:r>
        <w:t xml:space="preserve">. Nous appelons alors la fonction </w:t>
      </w:r>
      <w:proofErr w:type="spellStart"/>
      <w:r w:rsidRPr="00E97198">
        <w:rPr>
          <w:rStyle w:val="CodeDansTexte"/>
        </w:rPr>
        <w:t>create_bar_chart</w:t>
      </w:r>
      <w:proofErr w:type="spellEnd"/>
      <w:r w:rsidRPr="00E97198">
        <w:rPr>
          <w:rStyle w:val="CodeDansTexte"/>
        </w:rPr>
        <w:t>()</w:t>
      </w:r>
      <w:r>
        <w:t xml:space="preserve"> </w:t>
      </w:r>
      <w:r w:rsidRPr="00E97198">
        <w:rPr>
          <w:rStyle w:val="PuceRepere"/>
        </w:rPr>
        <w:t>5</w:t>
      </w:r>
      <w:r>
        <w:t xml:space="preserve"> avec les dépenses en premier argument et les noms en second argument. Cette fonction appelle alors </w:t>
      </w:r>
      <w:proofErr w:type="spellStart"/>
      <w:r w:rsidRPr="00E97198">
        <w:rPr>
          <w:rStyle w:val="CodeDansTexte"/>
        </w:rPr>
        <w:t>barh</w:t>
      </w:r>
      <w:proofErr w:type="spellEnd"/>
      <w:r w:rsidRPr="00E97198">
        <w:rPr>
          <w:rStyle w:val="CodeDansTexte"/>
        </w:rPr>
        <w:t>()</w:t>
      </w:r>
      <w:r>
        <w:t xml:space="preserve"> </w:t>
      </w:r>
      <w:r w:rsidRPr="00E97198">
        <w:rPr>
          <w:rStyle w:val="PuceRepere"/>
        </w:rPr>
        <w:t>1</w:t>
      </w:r>
      <w:r>
        <w:t xml:space="preserve"> pour définir les noms des axes et autres détails puis nous appelons la fonction </w:t>
      </w:r>
      <w:r w:rsidRPr="003B6EC4">
        <w:rPr>
          <w:rStyle w:val="CodeDansTexte"/>
        </w:rPr>
        <w:t>show()</w:t>
      </w:r>
      <w:r>
        <w:t xml:space="preserve"> </w:t>
      </w:r>
      <w:r w:rsidRPr="00B720FD">
        <w:rPr>
          <w:rStyle w:val="PuceRepere"/>
        </w:rPr>
        <w:t>2</w:t>
      </w:r>
      <w:r>
        <w:t xml:space="preserve"> pour afficher le diagramme des dépenses. </w:t>
      </w:r>
    </w:p>
    <w:p w14:paraId="500C1201" w14:textId="77777777" w:rsidR="00DC24E3" w:rsidRDefault="00DC24E3" w:rsidP="00DC24E3">
      <w:pPr>
        <w:pStyle w:val="TexteCourant"/>
      </w:pPr>
      <w:r>
        <w:t>Voici un exemple d’exécution du programme :</w:t>
      </w:r>
    </w:p>
    <w:p w14:paraId="7A1BA0FA" w14:textId="77777777" w:rsidR="00DC24E3" w:rsidRDefault="00DC24E3" w:rsidP="00DC24E3">
      <w:pPr>
        <w:pStyle w:val="Code"/>
        <w:rPr>
          <w:b/>
          <w:bCs/>
          <w:lang w:val="en-US"/>
        </w:rPr>
      </w:pPr>
      <w:r>
        <w:rPr>
          <w:lang w:val="en-US"/>
        </w:rPr>
        <w:t xml:space="preserve">Enter the number of categories: </w:t>
      </w:r>
      <w:r>
        <w:rPr>
          <w:b/>
          <w:bCs/>
          <w:lang w:val="en-US"/>
        </w:rPr>
        <w:t>4</w:t>
      </w:r>
    </w:p>
    <w:p w14:paraId="10FB9740" w14:textId="77777777" w:rsidR="00DC24E3" w:rsidRDefault="00DC24E3" w:rsidP="00DC24E3">
      <w:pPr>
        <w:pStyle w:val="Code"/>
        <w:rPr>
          <w:b/>
          <w:bCs/>
          <w:lang w:val="en-US"/>
        </w:rPr>
      </w:pPr>
      <w:r>
        <w:rPr>
          <w:lang w:val="en-US"/>
        </w:rPr>
        <w:t xml:space="preserve">Enter category: </w:t>
      </w:r>
      <w:r>
        <w:rPr>
          <w:b/>
          <w:bCs/>
          <w:lang w:val="en-US"/>
        </w:rPr>
        <w:t>Food</w:t>
      </w:r>
    </w:p>
    <w:p w14:paraId="1EE6329E" w14:textId="77777777" w:rsidR="00DC24E3" w:rsidRDefault="00DC24E3" w:rsidP="00DC24E3">
      <w:pPr>
        <w:pStyle w:val="Code"/>
        <w:rPr>
          <w:b/>
          <w:bCs/>
          <w:lang w:val="en-US"/>
        </w:rPr>
      </w:pPr>
      <w:r>
        <w:rPr>
          <w:lang w:val="en-US"/>
        </w:rPr>
        <w:t xml:space="preserve">Expenditure: </w:t>
      </w:r>
      <w:r>
        <w:rPr>
          <w:b/>
          <w:bCs/>
          <w:lang w:val="en-US"/>
        </w:rPr>
        <w:t>70</w:t>
      </w:r>
    </w:p>
    <w:p w14:paraId="00308C01" w14:textId="77777777" w:rsidR="00DC24E3" w:rsidRDefault="00DC24E3" w:rsidP="00DC24E3">
      <w:pPr>
        <w:pStyle w:val="Code"/>
        <w:rPr>
          <w:b/>
          <w:bCs/>
          <w:lang w:val="en-US"/>
        </w:rPr>
      </w:pPr>
      <w:r>
        <w:rPr>
          <w:lang w:val="en-US"/>
        </w:rPr>
        <w:t xml:space="preserve">Enter category: </w:t>
      </w:r>
      <w:r>
        <w:rPr>
          <w:b/>
          <w:bCs/>
          <w:lang w:val="en-US"/>
        </w:rPr>
        <w:t>Transportation</w:t>
      </w:r>
    </w:p>
    <w:p w14:paraId="6177A31B" w14:textId="77777777" w:rsidR="00DC24E3" w:rsidRDefault="00DC24E3" w:rsidP="00DC24E3">
      <w:pPr>
        <w:pStyle w:val="Code"/>
        <w:rPr>
          <w:lang w:val="en-US"/>
        </w:rPr>
      </w:pPr>
      <w:r>
        <w:rPr>
          <w:lang w:val="en-US"/>
        </w:rPr>
        <w:t xml:space="preserve">Expenditure: </w:t>
      </w:r>
      <w:r>
        <w:rPr>
          <w:b/>
          <w:bCs/>
          <w:lang w:val="en-US"/>
        </w:rPr>
        <w:t xml:space="preserve">35 </w:t>
      </w:r>
    </w:p>
    <w:p w14:paraId="45B92B1C" w14:textId="77777777" w:rsidR="00DC24E3" w:rsidRDefault="00DC24E3" w:rsidP="00DC24E3">
      <w:pPr>
        <w:pStyle w:val="Code"/>
        <w:rPr>
          <w:b/>
          <w:bCs/>
          <w:lang w:val="en-US"/>
        </w:rPr>
      </w:pPr>
      <w:r>
        <w:rPr>
          <w:lang w:val="en-US"/>
        </w:rPr>
        <w:t xml:space="preserve">Enter category: </w:t>
      </w:r>
      <w:r>
        <w:rPr>
          <w:b/>
          <w:bCs/>
          <w:lang w:val="en-US"/>
        </w:rPr>
        <w:t>Entertainment</w:t>
      </w:r>
    </w:p>
    <w:p w14:paraId="6BB7B367" w14:textId="77777777" w:rsidR="00DC24E3" w:rsidRDefault="00DC24E3" w:rsidP="00DC24E3">
      <w:pPr>
        <w:pStyle w:val="Code"/>
        <w:rPr>
          <w:b/>
          <w:bCs/>
          <w:lang w:val="en-US"/>
        </w:rPr>
      </w:pPr>
      <w:r>
        <w:rPr>
          <w:lang w:val="en-US"/>
        </w:rPr>
        <w:t xml:space="preserve">Expenditure: </w:t>
      </w:r>
      <w:r>
        <w:rPr>
          <w:b/>
          <w:bCs/>
          <w:lang w:val="en-US"/>
        </w:rPr>
        <w:t>30 </w:t>
      </w:r>
    </w:p>
    <w:p w14:paraId="016A5548" w14:textId="77777777" w:rsidR="00DC24E3" w:rsidRDefault="00DC24E3" w:rsidP="00DC24E3">
      <w:pPr>
        <w:pStyle w:val="Code"/>
        <w:rPr>
          <w:b/>
          <w:bCs/>
          <w:lang w:val="en-US"/>
        </w:rPr>
      </w:pPr>
      <w:r>
        <w:rPr>
          <w:lang w:val="en-US"/>
        </w:rPr>
        <w:t xml:space="preserve">Enter category: </w:t>
      </w:r>
      <w:r>
        <w:rPr>
          <w:b/>
          <w:bCs/>
          <w:lang w:val="en-US"/>
        </w:rPr>
        <w:t>Phone/Internet</w:t>
      </w:r>
    </w:p>
    <w:p w14:paraId="67565D22" w14:textId="77777777" w:rsidR="00DC24E3" w:rsidRDefault="00DC24E3" w:rsidP="00DC24E3">
      <w:pPr>
        <w:pStyle w:val="Code"/>
        <w:rPr>
          <w:lang w:val="en-US"/>
        </w:rPr>
      </w:pPr>
      <w:r>
        <w:rPr>
          <w:lang w:val="en-US"/>
        </w:rPr>
        <w:t xml:space="preserve">Expenditure: </w:t>
      </w:r>
      <w:r>
        <w:rPr>
          <w:b/>
          <w:bCs/>
          <w:lang w:val="en-US"/>
        </w:rPr>
        <w:t xml:space="preserve">30 </w:t>
      </w:r>
    </w:p>
    <w:p w14:paraId="773FC11C" w14:textId="77777777" w:rsidR="00DC24E3" w:rsidRDefault="00DC24E3" w:rsidP="00DC24E3">
      <w:pPr>
        <w:pStyle w:val="TexteCourant"/>
      </w:pPr>
      <w:r>
        <w:t>La Figure 4 montre le diagramme créé par cette exécution :</w:t>
      </w:r>
    </w:p>
    <w:p w14:paraId="63E039B8" w14:textId="77777777" w:rsidR="00DC24E3" w:rsidRDefault="00DC24E3" w:rsidP="00DC24E3">
      <w:pPr>
        <w:pStyle w:val="FigureNomDeFichier"/>
      </w:pPr>
      <w:r>
        <w:t>Figure 4.png</w:t>
      </w:r>
    </w:p>
    <w:p w14:paraId="2C132D13" w14:textId="77777777" w:rsidR="00DC24E3" w:rsidRDefault="00DC24E3" w:rsidP="00DC24E3">
      <w:pPr>
        <w:pStyle w:val="FigureNumero"/>
      </w:pPr>
      <w:r>
        <w:t>Figure 4</w:t>
      </w:r>
    </w:p>
    <w:p w14:paraId="76B4F496" w14:textId="77777777" w:rsidR="00DC24E3" w:rsidRDefault="00DC24E3" w:rsidP="00DC24E3">
      <w:pPr>
        <w:pStyle w:val="FigureLegende"/>
      </w:pPr>
      <w:r>
        <w:t>Un diagramme à bâtons montrant les dépenses hebdomadaires dans chaque catégorie</w:t>
      </w:r>
    </w:p>
    <w:p w14:paraId="171811A9" w14:textId="77777777" w:rsidR="00DC24E3" w:rsidRDefault="00DC24E3" w:rsidP="00DC24E3">
      <w:pPr>
        <w:pStyle w:val="TitreNiveau1"/>
      </w:pPr>
      <w:r>
        <w:t xml:space="preserve">#5 : Découvrir la relation entre la suite de </w:t>
      </w:r>
      <w:proofErr w:type="spellStart"/>
      <w:r>
        <w:t>Fibonacci</w:t>
      </w:r>
      <w:proofErr w:type="spellEnd"/>
      <w:r>
        <w:t xml:space="preserve"> et le nombre d’or</w:t>
      </w:r>
    </w:p>
    <w:p w14:paraId="116A3AEB" w14:textId="77777777" w:rsidR="00DC24E3" w:rsidRPr="00B720FD" w:rsidRDefault="00DC24E3" w:rsidP="00DC24E3">
      <w:pPr>
        <w:pStyle w:val="TexteCourant"/>
      </w:pPr>
      <w:r>
        <w:t xml:space="preserve">Pour résoudre ce défi, nous allons calculer les 100 premiers nombres de la suite de </w:t>
      </w:r>
      <w:proofErr w:type="spellStart"/>
      <w:r>
        <w:t>Fibonacci</w:t>
      </w:r>
      <w:proofErr w:type="spellEnd"/>
      <w:r>
        <w:t xml:space="preserve"> à l’aide de la fonction </w:t>
      </w:r>
      <w:proofErr w:type="spellStart"/>
      <w:r w:rsidRPr="003B6EC4">
        <w:rPr>
          <w:rStyle w:val="CodeDansTexte"/>
        </w:rPr>
        <w:t>fibo</w:t>
      </w:r>
      <w:proofErr w:type="spellEnd"/>
      <w:r w:rsidRPr="003B6EC4">
        <w:rPr>
          <w:rStyle w:val="CodeDansTexte"/>
        </w:rPr>
        <w:t>()</w:t>
      </w:r>
      <w:r>
        <w:t xml:space="preserve"> mentionnée dans la description du défi. Nous allons ensuite calculer le rapport entre les nombres successifs, stocker les résultats dans une liste puis utiliser la fonction </w:t>
      </w:r>
      <w:r w:rsidRPr="003B6EC4">
        <w:rPr>
          <w:rStyle w:val="CodeDansTexte"/>
        </w:rPr>
        <w:t>plot()</w:t>
      </w:r>
      <w:r>
        <w:t xml:space="preserve"> pour créer le graphique. Voici la solution :</w:t>
      </w:r>
    </w:p>
    <w:p w14:paraId="3362F787" w14:textId="77777777" w:rsidR="00DC24E3" w:rsidRDefault="00DC24E3" w:rsidP="00DC24E3">
      <w:pPr>
        <w:pStyle w:val="Code"/>
        <w:rPr>
          <w:lang w:val="en-US"/>
        </w:rPr>
      </w:pPr>
      <w:r>
        <w:rPr>
          <w:lang w:val="en-US"/>
        </w:rPr>
        <w:t>'''</w:t>
      </w:r>
    </w:p>
    <w:p w14:paraId="76BECBAF" w14:textId="77777777" w:rsidR="00DC24E3" w:rsidRDefault="00DC24E3" w:rsidP="00DC24E3">
      <w:pPr>
        <w:pStyle w:val="Code"/>
        <w:rPr>
          <w:lang w:val="en-US"/>
        </w:rPr>
      </w:pPr>
      <w:r>
        <w:rPr>
          <w:lang w:val="en-US"/>
        </w:rPr>
        <w:t>fibonacci_goldenration.py</w:t>
      </w:r>
    </w:p>
    <w:p w14:paraId="1098EA05" w14:textId="77777777" w:rsidR="00DC24E3" w:rsidRDefault="00DC24E3" w:rsidP="00DC24E3">
      <w:pPr>
        <w:pStyle w:val="Code"/>
        <w:rPr>
          <w:lang w:val="en-US"/>
        </w:rPr>
      </w:pPr>
      <w:r>
        <w:rPr>
          <w:lang w:val="en-US"/>
        </w:rPr>
        <w:t>Relationship between Fibonacci sequence and golden ratio</w:t>
      </w:r>
    </w:p>
    <w:p w14:paraId="55567597" w14:textId="77777777" w:rsidR="00DC24E3" w:rsidRDefault="00DC24E3" w:rsidP="00DC24E3">
      <w:pPr>
        <w:pStyle w:val="Code"/>
        <w:rPr>
          <w:lang w:val="en-US"/>
        </w:rPr>
      </w:pPr>
      <w:r>
        <w:rPr>
          <w:lang w:val="en-US"/>
        </w:rPr>
        <w:t>'''</w:t>
      </w:r>
    </w:p>
    <w:p w14:paraId="70EA0F66" w14:textId="77777777" w:rsidR="00DC24E3" w:rsidRDefault="00DC24E3" w:rsidP="00DC24E3">
      <w:pPr>
        <w:pStyle w:val="Code"/>
        <w:rPr>
          <w:lang w:val="en-US"/>
        </w:rPr>
      </w:pPr>
      <w:r>
        <w:rPr>
          <w:lang w:val="en-US"/>
        </w:rPr>
        <w:t xml:space="preserve">import </w:t>
      </w:r>
      <w:proofErr w:type="spellStart"/>
      <w:r>
        <w:rPr>
          <w:lang w:val="en-US"/>
        </w:rPr>
        <w:t>matplotlib.pyplot</w:t>
      </w:r>
      <w:proofErr w:type="spellEnd"/>
      <w:r>
        <w:rPr>
          <w:lang w:val="en-US"/>
        </w:rPr>
        <w:t xml:space="preserve"> as </w:t>
      </w:r>
      <w:proofErr w:type="spellStart"/>
      <w:r>
        <w:rPr>
          <w:lang w:val="en-US"/>
        </w:rPr>
        <w:t>plt</w:t>
      </w:r>
      <w:proofErr w:type="spellEnd"/>
    </w:p>
    <w:p w14:paraId="5E5DAB52"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fibo</w:t>
      </w:r>
      <w:proofErr w:type="spellEnd"/>
      <w:r>
        <w:rPr>
          <w:lang w:val="en-US"/>
        </w:rPr>
        <w:t>(n):</w:t>
      </w:r>
    </w:p>
    <w:p w14:paraId="4A825EF3" w14:textId="77777777" w:rsidR="00DC24E3" w:rsidRDefault="00DC24E3" w:rsidP="00DC24E3">
      <w:pPr>
        <w:pStyle w:val="Code"/>
        <w:rPr>
          <w:lang w:val="en-US"/>
        </w:rPr>
      </w:pPr>
      <w:r>
        <w:rPr>
          <w:lang w:val="en-US"/>
        </w:rPr>
        <w:t xml:space="preserve">    if n == 1:</w:t>
      </w:r>
    </w:p>
    <w:p w14:paraId="06817B47" w14:textId="77777777" w:rsidR="00DC24E3" w:rsidRDefault="00DC24E3" w:rsidP="00DC24E3">
      <w:pPr>
        <w:pStyle w:val="Code"/>
        <w:rPr>
          <w:lang w:val="en-US"/>
        </w:rPr>
      </w:pPr>
      <w:r>
        <w:rPr>
          <w:lang w:val="en-US"/>
        </w:rPr>
        <w:t xml:space="preserve">        return [1]</w:t>
      </w:r>
    </w:p>
    <w:p w14:paraId="306314F5" w14:textId="77777777" w:rsidR="00DC24E3" w:rsidRDefault="00DC24E3" w:rsidP="00DC24E3">
      <w:pPr>
        <w:pStyle w:val="Code"/>
        <w:rPr>
          <w:lang w:val="en-US"/>
        </w:rPr>
      </w:pPr>
      <w:r>
        <w:rPr>
          <w:lang w:val="en-US"/>
        </w:rPr>
        <w:t xml:space="preserve">    if n == 2:</w:t>
      </w:r>
    </w:p>
    <w:p w14:paraId="6427BD63" w14:textId="77777777" w:rsidR="00DC24E3" w:rsidRDefault="00DC24E3" w:rsidP="00DC24E3">
      <w:pPr>
        <w:pStyle w:val="Code"/>
        <w:rPr>
          <w:lang w:val="en-US"/>
        </w:rPr>
      </w:pPr>
      <w:r>
        <w:rPr>
          <w:lang w:val="en-US"/>
        </w:rPr>
        <w:t xml:space="preserve">       return [1, 1]</w:t>
      </w:r>
    </w:p>
    <w:p w14:paraId="63997C9E" w14:textId="77777777" w:rsidR="00DC24E3" w:rsidRDefault="00DC24E3" w:rsidP="00DC24E3">
      <w:pPr>
        <w:pStyle w:val="Code"/>
        <w:rPr>
          <w:lang w:val="en-US"/>
        </w:rPr>
      </w:pPr>
      <w:r>
        <w:rPr>
          <w:lang w:val="en-US"/>
        </w:rPr>
        <w:t xml:space="preserve">    #n&gt; 2</w:t>
      </w:r>
    </w:p>
    <w:p w14:paraId="124EAAB1" w14:textId="77777777" w:rsidR="00DC24E3" w:rsidRDefault="00DC24E3" w:rsidP="00DC24E3">
      <w:pPr>
        <w:pStyle w:val="Code"/>
        <w:rPr>
          <w:lang w:val="en-US"/>
        </w:rPr>
      </w:pPr>
      <w:r>
        <w:rPr>
          <w:lang w:val="en-US"/>
        </w:rPr>
        <w:t xml:space="preserve">    a= 1</w:t>
      </w:r>
    </w:p>
    <w:p w14:paraId="6EF7145A" w14:textId="77777777" w:rsidR="00DC24E3" w:rsidRDefault="00DC24E3" w:rsidP="00DC24E3">
      <w:pPr>
        <w:pStyle w:val="Code"/>
        <w:rPr>
          <w:lang w:val="en-US"/>
        </w:rPr>
      </w:pPr>
      <w:r>
        <w:rPr>
          <w:lang w:val="en-US"/>
        </w:rPr>
        <w:t xml:space="preserve">    b= 1</w:t>
      </w:r>
    </w:p>
    <w:p w14:paraId="17D4A88C" w14:textId="77777777" w:rsidR="00DC24E3" w:rsidRDefault="00DC24E3" w:rsidP="00DC24E3">
      <w:pPr>
        <w:pStyle w:val="Code"/>
        <w:rPr>
          <w:lang w:val="en-US"/>
        </w:rPr>
      </w:pPr>
      <w:r>
        <w:rPr>
          <w:lang w:val="en-US"/>
        </w:rPr>
        <w:t xml:space="preserve">    # first two members of the series</w:t>
      </w:r>
    </w:p>
    <w:p w14:paraId="5452D368" w14:textId="77777777" w:rsidR="00DC24E3" w:rsidRDefault="00DC24E3" w:rsidP="00DC24E3">
      <w:pPr>
        <w:pStyle w:val="Code"/>
        <w:rPr>
          <w:lang w:val="en-US"/>
        </w:rPr>
      </w:pPr>
      <w:r>
        <w:rPr>
          <w:lang w:val="en-US"/>
        </w:rPr>
        <w:t xml:space="preserve">    series = [a, b]</w:t>
      </w:r>
    </w:p>
    <w:p w14:paraId="088520BD" w14:textId="325C6949" w:rsidR="00DC24E3" w:rsidRDefault="003B6EC4" w:rsidP="00DC24E3">
      <w:pPr>
        <w:pStyle w:val="Code"/>
        <w:rPr>
          <w:lang w:val="en-US"/>
        </w:rPr>
      </w:pPr>
      <w:r>
        <w:rPr>
          <w:lang w:val="en-US"/>
        </w:rPr>
        <w:t xml:space="preserve">    for </w:t>
      </w:r>
      <w:proofErr w:type="spellStart"/>
      <w:r>
        <w:rPr>
          <w:lang w:val="en-US"/>
        </w:rPr>
        <w:t>i</w:t>
      </w:r>
      <w:proofErr w:type="spellEnd"/>
      <w:r>
        <w:rPr>
          <w:lang w:val="en-US"/>
        </w:rPr>
        <w:t xml:space="preserve"> in range(n):</w:t>
      </w:r>
    </w:p>
    <w:p w14:paraId="7645B1F9" w14:textId="77777777" w:rsidR="00DC24E3" w:rsidRDefault="00DC24E3" w:rsidP="00DC24E3">
      <w:pPr>
        <w:pStyle w:val="Code"/>
        <w:rPr>
          <w:lang w:val="en-US"/>
        </w:rPr>
      </w:pPr>
      <w:r>
        <w:rPr>
          <w:lang w:val="en-US"/>
        </w:rPr>
        <w:t xml:space="preserve">        c=a+ b</w:t>
      </w:r>
    </w:p>
    <w:p w14:paraId="6AC989F3" w14:textId="7FA0B8AF" w:rsidR="00DC24E3" w:rsidRDefault="00DC24E3" w:rsidP="00DC24E3">
      <w:pPr>
        <w:pStyle w:val="Code"/>
        <w:rPr>
          <w:lang w:val="en-US"/>
        </w:rPr>
      </w:pPr>
      <w:r>
        <w:rPr>
          <w:lang w:val="en-US"/>
        </w:rPr>
        <w:t xml:space="preserve">   </w:t>
      </w:r>
      <w:r w:rsidR="003B6EC4">
        <w:rPr>
          <w:lang w:val="en-US"/>
        </w:rPr>
        <w:t xml:space="preserve">     </w:t>
      </w:r>
      <w:proofErr w:type="spellStart"/>
      <w:r w:rsidR="003B6EC4">
        <w:rPr>
          <w:lang w:val="en-US"/>
        </w:rPr>
        <w:t>series.append</w:t>
      </w:r>
      <w:proofErr w:type="spellEnd"/>
      <w:r w:rsidR="003B6EC4">
        <w:rPr>
          <w:lang w:val="en-US"/>
        </w:rPr>
        <w:t>(c) a= b b= c</w:t>
      </w:r>
    </w:p>
    <w:p w14:paraId="50BE3014" w14:textId="77777777" w:rsidR="00DC24E3" w:rsidRDefault="00DC24E3" w:rsidP="00DC24E3">
      <w:pPr>
        <w:pStyle w:val="Code"/>
        <w:rPr>
          <w:lang w:val="en-US"/>
        </w:rPr>
      </w:pPr>
      <w:r>
        <w:rPr>
          <w:lang w:val="en-US"/>
        </w:rPr>
        <w:t xml:space="preserve">        return series</w:t>
      </w:r>
    </w:p>
    <w:p w14:paraId="2B475266"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plot_ratio</w:t>
      </w:r>
      <w:proofErr w:type="spellEnd"/>
      <w:r>
        <w:rPr>
          <w:lang w:val="en-US"/>
        </w:rPr>
        <w:t>(series):</w:t>
      </w:r>
    </w:p>
    <w:p w14:paraId="6A30D271" w14:textId="77777777" w:rsidR="00DC24E3" w:rsidRDefault="00DC24E3" w:rsidP="00DC24E3">
      <w:pPr>
        <w:pStyle w:val="Code"/>
        <w:rPr>
          <w:lang w:val="en-US"/>
        </w:rPr>
      </w:pPr>
      <w:r>
        <w:rPr>
          <w:lang w:val="en-US"/>
        </w:rPr>
        <w:t xml:space="preserve">    ratios = []</w:t>
      </w:r>
    </w:p>
    <w:p w14:paraId="6E062C83" w14:textId="77777777" w:rsidR="00DC24E3" w:rsidRDefault="00DC24E3" w:rsidP="00DC24E3">
      <w:pPr>
        <w:pStyle w:val="Code"/>
        <w:rPr>
          <w:lang w:val="en-US"/>
        </w:rPr>
      </w:pPr>
      <w:r>
        <w:rPr>
          <w:lang w:val="en-US"/>
        </w:rPr>
        <w:t xml:space="preserve">    for </w:t>
      </w:r>
      <w:proofErr w:type="spellStart"/>
      <w:r>
        <w:rPr>
          <w:lang w:val="en-US"/>
        </w:rPr>
        <w:t>i</w:t>
      </w:r>
      <w:proofErr w:type="spellEnd"/>
      <w:r>
        <w:rPr>
          <w:lang w:val="en-US"/>
        </w:rPr>
        <w:t xml:space="preserve"> in range(</w:t>
      </w:r>
      <w:proofErr w:type="spellStart"/>
      <w:r>
        <w:rPr>
          <w:lang w:val="en-US"/>
        </w:rPr>
        <w:t>len</w:t>
      </w:r>
      <w:proofErr w:type="spellEnd"/>
      <w:r>
        <w:rPr>
          <w:lang w:val="en-US"/>
        </w:rPr>
        <w:t>(series)-1):</w:t>
      </w:r>
    </w:p>
    <w:p w14:paraId="7DE69A44" w14:textId="14449FD0" w:rsidR="00DC24E3" w:rsidRDefault="00DC24E3" w:rsidP="00DC24E3">
      <w:pPr>
        <w:pStyle w:val="Code"/>
        <w:rPr>
          <w:lang w:val="en-US"/>
        </w:rPr>
      </w:pPr>
      <w:r>
        <w:rPr>
          <w:lang w:val="en-US"/>
        </w:rPr>
        <w:t xml:space="preserve">        </w:t>
      </w:r>
      <w:proofErr w:type="spellStart"/>
      <w:r>
        <w:rPr>
          <w:lang w:val="en-US"/>
        </w:rPr>
        <w:t>ratio</w:t>
      </w:r>
      <w:r w:rsidR="003B6EC4">
        <w:rPr>
          <w:lang w:val="en-US"/>
        </w:rPr>
        <w:t>s.append</w:t>
      </w:r>
      <w:proofErr w:type="spellEnd"/>
      <w:r w:rsidR="003B6EC4">
        <w:rPr>
          <w:lang w:val="en-US"/>
        </w:rPr>
        <w:t>(series[i+1]/series[</w:t>
      </w:r>
      <w:proofErr w:type="spellStart"/>
      <w:r w:rsidR="003B6EC4">
        <w:rPr>
          <w:lang w:val="en-US"/>
        </w:rPr>
        <w:t>i</w:t>
      </w:r>
      <w:proofErr w:type="spellEnd"/>
      <w:r w:rsidR="003B6EC4">
        <w:rPr>
          <w:lang w:val="en-US"/>
        </w:rPr>
        <w:t>])</w:t>
      </w:r>
    </w:p>
    <w:p w14:paraId="12B92C80" w14:textId="77777777" w:rsidR="00DC24E3" w:rsidRDefault="00DC24E3" w:rsidP="00DC24E3">
      <w:pPr>
        <w:pStyle w:val="Code"/>
        <w:rPr>
          <w:lang w:val="en-US"/>
        </w:rPr>
      </w:pPr>
      <w:r>
        <w:rPr>
          <w:lang w:val="en-US"/>
        </w:rPr>
        <w:t xml:space="preserve">    </w:t>
      </w:r>
      <w:proofErr w:type="spellStart"/>
      <w:r>
        <w:rPr>
          <w:lang w:val="en-US"/>
        </w:rPr>
        <w:t>plt.plot</w:t>
      </w:r>
      <w:proofErr w:type="spellEnd"/>
      <w:r>
        <w:rPr>
          <w:lang w:val="en-US"/>
        </w:rPr>
        <w:t>(ratios)</w:t>
      </w:r>
    </w:p>
    <w:p w14:paraId="64ECDF79" w14:textId="77777777" w:rsidR="00DC24E3" w:rsidRDefault="00DC24E3" w:rsidP="00DC24E3">
      <w:pPr>
        <w:pStyle w:val="Code"/>
        <w:rPr>
          <w:lang w:val="en-US"/>
        </w:rPr>
      </w:pPr>
      <w:r>
        <w:rPr>
          <w:lang w:val="en-US"/>
        </w:rPr>
        <w:t xml:space="preserve">    </w:t>
      </w:r>
      <w:proofErr w:type="spellStart"/>
      <w:r>
        <w:rPr>
          <w:lang w:val="en-US"/>
        </w:rPr>
        <w:t>plt.title</w:t>
      </w:r>
      <w:proofErr w:type="spellEnd"/>
      <w:r>
        <w:rPr>
          <w:lang w:val="en-US"/>
        </w:rPr>
        <w:t>('Ratio between Fibonacci numbers &amp; golden ratio')</w:t>
      </w:r>
    </w:p>
    <w:p w14:paraId="6E460EE7" w14:textId="77777777" w:rsidR="00DC24E3" w:rsidRDefault="00DC24E3" w:rsidP="00DC24E3">
      <w:pPr>
        <w:pStyle w:val="Code"/>
        <w:rPr>
          <w:lang w:val="en-US"/>
        </w:rPr>
      </w:pPr>
      <w:r>
        <w:rPr>
          <w:lang w:val="en-US"/>
        </w:rPr>
        <w:t xml:space="preserve">    </w:t>
      </w:r>
      <w:proofErr w:type="spellStart"/>
      <w:r>
        <w:rPr>
          <w:lang w:val="en-US"/>
        </w:rPr>
        <w:t>plt.ylabel</w:t>
      </w:r>
      <w:proofErr w:type="spellEnd"/>
      <w:r>
        <w:rPr>
          <w:lang w:val="en-US"/>
        </w:rPr>
        <w:t>('Ratio')</w:t>
      </w:r>
    </w:p>
    <w:p w14:paraId="10B6ADFB" w14:textId="77777777" w:rsidR="00DC24E3" w:rsidRDefault="00DC24E3" w:rsidP="00DC24E3">
      <w:pPr>
        <w:pStyle w:val="Code"/>
        <w:rPr>
          <w:lang w:val="en-US"/>
        </w:rPr>
      </w:pPr>
      <w:r>
        <w:rPr>
          <w:lang w:val="en-US"/>
        </w:rPr>
        <w:t xml:space="preserve">    </w:t>
      </w:r>
      <w:proofErr w:type="spellStart"/>
      <w:r>
        <w:rPr>
          <w:lang w:val="en-US"/>
        </w:rPr>
        <w:t>plt.xlabel</w:t>
      </w:r>
      <w:proofErr w:type="spellEnd"/>
      <w:r>
        <w:rPr>
          <w:lang w:val="en-US"/>
        </w:rPr>
        <w:t>('No.')</w:t>
      </w:r>
    </w:p>
    <w:p w14:paraId="4B3D259D" w14:textId="77777777" w:rsidR="00DC24E3" w:rsidRDefault="00DC24E3" w:rsidP="00DC24E3">
      <w:pPr>
        <w:pStyle w:val="Code"/>
        <w:rPr>
          <w:lang w:val="en-US"/>
        </w:rPr>
      </w:pPr>
      <w:r>
        <w:rPr>
          <w:lang w:val="en-US"/>
        </w:rPr>
        <w:t xml:space="preserve">    </w:t>
      </w:r>
      <w:proofErr w:type="spellStart"/>
      <w:r>
        <w:rPr>
          <w:lang w:val="en-US"/>
        </w:rPr>
        <w:t>plt.show</w:t>
      </w:r>
      <w:proofErr w:type="spellEnd"/>
      <w:r>
        <w:rPr>
          <w:lang w:val="en-US"/>
        </w:rPr>
        <w:t>()</w:t>
      </w:r>
    </w:p>
    <w:p w14:paraId="03D8D10E" w14:textId="77777777" w:rsidR="00DC24E3" w:rsidRDefault="00DC24E3" w:rsidP="00DC24E3">
      <w:pPr>
        <w:pStyle w:val="Code"/>
        <w:rPr>
          <w:lang w:val="en-US"/>
        </w:rPr>
      </w:pPr>
      <w:r>
        <w:rPr>
          <w:lang w:val="en-US"/>
        </w:rPr>
        <w:t>if __name__ == '__main__':</w:t>
      </w:r>
    </w:p>
    <w:p w14:paraId="2FD8B179" w14:textId="77777777" w:rsidR="00DC24E3" w:rsidRDefault="00DC24E3" w:rsidP="00DC24E3">
      <w:pPr>
        <w:pStyle w:val="Code"/>
        <w:rPr>
          <w:lang w:val="en-US"/>
        </w:rPr>
      </w:pPr>
      <w:r>
        <w:rPr>
          <w:lang w:val="en-US"/>
        </w:rPr>
        <w:t xml:space="preserve">    # Number of </w:t>
      </w:r>
      <w:proofErr w:type="spellStart"/>
      <w:r>
        <w:rPr>
          <w:lang w:val="en-US"/>
        </w:rPr>
        <w:t>fibonacci</w:t>
      </w:r>
      <w:proofErr w:type="spellEnd"/>
      <w:r>
        <w:rPr>
          <w:lang w:val="en-US"/>
        </w:rPr>
        <w:t xml:space="preserve"> numbers</w:t>
      </w:r>
    </w:p>
    <w:p w14:paraId="271D28F4" w14:textId="77777777" w:rsidR="00DC24E3" w:rsidRDefault="00DC24E3" w:rsidP="00DC24E3">
      <w:pPr>
        <w:pStyle w:val="Code"/>
        <w:rPr>
          <w:lang w:val="en-US"/>
        </w:rPr>
      </w:pPr>
      <w:r>
        <w:rPr>
          <w:lang w:val="en-US"/>
        </w:rPr>
        <w:t xml:space="preserve">    </w:t>
      </w:r>
      <w:proofErr w:type="spellStart"/>
      <w:r>
        <w:rPr>
          <w:lang w:val="en-US"/>
        </w:rPr>
        <w:t>num</w:t>
      </w:r>
      <w:proofErr w:type="spellEnd"/>
      <w:r>
        <w:rPr>
          <w:lang w:val="en-US"/>
        </w:rPr>
        <w:t xml:space="preserve"> = 100</w:t>
      </w:r>
    </w:p>
    <w:p w14:paraId="24B8E2BF" w14:textId="77777777" w:rsidR="00DC24E3" w:rsidRDefault="00DC24E3" w:rsidP="00DC24E3">
      <w:pPr>
        <w:pStyle w:val="Code"/>
        <w:rPr>
          <w:lang w:val="en-US"/>
        </w:rPr>
      </w:pPr>
      <w:r>
        <w:rPr>
          <w:lang w:val="en-US"/>
        </w:rPr>
        <w:t xml:space="preserve">    series = </w:t>
      </w:r>
      <w:proofErr w:type="spellStart"/>
      <w:r>
        <w:rPr>
          <w:lang w:val="en-US"/>
        </w:rPr>
        <w:t>fibo</w:t>
      </w:r>
      <w:proofErr w:type="spellEnd"/>
      <w:r>
        <w:rPr>
          <w:lang w:val="en-US"/>
        </w:rPr>
        <w:t>(</w:t>
      </w:r>
      <w:proofErr w:type="spellStart"/>
      <w:r>
        <w:rPr>
          <w:lang w:val="en-US"/>
        </w:rPr>
        <w:t>num</w:t>
      </w:r>
      <w:proofErr w:type="spellEnd"/>
      <w:r>
        <w:rPr>
          <w:lang w:val="en-US"/>
        </w:rPr>
        <w:t>)</w:t>
      </w:r>
    </w:p>
    <w:p w14:paraId="63DF8583" w14:textId="77777777" w:rsidR="00DC24E3" w:rsidRDefault="00DC24E3" w:rsidP="00DC24E3">
      <w:pPr>
        <w:pStyle w:val="Code"/>
        <w:rPr>
          <w:lang w:val="en-US"/>
        </w:rPr>
      </w:pPr>
      <w:r>
        <w:rPr>
          <w:lang w:val="en-US"/>
        </w:rPr>
        <w:t xml:space="preserve">    </w:t>
      </w:r>
      <w:proofErr w:type="spellStart"/>
      <w:r>
        <w:rPr>
          <w:lang w:val="en-US"/>
        </w:rPr>
        <w:t>plot_ratio</w:t>
      </w:r>
      <w:proofErr w:type="spellEnd"/>
      <w:r>
        <w:rPr>
          <w:lang w:val="en-US"/>
        </w:rPr>
        <w:t>(series)</w:t>
      </w:r>
    </w:p>
    <w:p w14:paraId="1111E169" w14:textId="77777777" w:rsidR="00DC24E3" w:rsidRDefault="00DC24E3" w:rsidP="00DC24E3">
      <w:pPr>
        <w:pStyle w:val="TexteCourant"/>
      </w:pPr>
      <w:r>
        <w:t xml:space="preserve">La boucle « pour » en </w:t>
      </w:r>
      <w:r w:rsidRPr="00617E71">
        <w:rPr>
          <w:rStyle w:val="PuceRepere"/>
        </w:rPr>
        <w:t>1</w:t>
      </w:r>
      <w:r>
        <w:t xml:space="preserve"> est l’étape clé de la fonction </w:t>
      </w:r>
      <w:proofErr w:type="spellStart"/>
      <w:r w:rsidRPr="00617E71">
        <w:rPr>
          <w:rStyle w:val="CodeDansTexte"/>
        </w:rPr>
        <w:t>plot_ratio</w:t>
      </w:r>
      <w:proofErr w:type="spellEnd"/>
      <w:r w:rsidRPr="00617E71">
        <w:rPr>
          <w:rStyle w:val="CodeDansTexte"/>
        </w:rPr>
        <w:t>()</w:t>
      </w:r>
      <w:r>
        <w:t xml:space="preserve">. Nous parcourrons les nombres de la suite de </w:t>
      </w:r>
      <w:proofErr w:type="spellStart"/>
      <w:r>
        <w:t>Fibonacci</w:t>
      </w:r>
      <w:proofErr w:type="spellEnd"/>
      <w:r>
        <w:t xml:space="preserve"> et stockons le rapport du troisième terme sur le deuxième, du quatrième sur le troisième et ainsi de suite, le tout dans la liste </w:t>
      </w:r>
      <w:r w:rsidRPr="006F2D8E">
        <w:rPr>
          <w:rStyle w:val="CodeDansTexte"/>
        </w:rPr>
        <w:t>ratios</w:t>
      </w:r>
      <w:r>
        <w:t xml:space="preserve">. Nous appelons alors la fonction </w:t>
      </w:r>
      <w:r w:rsidRPr="006F2D8E">
        <w:rPr>
          <w:rStyle w:val="CodeDansTexte"/>
        </w:rPr>
        <w:t>plot()</w:t>
      </w:r>
      <w:r>
        <w:t xml:space="preserve">, ajoutons un titre et des noms d’axe puis appelons la fonction </w:t>
      </w:r>
      <w:r w:rsidRPr="006F2D8E">
        <w:rPr>
          <w:rStyle w:val="CodeDansTexte"/>
        </w:rPr>
        <w:t>show()</w:t>
      </w:r>
      <w:r>
        <w:t xml:space="preserve"> pour afficher le graphique.</w:t>
      </w:r>
    </w:p>
    <w:p w14:paraId="7601456B" w14:textId="77777777" w:rsidR="00DC24E3" w:rsidRDefault="00DC24E3" w:rsidP="00DC24E3">
      <w:pPr>
        <w:pStyle w:val="ChapitreNumero"/>
      </w:pPr>
      <w:r>
        <w:t>Chapitre 3</w:t>
      </w:r>
    </w:p>
    <w:p w14:paraId="29D116A1" w14:textId="77777777" w:rsidR="00DC24E3" w:rsidRDefault="00DC24E3" w:rsidP="00DC24E3">
      <w:pPr>
        <w:pStyle w:val="ChapitreTitre"/>
      </w:pPr>
      <w:r>
        <w:t>Solution aux défis</w:t>
      </w:r>
    </w:p>
    <w:p w14:paraId="555DE299" w14:textId="77777777" w:rsidR="00DC24E3" w:rsidRDefault="00DC24E3" w:rsidP="00DC24E3">
      <w:pPr>
        <w:pStyle w:val="TitreNiveau1"/>
      </w:pPr>
      <w:r>
        <w:t>#1 : Améliorer le programme de calcul du coefficient de corrélations</w:t>
      </w:r>
    </w:p>
    <w:p w14:paraId="0DCAE5B2" w14:textId="39417B41" w:rsidR="00DC24E3" w:rsidRDefault="003B6EC4" w:rsidP="00DC24E3">
      <w:pPr>
        <w:pStyle w:val="TexteCourant"/>
      </w:pPr>
      <w:r>
        <w:t>Nous pouvons modifier</w:t>
      </w:r>
      <w:r w:rsidR="00DC24E3">
        <w:t xml:space="preserve"> légèrement la fonction </w:t>
      </w:r>
      <w:proofErr w:type="spellStart"/>
      <w:r w:rsidR="00DC24E3" w:rsidRPr="003B6EC4">
        <w:rPr>
          <w:rStyle w:val="CodeDansTexte"/>
        </w:rPr>
        <w:t>find_corr_x_y</w:t>
      </w:r>
      <w:proofErr w:type="spellEnd"/>
      <w:r w:rsidR="00DC24E3" w:rsidRPr="003B6EC4">
        <w:rPr>
          <w:rStyle w:val="CodeDansTexte"/>
        </w:rPr>
        <w:t>()</w:t>
      </w:r>
      <w:r w:rsidR="00DC24E3">
        <w:t xml:space="preserve"> afin qu’elle vérifie la longueur des deux listes en argument. Si elle</w:t>
      </w:r>
      <w:r>
        <w:t>s</w:t>
      </w:r>
      <w:r w:rsidR="00DC24E3">
        <w:t xml:space="preserve"> ne sont pas de même longueur nous retournons </w:t>
      </w:r>
      <w:r w:rsidR="00DC24E3" w:rsidRPr="003B6EC4">
        <w:rPr>
          <w:rStyle w:val="CodeDansTexte"/>
        </w:rPr>
        <w:t>None</w:t>
      </w:r>
      <w:r w:rsidR="00DC24E3">
        <w:t>. Voici la nouvelle fonction, avec quelques autres changements :</w:t>
      </w:r>
    </w:p>
    <w:p w14:paraId="3BDA9689" w14:textId="77777777" w:rsidR="00DC24E3" w:rsidRDefault="00DC24E3" w:rsidP="00DC24E3">
      <w:pPr>
        <w:widowControl w:val="0"/>
        <w:autoSpaceDE w:val="0"/>
        <w:autoSpaceDN w:val="0"/>
        <w:adjustRightInd w:val="0"/>
        <w:spacing w:before="0" w:after="0" w:line="280" w:lineRule="atLeast"/>
        <w:ind w:left="0"/>
        <w:jc w:val="left"/>
        <w:rPr>
          <w:rFonts w:ascii="Times" w:hAnsi="Times" w:cs="Times"/>
          <w:sz w:val="24"/>
          <w:szCs w:val="24"/>
          <w:lang w:val="en-US"/>
        </w:rPr>
      </w:pPr>
      <w:r>
        <w:rPr>
          <w:rFonts w:ascii="Times" w:hAnsi="Times" w:cs="Times"/>
          <w:sz w:val="24"/>
          <w:szCs w:val="24"/>
          <w:lang w:val="en-US"/>
        </w:rPr>
        <w:t>'''</w:t>
      </w:r>
    </w:p>
    <w:p w14:paraId="4BCDDA70" w14:textId="77777777" w:rsidR="00DC24E3" w:rsidRDefault="00DC24E3" w:rsidP="00DC24E3">
      <w:pPr>
        <w:pStyle w:val="Code"/>
        <w:rPr>
          <w:lang w:val="en-US"/>
        </w:rPr>
      </w:pPr>
      <w:r>
        <w:rPr>
          <w:lang w:val="en-US"/>
        </w:rPr>
        <w:t>“</w:t>
      </w:r>
    </w:p>
    <w:p w14:paraId="3341DE45" w14:textId="77777777" w:rsidR="00DC24E3" w:rsidRDefault="00DC24E3" w:rsidP="00DC24E3">
      <w:pPr>
        <w:pStyle w:val="Code"/>
        <w:rPr>
          <w:lang w:val="en-US"/>
        </w:rPr>
      </w:pPr>
      <w:r>
        <w:rPr>
          <w:lang w:val="en-US"/>
        </w:rPr>
        <w:t>linear_correlation_enhanced.py</w:t>
      </w:r>
    </w:p>
    <w:p w14:paraId="00F8BFE8" w14:textId="77777777" w:rsidR="00DC24E3" w:rsidRDefault="00DC24E3" w:rsidP="00DC24E3">
      <w:pPr>
        <w:pStyle w:val="Code"/>
        <w:rPr>
          <w:lang w:val="en-US"/>
        </w:rPr>
      </w:pPr>
      <w:r>
        <w:rPr>
          <w:lang w:val="en-US"/>
        </w:rPr>
        <w:t>Linear correlation program</w:t>
      </w:r>
    </w:p>
    <w:p w14:paraId="61E6DBA8" w14:textId="77777777" w:rsidR="00DC24E3" w:rsidRDefault="00DC24E3" w:rsidP="00DC24E3">
      <w:pPr>
        <w:pStyle w:val="Code"/>
        <w:rPr>
          <w:lang w:val="en-US"/>
        </w:rPr>
      </w:pPr>
      <w:r>
        <w:rPr>
          <w:lang w:val="en-US"/>
        </w:rPr>
        <w:t>'''</w:t>
      </w:r>
    </w:p>
    <w:p w14:paraId="70859498"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find_corr_x_y</w:t>
      </w:r>
      <w:proofErr w:type="spellEnd"/>
      <w:r>
        <w:rPr>
          <w:lang w:val="en-US"/>
        </w:rPr>
        <w:t>(</w:t>
      </w:r>
      <w:proofErr w:type="spellStart"/>
      <w:r>
        <w:rPr>
          <w:lang w:val="en-US"/>
        </w:rPr>
        <w:t>x,y</w:t>
      </w:r>
      <w:proofErr w:type="spellEnd"/>
      <w:r>
        <w:rPr>
          <w:lang w:val="en-US"/>
        </w:rPr>
        <w:t>):</w:t>
      </w:r>
    </w:p>
    <w:p w14:paraId="4FA28B58" w14:textId="77777777" w:rsidR="00DC24E3" w:rsidRDefault="00DC24E3" w:rsidP="00DC24E3">
      <w:pPr>
        <w:pStyle w:val="Code"/>
        <w:rPr>
          <w:lang w:val="en-US"/>
        </w:rPr>
      </w:pPr>
      <w:r>
        <w:rPr>
          <w:lang w:val="en-US"/>
        </w:rPr>
        <w:t xml:space="preserve">    if </w:t>
      </w:r>
      <w:proofErr w:type="spellStart"/>
      <w:r>
        <w:rPr>
          <w:lang w:val="en-US"/>
        </w:rPr>
        <w:t>len</w:t>
      </w:r>
      <w:proofErr w:type="spellEnd"/>
      <w:r>
        <w:rPr>
          <w:lang w:val="en-US"/>
        </w:rPr>
        <w:t xml:space="preserve">(x) != </w:t>
      </w:r>
      <w:proofErr w:type="spellStart"/>
      <w:r>
        <w:rPr>
          <w:lang w:val="en-US"/>
        </w:rPr>
        <w:t>len</w:t>
      </w:r>
      <w:proofErr w:type="spellEnd"/>
      <w:r>
        <w:rPr>
          <w:lang w:val="en-US"/>
        </w:rPr>
        <w:t xml:space="preserve">(y): </w:t>
      </w:r>
      <w:r w:rsidRPr="006F7DA9">
        <w:rPr>
          <w:rStyle w:val="PuceRepere"/>
        </w:rPr>
        <w:t>1</w:t>
      </w:r>
    </w:p>
    <w:p w14:paraId="29C8A030" w14:textId="77777777" w:rsidR="00DC24E3" w:rsidRDefault="00DC24E3" w:rsidP="00DC24E3">
      <w:pPr>
        <w:pStyle w:val="Code"/>
        <w:rPr>
          <w:lang w:val="en-US"/>
        </w:rPr>
      </w:pPr>
      <w:r>
        <w:rPr>
          <w:lang w:val="en-US"/>
        </w:rPr>
        <w:t xml:space="preserve">        print('The two sets of numbers are of unequal size')</w:t>
      </w:r>
    </w:p>
    <w:p w14:paraId="10B61686" w14:textId="77777777" w:rsidR="00DC24E3" w:rsidRDefault="00DC24E3" w:rsidP="00DC24E3">
      <w:pPr>
        <w:pStyle w:val="Code"/>
        <w:rPr>
          <w:lang w:val="en-US"/>
        </w:rPr>
      </w:pPr>
      <w:r>
        <w:rPr>
          <w:lang w:val="en-US"/>
        </w:rPr>
        <w:t xml:space="preserve">        return None</w:t>
      </w:r>
    </w:p>
    <w:p w14:paraId="348AD84A" w14:textId="77777777" w:rsidR="00DC24E3" w:rsidRDefault="00DC24E3" w:rsidP="00DC24E3">
      <w:pPr>
        <w:pStyle w:val="Code"/>
        <w:rPr>
          <w:lang w:val="en-US"/>
        </w:rPr>
      </w:pPr>
      <w:r>
        <w:rPr>
          <w:lang w:val="en-US"/>
        </w:rPr>
        <w:t xml:space="preserve">    n = </w:t>
      </w:r>
      <w:proofErr w:type="spellStart"/>
      <w:r>
        <w:rPr>
          <w:lang w:val="en-US"/>
        </w:rPr>
        <w:t>len</w:t>
      </w:r>
      <w:proofErr w:type="spellEnd"/>
      <w:r>
        <w:rPr>
          <w:lang w:val="en-US"/>
        </w:rPr>
        <w:t>(x)</w:t>
      </w:r>
    </w:p>
    <w:p w14:paraId="4D985EE8" w14:textId="77777777" w:rsidR="00DC24E3" w:rsidRDefault="00DC24E3" w:rsidP="00DC24E3">
      <w:pPr>
        <w:pStyle w:val="Code"/>
        <w:rPr>
          <w:lang w:val="en-US"/>
        </w:rPr>
      </w:pPr>
      <w:r>
        <w:rPr>
          <w:lang w:val="en-US"/>
        </w:rPr>
        <w:t xml:space="preserve">    # find the sum of the products</w:t>
      </w:r>
    </w:p>
    <w:p w14:paraId="697DC3D1" w14:textId="77777777" w:rsidR="00DC24E3" w:rsidRDefault="00DC24E3" w:rsidP="00DC24E3">
      <w:pPr>
        <w:pStyle w:val="Code"/>
        <w:rPr>
          <w:lang w:val="en-US"/>
        </w:rPr>
      </w:pPr>
      <w:r>
        <w:rPr>
          <w:lang w:val="en-US"/>
        </w:rPr>
        <w:t xml:space="preserve">    prod = [xi*</w:t>
      </w:r>
      <w:proofErr w:type="spellStart"/>
      <w:r>
        <w:rPr>
          <w:lang w:val="en-US"/>
        </w:rPr>
        <w:t>yi</w:t>
      </w:r>
      <w:proofErr w:type="spellEnd"/>
      <w:r>
        <w:rPr>
          <w:lang w:val="en-US"/>
        </w:rPr>
        <w:t xml:space="preserve"> for xi, </w:t>
      </w:r>
      <w:proofErr w:type="spellStart"/>
      <w:r>
        <w:rPr>
          <w:lang w:val="en-US"/>
        </w:rPr>
        <w:t>yi</w:t>
      </w:r>
      <w:proofErr w:type="spellEnd"/>
      <w:r>
        <w:rPr>
          <w:lang w:val="en-US"/>
        </w:rPr>
        <w:t xml:space="preserve"> in zip(x, y)] </w:t>
      </w:r>
      <w:r w:rsidRPr="006F7DA9">
        <w:rPr>
          <w:rStyle w:val="PuceRepere"/>
        </w:rPr>
        <w:t>2</w:t>
      </w:r>
    </w:p>
    <w:p w14:paraId="18CE2B74" w14:textId="77777777" w:rsidR="00DC24E3" w:rsidRDefault="00DC24E3" w:rsidP="00DC24E3">
      <w:pPr>
        <w:pStyle w:val="Code"/>
        <w:rPr>
          <w:lang w:val="en-US"/>
        </w:rPr>
      </w:pPr>
      <w:r>
        <w:rPr>
          <w:lang w:val="en-US"/>
        </w:rPr>
        <w:t xml:space="preserve">    </w:t>
      </w:r>
      <w:proofErr w:type="spellStart"/>
      <w:r>
        <w:rPr>
          <w:lang w:val="en-US"/>
        </w:rPr>
        <w:t>sum_prod_x_y</w:t>
      </w:r>
      <w:proofErr w:type="spellEnd"/>
      <w:r>
        <w:rPr>
          <w:lang w:val="en-US"/>
        </w:rPr>
        <w:t xml:space="preserve"> = sum(prod)</w:t>
      </w:r>
    </w:p>
    <w:p w14:paraId="3865C4A7" w14:textId="77777777" w:rsidR="00DC24E3" w:rsidRDefault="00DC24E3" w:rsidP="00DC24E3">
      <w:pPr>
        <w:pStyle w:val="Code"/>
        <w:rPr>
          <w:lang w:val="en-US"/>
        </w:rPr>
      </w:pPr>
      <w:r>
        <w:rPr>
          <w:rFonts w:ascii="Courier" w:hAnsi="Courier" w:cs="Courier"/>
          <w:lang w:val="en-US"/>
        </w:rPr>
        <w:t xml:space="preserve">     </w:t>
      </w:r>
      <w:r>
        <w:rPr>
          <w:lang w:val="en-US"/>
        </w:rPr>
        <w:t># sum of the numbers in x</w:t>
      </w:r>
    </w:p>
    <w:p w14:paraId="33360765" w14:textId="77777777" w:rsidR="00DC24E3" w:rsidRDefault="00DC24E3" w:rsidP="00DC24E3">
      <w:pPr>
        <w:pStyle w:val="Code"/>
        <w:rPr>
          <w:lang w:val="en-US"/>
        </w:rPr>
      </w:pPr>
      <w:r>
        <w:rPr>
          <w:lang w:val="en-US"/>
        </w:rPr>
        <w:t xml:space="preserve">    </w:t>
      </w:r>
      <w:proofErr w:type="spellStart"/>
      <w:r>
        <w:rPr>
          <w:lang w:val="en-US"/>
        </w:rPr>
        <w:t>sum_x</w:t>
      </w:r>
      <w:proofErr w:type="spellEnd"/>
      <w:r>
        <w:rPr>
          <w:lang w:val="en-US"/>
        </w:rPr>
        <w:t xml:space="preserve"> = sum(x)</w:t>
      </w:r>
    </w:p>
    <w:p w14:paraId="3AC68788" w14:textId="77777777" w:rsidR="00DC24E3" w:rsidRDefault="00DC24E3" w:rsidP="00DC24E3">
      <w:pPr>
        <w:pStyle w:val="Code"/>
        <w:rPr>
          <w:lang w:val="en-US"/>
        </w:rPr>
      </w:pPr>
      <w:r>
        <w:rPr>
          <w:lang w:val="en-US"/>
        </w:rPr>
        <w:t xml:space="preserve">    # sum of the numbers in y</w:t>
      </w:r>
    </w:p>
    <w:p w14:paraId="6D4A3E13" w14:textId="77777777" w:rsidR="00DC24E3" w:rsidRDefault="00DC24E3" w:rsidP="00DC24E3">
      <w:pPr>
        <w:pStyle w:val="Code"/>
        <w:rPr>
          <w:lang w:val="en-US"/>
        </w:rPr>
      </w:pPr>
      <w:r>
        <w:rPr>
          <w:lang w:val="en-US"/>
        </w:rPr>
        <w:t xml:space="preserve">    </w:t>
      </w:r>
      <w:proofErr w:type="spellStart"/>
      <w:r>
        <w:rPr>
          <w:lang w:val="en-US"/>
        </w:rPr>
        <w:t>sum_y</w:t>
      </w:r>
      <w:proofErr w:type="spellEnd"/>
      <w:r>
        <w:rPr>
          <w:lang w:val="en-US"/>
        </w:rPr>
        <w:t xml:space="preserve"> = sum(y)</w:t>
      </w:r>
    </w:p>
    <w:p w14:paraId="543C5EA7" w14:textId="77777777" w:rsidR="00DC24E3" w:rsidRDefault="00DC24E3" w:rsidP="00DC24E3">
      <w:pPr>
        <w:pStyle w:val="Code"/>
        <w:rPr>
          <w:lang w:val="en-US"/>
        </w:rPr>
      </w:pPr>
      <w:r>
        <w:rPr>
          <w:rFonts w:ascii="Courier" w:hAnsi="Courier" w:cs="Courier"/>
          <w:lang w:val="en-US"/>
        </w:rPr>
        <w:t> </w:t>
      </w:r>
      <w:r>
        <w:rPr>
          <w:lang w:val="en-US"/>
        </w:rPr>
        <w:t xml:space="preserve">    # square of the sum of the numbers in x</w:t>
      </w:r>
    </w:p>
    <w:p w14:paraId="2B082155" w14:textId="77777777" w:rsidR="00DC24E3" w:rsidRDefault="00DC24E3" w:rsidP="00DC24E3">
      <w:pPr>
        <w:pStyle w:val="Code"/>
        <w:rPr>
          <w:lang w:val="en-US"/>
        </w:rPr>
      </w:pPr>
      <w:r>
        <w:rPr>
          <w:lang w:val="en-US"/>
        </w:rPr>
        <w:t xml:space="preserve">    </w:t>
      </w:r>
      <w:proofErr w:type="spellStart"/>
      <w:r>
        <w:rPr>
          <w:lang w:val="en-US"/>
        </w:rPr>
        <w:t>squared_sum_x</w:t>
      </w:r>
      <w:proofErr w:type="spellEnd"/>
      <w:r>
        <w:rPr>
          <w:lang w:val="en-US"/>
        </w:rPr>
        <w:t xml:space="preserve"> = </w:t>
      </w:r>
      <w:proofErr w:type="spellStart"/>
      <w:r>
        <w:rPr>
          <w:lang w:val="en-US"/>
        </w:rPr>
        <w:t>sum_x</w:t>
      </w:r>
      <w:proofErr w:type="spellEnd"/>
      <w:r>
        <w:rPr>
          <w:lang w:val="en-US"/>
        </w:rPr>
        <w:t>**2</w:t>
      </w:r>
    </w:p>
    <w:p w14:paraId="71F38C99" w14:textId="77777777" w:rsidR="00DC24E3" w:rsidRDefault="00DC24E3" w:rsidP="00DC24E3">
      <w:pPr>
        <w:pStyle w:val="Code"/>
        <w:rPr>
          <w:lang w:val="en-US"/>
        </w:rPr>
      </w:pPr>
      <w:r>
        <w:rPr>
          <w:lang w:val="en-US"/>
        </w:rPr>
        <w:t xml:space="preserve">    # square of the sum of the numbers in y</w:t>
      </w:r>
    </w:p>
    <w:p w14:paraId="2765B7CE" w14:textId="77777777" w:rsidR="00DC24E3" w:rsidRDefault="00DC24E3" w:rsidP="00DC24E3">
      <w:pPr>
        <w:pStyle w:val="Code"/>
        <w:rPr>
          <w:lang w:val="en-US"/>
        </w:rPr>
      </w:pPr>
      <w:r>
        <w:rPr>
          <w:lang w:val="en-US"/>
        </w:rPr>
        <w:t xml:space="preserve">    </w:t>
      </w:r>
      <w:proofErr w:type="spellStart"/>
      <w:r>
        <w:rPr>
          <w:lang w:val="en-US"/>
        </w:rPr>
        <w:t>squared_sum_y</w:t>
      </w:r>
      <w:proofErr w:type="spellEnd"/>
      <w:r>
        <w:rPr>
          <w:lang w:val="en-US"/>
        </w:rPr>
        <w:t xml:space="preserve"> = </w:t>
      </w:r>
      <w:proofErr w:type="spellStart"/>
      <w:r>
        <w:rPr>
          <w:lang w:val="en-US"/>
        </w:rPr>
        <w:t>sum_y</w:t>
      </w:r>
      <w:proofErr w:type="spellEnd"/>
      <w:r>
        <w:rPr>
          <w:lang w:val="en-US"/>
        </w:rPr>
        <w:t>**2</w:t>
      </w:r>
    </w:p>
    <w:p w14:paraId="044914CF" w14:textId="77777777" w:rsidR="00DC24E3" w:rsidRDefault="00DC24E3" w:rsidP="00DC24E3">
      <w:pPr>
        <w:pStyle w:val="Code"/>
        <w:rPr>
          <w:lang w:val="en-US"/>
        </w:rPr>
      </w:pPr>
      <w:r>
        <w:rPr>
          <w:rFonts w:ascii="Courier" w:hAnsi="Courier" w:cs="Courier"/>
          <w:lang w:val="en-US"/>
        </w:rPr>
        <w:t> </w:t>
      </w:r>
      <w:r>
        <w:rPr>
          <w:lang w:val="en-US"/>
        </w:rPr>
        <w:t xml:space="preserve">    # find the squares of numbers in x and the</w:t>
      </w:r>
    </w:p>
    <w:p w14:paraId="02AFFACE" w14:textId="77777777" w:rsidR="00DC24E3" w:rsidRDefault="00DC24E3" w:rsidP="00DC24E3">
      <w:pPr>
        <w:pStyle w:val="Code"/>
        <w:rPr>
          <w:lang w:val="en-US"/>
        </w:rPr>
      </w:pPr>
      <w:r>
        <w:rPr>
          <w:rFonts w:ascii="Courier" w:hAnsi="Courier" w:cs="Courier"/>
          <w:lang w:val="en-US"/>
        </w:rPr>
        <w:t> </w:t>
      </w:r>
      <w:r>
        <w:rPr>
          <w:lang w:val="en-US"/>
        </w:rPr>
        <w:t xml:space="preserve">    # sum of the squares</w:t>
      </w:r>
    </w:p>
    <w:p w14:paraId="34356DC1" w14:textId="77777777" w:rsidR="00DC24E3" w:rsidRDefault="00DC24E3" w:rsidP="00DC24E3">
      <w:pPr>
        <w:pStyle w:val="Code"/>
        <w:rPr>
          <w:lang w:val="en-US"/>
        </w:rPr>
      </w:pPr>
      <w:r>
        <w:rPr>
          <w:lang w:val="en-US"/>
        </w:rPr>
        <w:t xml:space="preserve">    </w:t>
      </w:r>
      <w:proofErr w:type="spellStart"/>
      <w:r>
        <w:rPr>
          <w:lang w:val="en-US"/>
        </w:rPr>
        <w:t>x_square</w:t>
      </w:r>
      <w:proofErr w:type="spellEnd"/>
      <w:r>
        <w:rPr>
          <w:lang w:val="en-US"/>
        </w:rPr>
        <w:t xml:space="preserve"> = [xi**2 for xi in x] </w:t>
      </w:r>
      <w:r w:rsidRPr="006F7DA9">
        <w:rPr>
          <w:rStyle w:val="PuceRepere"/>
        </w:rPr>
        <w:t>3</w:t>
      </w:r>
    </w:p>
    <w:p w14:paraId="00C05272" w14:textId="77777777" w:rsidR="00DC24E3" w:rsidRDefault="00DC24E3" w:rsidP="00DC24E3">
      <w:pPr>
        <w:pStyle w:val="Code"/>
        <w:rPr>
          <w:lang w:val="en-US"/>
        </w:rPr>
      </w:pPr>
      <w:r>
        <w:rPr>
          <w:lang w:val="en-US"/>
        </w:rPr>
        <w:t xml:space="preserve">    </w:t>
      </w:r>
      <w:proofErr w:type="spellStart"/>
      <w:r>
        <w:rPr>
          <w:lang w:val="en-US"/>
        </w:rPr>
        <w:t>x_square_sum</w:t>
      </w:r>
      <w:proofErr w:type="spellEnd"/>
      <w:r>
        <w:rPr>
          <w:lang w:val="en-US"/>
        </w:rPr>
        <w:t xml:space="preserve"> = sum(</w:t>
      </w:r>
      <w:proofErr w:type="spellStart"/>
      <w:r>
        <w:rPr>
          <w:lang w:val="en-US"/>
        </w:rPr>
        <w:t>x_square</w:t>
      </w:r>
      <w:proofErr w:type="spellEnd"/>
      <w:r>
        <w:rPr>
          <w:lang w:val="en-US"/>
        </w:rPr>
        <w:t>)</w:t>
      </w:r>
    </w:p>
    <w:p w14:paraId="6D2794E9" w14:textId="77777777" w:rsidR="00DC24E3" w:rsidRDefault="00DC24E3" w:rsidP="00DC24E3">
      <w:pPr>
        <w:pStyle w:val="Code"/>
        <w:rPr>
          <w:lang w:val="en-US"/>
        </w:rPr>
      </w:pPr>
      <w:r>
        <w:rPr>
          <w:lang w:val="en-US"/>
        </w:rPr>
        <w:t xml:space="preserve">    # find the squares of numbers in y and the</w:t>
      </w:r>
    </w:p>
    <w:p w14:paraId="2288A303" w14:textId="77777777" w:rsidR="00DC24E3" w:rsidRDefault="00DC24E3" w:rsidP="00DC24E3">
      <w:pPr>
        <w:pStyle w:val="Code"/>
        <w:rPr>
          <w:lang w:val="en-US"/>
        </w:rPr>
      </w:pPr>
      <w:r>
        <w:rPr>
          <w:lang w:val="en-US"/>
        </w:rPr>
        <w:t xml:space="preserve">    # sum of the squares</w:t>
      </w:r>
    </w:p>
    <w:p w14:paraId="6EE26C8C" w14:textId="77777777" w:rsidR="00DC24E3" w:rsidRDefault="00DC24E3" w:rsidP="00DC24E3">
      <w:pPr>
        <w:pStyle w:val="Code"/>
        <w:rPr>
          <w:lang w:val="en-US"/>
        </w:rPr>
      </w:pPr>
      <w:r>
        <w:rPr>
          <w:lang w:val="en-US"/>
        </w:rPr>
        <w:t xml:space="preserve">    </w:t>
      </w:r>
      <w:proofErr w:type="spellStart"/>
      <w:r>
        <w:rPr>
          <w:lang w:val="en-US"/>
        </w:rPr>
        <w:t>y_square</w:t>
      </w:r>
      <w:proofErr w:type="spellEnd"/>
      <w:r>
        <w:rPr>
          <w:lang w:val="en-US"/>
        </w:rPr>
        <w:t xml:space="preserve"> = [</w:t>
      </w:r>
      <w:proofErr w:type="spellStart"/>
      <w:r>
        <w:rPr>
          <w:lang w:val="en-US"/>
        </w:rPr>
        <w:t>yi</w:t>
      </w:r>
      <w:proofErr w:type="spellEnd"/>
      <w:r>
        <w:rPr>
          <w:lang w:val="en-US"/>
        </w:rPr>
        <w:t xml:space="preserve">**2 for </w:t>
      </w:r>
      <w:proofErr w:type="spellStart"/>
      <w:r>
        <w:rPr>
          <w:lang w:val="en-US"/>
        </w:rPr>
        <w:t>yi</w:t>
      </w:r>
      <w:proofErr w:type="spellEnd"/>
      <w:r>
        <w:rPr>
          <w:lang w:val="en-US"/>
        </w:rPr>
        <w:t xml:space="preserve"> in y]</w:t>
      </w:r>
    </w:p>
    <w:p w14:paraId="7F6B3B7B" w14:textId="77777777" w:rsidR="00DC24E3" w:rsidRDefault="00DC24E3" w:rsidP="00DC24E3">
      <w:pPr>
        <w:pStyle w:val="Code"/>
        <w:rPr>
          <w:lang w:val="en-US"/>
        </w:rPr>
      </w:pPr>
      <w:r>
        <w:rPr>
          <w:lang w:val="en-US"/>
        </w:rPr>
        <w:t xml:space="preserve">    </w:t>
      </w:r>
      <w:proofErr w:type="spellStart"/>
      <w:r>
        <w:rPr>
          <w:lang w:val="en-US"/>
        </w:rPr>
        <w:t>y_square_sum</w:t>
      </w:r>
      <w:proofErr w:type="spellEnd"/>
      <w:r>
        <w:rPr>
          <w:lang w:val="en-US"/>
        </w:rPr>
        <w:t xml:space="preserve"> = sum(</w:t>
      </w:r>
      <w:proofErr w:type="spellStart"/>
      <w:r>
        <w:rPr>
          <w:lang w:val="en-US"/>
        </w:rPr>
        <w:t>y_square</w:t>
      </w:r>
      <w:proofErr w:type="spellEnd"/>
      <w:r>
        <w:rPr>
          <w:lang w:val="en-US"/>
        </w:rPr>
        <w:t>)</w:t>
      </w:r>
    </w:p>
    <w:p w14:paraId="4FD5CB01" w14:textId="77777777" w:rsidR="00DC24E3" w:rsidRDefault="00DC24E3" w:rsidP="00DC24E3">
      <w:pPr>
        <w:pStyle w:val="Code"/>
        <w:rPr>
          <w:lang w:val="en-US"/>
        </w:rPr>
      </w:pPr>
      <w:r>
        <w:rPr>
          <w:lang w:val="en-US"/>
        </w:rPr>
        <w:t xml:space="preserve">    # numerator</w:t>
      </w:r>
    </w:p>
    <w:p w14:paraId="57D9BFCD" w14:textId="77777777" w:rsidR="00DC24E3" w:rsidRDefault="00DC24E3" w:rsidP="00DC24E3">
      <w:pPr>
        <w:pStyle w:val="Code"/>
        <w:rPr>
          <w:lang w:val="en-US"/>
        </w:rPr>
      </w:pPr>
      <w:r>
        <w:rPr>
          <w:lang w:val="en-US"/>
        </w:rPr>
        <w:t xml:space="preserve">    numerator = n*</w:t>
      </w:r>
      <w:proofErr w:type="spellStart"/>
      <w:r>
        <w:rPr>
          <w:lang w:val="en-US"/>
        </w:rPr>
        <w:t>sum_prod_x_y</w:t>
      </w:r>
      <w:proofErr w:type="spellEnd"/>
      <w:r>
        <w:rPr>
          <w:lang w:val="en-US"/>
        </w:rPr>
        <w:t xml:space="preserve"> - </w:t>
      </w:r>
      <w:proofErr w:type="spellStart"/>
      <w:r>
        <w:rPr>
          <w:lang w:val="en-US"/>
        </w:rPr>
        <w:t>sum_x</w:t>
      </w:r>
      <w:proofErr w:type="spellEnd"/>
      <w:r>
        <w:rPr>
          <w:lang w:val="en-US"/>
        </w:rPr>
        <w:t>*</w:t>
      </w:r>
      <w:proofErr w:type="spellStart"/>
      <w:r>
        <w:rPr>
          <w:lang w:val="en-US"/>
        </w:rPr>
        <w:t>sum_y</w:t>
      </w:r>
      <w:proofErr w:type="spellEnd"/>
    </w:p>
    <w:p w14:paraId="579FFE87" w14:textId="77777777" w:rsidR="00DC24E3" w:rsidRDefault="00DC24E3" w:rsidP="00DC24E3">
      <w:pPr>
        <w:pStyle w:val="Code"/>
        <w:rPr>
          <w:lang w:val="en-US"/>
        </w:rPr>
      </w:pPr>
      <w:r>
        <w:rPr>
          <w:lang w:val="en-US"/>
        </w:rPr>
        <w:t xml:space="preserve">    denominator_term1 = n*</w:t>
      </w:r>
      <w:proofErr w:type="spellStart"/>
      <w:r>
        <w:rPr>
          <w:lang w:val="en-US"/>
        </w:rPr>
        <w:t>x_square_sum</w:t>
      </w:r>
      <w:proofErr w:type="spellEnd"/>
      <w:r>
        <w:rPr>
          <w:lang w:val="en-US"/>
        </w:rPr>
        <w:t xml:space="preserve"> - </w:t>
      </w:r>
      <w:proofErr w:type="spellStart"/>
      <w:r>
        <w:rPr>
          <w:lang w:val="en-US"/>
        </w:rPr>
        <w:t>squared_sum_x</w:t>
      </w:r>
      <w:proofErr w:type="spellEnd"/>
    </w:p>
    <w:p w14:paraId="2FF45FD4" w14:textId="77777777" w:rsidR="00DC24E3" w:rsidRDefault="00DC24E3" w:rsidP="00DC24E3">
      <w:pPr>
        <w:pStyle w:val="Code"/>
        <w:rPr>
          <w:lang w:val="en-US"/>
        </w:rPr>
      </w:pPr>
      <w:r>
        <w:rPr>
          <w:lang w:val="en-US"/>
        </w:rPr>
        <w:t xml:space="preserve">    denominator_term2 = n*</w:t>
      </w:r>
      <w:proofErr w:type="spellStart"/>
      <w:r>
        <w:rPr>
          <w:lang w:val="en-US"/>
        </w:rPr>
        <w:t>y_square_sum</w:t>
      </w:r>
      <w:proofErr w:type="spellEnd"/>
      <w:r>
        <w:rPr>
          <w:lang w:val="en-US"/>
        </w:rPr>
        <w:t xml:space="preserve"> - </w:t>
      </w:r>
      <w:proofErr w:type="spellStart"/>
      <w:r>
        <w:rPr>
          <w:lang w:val="en-US"/>
        </w:rPr>
        <w:t>squared_sum_y</w:t>
      </w:r>
      <w:proofErr w:type="spellEnd"/>
    </w:p>
    <w:p w14:paraId="4D0D193D" w14:textId="77777777" w:rsidR="00DC24E3" w:rsidRDefault="00DC24E3" w:rsidP="00DC24E3">
      <w:pPr>
        <w:pStyle w:val="Code"/>
        <w:rPr>
          <w:lang w:val="en-US"/>
        </w:rPr>
      </w:pPr>
      <w:r>
        <w:rPr>
          <w:lang w:val="en-US"/>
        </w:rPr>
        <w:t xml:space="preserve">    denominator = (denominator_term1*denominator_term2)**0.5</w:t>
      </w:r>
    </w:p>
    <w:p w14:paraId="0A8E0F1B" w14:textId="77777777" w:rsidR="00DC24E3" w:rsidRDefault="00DC24E3" w:rsidP="00DC24E3">
      <w:pPr>
        <w:pStyle w:val="Code"/>
        <w:rPr>
          <w:lang w:val="en-US"/>
        </w:rPr>
      </w:pPr>
      <w:r>
        <w:rPr>
          <w:lang w:val="en-US"/>
        </w:rPr>
        <w:t xml:space="preserve">    correlation = numerator/denominator</w:t>
      </w:r>
    </w:p>
    <w:p w14:paraId="06E63F67" w14:textId="77777777" w:rsidR="00DC24E3" w:rsidRDefault="00DC24E3" w:rsidP="00DC24E3">
      <w:pPr>
        <w:pStyle w:val="Code"/>
        <w:rPr>
          <w:lang w:val="en-US"/>
        </w:rPr>
      </w:pPr>
      <w:r>
        <w:rPr>
          <w:lang w:val="en-US"/>
        </w:rPr>
        <w:t xml:space="preserve">    return correlation</w:t>
      </w:r>
    </w:p>
    <w:p w14:paraId="4A1AF58F" w14:textId="77777777" w:rsidR="00DC24E3" w:rsidRDefault="00DC24E3" w:rsidP="00DC24E3">
      <w:pPr>
        <w:pStyle w:val="TexteCourant"/>
      </w:pPr>
      <w:r>
        <w:t xml:space="preserve">En plus d’ajouter la vérification de la longueur des listes au début du code </w:t>
      </w:r>
      <w:r w:rsidRPr="006F7DA9">
        <w:rPr>
          <w:rStyle w:val="PuceRepere"/>
        </w:rPr>
        <w:t>1</w:t>
      </w:r>
      <w:r>
        <w:t xml:space="preserve">, vous pouvez voir que nous avons aussi utilisé les listes en compréhension (comme expliqué dans l’annexe B) afin de rendre des parties du programme plus compactes (par exemple, en </w:t>
      </w:r>
      <w:r w:rsidRPr="006F7DA9">
        <w:rPr>
          <w:rStyle w:val="PuceRepere"/>
        </w:rPr>
        <w:t>2</w:t>
      </w:r>
      <w:r>
        <w:t xml:space="preserve"> et </w:t>
      </w:r>
      <w:r w:rsidRPr="006F7DA9">
        <w:rPr>
          <w:rStyle w:val="PuceRepere"/>
        </w:rPr>
        <w:t>3</w:t>
      </w:r>
      <w:r>
        <w:t>).</w:t>
      </w:r>
    </w:p>
    <w:p w14:paraId="074B500F" w14:textId="20224EFF" w:rsidR="00DC24E3" w:rsidRDefault="00DC24E3" w:rsidP="00DC24E3">
      <w:pPr>
        <w:pStyle w:val="TexteCourant"/>
      </w:pPr>
      <w:r>
        <w:t>Lorsque nous appelons cette fonction avec deux liste</w:t>
      </w:r>
      <w:r w:rsidR="003B6EC4">
        <w:t>s</w:t>
      </w:r>
      <w:r>
        <w:t xml:space="preserve"> de nombres contenant le même nombre d’éléments, elle retourne le coefficient de corrélation comme elle le faisait auparavant. Mais si les deux jeux de nombres sont de longueur inégale, </w:t>
      </w:r>
      <w:r w:rsidRPr="00797595">
        <w:rPr>
          <w:rStyle w:val="CodeDansTexte"/>
        </w:rPr>
        <w:t>None</w:t>
      </w:r>
      <w:r>
        <w:t xml:space="preserve"> sera retourné. Lorsque vous utiliserez cette fonction dans vos programmes, vous devrez vérifier la valeur retournée et agir en conséquence.</w:t>
      </w:r>
    </w:p>
    <w:p w14:paraId="6F4B1282" w14:textId="77777777" w:rsidR="00DC24E3" w:rsidRDefault="00DC24E3" w:rsidP="00DC24E3">
      <w:pPr>
        <w:pStyle w:val="Code"/>
        <w:rPr>
          <w:lang w:val="en-US"/>
        </w:rPr>
      </w:pPr>
      <w:proofErr w:type="spellStart"/>
      <w:r>
        <w:rPr>
          <w:lang w:val="en-US"/>
        </w:rPr>
        <w:t>corr</w:t>
      </w:r>
      <w:proofErr w:type="spellEnd"/>
      <w:r>
        <w:rPr>
          <w:lang w:val="en-US"/>
        </w:rPr>
        <w:t xml:space="preserve"> = </w:t>
      </w:r>
      <w:proofErr w:type="spellStart"/>
      <w:r>
        <w:rPr>
          <w:lang w:val="en-US"/>
        </w:rPr>
        <w:t>find_corr_x_y</w:t>
      </w:r>
      <w:proofErr w:type="spellEnd"/>
      <w:r>
        <w:rPr>
          <w:lang w:val="en-US"/>
        </w:rPr>
        <w:t>(</w:t>
      </w:r>
      <w:proofErr w:type="spellStart"/>
      <w:r>
        <w:rPr>
          <w:lang w:val="en-US"/>
        </w:rPr>
        <w:t>x,y</w:t>
      </w:r>
      <w:proofErr w:type="spellEnd"/>
      <w:r>
        <w:rPr>
          <w:lang w:val="en-US"/>
        </w:rPr>
        <w:t>)</w:t>
      </w:r>
    </w:p>
    <w:p w14:paraId="2E11F4DF" w14:textId="77777777" w:rsidR="00DC24E3" w:rsidRDefault="00DC24E3" w:rsidP="00DC24E3">
      <w:pPr>
        <w:pStyle w:val="Code"/>
        <w:rPr>
          <w:lang w:val="en-US"/>
        </w:rPr>
      </w:pPr>
      <w:r>
        <w:rPr>
          <w:lang w:val="en-US"/>
        </w:rPr>
        <w:t xml:space="preserve">if not </w:t>
      </w:r>
      <w:proofErr w:type="spellStart"/>
      <w:r>
        <w:rPr>
          <w:lang w:val="en-US"/>
        </w:rPr>
        <w:t>corr</w:t>
      </w:r>
      <w:proofErr w:type="spellEnd"/>
      <w:r>
        <w:rPr>
          <w:lang w:val="en-US"/>
        </w:rPr>
        <w:t>:</w:t>
      </w:r>
    </w:p>
    <w:p w14:paraId="01EBDB5E" w14:textId="77777777" w:rsidR="00DC24E3" w:rsidRDefault="00DC24E3" w:rsidP="00DC24E3">
      <w:pPr>
        <w:pStyle w:val="Code"/>
        <w:rPr>
          <w:lang w:val="en-US"/>
        </w:rPr>
      </w:pPr>
      <w:r>
        <w:rPr>
          <w:lang w:val="en-US"/>
        </w:rPr>
        <w:t xml:space="preserve">    print('Correlation correlation could not be calculated')</w:t>
      </w:r>
    </w:p>
    <w:p w14:paraId="504B5C25" w14:textId="77777777" w:rsidR="00DC24E3" w:rsidRDefault="00DC24E3" w:rsidP="00DC24E3">
      <w:pPr>
        <w:pStyle w:val="Code"/>
        <w:rPr>
          <w:lang w:val="en-US"/>
        </w:rPr>
      </w:pPr>
      <w:r>
        <w:rPr>
          <w:lang w:val="en-US"/>
        </w:rPr>
        <w:t>else:</w:t>
      </w:r>
    </w:p>
    <w:p w14:paraId="761ADDB8" w14:textId="77777777" w:rsidR="00DC24E3" w:rsidRDefault="00DC24E3" w:rsidP="00DC24E3">
      <w:pPr>
        <w:pStyle w:val="Code"/>
        <w:rPr>
          <w:lang w:val="en-US"/>
        </w:rPr>
      </w:pPr>
      <w:r>
        <w:rPr>
          <w:lang w:val="en-US"/>
        </w:rPr>
        <w:t xml:space="preserve">    print('The correlation coefficient between x and y is {0}'.format(</w:t>
      </w:r>
      <w:proofErr w:type="spellStart"/>
      <w:r>
        <w:rPr>
          <w:lang w:val="en-US"/>
        </w:rPr>
        <w:t>corr</w:t>
      </w:r>
      <w:proofErr w:type="spellEnd"/>
      <w:r>
        <w:rPr>
          <w:lang w:val="en-US"/>
        </w:rPr>
        <w:t xml:space="preserve">)) </w:t>
      </w:r>
    </w:p>
    <w:p w14:paraId="7FB8CA5C" w14:textId="77777777" w:rsidR="00DC24E3" w:rsidRPr="002C2F89" w:rsidRDefault="00DC24E3" w:rsidP="00DC24E3">
      <w:pPr>
        <w:pStyle w:val="TexteCourant"/>
      </w:pPr>
      <w:r>
        <w:t xml:space="preserve">Par exemple, si la valeur retournée est </w:t>
      </w:r>
      <w:r w:rsidRPr="003B6EC4">
        <w:rPr>
          <w:rStyle w:val="CodeDansTexte"/>
        </w:rPr>
        <w:t>None</w:t>
      </w:r>
      <w:r>
        <w:t>, nous affichons un message disant que le coefficient de corrélation ne peut pas être calculé.</w:t>
      </w:r>
    </w:p>
    <w:p w14:paraId="6F3828A0" w14:textId="77777777" w:rsidR="00DC24E3" w:rsidRDefault="00DC24E3" w:rsidP="00DC24E3">
      <w:pPr>
        <w:pStyle w:val="TitreNiveau1"/>
      </w:pPr>
      <w:r>
        <w:t>#2 : Calculateur de statistiques</w:t>
      </w:r>
    </w:p>
    <w:p w14:paraId="587B700B" w14:textId="77777777" w:rsidR="00DC24E3" w:rsidRDefault="00DC24E3" w:rsidP="00DC24E3">
      <w:pPr>
        <w:pStyle w:val="TexteCourant"/>
      </w:pPr>
      <w:r>
        <w:t>Le programme lisant les nombres depuis le fichier mydata.txt et calcule les diverses valeurs statistiques est le suivant :</w:t>
      </w:r>
    </w:p>
    <w:p w14:paraId="128641D2" w14:textId="77777777" w:rsidR="00DC24E3" w:rsidRDefault="00DC24E3" w:rsidP="00DC24E3">
      <w:pPr>
        <w:pStyle w:val="Code"/>
        <w:rPr>
          <w:lang w:val="en-US"/>
        </w:rPr>
      </w:pPr>
      <w:r>
        <w:rPr>
          <w:lang w:val="en-US"/>
        </w:rPr>
        <w:t>'''</w:t>
      </w:r>
    </w:p>
    <w:p w14:paraId="4397D760" w14:textId="77777777" w:rsidR="00DC24E3" w:rsidRDefault="00DC24E3" w:rsidP="00DC24E3">
      <w:pPr>
        <w:pStyle w:val="Code"/>
        <w:rPr>
          <w:lang w:val="en-US"/>
        </w:rPr>
      </w:pPr>
      <w:r>
        <w:rPr>
          <w:lang w:val="en-US"/>
        </w:rPr>
        <w:t>statistics_calculator.py</w:t>
      </w:r>
    </w:p>
    <w:p w14:paraId="332E5FA8" w14:textId="77777777" w:rsidR="00DC24E3" w:rsidRDefault="00DC24E3" w:rsidP="00DC24E3">
      <w:pPr>
        <w:pStyle w:val="Code"/>
        <w:rPr>
          <w:lang w:val="en-US"/>
        </w:rPr>
      </w:pPr>
      <w:r>
        <w:rPr>
          <w:lang w:val="en-US"/>
        </w:rPr>
        <w:t>Read numbers from a file, calculate and print statistical measures:</w:t>
      </w:r>
    </w:p>
    <w:p w14:paraId="15188B72" w14:textId="77777777" w:rsidR="00DC24E3" w:rsidRDefault="00DC24E3" w:rsidP="00DC24E3">
      <w:pPr>
        <w:pStyle w:val="Code"/>
        <w:rPr>
          <w:lang w:val="en-US"/>
        </w:rPr>
      </w:pPr>
      <w:r>
        <w:rPr>
          <w:lang w:val="en-US"/>
        </w:rPr>
        <w:t>mean, median, mode, variance, standard deviation</w:t>
      </w:r>
    </w:p>
    <w:p w14:paraId="69AA5EF7" w14:textId="77777777" w:rsidR="00DC24E3" w:rsidRDefault="00DC24E3" w:rsidP="00DC24E3">
      <w:pPr>
        <w:pStyle w:val="Code"/>
        <w:rPr>
          <w:lang w:val="en-US"/>
        </w:rPr>
      </w:pPr>
      <w:r>
        <w:rPr>
          <w:lang w:val="en-US"/>
        </w:rPr>
        <w:t>'''</w:t>
      </w:r>
    </w:p>
    <w:p w14:paraId="480A1FAB" w14:textId="77777777" w:rsidR="00DC24E3" w:rsidRDefault="00DC24E3" w:rsidP="00DC24E3">
      <w:pPr>
        <w:pStyle w:val="Code"/>
        <w:rPr>
          <w:lang w:val="en-US"/>
        </w:rPr>
      </w:pPr>
      <w:r>
        <w:rPr>
          <w:lang w:val="en-US"/>
        </w:rPr>
        <w:t xml:space="preserve">from stats import mean, median, mode, </w:t>
      </w:r>
      <w:proofErr w:type="spellStart"/>
      <w:r>
        <w:rPr>
          <w:lang w:val="en-US"/>
        </w:rPr>
        <w:t>variance_sd</w:t>
      </w:r>
      <w:proofErr w:type="spellEnd"/>
      <w:r>
        <w:rPr>
          <w:lang w:val="en-US"/>
        </w:rPr>
        <w:t xml:space="preserve"> </w:t>
      </w:r>
      <w:r w:rsidRPr="00692525">
        <w:rPr>
          <w:rStyle w:val="PuceRepere"/>
        </w:rPr>
        <w:t>1</w:t>
      </w:r>
    </w:p>
    <w:p w14:paraId="476DB937"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read_data</w:t>
      </w:r>
      <w:proofErr w:type="spellEnd"/>
      <w:r>
        <w:rPr>
          <w:lang w:val="en-US"/>
        </w:rPr>
        <w:t>(filename):</w:t>
      </w:r>
    </w:p>
    <w:p w14:paraId="57674181" w14:textId="77777777" w:rsidR="00DC24E3" w:rsidRDefault="00DC24E3" w:rsidP="00DC24E3">
      <w:pPr>
        <w:pStyle w:val="Code"/>
        <w:rPr>
          <w:lang w:val="en-US"/>
        </w:rPr>
      </w:pPr>
      <w:r>
        <w:rPr>
          <w:lang w:val="en-US"/>
        </w:rPr>
        <w:t xml:space="preserve">    numbers = []</w:t>
      </w:r>
    </w:p>
    <w:p w14:paraId="2F48D97E" w14:textId="77777777" w:rsidR="00DC24E3" w:rsidRDefault="00DC24E3" w:rsidP="00DC24E3">
      <w:pPr>
        <w:pStyle w:val="Code"/>
        <w:rPr>
          <w:lang w:val="en-US"/>
        </w:rPr>
      </w:pPr>
      <w:r>
        <w:rPr>
          <w:rFonts w:ascii="Courier" w:hAnsi="Courier" w:cs="Courier"/>
          <w:lang w:val="en-US"/>
        </w:rPr>
        <w:t> </w:t>
      </w:r>
      <w:r>
        <w:rPr>
          <w:lang w:val="en-US"/>
        </w:rPr>
        <w:t xml:space="preserve">    with open(filename) as f:</w:t>
      </w:r>
    </w:p>
    <w:p w14:paraId="18CC7245" w14:textId="77777777" w:rsidR="00DC24E3" w:rsidRDefault="00DC24E3" w:rsidP="00DC24E3">
      <w:pPr>
        <w:pStyle w:val="Code"/>
        <w:rPr>
          <w:lang w:val="en-US"/>
        </w:rPr>
      </w:pPr>
      <w:r>
        <w:rPr>
          <w:lang w:val="en-US"/>
        </w:rPr>
        <w:t xml:space="preserve">        for line in f:</w:t>
      </w:r>
    </w:p>
    <w:p w14:paraId="76487D15" w14:textId="77777777" w:rsidR="00DC24E3" w:rsidRDefault="00DC24E3" w:rsidP="00DC24E3">
      <w:pPr>
        <w:pStyle w:val="Code"/>
        <w:rPr>
          <w:lang w:val="en-US"/>
        </w:rPr>
      </w:pPr>
      <w:r>
        <w:rPr>
          <w:rFonts w:ascii="Courier" w:hAnsi="Courier" w:cs="Courier"/>
          <w:lang w:val="en-US"/>
        </w:rPr>
        <w:t> </w:t>
      </w:r>
      <w:r>
        <w:rPr>
          <w:lang w:val="en-US"/>
        </w:rPr>
        <w:t xml:space="preserve">            </w:t>
      </w:r>
      <w:proofErr w:type="spellStart"/>
      <w:r>
        <w:rPr>
          <w:lang w:val="en-US"/>
        </w:rPr>
        <w:t>numbers.append</w:t>
      </w:r>
      <w:proofErr w:type="spellEnd"/>
      <w:r>
        <w:rPr>
          <w:lang w:val="en-US"/>
        </w:rPr>
        <w:t>(float(line))</w:t>
      </w:r>
    </w:p>
    <w:p w14:paraId="55F37B6C" w14:textId="77777777" w:rsidR="00DC24E3" w:rsidRDefault="00DC24E3" w:rsidP="00DC24E3">
      <w:pPr>
        <w:pStyle w:val="Code"/>
        <w:rPr>
          <w:lang w:val="en-US"/>
        </w:rPr>
      </w:pPr>
      <w:r>
        <w:rPr>
          <w:lang w:val="en-US"/>
        </w:rPr>
        <w:t xml:space="preserve">    return numbers</w:t>
      </w:r>
    </w:p>
    <w:p w14:paraId="78D2D48B" w14:textId="77777777" w:rsidR="00DC24E3" w:rsidRDefault="00DC24E3" w:rsidP="00DC24E3">
      <w:pPr>
        <w:pStyle w:val="Code"/>
        <w:rPr>
          <w:lang w:val="en-US"/>
        </w:rPr>
      </w:pPr>
      <w:r>
        <w:rPr>
          <w:rFonts w:ascii="Courier" w:hAnsi="Courier" w:cs="Courier"/>
          <w:lang w:val="en-US"/>
        </w:rPr>
        <w:t> </w:t>
      </w:r>
      <w:r>
        <w:rPr>
          <w:lang w:val="en-US"/>
        </w:rPr>
        <w:t>if __name__=='__main__':</w:t>
      </w:r>
    </w:p>
    <w:p w14:paraId="4B30D16E" w14:textId="77777777" w:rsidR="00DC24E3" w:rsidRDefault="00DC24E3" w:rsidP="00DC24E3">
      <w:pPr>
        <w:pStyle w:val="Code"/>
        <w:rPr>
          <w:lang w:val="en-US"/>
        </w:rPr>
      </w:pPr>
      <w:r>
        <w:rPr>
          <w:lang w:val="en-US"/>
        </w:rPr>
        <w:t xml:space="preserve">    data = </w:t>
      </w:r>
      <w:proofErr w:type="spellStart"/>
      <w:r>
        <w:rPr>
          <w:lang w:val="en-US"/>
        </w:rPr>
        <w:t>read_data</w:t>
      </w:r>
      <w:proofErr w:type="spellEnd"/>
      <w:r>
        <w:rPr>
          <w:lang w:val="en-US"/>
        </w:rPr>
        <w:t xml:space="preserve">('mydata.txt') </w:t>
      </w:r>
      <w:r w:rsidRPr="00692525">
        <w:rPr>
          <w:rStyle w:val="PuceRepere"/>
        </w:rPr>
        <w:t>2</w:t>
      </w:r>
    </w:p>
    <w:p w14:paraId="2ADF4965" w14:textId="77777777" w:rsidR="00DC24E3" w:rsidRDefault="00DC24E3" w:rsidP="00DC24E3">
      <w:pPr>
        <w:pStyle w:val="Code"/>
        <w:rPr>
          <w:lang w:val="en-US"/>
        </w:rPr>
      </w:pPr>
      <w:r>
        <w:rPr>
          <w:lang w:val="en-US"/>
        </w:rPr>
        <w:t xml:space="preserve">    m = mean(data)</w:t>
      </w:r>
    </w:p>
    <w:p w14:paraId="530F78C3" w14:textId="77777777" w:rsidR="00DC24E3" w:rsidRDefault="00DC24E3" w:rsidP="00DC24E3">
      <w:pPr>
        <w:pStyle w:val="Code"/>
        <w:rPr>
          <w:lang w:val="en-US"/>
        </w:rPr>
      </w:pPr>
      <w:r>
        <w:rPr>
          <w:lang w:val="en-US"/>
        </w:rPr>
        <w:t xml:space="preserve">    median = median(data)</w:t>
      </w:r>
    </w:p>
    <w:p w14:paraId="1398BF36" w14:textId="77777777" w:rsidR="00DC24E3" w:rsidRDefault="00DC24E3" w:rsidP="00DC24E3">
      <w:pPr>
        <w:pStyle w:val="Code"/>
        <w:rPr>
          <w:lang w:val="en-US"/>
        </w:rPr>
      </w:pPr>
      <w:r>
        <w:rPr>
          <w:lang w:val="en-US"/>
        </w:rPr>
        <w:t xml:space="preserve">    mode = mode(data)</w:t>
      </w:r>
    </w:p>
    <w:p w14:paraId="65EC4372" w14:textId="77777777" w:rsidR="00DC24E3" w:rsidRDefault="00DC24E3" w:rsidP="00DC24E3">
      <w:pPr>
        <w:pStyle w:val="Code"/>
        <w:rPr>
          <w:lang w:val="en-US"/>
        </w:rPr>
      </w:pPr>
      <w:r>
        <w:rPr>
          <w:lang w:val="en-US"/>
        </w:rPr>
        <w:t xml:space="preserve">    variance, </w:t>
      </w:r>
      <w:proofErr w:type="spellStart"/>
      <w:r>
        <w:rPr>
          <w:lang w:val="en-US"/>
        </w:rPr>
        <w:t>sd</w:t>
      </w:r>
      <w:proofErr w:type="spellEnd"/>
      <w:r>
        <w:rPr>
          <w:lang w:val="en-US"/>
        </w:rPr>
        <w:t xml:space="preserve"> = </w:t>
      </w:r>
      <w:proofErr w:type="spellStart"/>
      <w:r>
        <w:rPr>
          <w:lang w:val="en-US"/>
        </w:rPr>
        <w:t>variance_sd</w:t>
      </w:r>
      <w:proofErr w:type="spellEnd"/>
      <w:r>
        <w:rPr>
          <w:lang w:val="en-US"/>
        </w:rPr>
        <w:t>(data)</w:t>
      </w:r>
    </w:p>
    <w:p w14:paraId="33E45B89" w14:textId="77777777" w:rsidR="00DC24E3" w:rsidRDefault="00DC24E3" w:rsidP="00DC24E3">
      <w:pPr>
        <w:pStyle w:val="Code"/>
        <w:rPr>
          <w:lang w:val="en-US"/>
        </w:rPr>
      </w:pPr>
      <w:r>
        <w:rPr>
          <w:rFonts w:ascii="Courier" w:hAnsi="Courier" w:cs="Courier"/>
          <w:lang w:val="en-US"/>
        </w:rPr>
        <w:t xml:space="preserve">     </w:t>
      </w:r>
      <w:r>
        <w:rPr>
          <w:lang w:val="en-US"/>
        </w:rPr>
        <w:t>print('Mean: {0:.5f}'.format(m))</w:t>
      </w:r>
    </w:p>
    <w:p w14:paraId="5A98588E" w14:textId="77777777" w:rsidR="00DC24E3" w:rsidRDefault="00DC24E3" w:rsidP="00DC24E3">
      <w:pPr>
        <w:pStyle w:val="Code"/>
        <w:rPr>
          <w:lang w:val="en-US"/>
        </w:rPr>
      </w:pPr>
      <w:r>
        <w:rPr>
          <w:lang w:val="en-US"/>
        </w:rPr>
        <w:t xml:space="preserve">    print('Median: {0:.5f}'.format(median))</w:t>
      </w:r>
    </w:p>
    <w:p w14:paraId="218A2BDC" w14:textId="77777777" w:rsidR="00DC24E3" w:rsidRDefault="00DC24E3" w:rsidP="00DC24E3">
      <w:pPr>
        <w:pStyle w:val="Code"/>
        <w:rPr>
          <w:lang w:val="en-US"/>
        </w:rPr>
      </w:pPr>
      <w:r>
        <w:rPr>
          <w:lang w:val="en-US"/>
        </w:rPr>
        <w:t xml:space="preserve">    print('Mode: {0:.5f}'.format(mode))</w:t>
      </w:r>
    </w:p>
    <w:p w14:paraId="4CC15C74" w14:textId="77777777" w:rsidR="00DC24E3" w:rsidRDefault="00DC24E3" w:rsidP="00DC24E3">
      <w:pPr>
        <w:pStyle w:val="Code"/>
        <w:rPr>
          <w:lang w:val="en-US"/>
        </w:rPr>
      </w:pPr>
      <w:r>
        <w:rPr>
          <w:lang w:val="en-US"/>
        </w:rPr>
        <w:t xml:space="preserve">    print('Variance: {0:.5f}'.format(variance))</w:t>
      </w:r>
    </w:p>
    <w:p w14:paraId="3104BD8F" w14:textId="77777777" w:rsidR="00DC24E3" w:rsidRPr="00692525" w:rsidRDefault="00DC24E3" w:rsidP="00DC24E3">
      <w:pPr>
        <w:pStyle w:val="Code"/>
        <w:rPr>
          <w:lang w:val="en-US"/>
        </w:rPr>
      </w:pPr>
      <w:r>
        <w:rPr>
          <w:lang w:val="en-US"/>
        </w:rPr>
        <w:t xml:space="preserve">    print('Standard deviation: {0:.5f}'.format(</w:t>
      </w:r>
      <w:proofErr w:type="spellStart"/>
      <w:r>
        <w:rPr>
          <w:lang w:val="en-US"/>
        </w:rPr>
        <w:t>sd</w:t>
      </w:r>
      <w:proofErr w:type="spellEnd"/>
      <w:r>
        <w:rPr>
          <w:lang w:val="en-US"/>
        </w:rPr>
        <w:t>))</w:t>
      </w:r>
    </w:p>
    <w:p w14:paraId="1DE8F49D" w14:textId="5D3629BA" w:rsidR="00DC24E3" w:rsidRDefault="00DC24E3" w:rsidP="00DC24E3">
      <w:pPr>
        <w:pStyle w:val="TexteCourant"/>
      </w:pPr>
      <w:r>
        <w:t xml:space="preserve">Nous avons créé un module, stats.py (au même emplacement que statistics_calculator.py), contenant les fonctions calculant la moyenne, la médiane, le mode, la variance et l’écart-type. Ces fonctions sont importées en </w:t>
      </w:r>
      <w:r w:rsidRPr="00692525">
        <w:rPr>
          <w:rStyle w:val="PuceRepere"/>
        </w:rPr>
        <w:t>1</w:t>
      </w:r>
      <w:r>
        <w:t xml:space="preserve">. Ces fonctions sont les même que nous avions écrites dans le chapitre mais nommées différemment. L’autre différence est que la fonction </w:t>
      </w:r>
      <w:proofErr w:type="spellStart"/>
      <w:r w:rsidRPr="003C4EA8">
        <w:rPr>
          <w:rStyle w:val="CodeDansTexte"/>
        </w:rPr>
        <w:t>variance_sd</w:t>
      </w:r>
      <w:proofErr w:type="spellEnd"/>
      <w:r w:rsidRPr="003C4EA8">
        <w:rPr>
          <w:rStyle w:val="CodeDansTexte"/>
        </w:rPr>
        <w:t>()</w:t>
      </w:r>
      <w:r>
        <w:t xml:space="preserve"> retourne la variance et l’écart-type ensembles dans un </w:t>
      </w:r>
      <w:proofErr w:type="spellStart"/>
      <w:r>
        <w:t>tuple</w:t>
      </w:r>
      <w:proofErr w:type="spellEnd"/>
      <w:r>
        <w:t xml:space="preserve">. Placer ces fonctions dans un module séparé de notre programme nous permet de ne pas redéfinir les fonctions à chaque fois que nous souhaitons les </w:t>
      </w:r>
      <w:r w:rsidR="003C4EA8">
        <w:t>utiliser</w:t>
      </w:r>
      <w:r>
        <w:t>.</w:t>
      </w:r>
    </w:p>
    <w:p w14:paraId="0CFCE076" w14:textId="414695D0" w:rsidR="00DC24E3" w:rsidRDefault="003C4EA8" w:rsidP="00DC24E3">
      <w:pPr>
        <w:pStyle w:val="TexteCourant"/>
      </w:pPr>
      <w:r>
        <w:t>Nous appelons</w:t>
      </w:r>
      <w:r w:rsidR="00DC24E3">
        <w:t xml:space="preserve"> la fonction </w:t>
      </w:r>
      <w:proofErr w:type="spellStart"/>
      <w:r w:rsidR="00DC24E3" w:rsidRPr="003C4EA8">
        <w:rPr>
          <w:rStyle w:val="CodeDansTexte"/>
        </w:rPr>
        <w:t>read_data</w:t>
      </w:r>
      <w:proofErr w:type="spellEnd"/>
      <w:r w:rsidR="00DC24E3" w:rsidRPr="003C4EA8">
        <w:rPr>
          <w:rStyle w:val="CodeDansTexte"/>
        </w:rPr>
        <w:t>()</w:t>
      </w:r>
      <w:r w:rsidR="00DC24E3">
        <w:t>, laquelle lit les nombres depuis le</w:t>
      </w:r>
      <w:r>
        <w:t xml:space="preserve"> fichier et les retourne dans u</w:t>
      </w:r>
      <w:r w:rsidR="00DC24E3">
        <w:t>n</w:t>
      </w:r>
      <w:r>
        <w:t>e</w:t>
      </w:r>
      <w:r w:rsidR="00DC24E3">
        <w:t xml:space="preserve"> liste, </w:t>
      </w:r>
      <w:r w:rsidR="00DC24E3" w:rsidRPr="003C4EA8">
        <w:rPr>
          <w:rStyle w:val="CodeDansTexte"/>
        </w:rPr>
        <w:t>data</w:t>
      </w:r>
      <w:r w:rsidR="00DC24E3">
        <w:t xml:space="preserve"> </w:t>
      </w:r>
      <w:r w:rsidR="00DC24E3" w:rsidRPr="003C4EA8">
        <w:rPr>
          <w:rStyle w:val="PuceRepere"/>
        </w:rPr>
        <w:t>2</w:t>
      </w:r>
      <w:r w:rsidR="00DC24E3">
        <w:t>. Une fois que nous avons la liste de nombres, nous pouvons appeler les différentes fonctions pour calculer les valeurs statistiques correspondantes et finalement les afficher.</w:t>
      </w:r>
    </w:p>
    <w:p w14:paraId="5C3BD5E6" w14:textId="77777777" w:rsidR="00DC24E3" w:rsidRPr="0069677B" w:rsidRDefault="00DC24E3" w:rsidP="00DC24E3">
      <w:pPr>
        <w:pStyle w:val="TitreNiveau1"/>
      </w:pPr>
      <w:r>
        <w:t>#3 : Essayer d’autres données CVS</w:t>
      </w:r>
    </w:p>
    <w:p w14:paraId="7E89B9E2" w14:textId="77777777" w:rsidR="00DC24E3" w:rsidRDefault="00DC24E3" w:rsidP="00DC24E3">
      <w:pPr>
        <w:pStyle w:val="TexteCourant"/>
      </w:pPr>
      <w:r>
        <w:t>Le fichier CSV USA_SP_POP_TOTL.csv contient deux colonnes de données : une date et les populations totales depuis 31/12/1960 jusqu’au 31/12/2012. Nous allons lire les populations et les années depuis le fichier, calculer les valeurs statistiques et créer le graphique :</w:t>
      </w:r>
    </w:p>
    <w:p w14:paraId="04AD116F" w14:textId="77777777" w:rsidR="00DC24E3" w:rsidRDefault="00DC24E3" w:rsidP="00DC24E3">
      <w:pPr>
        <w:pStyle w:val="Code"/>
        <w:rPr>
          <w:lang w:val="en-US"/>
        </w:rPr>
      </w:pPr>
      <w:r>
        <w:rPr>
          <w:lang w:val="en-US"/>
        </w:rPr>
        <w:t>'''</w:t>
      </w:r>
    </w:p>
    <w:p w14:paraId="7E828C63" w14:textId="77777777" w:rsidR="00DC24E3" w:rsidRDefault="00DC24E3" w:rsidP="00DC24E3">
      <w:pPr>
        <w:pStyle w:val="Code"/>
        <w:rPr>
          <w:lang w:val="en-US"/>
        </w:rPr>
      </w:pPr>
      <w:r>
        <w:rPr>
          <w:lang w:val="en-US"/>
        </w:rPr>
        <w:t>us_population_stats.py</w:t>
      </w:r>
    </w:p>
    <w:p w14:paraId="7150B397" w14:textId="77777777" w:rsidR="00DC24E3" w:rsidRDefault="00DC24E3" w:rsidP="00DC24E3">
      <w:pPr>
        <w:pStyle w:val="Code"/>
        <w:rPr>
          <w:lang w:val="en-US"/>
        </w:rPr>
      </w:pPr>
      <w:r>
        <w:rPr>
          <w:lang w:val="en-US"/>
        </w:rPr>
        <w:t>Read the US population data from a CSV file, calculate the growth in</w:t>
      </w:r>
    </w:p>
    <w:p w14:paraId="40068AFC" w14:textId="77777777" w:rsidR="00DC24E3" w:rsidRDefault="00DC24E3" w:rsidP="00DC24E3">
      <w:pPr>
        <w:pStyle w:val="Code"/>
        <w:rPr>
          <w:lang w:val="en-US"/>
        </w:rPr>
      </w:pPr>
      <w:r>
        <w:rPr>
          <w:lang w:val="en-US"/>
        </w:rPr>
        <w:t>population in consecutive years, and compute various statistical measures</w:t>
      </w:r>
    </w:p>
    <w:p w14:paraId="560ECB60" w14:textId="77777777" w:rsidR="00DC24E3" w:rsidRDefault="00DC24E3" w:rsidP="00DC24E3">
      <w:pPr>
        <w:pStyle w:val="Code"/>
        <w:rPr>
          <w:lang w:val="en-US"/>
        </w:rPr>
      </w:pPr>
      <w:r>
        <w:rPr>
          <w:lang w:val="en-US"/>
        </w:rPr>
        <w:t>Also creates two graphs - one showing the total population over the years and</w:t>
      </w:r>
    </w:p>
    <w:p w14:paraId="109CF5F3" w14:textId="77777777" w:rsidR="00DC24E3" w:rsidRDefault="00DC24E3" w:rsidP="00DC24E3">
      <w:pPr>
        <w:pStyle w:val="Code"/>
        <w:rPr>
          <w:lang w:val="en-US"/>
        </w:rPr>
      </w:pPr>
      <w:r>
        <w:rPr>
          <w:lang w:val="en-US"/>
        </w:rPr>
        <w:t>the other showing the change between consecutive years</w:t>
      </w:r>
    </w:p>
    <w:p w14:paraId="7094171C" w14:textId="77777777" w:rsidR="00DC24E3" w:rsidRDefault="00DC24E3" w:rsidP="00DC24E3">
      <w:pPr>
        <w:pStyle w:val="Code"/>
        <w:rPr>
          <w:lang w:val="en-US"/>
        </w:rPr>
      </w:pPr>
      <w:r>
        <w:rPr>
          <w:lang w:val="en-US"/>
        </w:rPr>
        <w:t>'''</w:t>
      </w:r>
    </w:p>
    <w:p w14:paraId="7C4770F9" w14:textId="77777777" w:rsidR="00DC24E3" w:rsidRDefault="00DC24E3" w:rsidP="00DC24E3">
      <w:pPr>
        <w:pStyle w:val="Code"/>
        <w:rPr>
          <w:lang w:val="en-US"/>
        </w:rPr>
      </w:pPr>
      <w:r>
        <w:rPr>
          <w:lang w:val="en-US"/>
        </w:rPr>
        <w:t xml:space="preserve">import </w:t>
      </w:r>
      <w:proofErr w:type="spellStart"/>
      <w:r>
        <w:rPr>
          <w:lang w:val="en-US"/>
        </w:rPr>
        <w:t>matplotlib.pyplot</w:t>
      </w:r>
      <w:proofErr w:type="spellEnd"/>
      <w:r>
        <w:rPr>
          <w:lang w:val="en-US"/>
        </w:rPr>
        <w:t xml:space="preserve"> as </w:t>
      </w:r>
      <w:proofErr w:type="spellStart"/>
      <w:r>
        <w:rPr>
          <w:lang w:val="en-US"/>
        </w:rPr>
        <w:t>plt</w:t>
      </w:r>
      <w:proofErr w:type="spellEnd"/>
    </w:p>
    <w:p w14:paraId="5BC5FE8F" w14:textId="77777777" w:rsidR="00DC24E3" w:rsidRDefault="00DC24E3" w:rsidP="00DC24E3">
      <w:pPr>
        <w:pStyle w:val="Code"/>
        <w:rPr>
          <w:lang w:val="en-US"/>
        </w:rPr>
      </w:pPr>
      <w:r>
        <w:rPr>
          <w:lang w:val="en-US"/>
        </w:rPr>
        <w:t xml:space="preserve">import </w:t>
      </w:r>
      <w:proofErr w:type="spellStart"/>
      <w:r>
        <w:rPr>
          <w:lang w:val="en-US"/>
        </w:rPr>
        <w:t>csv</w:t>
      </w:r>
      <w:proofErr w:type="spellEnd"/>
    </w:p>
    <w:p w14:paraId="55C3A8C3" w14:textId="77777777" w:rsidR="00DC24E3" w:rsidRDefault="00DC24E3" w:rsidP="00DC24E3">
      <w:pPr>
        <w:pStyle w:val="Code"/>
        <w:rPr>
          <w:lang w:val="en-US"/>
        </w:rPr>
      </w:pPr>
      <w:r>
        <w:rPr>
          <w:lang w:val="en-US"/>
        </w:rPr>
        <w:t xml:space="preserve">from stats import mean, median, </w:t>
      </w:r>
      <w:proofErr w:type="spellStart"/>
      <w:r>
        <w:rPr>
          <w:lang w:val="en-US"/>
        </w:rPr>
        <w:t>variance_sd</w:t>
      </w:r>
      <w:proofErr w:type="spellEnd"/>
    </w:p>
    <w:p w14:paraId="4E2E217F"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read_csv</w:t>
      </w:r>
      <w:proofErr w:type="spellEnd"/>
      <w:r>
        <w:rPr>
          <w:lang w:val="en-US"/>
        </w:rPr>
        <w:t>(filename):</w:t>
      </w:r>
    </w:p>
    <w:p w14:paraId="5AC7EB1D" w14:textId="77777777" w:rsidR="00DC24E3" w:rsidRDefault="00DC24E3" w:rsidP="00DC24E3">
      <w:pPr>
        <w:pStyle w:val="Code"/>
        <w:rPr>
          <w:lang w:val="en-US"/>
        </w:rPr>
      </w:pPr>
      <w:r>
        <w:rPr>
          <w:lang w:val="en-US"/>
        </w:rPr>
        <w:t xml:space="preserve">    years = []</w:t>
      </w:r>
    </w:p>
    <w:p w14:paraId="4293998B" w14:textId="77777777" w:rsidR="00DC24E3" w:rsidRDefault="00DC24E3" w:rsidP="00DC24E3">
      <w:pPr>
        <w:pStyle w:val="Code"/>
        <w:rPr>
          <w:lang w:val="en-US"/>
        </w:rPr>
      </w:pPr>
      <w:r>
        <w:rPr>
          <w:lang w:val="en-US"/>
        </w:rPr>
        <w:t xml:space="preserve">    population = []</w:t>
      </w:r>
    </w:p>
    <w:p w14:paraId="33763374" w14:textId="77777777" w:rsidR="00DC24E3" w:rsidRDefault="00DC24E3" w:rsidP="00DC24E3">
      <w:pPr>
        <w:pStyle w:val="Code"/>
        <w:rPr>
          <w:lang w:val="en-US"/>
        </w:rPr>
      </w:pPr>
      <w:r>
        <w:rPr>
          <w:lang w:val="en-US"/>
        </w:rPr>
        <w:t xml:space="preserve">    with open(filename) as f:</w:t>
      </w:r>
    </w:p>
    <w:p w14:paraId="58A0A754" w14:textId="77777777" w:rsidR="00DC24E3" w:rsidRDefault="00DC24E3" w:rsidP="00DC24E3">
      <w:pPr>
        <w:pStyle w:val="Code"/>
        <w:rPr>
          <w:lang w:val="en-US"/>
        </w:rPr>
      </w:pPr>
      <w:r>
        <w:rPr>
          <w:lang w:val="en-US"/>
        </w:rPr>
        <w:t xml:space="preserve">        reader = </w:t>
      </w:r>
      <w:proofErr w:type="spellStart"/>
      <w:r>
        <w:rPr>
          <w:lang w:val="en-US"/>
        </w:rPr>
        <w:t>csv.reader</w:t>
      </w:r>
      <w:proofErr w:type="spellEnd"/>
      <w:r>
        <w:rPr>
          <w:lang w:val="en-US"/>
        </w:rPr>
        <w:t>(f)</w:t>
      </w:r>
    </w:p>
    <w:p w14:paraId="26403894" w14:textId="77777777" w:rsidR="00DC24E3" w:rsidRDefault="00DC24E3" w:rsidP="00DC24E3">
      <w:pPr>
        <w:pStyle w:val="Code"/>
        <w:rPr>
          <w:lang w:val="en-US"/>
        </w:rPr>
      </w:pPr>
      <w:r>
        <w:rPr>
          <w:lang w:val="en-US"/>
        </w:rPr>
        <w:t xml:space="preserve">        next(reader)</w:t>
      </w:r>
    </w:p>
    <w:p w14:paraId="08C7514C" w14:textId="77777777" w:rsidR="00DC24E3" w:rsidRDefault="00DC24E3" w:rsidP="00DC24E3">
      <w:pPr>
        <w:pStyle w:val="Code"/>
        <w:rPr>
          <w:lang w:val="en-US"/>
        </w:rPr>
      </w:pPr>
      <w:r>
        <w:rPr>
          <w:lang w:val="en-US"/>
        </w:rPr>
        <w:t xml:space="preserve">        summer = []</w:t>
      </w:r>
    </w:p>
    <w:p w14:paraId="618687AE" w14:textId="77777777" w:rsidR="00DC24E3" w:rsidRDefault="00DC24E3" w:rsidP="00DC24E3">
      <w:pPr>
        <w:pStyle w:val="Code"/>
        <w:rPr>
          <w:lang w:val="en-US"/>
        </w:rPr>
      </w:pPr>
      <w:r>
        <w:rPr>
          <w:lang w:val="en-US"/>
        </w:rPr>
        <w:t xml:space="preserve">        </w:t>
      </w:r>
      <w:proofErr w:type="spellStart"/>
      <w:r>
        <w:rPr>
          <w:lang w:val="en-US"/>
        </w:rPr>
        <w:t>highest_correlated</w:t>
      </w:r>
      <w:proofErr w:type="spellEnd"/>
      <w:r>
        <w:rPr>
          <w:lang w:val="en-US"/>
        </w:rPr>
        <w:t xml:space="preserve"> = []</w:t>
      </w:r>
    </w:p>
    <w:p w14:paraId="01100B76" w14:textId="77777777" w:rsidR="00DC24E3" w:rsidRDefault="00DC24E3" w:rsidP="00DC24E3">
      <w:pPr>
        <w:pStyle w:val="Code"/>
        <w:rPr>
          <w:lang w:val="en-US"/>
        </w:rPr>
      </w:pPr>
      <w:r>
        <w:rPr>
          <w:lang w:val="en-US"/>
        </w:rPr>
        <w:t xml:space="preserve">            for row in reader:</w:t>
      </w:r>
    </w:p>
    <w:p w14:paraId="5F945AE6" w14:textId="77777777" w:rsidR="00DC24E3" w:rsidRDefault="00DC24E3" w:rsidP="00DC24E3">
      <w:pPr>
        <w:pStyle w:val="Code"/>
        <w:rPr>
          <w:lang w:val="en-US"/>
        </w:rPr>
      </w:pPr>
      <w:r>
        <w:rPr>
          <w:lang w:val="en-US"/>
        </w:rPr>
        <w:t xml:space="preserve">            # Extract only the year from</w:t>
      </w:r>
    </w:p>
    <w:p w14:paraId="597009C3" w14:textId="77777777" w:rsidR="00DC24E3" w:rsidRDefault="00DC24E3" w:rsidP="00DC24E3">
      <w:pPr>
        <w:pStyle w:val="Code"/>
        <w:rPr>
          <w:lang w:val="en-US"/>
        </w:rPr>
      </w:pPr>
      <w:r>
        <w:rPr>
          <w:lang w:val="en-US"/>
        </w:rPr>
        <w:t xml:space="preserve">            # date</w:t>
      </w:r>
    </w:p>
    <w:p w14:paraId="3A336BD6" w14:textId="77777777" w:rsidR="00DC24E3" w:rsidRDefault="00DC24E3" w:rsidP="00DC24E3">
      <w:pPr>
        <w:pStyle w:val="Code"/>
        <w:rPr>
          <w:lang w:val="en-US"/>
        </w:rPr>
      </w:pPr>
      <w:r>
        <w:rPr>
          <w:lang w:val="en-US"/>
        </w:rPr>
        <w:t xml:space="preserve">            year = row[0].split('-')[0] </w:t>
      </w:r>
      <w:r w:rsidRPr="006609B0">
        <w:rPr>
          <w:rStyle w:val="PuceRepere"/>
        </w:rPr>
        <w:t>1</w:t>
      </w:r>
    </w:p>
    <w:p w14:paraId="61BCBD18" w14:textId="77777777" w:rsidR="00DC24E3" w:rsidRDefault="00DC24E3" w:rsidP="00DC24E3">
      <w:pPr>
        <w:pStyle w:val="Code"/>
        <w:rPr>
          <w:lang w:val="en-US"/>
        </w:rPr>
      </w:pPr>
      <w:r>
        <w:rPr>
          <w:lang w:val="en-US"/>
        </w:rPr>
        <w:t xml:space="preserve">            </w:t>
      </w:r>
      <w:proofErr w:type="spellStart"/>
      <w:r>
        <w:rPr>
          <w:lang w:val="en-US"/>
        </w:rPr>
        <w:t>years.append</w:t>
      </w:r>
      <w:proofErr w:type="spellEnd"/>
      <w:r>
        <w:rPr>
          <w:lang w:val="en-US"/>
        </w:rPr>
        <w:t>(year)</w:t>
      </w:r>
    </w:p>
    <w:p w14:paraId="20AF1F15" w14:textId="77777777" w:rsidR="00DC24E3" w:rsidRDefault="00DC24E3" w:rsidP="00DC24E3">
      <w:pPr>
        <w:pStyle w:val="Code"/>
        <w:rPr>
          <w:lang w:val="en-US"/>
        </w:rPr>
      </w:pPr>
      <w:r>
        <w:rPr>
          <w:lang w:val="en-US"/>
        </w:rPr>
        <w:t xml:space="preserve">            </w:t>
      </w:r>
      <w:proofErr w:type="spellStart"/>
      <w:r>
        <w:rPr>
          <w:lang w:val="en-US"/>
        </w:rPr>
        <w:t>population.append</w:t>
      </w:r>
      <w:proofErr w:type="spellEnd"/>
      <w:r>
        <w:rPr>
          <w:lang w:val="en-US"/>
        </w:rPr>
        <w:t>(float(row[1]))</w:t>
      </w:r>
    </w:p>
    <w:p w14:paraId="7948288A" w14:textId="77777777" w:rsidR="00DC24E3" w:rsidRDefault="00DC24E3" w:rsidP="00DC24E3">
      <w:pPr>
        <w:pStyle w:val="Code"/>
        <w:rPr>
          <w:lang w:val="en-US"/>
        </w:rPr>
      </w:pPr>
      <w:r>
        <w:rPr>
          <w:lang w:val="en-US"/>
        </w:rPr>
        <w:t xml:space="preserve">    # Reverse the lists because the original data lists the</w:t>
      </w:r>
    </w:p>
    <w:p w14:paraId="60483403" w14:textId="77777777" w:rsidR="00DC24E3" w:rsidRDefault="00DC24E3" w:rsidP="00DC24E3">
      <w:pPr>
        <w:pStyle w:val="Code"/>
        <w:rPr>
          <w:lang w:val="en-US"/>
        </w:rPr>
      </w:pPr>
      <w:r>
        <w:rPr>
          <w:lang w:val="en-US"/>
        </w:rPr>
        <w:t xml:space="preserve">    # most recent years first</w:t>
      </w:r>
    </w:p>
    <w:p w14:paraId="4D0036EC" w14:textId="77777777" w:rsidR="00DC24E3" w:rsidRDefault="00DC24E3" w:rsidP="00DC24E3">
      <w:pPr>
        <w:pStyle w:val="Code"/>
        <w:rPr>
          <w:lang w:val="en-US"/>
        </w:rPr>
      </w:pPr>
      <w:r>
        <w:rPr>
          <w:lang w:val="en-US"/>
        </w:rPr>
        <w:t xml:space="preserve">    </w:t>
      </w:r>
      <w:proofErr w:type="spellStart"/>
      <w:r>
        <w:rPr>
          <w:lang w:val="en-US"/>
        </w:rPr>
        <w:t>population.reverse</w:t>
      </w:r>
      <w:proofErr w:type="spellEnd"/>
      <w:r>
        <w:rPr>
          <w:lang w:val="en-US"/>
        </w:rPr>
        <w:t>()</w:t>
      </w:r>
    </w:p>
    <w:p w14:paraId="1C47E1CA" w14:textId="77777777" w:rsidR="00DC24E3" w:rsidRDefault="00DC24E3" w:rsidP="00DC24E3">
      <w:pPr>
        <w:pStyle w:val="Code"/>
        <w:rPr>
          <w:lang w:val="en-US"/>
        </w:rPr>
      </w:pPr>
      <w:r>
        <w:rPr>
          <w:lang w:val="en-US"/>
        </w:rPr>
        <w:t xml:space="preserve">    </w:t>
      </w:r>
      <w:proofErr w:type="spellStart"/>
      <w:r>
        <w:rPr>
          <w:lang w:val="en-US"/>
        </w:rPr>
        <w:t>years.reverse</w:t>
      </w:r>
      <w:proofErr w:type="spellEnd"/>
      <w:r>
        <w:rPr>
          <w:lang w:val="en-US"/>
        </w:rPr>
        <w:t>()</w:t>
      </w:r>
    </w:p>
    <w:p w14:paraId="0CADC4FF" w14:textId="77777777" w:rsidR="00DC24E3" w:rsidRDefault="00DC24E3" w:rsidP="00DC24E3">
      <w:pPr>
        <w:pStyle w:val="Code"/>
        <w:rPr>
          <w:lang w:val="en-US"/>
        </w:rPr>
      </w:pPr>
      <w:r>
        <w:rPr>
          <w:rFonts w:ascii="Courier" w:hAnsi="Courier" w:cs="Courier"/>
          <w:lang w:val="en-US"/>
        </w:rPr>
        <w:t> </w:t>
      </w:r>
      <w:r>
        <w:rPr>
          <w:lang w:val="en-US"/>
        </w:rPr>
        <w:t xml:space="preserve">    return population, years</w:t>
      </w:r>
    </w:p>
    <w:p w14:paraId="016B3079" w14:textId="77777777" w:rsidR="00DC24E3" w:rsidRDefault="00DC24E3" w:rsidP="00DC24E3">
      <w:pPr>
        <w:pStyle w:val="Code"/>
        <w:rPr>
          <w:lang w:val="en-US"/>
        </w:rPr>
      </w:pPr>
      <w:r>
        <w:rPr>
          <w:rFonts w:ascii="Courier" w:hAnsi="Courier" w:cs="Courier"/>
          <w:lang w:val="en-US"/>
        </w:rPr>
        <w:t> </w:t>
      </w:r>
      <w:proofErr w:type="spellStart"/>
      <w:r>
        <w:rPr>
          <w:lang w:val="en-US"/>
        </w:rPr>
        <w:t>def</w:t>
      </w:r>
      <w:proofErr w:type="spellEnd"/>
      <w:r>
        <w:rPr>
          <w:lang w:val="en-US"/>
        </w:rPr>
        <w:t xml:space="preserve"> </w:t>
      </w:r>
      <w:proofErr w:type="spellStart"/>
      <w:r>
        <w:rPr>
          <w:lang w:val="en-US"/>
        </w:rPr>
        <w:t>plot_population</w:t>
      </w:r>
      <w:proofErr w:type="spellEnd"/>
      <w:r>
        <w:rPr>
          <w:lang w:val="en-US"/>
        </w:rPr>
        <w:t>(population, years):</w:t>
      </w:r>
    </w:p>
    <w:p w14:paraId="082F5087" w14:textId="77777777" w:rsidR="00DC24E3" w:rsidRDefault="00DC24E3" w:rsidP="00DC24E3">
      <w:pPr>
        <w:pStyle w:val="Code"/>
        <w:rPr>
          <w:lang w:val="en-US"/>
        </w:rPr>
      </w:pPr>
      <w:r>
        <w:rPr>
          <w:lang w:val="en-US"/>
        </w:rPr>
        <w:t xml:space="preserve">    </w:t>
      </w:r>
      <w:proofErr w:type="spellStart"/>
      <w:r>
        <w:rPr>
          <w:lang w:val="en-US"/>
        </w:rPr>
        <w:t>plt.figure</w:t>
      </w:r>
      <w:proofErr w:type="spellEnd"/>
      <w:r>
        <w:rPr>
          <w:lang w:val="en-US"/>
        </w:rPr>
        <w:t xml:space="preserve">(1) </w:t>
      </w:r>
      <w:r w:rsidRPr="00544083">
        <w:rPr>
          <w:rStyle w:val="PuceRepere"/>
        </w:rPr>
        <w:t>2</w:t>
      </w:r>
    </w:p>
    <w:p w14:paraId="1A30F1DC" w14:textId="77777777" w:rsidR="00DC24E3" w:rsidRDefault="00DC24E3" w:rsidP="00DC24E3">
      <w:pPr>
        <w:pStyle w:val="Code"/>
        <w:rPr>
          <w:lang w:val="en-US"/>
        </w:rPr>
      </w:pPr>
      <w:r>
        <w:rPr>
          <w:lang w:val="en-US"/>
        </w:rPr>
        <w:t xml:space="preserve">    </w:t>
      </w:r>
      <w:proofErr w:type="spellStart"/>
      <w:r>
        <w:rPr>
          <w:lang w:val="en-US"/>
        </w:rPr>
        <w:t>xaxis_positions</w:t>
      </w:r>
      <w:proofErr w:type="spellEnd"/>
      <w:r>
        <w:rPr>
          <w:lang w:val="en-US"/>
        </w:rPr>
        <w:t xml:space="preserve"> = range(0, </w:t>
      </w:r>
      <w:proofErr w:type="spellStart"/>
      <w:r>
        <w:rPr>
          <w:lang w:val="en-US"/>
        </w:rPr>
        <w:t>len</w:t>
      </w:r>
      <w:proofErr w:type="spellEnd"/>
      <w:r>
        <w:rPr>
          <w:lang w:val="en-US"/>
        </w:rPr>
        <w:t>(years))</w:t>
      </w:r>
    </w:p>
    <w:p w14:paraId="62BB4758" w14:textId="77777777" w:rsidR="00DC24E3" w:rsidRDefault="00DC24E3" w:rsidP="00DC24E3">
      <w:pPr>
        <w:pStyle w:val="Code"/>
        <w:rPr>
          <w:lang w:val="en-US"/>
        </w:rPr>
      </w:pPr>
      <w:r>
        <w:rPr>
          <w:lang w:val="en-US"/>
        </w:rPr>
        <w:t xml:space="preserve">    </w:t>
      </w:r>
      <w:proofErr w:type="spellStart"/>
      <w:r>
        <w:rPr>
          <w:lang w:val="en-US"/>
        </w:rPr>
        <w:t>plt.plot</w:t>
      </w:r>
      <w:proofErr w:type="spellEnd"/>
      <w:r>
        <w:rPr>
          <w:lang w:val="en-US"/>
        </w:rPr>
        <w:t>(population, 'r-')</w:t>
      </w:r>
    </w:p>
    <w:p w14:paraId="45ACE8ED" w14:textId="77777777" w:rsidR="00DC24E3" w:rsidRDefault="00DC24E3" w:rsidP="00DC24E3">
      <w:pPr>
        <w:pStyle w:val="Code"/>
        <w:rPr>
          <w:lang w:val="en-US"/>
        </w:rPr>
      </w:pPr>
      <w:r>
        <w:rPr>
          <w:lang w:val="en-US"/>
        </w:rPr>
        <w:t xml:space="preserve">    </w:t>
      </w:r>
      <w:proofErr w:type="spellStart"/>
      <w:r>
        <w:rPr>
          <w:lang w:val="en-US"/>
        </w:rPr>
        <w:t>plt.title</w:t>
      </w:r>
      <w:proofErr w:type="spellEnd"/>
      <w:r>
        <w:rPr>
          <w:lang w:val="en-US"/>
        </w:rPr>
        <w:t>('Total population in US')</w:t>
      </w:r>
    </w:p>
    <w:p w14:paraId="1570A81D" w14:textId="77777777" w:rsidR="00DC24E3" w:rsidRDefault="00DC24E3" w:rsidP="00DC24E3">
      <w:pPr>
        <w:pStyle w:val="Code"/>
        <w:rPr>
          <w:lang w:val="en-US"/>
        </w:rPr>
      </w:pPr>
      <w:r>
        <w:rPr>
          <w:lang w:val="en-US"/>
        </w:rPr>
        <w:t xml:space="preserve">    </w:t>
      </w:r>
      <w:proofErr w:type="spellStart"/>
      <w:r>
        <w:rPr>
          <w:lang w:val="en-US"/>
        </w:rPr>
        <w:t>plt.xlabel</w:t>
      </w:r>
      <w:proofErr w:type="spellEnd"/>
      <w:r>
        <w:rPr>
          <w:lang w:val="en-US"/>
        </w:rPr>
        <w:t>('Year')</w:t>
      </w:r>
    </w:p>
    <w:p w14:paraId="1DEE161C" w14:textId="77777777" w:rsidR="00DC24E3" w:rsidRDefault="00DC24E3" w:rsidP="00DC24E3">
      <w:pPr>
        <w:pStyle w:val="Code"/>
        <w:rPr>
          <w:lang w:val="en-US"/>
        </w:rPr>
      </w:pPr>
      <w:r>
        <w:rPr>
          <w:lang w:val="en-US"/>
        </w:rPr>
        <w:t xml:space="preserve">    </w:t>
      </w:r>
      <w:proofErr w:type="spellStart"/>
      <w:r>
        <w:rPr>
          <w:lang w:val="en-US"/>
        </w:rPr>
        <w:t>plt.ylabel</w:t>
      </w:r>
      <w:proofErr w:type="spellEnd"/>
      <w:r>
        <w:rPr>
          <w:lang w:val="en-US"/>
        </w:rPr>
        <w:t>('Population')</w:t>
      </w:r>
    </w:p>
    <w:p w14:paraId="51D30524" w14:textId="77777777" w:rsidR="00DC24E3" w:rsidRDefault="00DC24E3" w:rsidP="00DC24E3">
      <w:pPr>
        <w:pStyle w:val="Code"/>
        <w:rPr>
          <w:lang w:val="en-US"/>
        </w:rPr>
      </w:pPr>
      <w:r>
        <w:rPr>
          <w:rFonts w:ascii="Courier" w:hAnsi="Courier" w:cs="Courier"/>
          <w:lang w:val="en-US"/>
        </w:rPr>
        <w:t> </w:t>
      </w:r>
      <w:r>
        <w:rPr>
          <w:lang w:val="en-US"/>
        </w:rPr>
        <w:t xml:space="preserve">    </w:t>
      </w:r>
      <w:proofErr w:type="spellStart"/>
      <w:r>
        <w:rPr>
          <w:lang w:val="en-US"/>
        </w:rPr>
        <w:t>plt.xticks</w:t>
      </w:r>
      <w:proofErr w:type="spellEnd"/>
      <w:r>
        <w:rPr>
          <w:lang w:val="en-US"/>
        </w:rPr>
        <w:t>(</w:t>
      </w:r>
      <w:proofErr w:type="spellStart"/>
      <w:r>
        <w:rPr>
          <w:lang w:val="en-US"/>
        </w:rPr>
        <w:t>xaxis_positions</w:t>
      </w:r>
      <w:proofErr w:type="spellEnd"/>
      <w:r>
        <w:rPr>
          <w:lang w:val="en-US"/>
        </w:rPr>
        <w:t xml:space="preserve">, years, rotation=45) </w:t>
      </w:r>
      <w:r w:rsidRPr="00544083">
        <w:rPr>
          <w:rStyle w:val="PuceRepere"/>
        </w:rPr>
        <w:t>3</w:t>
      </w:r>
    </w:p>
    <w:p w14:paraId="27790F2B"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calculate_stats</w:t>
      </w:r>
      <w:proofErr w:type="spellEnd"/>
      <w:r>
        <w:rPr>
          <w:lang w:val="en-US"/>
        </w:rPr>
        <w:t>(population):</w:t>
      </w:r>
    </w:p>
    <w:p w14:paraId="6A47BD55" w14:textId="77777777" w:rsidR="00DC24E3" w:rsidRDefault="00DC24E3" w:rsidP="00DC24E3">
      <w:pPr>
        <w:pStyle w:val="Code"/>
        <w:rPr>
          <w:lang w:val="en-US"/>
        </w:rPr>
      </w:pPr>
      <w:r>
        <w:rPr>
          <w:lang w:val="en-US"/>
        </w:rPr>
        <w:t xml:space="preserve">    # find the growth in population in consecutive years</w:t>
      </w:r>
    </w:p>
    <w:p w14:paraId="5D37687A" w14:textId="77777777" w:rsidR="00DC24E3" w:rsidRDefault="00DC24E3" w:rsidP="00DC24E3">
      <w:pPr>
        <w:pStyle w:val="Code"/>
        <w:rPr>
          <w:lang w:val="en-US"/>
        </w:rPr>
      </w:pPr>
      <w:r>
        <w:rPr>
          <w:kern w:val="1"/>
          <w:lang w:val="en-US"/>
        </w:rPr>
        <w:tab/>
      </w:r>
      <w:r>
        <w:rPr>
          <w:lang w:val="en-US"/>
        </w:rPr>
        <w:t xml:space="preserve">    growth = []</w:t>
      </w:r>
    </w:p>
    <w:p w14:paraId="31B0012A" w14:textId="77777777" w:rsidR="00DC24E3" w:rsidRDefault="00DC24E3" w:rsidP="00DC24E3">
      <w:pPr>
        <w:pStyle w:val="Code"/>
        <w:rPr>
          <w:lang w:val="en-US"/>
        </w:rPr>
      </w:pPr>
      <w:r>
        <w:rPr>
          <w:kern w:val="1"/>
          <w:lang w:val="en-US"/>
        </w:rPr>
        <w:tab/>
      </w:r>
      <w:r>
        <w:rPr>
          <w:lang w:val="en-US"/>
        </w:rPr>
        <w:t xml:space="preserve">    for </w:t>
      </w:r>
      <w:proofErr w:type="spellStart"/>
      <w:r>
        <w:rPr>
          <w:lang w:val="en-US"/>
        </w:rPr>
        <w:t>i</w:t>
      </w:r>
      <w:proofErr w:type="spellEnd"/>
      <w:r>
        <w:rPr>
          <w:lang w:val="en-US"/>
        </w:rPr>
        <w:t xml:space="preserve"> in range(0, </w:t>
      </w:r>
      <w:proofErr w:type="spellStart"/>
      <w:r>
        <w:rPr>
          <w:lang w:val="en-US"/>
        </w:rPr>
        <w:t>len</w:t>
      </w:r>
      <w:proofErr w:type="spellEnd"/>
      <w:r>
        <w:rPr>
          <w:lang w:val="en-US"/>
        </w:rPr>
        <w:t>(population)-1):</w:t>
      </w:r>
    </w:p>
    <w:p w14:paraId="482970DD" w14:textId="77777777" w:rsidR="00DC24E3" w:rsidRDefault="00DC24E3" w:rsidP="00DC24E3">
      <w:pPr>
        <w:pStyle w:val="Code"/>
        <w:rPr>
          <w:lang w:val="en-US"/>
        </w:rPr>
      </w:pPr>
      <w:r>
        <w:rPr>
          <w:rFonts w:ascii="Courier" w:hAnsi="Courier" w:cs="Courier"/>
          <w:kern w:val="1"/>
          <w:lang w:val="en-US"/>
        </w:rPr>
        <w:tab/>
      </w:r>
      <w:r>
        <w:rPr>
          <w:lang w:val="en-US"/>
        </w:rPr>
        <w:t xml:space="preserve">        </w:t>
      </w:r>
      <w:proofErr w:type="spellStart"/>
      <w:r>
        <w:rPr>
          <w:lang w:val="en-US"/>
        </w:rPr>
        <w:t>growth.append</w:t>
      </w:r>
      <w:proofErr w:type="spellEnd"/>
      <w:r>
        <w:rPr>
          <w:lang w:val="en-US"/>
        </w:rPr>
        <w:t>(population[i+1] - population[</w:t>
      </w:r>
      <w:proofErr w:type="spellStart"/>
      <w:r>
        <w:rPr>
          <w:lang w:val="en-US"/>
        </w:rPr>
        <w:t>i</w:t>
      </w:r>
      <w:proofErr w:type="spellEnd"/>
      <w:r>
        <w:rPr>
          <w:lang w:val="en-US"/>
        </w:rPr>
        <w:t>])</w:t>
      </w:r>
    </w:p>
    <w:p w14:paraId="78DBA87F" w14:textId="77777777" w:rsidR="00DC24E3" w:rsidRDefault="00DC24E3" w:rsidP="00DC24E3">
      <w:pPr>
        <w:pStyle w:val="Code"/>
        <w:rPr>
          <w:lang w:val="en-US"/>
        </w:rPr>
      </w:pPr>
      <w:r>
        <w:rPr>
          <w:kern w:val="1"/>
          <w:lang w:val="en-US"/>
        </w:rPr>
        <w:tab/>
      </w:r>
      <w:r>
        <w:rPr>
          <w:lang w:val="en-US"/>
        </w:rPr>
        <w:t xml:space="preserve">    print('Mean growth: {0:.5f}'.format(mean(growth)))</w:t>
      </w:r>
    </w:p>
    <w:p w14:paraId="1DDC04A7" w14:textId="77777777" w:rsidR="00DC24E3" w:rsidRDefault="00DC24E3" w:rsidP="00DC24E3">
      <w:pPr>
        <w:pStyle w:val="Code"/>
        <w:rPr>
          <w:lang w:val="en-US"/>
        </w:rPr>
      </w:pPr>
      <w:r>
        <w:rPr>
          <w:kern w:val="1"/>
          <w:lang w:val="en-US"/>
        </w:rPr>
        <w:tab/>
      </w:r>
      <w:r>
        <w:rPr>
          <w:lang w:val="en-US"/>
        </w:rPr>
        <w:t xml:space="preserve">    print('Median growth: {0:.5f}'.format(median(growth)))</w:t>
      </w:r>
    </w:p>
    <w:p w14:paraId="1CAB3F88" w14:textId="77777777" w:rsidR="00DC24E3" w:rsidRDefault="00DC24E3" w:rsidP="00DC24E3">
      <w:pPr>
        <w:pStyle w:val="Code"/>
        <w:rPr>
          <w:lang w:val="en-US"/>
        </w:rPr>
      </w:pPr>
      <w:r>
        <w:rPr>
          <w:kern w:val="1"/>
          <w:lang w:val="en-US"/>
        </w:rPr>
        <w:tab/>
      </w:r>
      <w:r>
        <w:rPr>
          <w:lang w:val="en-US"/>
        </w:rPr>
        <w:t xml:space="preserve">    print('Variance/</w:t>
      </w:r>
      <w:proofErr w:type="spellStart"/>
      <w:r>
        <w:rPr>
          <w:lang w:val="en-US"/>
        </w:rPr>
        <w:t>Sd</w:t>
      </w:r>
      <w:proofErr w:type="spellEnd"/>
      <w:r>
        <w:rPr>
          <w:lang w:val="en-US"/>
        </w:rPr>
        <w:t xml:space="preserve"> growth: {0:.5f}, {1:.5f}'.format(*</w:t>
      </w:r>
      <w:proofErr w:type="spellStart"/>
      <w:r>
        <w:rPr>
          <w:lang w:val="en-US"/>
        </w:rPr>
        <w:t>variance_sd</w:t>
      </w:r>
      <w:proofErr w:type="spellEnd"/>
      <w:r>
        <w:rPr>
          <w:lang w:val="en-US"/>
        </w:rPr>
        <w:t>(growth)))</w:t>
      </w:r>
    </w:p>
    <w:p w14:paraId="70B0F51B" w14:textId="77777777" w:rsidR="00DC24E3" w:rsidRDefault="00DC24E3" w:rsidP="00DC24E3">
      <w:pPr>
        <w:pStyle w:val="Code"/>
        <w:rPr>
          <w:lang w:val="en-US"/>
        </w:rPr>
      </w:pPr>
      <w:r>
        <w:rPr>
          <w:kern w:val="1"/>
          <w:lang w:val="en-US"/>
        </w:rPr>
        <w:tab/>
      </w:r>
      <w:r>
        <w:rPr>
          <w:lang w:val="en-US"/>
        </w:rPr>
        <w:t xml:space="preserve">    return growth</w:t>
      </w:r>
    </w:p>
    <w:p w14:paraId="4FB80F8F" w14:textId="77777777" w:rsidR="00DC24E3" w:rsidRDefault="00DC24E3" w:rsidP="00DC24E3">
      <w:pPr>
        <w:pStyle w:val="Code"/>
        <w:rPr>
          <w:lang w:val="en-US"/>
        </w:rPr>
      </w:pPr>
      <w:r>
        <w:rPr>
          <w:rFonts w:ascii="Courier" w:hAnsi="Courier" w:cs="Courier"/>
          <w:kern w:val="1"/>
          <w:lang w:val="en-US"/>
        </w:rPr>
        <w:tab/>
      </w:r>
      <w:r>
        <w:rPr>
          <w:rFonts w:ascii="Courier" w:hAnsi="Courier" w:cs="Courier"/>
          <w:lang w:val="en-US"/>
        </w:rPr>
        <w:t> </w:t>
      </w:r>
      <w:proofErr w:type="spellStart"/>
      <w:r>
        <w:rPr>
          <w:lang w:val="en-US"/>
        </w:rPr>
        <w:t>def</w:t>
      </w:r>
      <w:proofErr w:type="spellEnd"/>
      <w:r>
        <w:rPr>
          <w:lang w:val="en-US"/>
        </w:rPr>
        <w:t xml:space="preserve"> </w:t>
      </w:r>
      <w:proofErr w:type="spellStart"/>
      <w:r>
        <w:rPr>
          <w:lang w:val="en-US"/>
        </w:rPr>
        <w:t>plot_population_diff</w:t>
      </w:r>
      <w:proofErr w:type="spellEnd"/>
      <w:r>
        <w:rPr>
          <w:lang w:val="en-US"/>
        </w:rPr>
        <w:t>(growth, years):</w:t>
      </w:r>
    </w:p>
    <w:p w14:paraId="6339B970" w14:textId="77777777" w:rsidR="00DC24E3" w:rsidRDefault="00DC24E3" w:rsidP="00DC24E3">
      <w:pPr>
        <w:pStyle w:val="Code"/>
        <w:rPr>
          <w:lang w:val="en-US"/>
        </w:rPr>
      </w:pPr>
      <w:r>
        <w:rPr>
          <w:rFonts w:ascii="Courier" w:hAnsi="Courier" w:cs="Courier"/>
          <w:kern w:val="1"/>
          <w:lang w:val="en-US"/>
        </w:rPr>
        <w:tab/>
      </w:r>
      <w:r>
        <w:rPr>
          <w:lang w:val="en-US"/>
        </w:rPr>
        <w:t xml:space="preserve">    </w:t>
      </w:r>
      <w:proofErr w:type="spellStart"/>
      <w:r>
        <w:rPr>
          <w:lang w:val="en-US"/>
        </w:rPr>
        <w:t>xaxis_positions</w:t>
      </w:r>
      <w:proofErr w:type="spellEnd"/>
      <w:r>
        <w:rPr>
          <w:lang w:val="en-US"/>
        </w:rPr>
        <w:t xml:space="preserve"> = range(0, </w:t>
      </w:r>
      <w:proofErr w:type="spellStart"/>
      <w:r>
        <w:rPr>
          <w:lang w:val="en-US"/>
        </w:rPr>
        <w:t>len</w:t>
      </w:r>
      <w:proofErr w:type="spellEnd"/>
      <w:r>
        <w:rPr>
          <w:lang w:val="en-US"/>
        </w:rPr>
        <w:t>(years)-1)</w:t>
      </w:r>
    </w:p>
    <w:p w14:paraId="388BEB62" w14:textId="77777777" w:rsidR="00DC24E3" w:rsidRDefault="00DC24E3" w:rsidP="00DC24E3">
      <w:pPr>
        <w:pStyle w:val="Code"/>
        <w:rPr>
          <w:lang w:val="en-US"/>
        </w:rPr>
      </w:pPr>
      <w:r>
        <w:rPr>
          <w:lang w:val="en-US"/>
        </w:rPr>
        <w:t xml:space="preserve">    </w:t>
      </w:r>
      <w:proofErr w:type="spellStart"/>
      <w:r>
        <w:rPr>
          <w:lang w:val="en-US"/>
        </w:rPr>
        <w:t>xaxis_labels</w:t>
      </w:r>
      <w:proofErr w:type="spellEnd"/>
      <w:r>
        <w:rPr>
          <w:lang w:val="en-US"/>
        </w:rPr>
        <w:t xml:space="preserve"> = ['{0}-{1}'.format(years[</w:t>
      </w:r>
      <w:proofErr w:type="spellStart"/>
      <w:r>
        <w:rPr>
          <w:lang w:val="en-US"/>
        </w:rPr>
        <w:t>i</w:t>
      </w:r>
      <w:proofErr w:type="spellEnd"/>
      <w:r>
        <w:rPr>
          <w:lang w:val="en-US"/>
        </w:rPr>
        <w:t xml:space="preserve">], years[i+1]) for </w:t>
      </w:r>
      <w:proofErr w:type="spellStart"/>
      <w:r>
        <w:rPr>
          <w:lang w:val="en-US"/>
        </w:rPr>
        <w:t>i</w:t>
      </w:r>
      <w:proofErr w:type="spellEnd"/>
      <w:r>
        <w:rPr>
          <w:lang w:val="en-US"/>
        </w:rPr>
        <w:t xml:space="preserve"> in range(</w:t>
      </w:r>
      <w:proofErr w:type="spellStart"/>
      <w:r>
        <w:rPr>
          <w:lang w:val="en-US"/>
        </w:rPr>
        <w:t>len</w:t>
      </w:r>
      <w:proofErr w:type="spellEnd"/>
      <w:r>
        <w:rPr>
          <w:lang w:val="en-US"/>
        </w:rPr>
        <w:t xml:space="preserve">(years)-1)] </w:t>
      </w:r>
      <w:r w:rsidRPr="00544083">
        <w:rPr>
          <w:rStyle w:val="PuceRepere"/>
        </w:rPr>
        <w:t>4</w:t>
      </w:r>
    </w:p>
    <w:p w14:paraId="6AD1E571" w14:textId="77777777" w:rsidR="00DC24E3" w:rsidRDefault="00DC24E3" w:rsidP="00DC24E3">
      <w:pPr>
        <w:pStyle w:val="Code"/>
        <w:rPr>
          <w:lang w:val="en-US"/>
        </w:rPr>
      </w:pPr>
      <w:r>
        <w:rPr>
          <w:rFonts w:ascii="Courier" w:hAnsi="Courier" w:cs="Courier"/>
          <w:kern w:val="1"/>
          <w:lang w:val="en-US"/>
        </w:rPr>
        <w:tab/>
      </w:r>
      <w:r>
        <w:rPr>
          <w:lang w:val="en-US"/>
        </w:rPr>
        <w:t xml:space="preserve">    </w:t>
      </w:r>
      <w:proofErr w:type="spellStart"/>
      <w:r>
        <w:rPr>
          <w:lang w:val="en-US"/>
        </w:rPr>
        <w:t>plt.figure</w:t>
      </w:r>
      <w:proofErr w:type="spellEnd"/>
      <w:r>
        <w:rPr>
          <w:lang w:val="en-US"/>
        </w:rPr>
        <w:t>(2)</w:t>
      </w:r>
    </w:p>
    <w:p w14:paraId="115C0DE6" w14:textId="77777777" w:rsidR="00DC24E3" w:rsidRDefault="00DC24E3" w:rsidP="00DC24E3">
      <w:pPr>
        <w:pStyle w:val="Code"/>
        <w:rPr>
          <w:lang w:val="en-US"/>
        </w:rPr>
      </w:pPr>
      <w:r>
        <w:rPr>
          <w:kern w:val="1"/>
          <w:lang w:val="en-US"/>
        </w:rPr>
        <w:tab/>
      </w:r>
      <w:r>
        <w:rPr>
          <w:lang w:val="en-US"/>
        </w:rPr>
        <w:t xml:space="preserve">    </w:t>
      </w:r>
      <w:proofErr w:type="spellStart"/>
      <w:r>
        <w:rPr>
          <w:lang w:val="en-US"/>
        </w:rPr>
        <w:t>plt.plot</w:t>
      </w:r>
      <w:proofErr w:type="spellEnd"/>
      <w:r>
        <w:rPr>
          <w:lang w:val="en-US"/>
        </w:rPr>
        <w:t>(growth, 'r-')</w:t>
      </w:r>
    </w:p>
    <w:p w14:paraId="138DEF1F" w14:textId="77777777" w:rsidR="00DC24E3" w:rsidRDefault="00DC24E3" w:rsidP="00DC24E3">
      <w:pPr>
        <w:pStyle w:val="Code"/>
        <w:rPr>
          <w:lang w:val="en-US"/>
        </w:rPr>
      </w:pPr>
      <w:r>
        <w:rPr>
          <w:kern w:val="1"/>
          <w:lang w:val="en-US"/>
        </w:rPr>
        <w:tab/>
      </w:r>
      <w:r>
        <w:rPr>
          <w:lang w:val="en-US"/>
        </w:rPr>
        <w:t xml:space="preserve">    </w:t>
      </w:r>
      <w:proofErr w:type="spellStart"/>
      <w:r>
        <w:rPr>
          <w:lang w:val="en-US"/>
        </w:rPr>
        <w:t>plt.title</w:t>
      </w:r>
      <w:proofErr w:type="spellEnd"/>
      <w:r>
        <w:rPr>
          <w:lang w:val="en-US"/>
        </w:rPr>
        <w:t>('Population Growth in consecutive years')</w:t>
      </w:r>
    </w:p>
    <w:p w14:paraId="471B4570" w14:textId="77777777" w:rsidR="00DC24E3" w:rsidRDefault="00DC24E3" w:rsidP="00DC24E3">
      <w:pPr>
        <w:pStyle w:val="Code"/>
        <w:rPr>
          <w:lang w:val="en-US"/>
        </w:rPr>
      </w:pPr>
      <w:r>
        <w:rPr>
          <w:kern w:val="1"/>
          <w:lang w:val="en-US"/>
        </w:rPr>
        <w:tab/>
      </w:r>
      <w:r>
        <w:rPr>
          <w:lang w:val="en-US"/>
        </w:rPr>
        <w:t xml:space="preserve">    </w:t>
      </w:r>
      <w:proofErr w:type="spellStart"/>
      <w:r>
        <w:rPr>
          <w:lang w:val="en-US"/>
        </w:rPr>
        <w:t>plt.ylabel</w:t>
      </w:r>
      <w:proofErr w:type="spellEnd"/>
      <w:r>
        <w:rPr>
          <w:lang w:val="en-US"/>
        </w:rPr>
        <w:t>('Population Growth')</w:t>
      </w:r>
    </w:p>
    <w:p w14:paraId="7C43B6F8" w14:textId="77777777" w:rsidR="00DC24E3" w:rsidRDefault="00DC24E3" w:rsidP="00DC24E3">
      <w:pPr>
        <w:pStyle w:val="Code"/>
        <w:rPr>
          <w:lang w:val="en-US"/>
        </w:rPr>
      </w:pPr>
      <w:r>
        <w:rPr>
          <w:kern w:val="1"/>
          <w:lang w:val="en-US"/>
        </w:rPr>
        <w:tab/>
      </w:r>
      <w:r>
        <w:rPr>
          <w:lang w:val="en-US"/>
        </w:rPr>
        <w:t xml:space="preserve">    </w:t>
      </w:r>
      <w:proofErr w:type="spellStart"/>
      <w:r>
        <w:rPr>
          <w:lang w:val="en-US"/>
        </w:rPr>
        <w:t>plt.xticks</w:t>
      </w:r>
      <w:proofErr w:type="spellEnd"/>
      <w:r>
        <w:rPr>
          <w:lang w:val="en-US"/>
        </w:rPr>
        <w:t>(</w:t>
      </w:r>
      <w:proofErr w:type="spellStart"/>
      <w:r>
        <w:rPr>
          <w:lang w:val="en-US"/>
        </w:rPr>
        <w:t>xaxis_positions</w:t>
      </w:r>
      <w:proofErr w:type="spellEnd"/>
      <w:r>
        <w:rPr>
          <w:lang w:val="en-US"/>
        </w:rPr>
        <w:t xml:space="preserve">, </w:t>
      </w:r>
      <w:proofErr w:type="spellStart"/>
      <w:r>
        <w:rPr>
          <w:lang w:val="en-US"/>
        </w:rPr>
        <w:t>xaxis_labels</w:t>
      </w:r>
      <w:proofErr w:type="spellEnd"/>
      <w:r>
        <w:rPr>
          <w:lang w:val="en-US"/>
        </w:rPr>
        <w:t>, rotation=45)</w:t>
      </w:r>
    </w:p>
    <w:p w14:paraId="4CCF4DC4" w14:textId="77777777" w:rsidR="00DC24E3" w:rsidRDefault="00DC24E3" w:rsidP="00DC24E3">
      <w:pPr>
        <w:pStyle w:val="Code"/>
        <w:rPr>
          <w:lang w:val="en-US"/>
        </w:rPr>
      </w:pPr>
      <w:r>
        <w:rPr>
          <w:rFonts w:ascii="Courier" w:hAnsi="Courier" w:cs="Courier"/>
          <w:kern w:val="1"/>
          <w:lang w:val="en-US"/>
        </w:rPr>
        <w:tab/>
      </w:r>
      <w:r>
        <w:rPr>
          <w:lang w:val="en-US"/>
        </w:rPr>
        <w:t>if __name__ == '__main__':</w:t>
      </w:r>
    </w:p>
    <w:p w14:paraId="47E733D7" w14:textId="77777777" w:rsidR="00DC24E3" w:rsidRDefault="00DC24E3" w:rsidP="00DC24E3">
      <w:pPr>
        <w:pStyle w:val="Code"/>
        <w:rPr>
          <w:lang w:val="en-US"/>
        </w:rPr>
      </w:pPr>
      <w:r>
        <w:rPr>
          <w:kern w:val="1"/>
          <w:lang w:val="en-US"/>
        </w:rPr>
        <w:tab/>
      </w:r>
      <w:r>
        <w:rPr>
          <w:lang w:val="en-US"/>
        </w:rPr>
        <w:t xml:space="preserve">    population, years = </w:t>
      </w:r>
      <w:proofErr w:type="spellStart"/>
      <w:r>
        <w:rPr>
          <w:lang w:val="en-US"/>
        </w:rPr>
        <w:t>read_csv</w:t>
      </w:r>
      <w:proofErr w:type="spellEnd"/>
      <w:r>
        <w:rPr>
          <w:lang w:val="en-US"/>
        </w:rPr>
        <w:t>('USA_SP_POP_TOTL.csv')</w:t>
      </w:r>
    </w:p>
    <w:p w14:paraId="0BBC9E91" w14:textId="77777777" w:rsidR="00DC24E3" w:rsidRDefault="00DC24E3" w:rsidP="00DC24E3">
      <w:pPr>
        <w:pStyle w:val="Code"/>
        <w:rPr>
          <w:lang w:val="en-US"/>
        </w:rPr>
      </w:pPr>
      <w:r>
        <w:rPr>
          <w:kern w:val="1"/>
          <w:lang w:val="en-US"/>
        </w:rPr>
        <w:tab/>
      </w:r>
      <w:r>
        <w:rPr>
          <w:lang w:val="en-US"/>
        </w:rPr>
        <w:t xml:space="preserve">    </w:t>
      </w:r>
      <w:proofErr w:type="spellStart"/>
      <w:r>
        <w:rPr>
          <w:lang w:val="en-US"/>
        </w:rPr>
        <w:t>plot_population</w:t>
      </w:r>
      <w:proofErr w:type="spellEnd"/>
      <w:r>
        <w:rPr>
          <w:lang w:val="en-US"/>
        </w:rPr>
        <w:t>(population, years)</w:t>
      </w:r>
    </w:p>
    <w:p w14:paraId="5E1BE3E3" w14:textId="77777777" w:rsidR="00DC24E3" w:rsidRDefault="00DC24E3" w:rsidP="00DC24E3">
      <w:pPr>
        <w:pStyle w:val="Code"/>
        <w:rPr>
          <w:lang w:val="en-US"/>
        </w:rPr>
      </w:pPr>
      <w:r>
        <w:rPr>
          <w:kern w:val="1"/>
          <w:lang w:val="en-US"/>
        </w:rPr>
        <w:tab/>
      </w:r>
      <w:r>
        <w:rPr>
          <w:lang w:val="en-US"/>
        </w:rPr>
        <w:t xml:space="preserve">    growth = </w:t>
      </w:r>
      <w:proofErr w:type="spellStart"/>
      <w:r>
        <w:rPr>
          <w:lang w:val="en-US"/>
        </w:rPr>
        <w:t>calculate_stats</w:t>
      </w:r>
      <w:proofErr w:type="spellEnd"/>
      <w:r>
        <w:rPr>
          <w:lang w:val="en-US"/>
        </w:rPr>
        <w:t>(population)</w:t>
      </w:r>
    </w:p>
    <w:p w14:paraId="6F0252AE" w14:textId="77777777" w:rsidR="00DC24E3" w:rsidRDefault="00DC24E3" w:rsidP="00DC24E3">
      <w:pPr>
        <w:pStyle w:val="Code"/>
        <w:rPr>
          <w:lang w:val="en-US"/>
        </w:rPr>
      </w:pPr>
      <w:r>
        <w:rPr>
          <w:kern w:val="1"/>
          <w:lang w:val="en-US"/>
        </w:rPr>
        <w:tab/>
      </w:r>
      <w:r>
        <w:rPr>
          <w:lang w:val="en-US"/>
        </w:rPr>
        <w:t xml:space="preserve">    </w:t>
      </w:r>
      <w:proofErr w:type="spellStart"/>
      <w:r>
        <w:rPr>
          <w:lang w:val="en-US"/>
        </w:rPr>
        <w:t>plot_population_diff</w:t>
      </w:r>
      <w:proofErr w:type="spellEnd"/>
      <w:r>
        <w:rPr>
          <w:lang w:val="en-US"/>
        </w:rPr>
        <w:t>(growth, years)</w:t>
      </w:r>
    </w:p>
    <w:p w14:paraId="472AC789" w14:textId="77777777" w:rsidR="00DC24E3" w:rsidRPr="006609B0" w:rsidRDefault="00DC24E3" w:rsidP="00DC24E3">
      <w:pPr>
        <w:pStyle w:val="Code"/>
        <w:rPr>
          <w:lang w:val="en-US"/>
        </w:rPr>
      </w:pPr>
      <w:r>
        <w:rPr>
          <w:kern w:val="1"/>
          <w:lang w:val="en-US"/>
        </w:rPr>
        <w:tab/>
      </w:r>
      <w:r>
        <w:rPr>
          <w:lang w:val="en-US"/>
        </w:rPr>
        <w:t xml:space="preserve">    </w:t>
      </w:r>
      <w:proofErr w:type="spellStart"/>
      <w:r>
        <w:rPr>
          <w:lang w:val="en-US"/>
        </w:rPr>
        <w:t>plt.show</w:t>
      </w:r>
      <w:proofErr w:type="spellEnd"/>
      <w:r>
        <w:rPr>
          <w:lang w:val="en-US"/>
        </w:rPr>
        <w:t>()</w:t>
      </w:r>
    </w:p>
    <w:p w14:paraId="4F35A304" w14:textId="68874B98" w:rsidR="00DC24E3" w:rsidRDefault="00DC24E3" w:rsidP="00DC24E3">
      <w:pPr>
        <w:pStyle w:val="TexteCourant"/>
      </w:pPr>
      <w:r>
        <w:t xml:space="preserve">La fonction </w:t>
      </w:r>
      <w:proofErr w:type="spellStart"/>
      <w:r w:rsidRPr="003C4EA8">
        <w:rPr>
          <w:rStyle w:val="CodeDansTexte"/>
        </w:rPr>
        <w:t>read_cvs</w:t>
      </w:r>
      <w:proofErr w:type="spellEnd"/>
      <w:r w:rsidRPr="003C4EA8">
        <w:rPr>
          <w:rStyle w:val="CodeDansTexte"/>
        </w:rPr>
        <w:t>()</w:t>
      </w:r>
      <w:r>
        <w:t xml:space="preserve"> lis les données depuis le fichier pour créer deux listes : </w:t>
      </w:r>
      <w:proofErr w:type="spellStart"/>
      <w:r w:rsidRPr="006609B0">
        <w:rPr>
          <w:rStyle w:val="CodeDansTexte"/>
        </w:rPr>
        <w:t>years</w:t>
      </w:r>
      <w:proofErr w:type="spellEnd"/>
      <w:r>
        <w:t xml:space="preserve"> et </w:t>
      </w:r>
      <w:r w:rsidRPr="006609B0">
        <w:rPr>
          <w:rStyle w:val="CodeDansTexte"/>
        </w:rPr>
        <w:t>population</w:t>
      </w:r>
      <w:r>
        <w:t>, lesquelles contiennent respectivement les années et leur population correspondante. Comme nous l’avions dit plus tôt, le fichier contient u</w:t>
      </w:r>
      <w:r w:rsidR="003C4EA8">
        <w:t xml:space="preserve">ne date, mais nous ne souhaitons </w:t>
      </w:r>
      <w:r>
        <w:t xml:space="preserve">extraire que l’année (afin que le texte puisse rentrer dans notre graphique), et c’est ce que nous faisons en </w:t>
      </w:r>
      <w:r w:rsidRPr="00544083">
        <w:rPr>
          <w:rStyle w:val="PuceRepere"/>
        </w:rPr>
        <w:t>1</w:t>
      </w:r>
      <w:r>
        <w:t xml:space="preserve">. La méthode </w:t>
      </w:r>
      <w:r w:rsidRPr="003C4EA8">
        <w:rPr>
          <w:rStyle w:val="CodeDansTexte"/>
        </w:rPr>
        <w:t>split()</w:t>
      </w:r>
      <w:r>
        <w:t xml:space="preserve"> retourne une liste de mots depuis une chaine de caractères et sépare les mots selon le délimiteur spécifié. Par exemple :</w:t>
      </w:r>
    </w:p>
    <w:p w14:paraId="57BBBEE5" w14:textId="77777777" w:rsidR="00DC24E3" w:rsidRDefault="00DC24E3" w:rsidP="00DC24E3">
      <w:pPr>
        <w:pStyle w:val="Code"/>
        <w:rPr>
          <w:lang w:val="en-US"/>
        </w:rPr>
      </w:pPr>
      <w:r>
        <w:rPr>
          <w:lang w:val="en-US"/>
        </w:rPr>
        <w:t>&gt;&gt;&gt; d = '2012-09-10'</w:t>
      </w:r>
    </w:p>
    <w:p w14:paraId="58974D5A" w14:textId="77777777" w:rsidR="00DC24E3" w:rsidRDefault="00DC24E3" w:rsidP="00DC24E3">
      <w:pPr>
        <w:pStyle w:val="Code"/>
        <w:rPr>
          <w:lang w:val="en-US"/>
        </w:rPr>
      </w:pPr>
      <w:r>
        <w:rPr>
          <w:lang w:val="en-US"/>
        </w:rPr>
        <w:t xml:space="preserve">&gt;&gt;&gt; </w:t>
      </w:r>
      <w:proofErr w:type="spellStart"/>
      <w:r>
        <w:rPr>
          <w:lang w:val="en-US"/>
        </w:rPr>
        <w:t>d.split</w:t>
      </w:r>
      <w:proofErr w:type="spellEnd"/>
      <w:r>
        <w:rPr>
          <w:lang w:val="en-US"/>
        </w:rPr>
        <w:t>('-')</w:t>
      </w:r>
    </w:p>
    <w:p w14:paraId="3F7F60B1" w14:textId="77777777" w:rsidR="00DC24E3" w:rsidRDefault="00DC24E3" w:rsidP="00DC24E3">
      <w:pPr>
        <w:pStyle w:val="Code"/>
        <w:rPr>
          <w:lang w:val="en-US"/>
        </w:rPr>
      </w:pPr>
      <w:r>
        <w:rPr>
          <w:lang w:val="en-US"/>
        </w:rPr>
        <w:t>['2012', '09', '10']</w:t>
      </w:r>
    </w:p>
    <w:p w14:paraId="14AD4ED4" w14:textId="77777777" w:rsidR="00DC24E3" w:rsidRDefault="00DC24E3" w:rsidP="00DC24E3">
      <w:pPr>
        <w:pStyle w:val="TexteCourant"/>
      </w:pPr>
      <w:r>
        <w:t>Ainsi, si nous voulions obtenir 2012, nous n’aurions qu’à saisir le premier objet de la liste retournée :</w:t>
      </w:r>
    </w:p>
    <w:p w14:paraId="57B5DD67" w14:textId="77777777" w:rsidR="00DC24E3" w:rsidRDefault="00DC24E3" w:rsidP="00DC24E3">
      <w:pPr>
        <w:pStyle w:val="Code"/>
        <w:rPr>
          <w:lang w:val="en-US"/>
        </w:rPr>
      </w:pPr>
      <w:r>
        <w:rPr>
          <w:lang w:val="en-US"/>
        </w:rPr>
        <w:t xml:space="preserve">&gt;&gt;&gt; words = </w:t>
      </w:r>
      <w:proofErr w:type="spellStart"/>
      <w:r>
        <w:rPr>
          <w:lang w:val="en-US"/>
        </w:rPr>
        <w:t>d.split</w:t>
      </w:r>
      <w:proofErr w:type="spellEnd"/>
      <w:r>
        <w:rPr>
          <w:lang w:val="en-US"/>
        </w:rPr>
        <w:t>('-')</w:t>
      </w:r>
    </w:p>
    <w:p w14:paraId="76FB8FB5" w14:textId="77777777" w:rsidR="00DC24E3" w:rsidRDefault="00DC24E3" w:rsidP="00DC24E3">
      <w:pPr>
        <w:pStyle w:val="Code"/>
        <w:rPr>
          <w:lang w:val="en-US"/>
        </w:rPr>
      </w:pPr>
      <w:r>
        <w:rPr>
          <w:lang w:val="en-US"/>
        </w:rPr>
        <w:t>&gt;&gt;&gt; words[0] </w:t>
      </w:r>
    </w:p>
    <w:p w14:paraId="2BC5040C" w14:textId="77777777" w:rsidR="00DC24E3" w:rsidRDefault="00DC24E3" w:rsidP="00DC24E3">
      <w:pPr>
        <w:pStyle w:val="Code"/>
        <w:rPr>
          <w:lang w:val="en-US"/>
        </w:rPr>
      </w:pPr>
      <w:r>
        <w:rPr>
          <w:lang w:val="en-US"/>
        </w:rPr>
        <w:t>'2012'</w:t>
      </w:r>
    </w:p>
    <w:p w14:paraId="40390C69" w14:textId="296BF93C" w:rsidR="00DC24E3" w:rsidRDefault="00DC24E3" w:rsidP="00DC24E3">
      <w:pPr>
        <w:pStyle w:val="TexteCourant"/>
      </w:pPr>
      <w:r>
        <w:t>Comme nous lisons le fichier de haut en bas et que les dates les plus récentes sont les premières, nous inversons les deux liste</w:t>
      </w:r>
      <w:r w:rsidR="003C4EA8">
        <w:t>s</w:t>
      </w:r>
      <w:r>
        <w:t xml:space="preserve"> avant de les utiliser en utilisant la méthode </w:t>
      </w:r>
      <w:r w:rsidRPr="003C4EA8">
        <w:rPr>
          <w:rStyle w:val="CodeDansTexte"/>
        </w:rPr>
        <w:t>reverse()</w:t>
      </w:r>
      <w:r>
        <w:t xml:space="preserve">. Cette méthode inverse la liste qu’on lui donne. Par exemple, si </w:t>
      </w:r>
      <w:r w:rsidRPr="00544083">
        <w:rPr>
          <w:rStyle w:val="CodeDansTexte"/>
        </w:rPr>
        <w:t>liste = [1, 2, 3]</w:t>
      </w:r>
      <w:r>
        <w:t xml:space="preserve">. Appeler </w:t>
      </w:r>
      <w:proofErr w:type="spellStart"/>
      <w:r w:rsidRPr="003C4EA8">
        <w:rPr>
          <w:rStyle w:val="CodeDansTexte"/>
        </w:rPr>
        <w:t>liste.reverse</w:t>
      </w:r>
      <w:proofErr w:type="spellEnd"/>
      <w:r w:rsidRPr="003C4EA8">
        <w:rPr>
          <w:rStyle w:val="CodeDansTexte"/>
        </w:rPr>
        <w:t>()</w:t>
      </w:r>
      <w:r>
        <w:t xml:space="preserve"> aura effet de changer </w:t>
      </w:r>
      <w:r w:rsidRPr="00544083">
        <w:rPr>
          <w:rStyle w:val="CodeDansTexte"/>
        </w:rPr>
        <w:t>liste</w:t>
      </w:r>
      <w:r>
        <w:t xml:space="preserve"> en </w:t>
      </w:r>
      <w:r>
        <w:rPr>
          <w:rStyle w:val="CodeDansTexte"/>
        </w:rPr>
        <w:t>[3, 2, 1</w:t>
      </w:r>
      <w:r w:rsidRPr="00544083">
        <w:rPr>
          <w:rStyle w:val="CodeDansTexte"/>
        </w:rPr>
        <w:t>]</w:t>
      </w:r>
      <w:r>
        <w:t xml:space="preserve">. Une fois que nous avons les deux listes, nous créons le premier graphique montrant l’évolution de la population à travers les années dans la fonction </w:t>
      </w:r>
      <w:proofErr w:type="spellStart"/>
      <w:r w:rsidRPr="003C4EA8">
        <w:rPr>
          <w:rStyle w:val="CodeDansTexte"/>
        </w:rPr>
        <w:t>plot_population</w:t>
      </w:r>
      <w:proofErr w:type="spellEnd"/>
      <w:r w:rsidRPr="003C4EA8">
        <w:rPr>
          <w:rStyle w:val="CodeDansTexte"/>
        </w:rPr>
        <w:t>()</w:t>
      </w:r>
      <w:r>
        <w:t xml:space="preserve">. Comme nous souhaitons créer deux graphiques séparés, nous créons une figure en appelant la fonction </w:t>
      </w:r>
      <w:r w:rsidRPr="003C4EA8">
        <w:rPr>
          <w:rStyle w:val="CodeDansTexte"/>
        </w:rPr>
        <w:t>figure()</w:t>
      </w:r>
      <w:r>
        <w:t xml:space="preserve"> et lui assignons le nombre </w:t>
      </w:r>
      <w:r w:rsidRPr="003C4EA8">
        <w:rPr>
          <w:rStyle w:val="CodeDansTexte"/>
        </w:rPr>
        <w:t>1</w:t>
      </w:r>
      <w:r>
        <w:t xml:space="preserve"> en </w:t>
      </w:r>
      <w:r w:rsidRPr="00544083">
        <w:rPr>
          <w:rStyle w:val="PuceRepere"/>
        </w:rPr>
        <w:t>2</w:t>
      </w:r>
      <w:r>
        <w:t xml:space="preserve">. Nous ajoutons la population au graphique avant d’insérer les années sur l’axe </w:t>
      </w:r>
      <w:proofErr w:type="spellStart"/>
      <w:r>
        <w:t>Ox</w:t>
      </w:r>
      <w:proofErr w:type="spellEnd"/>
      <w:r>
        <w:t xml:space="preserve"> à l’aide de la fonction </w:t>
      </w:r>
      <w:proofErr w:type="spellStart"/>
      <w:r>
        <w:t>xsticks</w:t>
      </w:r>
      <w:proofErr w:type="spellEnd"/>
      <w:r>
        <w:t xml:space="preserve">() </w:t>
      </w:r>
      <w:r w:rsidRPr="006205F4">
        <w:rPr>
          <w:rStyle w:val="PuceRepere"/>
        </w:rPr>
        <w:t>3</w:t>
      </w:r>
      <w:r>
        <w:t xml:space="preserve">. L’argument </w:t>
      </w:r>
      <w:r w:rsidRPr="006205F4">
        <w:rPr>
          <w:rStyle w:val="CodeDansTexte"/>
        </w:rPr>
        <w:t>rotation</w:t>
      </w:r>
      <w:r>
        <w:t xml:space="preserve"> nous permet d’afficher les noms sur l’axe </w:t>
      </w:r>
      <w:proofErr w:type="spellStart"/>
      <w:r>
        <w:t>Ox</w:t>
      </w:r>
      <w:proofErr w:type="spellEnd"/>
      <w:r>
        <w:t xml:space="preserve"> avec un certain angle afin que ceux-ci ne se piétinent pas. Ici, nous demandons que ces noms soient écrits avec un angle de 45°.</w:t>
      </w:r>
    </w:p>
    <w:p w14:paraId="679DFFFE" w14:textId="77777777" w:rsidR="00DC24E3" w:rsidRDefault="00DC24E3" w:rsidP="00DC24E3">
      <w:pPr>
        <w:pStyle w:val="TexteCourant"/>
      </w:pPr>
      <w:r>
        <w:t xml:space="preserve">Dans la fonction </w:t>
      </w:r>
      <w:proofErr w:type="spellStart"/>
      <w:r w:rsidRPr="003C4EA8">
        <w:rPr>
          <w:rStyle w:val="CodeDansTexte"/>
        </w:rPr>
        <w:t>calculate_stats</w:t>
      </w:r>
      <w:proofErr w:type="spellEnd"/>
      <w:r w:rsidRPr="003C4EA8">
        <w:rPr>
          <w:rStyle w:val="CodeDansTexte"/>
        </w:rPr>
        <w:t>()</w:t>
      </w:r>
      <w:r>
        <w:t xml:space="preserve">, nous calculons et affichons les valeurs statistiques de la croissance de la population à l’aide des fonctions qui composent désormais le module </w:t>
      </w:r>
      <w:proofErr w:type="spellStart"/>
      <w:r w:rsidRPr="006205F4">
        <w:rPr>
          <w:rStyle w:val="CodeDansTexte"/>
        </w:rPr>
        <w:t>stats</w:t>
      </w:r>
      <w:proofErr w:type="spellEnd"/>
      <w:r>
        <w:t xml:space="preserve">. Cette fonction retourne aussi la liste </w:t>
      </w:r>
      <w:proofErr w:type="spellStart"/>
      <w:r w:rsidRPr="006205F4">
        <w:rPr>
          <w:rStyle w:val="CodeDansTexte"/>
        </w:rPr>
        <w:t>growth</w:t>
      </w:r>
      <w:proofErr w:type="spellEnd"/>
      <w:r>
        <w:t>, laquelle contient la croissance de la population au fil des années.</w:t>
      </w:r>
    </w:p>
    <w:p w14:paraId="3372AA09" w14:textId="77777777" w:rsidR="00DC24E3" w:rsidRDefault="00DC24E3" w:rsidP="00DC24E3">
      <w:pPr>
        <w:pStyle w:val="TexteCourant"/>
      </w:pPr>
      <w:r>
        <w:t xml:space="preserve">La fonction </w:t>
      </w:r>
      <w:proofErr w:type="spellStart"/>
      <w:r w:rsidRPr="003C4EA8">
        <w:rPr>
          <w:rStyle w:val="CodeDansTexte"/>
        </w:rPr>
        <w:t>plot_population_diff</w:t>
      </w:r>
      <w:proofErr w:type="spellEnd"/>
      <w:r w:rsidRPr="003C4EA8">
        <w:rPr>
          <w:rStyle w:val="CodeDansTexte"/>
        </w:rPr>
        <w:t>()</w:t>
      </w:r>
      <w:r>
        <w:t xml:space="preserve"> créé une seconde figure et créé le graphique de la croissance de la population au fil des années. Nous utilisons une liste en compréhension pour créer une liste de labels pour l’axe </w:t>
      </w:r>
      <w:proofErr w:type="spellStart"/>
      <w:r>
        <w:t>Ox</w:t>
      </w:r>
      <w:proofErr w:type="spellEnd"/>
      <w:r>
        <w:t xml:space="preserve"> de la forme 1960-1961, 1961-1962 et ainsi de suite, afin d’indiquer les années </w:t>
      </w:r>
      <w:r w:rsidRPr="006205F4">
        <w:rPr>
          <w:rStyle w:val="PuceRepere"/>
        </w:rPr>
        <w:t>4</w:t>
      </w:r>
      <w:r>
        <w:t xml:space="preserve">. Nous disons, ici encore, que nous souhaitons que les noms soient affichés avec un angle de 45 degrés à l’aide l’argument </w:t>
      </w:r>
      <w:r w:rsidRPr="006205F4">
        <w:rPr>
          <w:rStyle w:val="CodeDansTexte"/>
        </w:rPr>
        <w:t>rotation</w:t>
      </w:r>
      <w:r>
        <w:t>.</w:t>
      </w:r>
    </w:p>
    <w:p w14:paraId="50F1F149" w14:textId="77777777" w:rsidR="00DC24E3" w:rsidRDefault="00DC24E3" w:rsidP="00DC24E3">
      <w:pPr>
        <w:pStyle w:val="TexteCourant"/>
      </w:pPr>
      <w:r>
        <w:t>Lorsque vous lancez le programme, vous devriez voir s’afficher les deux graphiques côte à côte comme dans la Figure 5.</w:t>
      </w:r>
    </w:p>
    <w:p w14:paraId="6CC26B70" w14:textId="77777777" w:rsidR="00DC24E3" w:rsidRDefault="00DC24E3" w:rsidP="00DC24E3">
      <w:pPr>
        <w:pStyle w:val="FigureNomDeFichier"/>
      </w:pPr>
      <w:r>
        <w:t>Figure 5.png</w:t>
      </w:r>
    </w:p>
    <w:p w14:paraId="79A0936E" w14:textId="77777777" w:rsidR="00DC24E3" w:rsidRDefault="00DC24E3" w:rsidP="00DC24E3">
      <w:pPr>
        <w:pStyle w:val="FigureNumero"/>
      </w:pPr>
      <w:r>
        <w:t>Figure 5</w:t>
      </w:r>
    </w:p>
    <w:p w14:paraId="2044EAF5" w14:textId="77777777" w:rsidR="00DC24E3" w:rsidRDefault="00DC24E3" w:rsidP="00DC24E3">
      <w:pPr>
        <w:pStyle w:val="FigureLegende"/>
      </w:pPr>
      <w:r>
        <w:t>Deux graphiques de la population</w:t>
      </w:r>
    </w:p>
    <w:p w14:paraId="0EF6868F" w14:textId="77777777" w:rsidR="00DC24E3" w:rsidRDefault="00DC24E3" w:rsidP="00DC24E3">
      <w:pPr>
        <w:pStyle w:val="TexteCourant"/>
      </w:pPr>
      <w:r>
        <w:t>La première fenêtre sera appelée Figure 1 et l’autre Figure 2 et les valeurs statistiques seront affichées comme suit :</w:t>
      </w:r>
    </w:p>
    <w:p w14:paraId="2294CF5A" w14:textId="77777777" w:rsidR="00DC24E3" w:rsidRPr="0073329D" w:rsidRDefault="00DC24E3" w:rsidP="00DC24E3">
      <w:pPr>
        <w:pStyle w:val="Code"/>
        <w:rPr>
          <w:rFonts w:ascii="Times New Roman" w:hAnsi="Times New Roman"/>
        </w:rPr>
      </w:pPr>
      <w:r>
        <w:rPr>
          <w:lang w:val="en-US"/>
        </w:rPr>
        <w:t>Mean growth: 2562366.15385</w:t>
      </w:r>
    </w:p>
    <w:p w14:paraId="41E37A66" w14:textId="77777777" w:rsidR="00DC24E3" w:rsidRDefault="00DC24E3" w:rsidP="00DC24E3">
      <w:pPr>
        <w:pStyle w:val="Code"/>
        <w:rPr>
          <w:lang w:val="en-US"/>
        </w:rPr>
      </w:pPr>
      <w:r>
        <w:rPr>
          <w:lang w:val="en-US"/>
        </w:rPr>
        <w:t>Median growth: 2476370.00000</w:t>
      </w:r>
    </w:p>
    <w:p w14:paraId="4EDB7891" w14:textId="77777777" w:rsidR="00DC24E3" w:rsidRDefault="00DC24E3" w:rsidP="00DC24E3">
      <w:pPr>
        <w:pStyle w:val="Code"/>
        <w:rPr>
          <w:lang w:val="en-US"/>
        </w:rPr>
      </w:pPr>
      <w:r>
        <w:rPr>
          <w:lang w:val="en-US"/>
        </w:rPr>
        <w:t>Variance/</w:t>
      </w:r>
      <w:proofErr w:type="spellStart"/>
      <w:r>
        <w:rPr>
          <w:lang w:val="en-US"/>
        </w:rPr>
        <w:t>Sd</w:t>
      </w:r>
      <w:proofErr w:type="spellEnd"/>
      <w:r>
        <w:rPr>
          <w:lang w:val="en-US"/>
        </w:rPr>
        <w:t xml:space="preserve"> growth: 188985554755.28406, 434724.68846</w:t>
      </w:r>
    </w:p>
    <w:p w14:paraId="54AD2086" w14:textId="77777777" w:rsidR="00DC24E3" w:rsidRDefault="00DC24E3" w:rsidP="00DC24E3">
      <w:pPr>
        <w:pStyle w:val="TexteCourant"/>
      </w:pPr>
      <w:r>
        <w:t xml:space="preserve">Vous aurez besoin d’optimiser la taille des fenêtres pour pouvoir lire les noms de l’axe </w:t>
      </w:r>
      <w:proofErr w:type="spellStart"/>
      <w:r>
        <w:t>Ox</w:t>
      </w:r>
      <w:proofErr w:type="spellEnd"/>
      <w:r>
        <w:t>.</w:t>
      </w:r>
    </w:p>
    <w:p w14:paraId="10C5AA52" w14:textId="77777777" w:rsidR="00DC24E3" w:rsidRDefault="00DC24E3" w:rsidP="00DC24E3">
      <w:pPr>
        <w:pStyle w:val="TitreNiveau1"/>
      </w:pPr>
      <w:r>
        <w:t>#4 : Trouver le centile</w:t>
      </w:r>
    </w:p>
    <w:p w14:paraId="0A23C603" w14:textId="77777777" w:rsidR="00DC24E3" w:rsidRDefault="00DC24E3" w:rsidP="00DC24E3">
      <w:pPr>
        <w:pStyle w:val="TexteCourant"/>
      </w:pPr>
      <w:r>
        <w:t>Le programme trouvant la valeur correspondant à un certain centile utilise l’algorithme évoqué dans la description du défi et ressemble à ceci :</w:t>
      </w:r>
    </w:p>
    <w:p w14:paraId="197019BD" w14:textId="77777777" w:rsidR="00DC24E3" w:rsidRPr="00DE5B5A" w:rsidRDefault="00DC24E3" w:rsidP="00DC24E3">
      <w:pPr>
        <w:pStyle w:val="Code"/>
        <w:rPr>
          <w:lang w:val="en-US"/>
        </w:rPr>
      </w:pPr>
      <w:r>
        <w:rPr>
          <w:lang w:val="en-US"/>
        </w:rPr>
        <w:t>'''</w:t>
      </w:r>
    </w:p>
    <w:p w14:paraId="7C98276C" w14:textId="77777777" w:rsidR="00DC24E3" w:rsidRDefault="00DC24E3" w:rsidP="00DC24E3">
      <w:pPr>
        <w:pStyle w:val="Code"/>
        <w:rPr>
          <w:lang w:val="en-US"/>
        </w:rPr>
      </w:pPr>
      <w:r>
        <w:rPr>
          <w:lang w:val="en-US"/>
        </w:rPr>
        <w:t>percentile_score.py</w:t>
      </w:r>
    </w:p>
    <w:p w14:paraId="742D4A2D" w14:textId="77777777" w:rsidR="00DC24E3" w:rsidRDefault="00DC24E3" w:rsidP="00DC24E3">
      <w:pPr>
        <w:pStyle w:val="Code"/>
        <w:rPr>
          <w:lang w:val="en-US"/>
        </w:rPr>
      </w:pPr>
      <w:r>
        <w:rPr>
          <w:lang w:val="en-US"/>
        </w:rPr>
        <w:t>Calculate the number from a list of numbers that corresponds</w:t>
      </w:r>
    </w:p>
    <w:p w14:paraId="08838894" w14:textId="77777777" w:rsidR="00DC24E3" w:rsidRDefault="00DC24E3" w:rsidP="00DC24E3">
      <w:pPr>
        <w:pStyle w:val="Code"/>
        <w:rPr>
          <w:lang w:val="en-US"/>
        </w:rPr>
      </w:pPr>
      <w:r>
        <w:rPr>
          <w:lang w:val="en-US"/>
        </w:rPr>
        <w:t>to a specific percentile</w:t>
      </w:r>
    </w:p>
    <w:p w14:paraId="391B3C5B" w14:textId="77777777" w:rsidR="00DC24E3" w:rsidRDefault="00DC24E3" w:rsidP="00DC24E3">
      <w:pPr>
        <w:pStyle w:val="Code"/>
        <w:rPr>
          <w:lang w:val="en-US"/>
        </w:rPr>
      </w:pPr>
      <w:r>
        <w:rPr>
          <w:lang w:val="en-US"/>
        </w:rPr>
        <w:t>This implements the method described at</w:t>
      </w:r>
    </w:p>
    <w:p w14:paraId="64E73770" w14:textId="77777777" w:rsidR="00DC24E3" w:rsidRDefault="00DC24E3" w:rsidP="00DC24E3">
      <w:pPr>
        <w:pStyle w:val="Code"/>
        <w:rPr>
          <w:lang w:val="en-US"/>
        </w:rPr>
      </w:pPr>
      <w:r>
        <w:rPr>
          <w:lang w:val="en-US"/>
        </w:rPr>
        <w:t>http://web.stanford.edu/class/archive/anthsci/anthsci192/anthsci192.1064/handouts/</w:t>
      </w:r>
    </w:p>
    <w:p w14:paraId="1546AF5D" w14:textId="77777777" w:rsidR="00DC24E3" w:rsidRDefault="00DC24E3" w:rsidP="00DC24E3">
      <w:pPr>
        <w:pStyle w:val="Code"/>
        <w:rPr>
          <w:lang w:val="en-US"/>
        </w:rPr>
      </w:pPr>
      <w:r>
        <w:rPr>
          <w:lang w:val="en-US"/>
        </w:rPr>
        <w:t>calculating%20percentiles.pdf</w:t>
      </w:r>
    </w:p>
    <w:p w14:paraId="53C236EF" w14:textId="77777777" w:rsidR="00DC24E3" w:rsidRDefault="00DC24E3" w:rsidP="00DC24E3">
      <w:pPr>
        <w:pStyle w:val="Code"/>
        <w:rPr>
          <w:lang w:val="en-US"/>
        </w:rPr>
      </w:pPr>
      <w:r>
        <w:rPr>
          <w:lang w:val="en-US"/>
        </w:rPr>
        <w:t>'''</w:t>
      </w:r>
    </w:p>
    <w:p w14:paraId="5CC258D9"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find_percentile_score</w:t>
      </w:r>
      <w:proofErr w:type="spellEnd"/>
      <w:r>
        <w:rPr>
          <w:lang w:val="en-US"/>
        </w:rPr>
        <w:t>(data, percentile):</w:t>
      </w:r>
    </w:p>
    <w:p w14:paraId="26D7577F" w14:textId="77777777" w:rsidR="00DC24E3" w:rsidRDefault="00DC24E3" w:rsidP="00DC24E3">
      <w:pPr>
        <w:pStyle w:val="Code"/>
        <w:rPr>
          <w:lang w:val="en-US"/>
        </w:rPr>
      </w:pPr>
      <w:r>
        <w:rPr>
          <w:lang w:val="en-US"/>
        </w:rPr>
        <w:t xml:space="preserve">    if percentile &lt; 0 or percentile &gt; 100:</w:t>
      </w:r>
    </w:p>
    <w:p w14:paraId="2E4474BC" w14:textId="77777777" w:rsidR="00DC24E3" w:rsidRDefault="00DC24E3" w:rsidP="00DC24E3">
      <w:pPr>
        <w:pStyle w:val="Code"/>
        <w:rPr>
          <w:lang w:val="en-US"/>
        </w:rPr>
      </w:pPr>
      <w:r>
        <w:rPr>
          <w:lang w:val="en-US"/>
        </w:rPr>
        <w:t xml:space="preserve">        return None</w:t>
      </w:r>
    </w:p>
    <w:p w14:paraId="133F22B9" w14:textId="77777777" w:rsidR="00DC24E3" w:rsidRDefault="00DC24E3" w:rsidP="00DC24E3">
      <w:pPr>
        <w:pStyle w:val="Code"/>
        <w:rPr>
          <w:lang w:val="en-US"/>
        </w:rPr>
      </w:pPr>
      <w:r>
        <w:rPr>
          <w:lang w:val="en-US"/>
        </w:rPr>
        <w:t xml:space="preserve">    </w:t>
      </w:r>
      <w:proofErr w:type="spellStart"/>
      <w:r>
        <w:rPr>
          <w:lang w:val="en-US"/>
        </w:rPr>
        <w:t>data.sort</w:t>
      </w:r>
      <w:proofErr w:type="spellEnd"/>
      <w:r>
        <w:rPr>
          <w:lang w:val="en-US"/>
        </w:rPr>
        <w:t xml:space="preserve">() </w:t>
      </w:r>
      <w:r w:rsidRPr="001A5172">
        <w:rPr>
          <w:rStyle w:val="PuceRepere"/>
        </w:rPr>
        <w:t>1</w:t>
      </w:r>
    </w:p>
    <w:p w14:paraId="7823BF30" w14:textId="77777777" w:rsidR="00DC24E3" w:rsidRDefault="00DC24E3" w:rsidP="00DC24E3">
      <w:pPr>
        <w:pStyle w:val="Code"/>
        <w:rPr>
          <w:lang w:val="en-US"/>
        </w:rPr>
      </w:pPr>
      <w:r>
        <w:rPr>
          <w:lang w:val="en-US"/>
        </w:rPr>
        <w:t xml:space="preserve">    if percentile == 0:</w:t>
      </w:r>
    </w:p>
    <w:p w14:paraId="0E6A862F" w14:textId="77777777" w:rsidR="00DC24E3" w:rsidRDefault="00DC24E3" w:rsidP="00DC24E3">
      <w:pPr>
        <w:pStyle w:val="Code"/>
        <w:rPr>
          <w:lang w:val="en-US"/>
        </w:rPr>
      </w:pPr>
      <w:r>
        <w:rPr>
          <w:lang w:val="en-US"/>
        </w:rPr>
        <w:t xml:space="preserve">        return data[0]</w:t>
      </w:r>
    </w:p>
    <w:p w14:paraId="27AA625D" w14:textId="77777777" w:rsidR="00DC24E3" w:rsidRDefault="00DC24E3" w:rsidP="00DC24E3">
      <w:pPr>
        <w:pStyle w:val="Code"/>
        <w:rPr>
          <w:lang w:val="en-US"/>
        </w:rPr>
      </w:pPr>
      <w:r>
        <w:rPr>
          <w:lang w:val="en-US"/>
        </w:rPr>
        <w:t xml:space="preserve">    if percentile == 100:</w:t>
      </w:r>
    </w:p>
    <w:p w14:paraId="4E8C407B" w14:textId="77777777" w:rsidR="00DC24E3" w:rsidRDefault="00DC24E3" w:rsidP="00DC24E3">
      <w:pPr>
        <w:pStyle w:val="Code"/>
        <w:rPr>
          <w:lang w:val="en-US"/>
        </w:rPr>
      </w:pPr>
      <w:r>
        <w:rPr>
          <w:lang w:val="en-US"/>
        </w:rPr>
        <w:t xml:space="preserve">        return data[-1]</w:t>
      </w:r>
    </w:p>
    <w:p w14:paraId="75929F73" w14:textId="77777777" w:rsidR="00DC24E3" w:rsidRDefault="00DC24E3" w:rsidP="00DC24E3">
      <w:pPr>
        <w:pStyle w:val="Code"/>
        <w:rPr>
          <w:lang w:val="en-US"/>
        </w:rPr>
      </w:pPr>
      <w:r>
        <w:rPr>
          <w:lang w:val="en-US"/>
        </w:rPr>
        <w:t xml:space="preserve">    n = </w:t>
      </w:r>
      <w:proofErr w:type="spellStart"/>
      <w:r>
        <w:rPr>
          <w:lang w:val="en-US"/>
        </w:rPr>
        <w:t>len</w:t>
      </w:r>
      <w:proofErr w:type="spellEnd"/>
      <w:r>
        <w:rPr>
          <w:lang w:val="en-US"/>
        </w:rPr>
        <w:t>(data)</w:t>
      </w:r>
    </w:p>
    <w:p w14:paraId="14FBE6C8" w14:textId="77777777" w:rsidR="00DC24E3" w:rsidRDefault="00DC24E3" w:rsidP="00DC24E3">
      <w:pPr>
        <w:pStyle w:val="Code"/>
        <w:rPr>
          <w:lang w:val="en-US"/>
        </w:rPr>
      </w:pPr>
      <w:r>
        <w:rPr>
          <w:lang w:val="en-US"/>
        </w:rPr>
        <w:t xml:space="preserve">    </w:t>
      </w:r>
      <w:proofErr w:type="spellStart"/>
      <w:r>
        <w:rPr>
          <w:lang w:val="en-US"/>
        </w:rPr>
        <w:t>i</w:t>
      </w:r>
      <w:proofErr w:type="spellEnd"/>
      <w:r>
        <w:rPr>
          <w:lang w:val="en-US"/>
        </w:rPr>
        <w:t xml:space="preserve"> = ((n*percentile)/100) + 0.5 </w:t>
      </w:r>
      <w:r w:rsidRPr="001A5172">
        <w:rPr>
          <w:rStyle w:val="PuceRepere"/>
        </w:rPr>
        <w:t>2</w:t>
      </w:r>
    </w:p>
    <w:p w14:paraId="1ED13EA1" w14:textId="77777777" w:rsidR="00DC24E3" w:rsidRDefault="00DC24E3" w:rsidP="00DC24E3">
      <w:pPr>
        <w:pStyle w:val="Code"/>
        <w:rPr>
          <w:lang w:val="en-US"/>
        </w:rPr>
      </w:pPr>
      <w:r>
        <w:rPr>
          <w:lang w:val="en-US"/>
        </w:rPr>
        <w:t xml:space="preserve">    if </w:t>
      </w:r>
      <w:proofErr w:type="spellStart"/>
      <w:r>
        <w:rPr>
          <w:lang w:val="en-US"/>
        </w:rPr>
        <w:t>i.is_integer</w:t>
      </w:r>
      <w:proofErr w:type="spellEnd"/>
      <w:r>
        <w:rPr>
          <w:lang w:val="en-US"/>
        </w:rPr>
        <w:t>():</w:t>
      </w:r>
    </w:p>
    <w:p w14:paraId="5C5C7443" w14:textId="77777777" w:rsidR="00DC24E3" w:rsidRDefault="00DC24E3" w:rsidP="00DC24E3">
      <w:pPr>
        <w:pStyle w:val="Code"/>
        <w:rPr>
          <w:lang w:val="en-US"/>
        </w:rPr>
      </w:pPr>
      <w:r>
        <w:rPr>
          <w:lang w:val="en-US"/>
        </w:rPr>
        <w:t xml:space="preserve">        </w:t>
      </w:r>
      <w:proofErr w:type="spellStart"/>
      <w:r>
        <w:rPr>
          <w:lang w:val="en-US"/>
        </w:rPr>
        <w:t>real_idx</w:t>
      </w:r>
      <w:proofErr w:type="spellEnd"/>
      <w:r>
        <w:rPr>
          <w:lang w:val="en-US"/>
        </w:rPr>
        <w:t xml:space="preserve"> = </w:t>
      </w:r>
      <w:proofErr w:type="spellStart"/>
      <w:r>
        <w:rPr>
          <w:lang w:val="en-US"/>
        </w:rPr>
        <w:t>int</w:t>
      </w:r>
      <w:proofErr w:type="spellEnd"/>
      <w:r>
        <w:rPr>
          <w:lang w:val="en-US"/>
        </w:rPr>
        <w:t>(i-1)</w:t>
      </w:r>
    </w:p>
    <w:p w14:paraId="61E51D02" w14:textId="77777777" w:rsidR="00DC24E3" w:rsidRDefault="00DC24E3" w:rsidP="00DC24E3">
      <w:pPr>
        <w:pStyle w:val="Code"/>
        <w:rPr>
          <w:lang w:val="en-US"/>
        </w:rPr>
      </w:pPr>
      <w:r>
        <w:rPr>
          <w:rFonts w:ascii="Wingdings 2" w:hAnsi="Wingdings 2" w:cs="Wingdings 2"/>
          <w:kern w:val="1"/>
          <w:lang w:val="en-US"/>
        </w:rPr>
        <w:tab/>
      </w:r>
      <w:r>
        <w:rPr>
          <w:lang w:val="en-US"/>
        </w:rPr>
        <w:t xml:space="preserve">        return data[</w:t>
      </w:r>
      <w:proofErr w:type="spellStart"/>
      <w:r>
        <w:rPr>
          <w:lang w:val="en-US"/>
        </w:rPr>
        <w:t>real_idx</w:t>
      </w:r>
      <w:proofErr w:type="spellEnd"/>
      <w:r>
        <w:rPr>
          <w:lang w:val="en-US"/>
        </w:rPr>
        <w:t xml:space="preserve">] </w:t>
      </w:r>
      <w:r w:rsidRPr="001A5172">
        <w:rPr>
          <w:rStyle w:val="PuceRepere"/>
        </w:rPr>
        <w:t>3</w:t>
      </w:r>
    </w:p>
    <w:p w14:paraId="2D96BA6E" w14:textId="77777777" w:rsidR="00DC24E3" w:rsidRDefault="00DC24E3" w:rsidP="00DC24E3">
      <w:pPr>
        <w:pStyle w:val="Code"/>
        <w:rPr>
          <w:lang w:val="en-US"/>
        </w:rPr>
      </w:pPr>
      <w:r>
        <w:rPr>
          <w:lang w:val="en-US"/>
        </w:rPr>
        <w:t xml:space="preserve">    else:  </w:t>
      </w:r>
    </w:p>
    <w:p w14:paraId="0A7AEC99" w14:textId="77777777" w:rsidR="00DC24E3" w:rsidRDefault="00DC24E3" w:rsidP="00DC24E3">
      <w:pPr>
        <w:pStyle w:val="Code"/>
        <w:rPr>
          <w:lang w:val="en-US"/>
        </w:rPr>
      </w:pPr>
      <w:r>
        <w:rPr>
          <w:rFonts w:ascii="Wingdings 2" w:hAnsi="Wingdings 2" w:cs="Wingdings 2"/>
          <w:kern w:val="1"/>
          <w:lang w:val="en-US"/>
        </w:rPr>
        <w:tab/>
      </w:r>
      <w:r>
        <w:rPr>
          <w:lang w:val="en-US"/>
        </w:rPr>
        <w:t xml:space="preserve">        k = </w:t>
      </w:r>
      <w:proofErr w:type="spellStart"/>
      <w:r>
        <w:rPr>
          <w:lang w:val="en-US"/>
        </w:rPr>
        <w:t>int</w:t>
      </w:r>
      <w:proofErr w:type="spellEnd"/>
      <w:r>
        <w:rPr>
          <w:lang w:val="en-US"/>
        </w:rPr>
        <w:t>(</w:t>
      </w:r>
      <w:proofErr w:type="spellStart"/>
      <w:r>
        <w:rPr>
          <w:lang w:val="en-US"/>
        </w:rPr>
        <w:t>i</w:t>
      </w:r>
      <w:proofErr w:type="spellEnd"/>
      <w:r>
        <w:rPr>
          <w:lang w:val="en-US"/>
        </w:rPr>
        <w:t xml:space="preserve">) </w:t>
      </w:r>
      <w:r w:rsidRPr="001A5172">
        <w:rPr>
          <w:rStyle w:val="PuceRepere"/>
        </w:rPr>
        <w:t>4</w:t>
      </w:r>
    </w:p>
    <w:p w14:paraId="28D36CDF" w14:textId="77777777" w:rsidR="00DC24E3" w:rsidRDefault="00DC24E3" w:rsidP="00DC24E3">
      <w:pPr>
        <w:pStyle w:val="Code"/>
        <w:rPr>
          <w:lang w:val="en-US"/>
        </w:rPr>
      </w:pPr>
      <w:r>
        <w:rPr>
          <w:rFonts w:ascii="Wingdings 2" w:hAnsi="Wingdings 2" w:cs="Wingdings 2"/>
          <w:kern w:val="1"/>
          <w:lang w:val="en-US"/>
        </w:rPr>
        <w:tab/>
      </w:r>
      <w:r>
        <w:rPr>
          <w:lang w:val="en-US"/>
        </w:rPr>
        <w:t xml:space="preserve">        f = </w:t>
      </w:r>
      <w:proofErr w:type="spellStart"/>
      <w:r>
        <w:rPr>
          <w:lang w:val="en-US"/>
        </w:rPr>
        <w:t>i</w:t>
      </w:r>
      <w:proofErr w:type="spellEnd"/>
      <w:r>
        <w:rPr>
          <w:lang w:val="en-US"/>
        </w:rPr>
        <w:t xml:space="preserve"> –k </w:t>
      </w:r>
      <w:r w:rsidRPr="001A5172">
        <w:rPr>
          <w:rStyle w:val="PuceRepere"/>
        </w:rPr>
        <w:t>5</w:t>
      </w:r>
    </w:p>
    <w:p w14:paraId="52045ED5" w14:textId="77777777" w:rsidR="00DC24E3" w:rsidRDefault="00DC24E3" w:rsidP="00DC24E3">
      <w:pPr>
        <w:pStyle w:val="Code"/>
        <w:rPr>
          <w:lang w:val="en-US"/>
        </w:rPr>
      </w:pPr>
      <w:r>
        <w:rPr>
          <w:lang w:val="en-US"/>
        </w:rPr>
        <w:t xml:space="preserve">        real_idx_1 = k - 1</w:t>
      </w:r>
    </w:p>
    <w:p w14:paraId="0CB6F796" w14:textId="77777777" w:rsidR="00DC24E3" w:rsidRDefault="00DC24E3" w:rsidP="00DC24E3">
      <w:pPr>
        <w:pStyle w:val="Code"/>
        <w:rPr>
          <w:lang w:val="en-US"/>
        </w:rPr>
      </w:pPr>
      <w:r>
        <w:rPr>
          <w:rFonts w:ascii="Courier" w:hAnsi="Courier" w:cs="Courier"/>
          <w:kern w:val="1"/>
          <w:lang w:val="en-US"/>
        </w:rPr>
        <w:tab/>
      </w:r>
      <w:r>
        <w:rPr>
          <w:lang w:val="en-US"/>
        </w:rPr>
        <w:t xml:space="preserve">        real_idx_2 = k</w:t>
      </w:r>
    </w:p>
    <w:p w14:paraId="6244DFAD" w14:textId="77777777" w:rsidR="00DC24E3" w:rsidRDefault="00DC24E3" w:rsidP="00DC24E3">
      <w:pPr>
        <w:pStyle w:val="Code"/>
        <w:rPr>
          <w:lang w:val="en-US"/>
        </w:rPr>
      </w:pPr>
      <w:r>
        <w:rPr>
          <w:rFonts w:ascii="Courier" w:hAnsi="Courier" w:cs="Courier"/>
          <w:kern w:val="1"/>
          <w:lang w:val="en-US"/>
        </w:rPr>
        <w:tab/>
      </w:r>
      <w:r>
        <w:rPr>
          <w:lang w:val="en-US"/>
        </w:rPr>
        <w:t xml:space="preserve">        return (1-f)*data[real_idx_1] + f*data[real_idx_2] </w:t>
      </w:r>
      <w:r w:rsidRPr="001A5172">
        <w:rPr>
          <w:rStyle w:val="PuceRepere"/>
        </w:rPr>
        <w:t>6</w:t>
      </w:r>
    </w:p>
    <w:p w14:paraId="0745D3CE"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read_data</w:t>
      </w:r>
      <w:proofErr w:type="spellEnd"/>
      <w:r>
        <w:rPr>
          <w:lang w:val="en-US"/>
        </w:rPr>
        <w:t>(filename):</w:t>
      </w:r>
    </w:p>
    <w:p w14:paraId="1CDB4527" w14:textId="77777777" w:rsidR="00DC24E3" w:rsidRDefault="00DC24E3" w:rsidP="00DC24E3">
      <w:pPr>
        <w:pStyle w:val="Code"/>
        <w:rPr>
          <w:lang w:val="en-US"/>
        </w:rPr>
      </w:pPr>
      <w:r>
        <w:rPr>
          <w:kern w:val="1"/>
          <w:lang w:val="en-US"/>
        </w:rPr>
        <w:tab/>
        <w:t xml:space="preserve">    </w:t>
      </w:r>
      <w:r>
        <w:rPr>
          <w:lang w:val="en-US"/>
        </w:rPr>
        <w:t>numbers = []</w:t>
      </w:r>
    </w:p>
    <w:p w14:paraId="22F8AF4E" w14:textId="77777777" w:rsidR="00DC24E3" w:rsidRDefault="00DC24E3" w:rsidP="00DC24E3">
      <w:pPr>
        <w:pStyle w:val="Code"/>
        <w:rPr>
          <w:lang w:val="en-US"/>
        </w:rPr>
      </w:pPr>
      <w:r>
        <w:rPr>
          <w:rFonts w:ascii="Courier" w:hAnsi="Courier" w:cs="Courier"/>
          <w:kern w:val="1"/>
          <w:lang w:val="en-US"/>
        </w:rPr>
        <w:tab/>
      </w:r>
      <w:r>
        <w:rPr>
          <w:lang w:val="en-US"/>
        </w:rPr>
        <w:t xml:space="preserve">    with open(filename) as f:</w:t>
      </w:r>
    </w:p>
    <w:p w14:paraId="3969F769" w14:textId="77777777" w:rsidR="00DC24E3" w:rsidRDefault="00DC24E3" w:rsidP="00DC24E3">
      <w:pPr>
        <w:pStyle w:val="Code"/>
        <w:rPr>
          <w:lang w:val="en-US"/>
        </w:rPr>
      </w:pPr>
      <w:r>
        <w:rPr>
          <w:kern w:val="1"/>
          <w:lang w:val="en-US"/>
        </w:rPr>
        <w:tab/>
        <w:t xml:space="preserve">        </w:t>
      </w:r>
      <w:r>
        <w:rPr>
          <w:lang w:val="en-US"/>
        </w:rPr>
        <w:t>for line in f:</w:t>
      </w:r>
    </w:p>
    <w:p w14:paraId="31455A33" w14:textId="77777777" w:rsidR="00DC24E3" w:rsidRDefault="00DC24E3" w:rsidP="00DC24E3">
      <w:pPr>
        <w:pStyle w:val="Code"/>
        <w:rPr>
          <w:lang w:val="en-US"/>
        </w:rPr>
      </w:pPr>
      <w:r>
        <w:rPr>
          <w:rFonts w:ascii="Courier" w:hAnsi="Courier" w:cs="Courier"/>
          <w:kern w:val="1"/>
          <w:lang w:val="en-US"/>
        </w:rPr>
        <w:tab/>
      </w:r>
      <w:r>
        <w:rPr>
          <w:lang w:val="en-US"/>
        </w:rPr>
        <w:t xml:space="preserve">            </w:t>
      </w:r>
      <w:proofErr w:type="spellStart"/>
      <w:r>
        <w:rPr>
          <w:lang w:val="en-US"/>
        </w:rPr>
        <w:t>numbers.append</w:t>
      </w:r>
      <w:proofErr w:type="spellEnd"/>
      <w:r>
        <w:rPr>
          <w:lang w:val="en-US"/>
        </w:rPr>
        <w:t>(float(line))</w:t>
      </w:r>
    </w:p>
    <w:p w14:paraId="4CA23550" w14:textId="77777777" w:rsidR="00DC24E3" w:rsidRDefault="00DC24E3" w:rsidP="00DC24E3">
      <w:pPr>
        <w:pStyle w:val="Code"/>
        <w:rPr>
          <w:lang w:val="en-US"/>
        </w:rPr>
      </w:pPr>
      <w:r>
        <w:rPr>
          <w:kern w:val="1"/>
          <w:lang w:val="en-US"/>
        </w:rPr>
        <w:tab/>
        <w:t xml:space="preserve">    </w:t>
      </w:r>
      <w:r>
        <w:rPr>
          <w:lang w:val="en-US"/>
        </w:rPr>
        <w:t>return numbers</w:t>
      </w:r>
    </w:p>
    <w:p w14:paraId="05E40F4A" w14:textId="77777777" w:rsidR="00DC24E3" w:rsidRDefault="00DC24E3" w:rsidP="00DC24E3">
      <w:pPr>
        <w:pStyle w:val="Code"/>
        <w:rPr>
          <w:lang w:val="en-US"/>
        </w:rPr>
      </w:pPr>
      <w:r>
        <w:rPr>
          <w:rFonts w:ascii="Courier" w:hAnsi="Courier" w:cs="Courier"/>
          <w:kern w:val="1"/>
          <w:lang w:val="en-US"/>
        </w:rPr>
        <w:tab/>
      </w:r>
      <w:r>
        <w:rPr>
          <w:lang w:val="en-US"/>
        </w:rPr>
        <w:t>if __name__ == '__main__':</w:t>
      </w:r>
    </w:p>
    <w:p w14:paraId="192B3977" w14:textId="77777777" w:rsidR="00DC24E3" w:rsidRDefault="00DC24E3" w:rsidP="00DC24E3">
      <w:pPr>
        <w:pStyle w:val="Code"/>
        <w:rPr>
          <w:lang w:val="en-US"/>
        </w:rPr>
      </w:pPr>
      <w:r>
        <w:rPr>
          <w:kern w:val="1"/>
          <w:lang w:val="en-US"/>
        </w:rPr>
        <w:tab/>
        <w:t xml:space="preserve">    </w:t>
      </w:r>
      <w:r>
        <w:rPr>
          <w:lang w:val="en-US"/>
        </w:rPr>
        <w:t>percentile = float(input('Enter the percentile score you want to  calculate: '))</w:t>
      </w:r>
    </w:p>
    <w:p w14:paraId="2A484AD2" w14:textId="77777777" w:rsidR="00DC24E3" w:rsidRDefault="00DC24E3" w:rsidP="00DC24E3">
      <w:pPr>
        <w:pStyle w:val="Code"/>
        <w:rPr>
          <w:lang w:val="en-US"/>
        </w:rPr>
      </w:pPr>
      <w:r>
        <w:rPr>
          <w:kern w:val="1"/>
          <w:lang w:val="en-US"/>
        </w:rPr>
        <w:tab/>
        <w:t xml:space="preserve">    </w:t>
      </w:r>
      <w:r>
        <w:rPr>
          <w:lang w:val="en-US"/>
        </w:rPr>
        <w:t xml:space="preserve">data = </w:t>
      </w:r>
      <w:proofErr w:type="spellStart"/>
      <w:r>
        <w:rPr>
          <w:lang w:val="en-US"/>
        </w:rPr>
        <w:t>read_data</w:t>
      </w:r>
      <w:proofErr w:type="spellEnd"/>
      <w:r>
        <w:rPr>
          <w:lang w:val="en-US"/>
        </w:rPr>
        <w:t>('marks.txt')</w:t>
      </w:r>
    </w:p>
    <w:p w14:paraId="326B23CB" w14:textId="77777777" w:rsidR="00DC24E3" w:rsidRDefault="00DC24E3" w:rsidP="00DC24E3">
      <w:pPr>
        <w:pStyle w:val="Code"/>
        <w:rPr>
          <w:lang w:val="en-US"/>
        </w:rPr>
      </w:pPr>
      <w:r>
        <w:rPr>
          <w:kern w:val="1"/>
          <w:lang w:val="en-US"/>
        </w:rPr>
        <w:tab/>
        <w:t xml:space="preserve">    </w:t>
      </w:r>
      <w:proofErr w:type="spellStart"/>
      <w:r>
        <w:rPr>
          <w:lang w:val="en-US"/>
        </w:rPr>
        <w:t>percentile_score</w:t>
      </w:r>
      <w:proofErr w:type="spellEnd"/>
      <w:r>
        <w:rPr>
          <w:lang w:val="en-US"/>
        </w:rPr>
        <w:t xml:space="preserve"> = </w:t>
      </w:r>
      <w:proofErr w:type="spellStart"/>
      <w:r>
        <w:rPr>
          <w:lang w:val="en-US"/>
        </w:rPr>
        <w:t>find_percentile_score</w:t>
      </w:r>
      <w:proofErr w:type="spellEnd"/>
      <w:r>
        <w:rPr>
          <w:lang w:val="en-US"/>
        </w:rPr>
        <w:t>(data, percentile)</w:t>
      </w:r>
    </w:p>
    <w:p w14:paraId="534903DA" w14:textId="77777777" w:rsidR="00DC24E3" w:rsidRDefault="00DC24E3" w:rsidP="00DC24E3">
      <w:pPr>
        <w:pStyle w:val="Code"/>
        <w:rPr>
          <w:lang w:val="en-US"/>
        </w:rPr>
      </w:pPr>
      <w:r>
        <w:rPr>
          <w:kern w:val="1"/>
          <w:lang w:val="en-US"/>
        </w:rPr>
        <w:tab/>
        <w:t xml:space="preserve">    </w:t>
      </w:r>
      <w:r>
        <w:rPr>
          <w:lang w:val="en-US"/>
        </w:rPr>
        <w:t xml:space="preserve">if </w:t>
      </w:r>
      <w:proofErr w:type="spellStart"/>
      <w:r>
        <w:rPr>
          <w:lang w:val="en-US"/>
        </w:rPr>
        <w:t>percentile_score</w:t>
      </w:r>
      <w:proofErr w:type="spellEnd"/>
      <w:r>
        <w:rPr>
          <w:lang w:val="en-US"/>
        </w:rPr>
        <w:t>:</w:t>
      </w:r>
    </w:p>
    <w:p w14:paraId="3325AB9F" w14:textId="77777777" w:rsidR="00DC24E3" w:rsidRDefault="00DC24E3" w:rsidP="00DC24E3">
      <w:pPr>
        <w:pStyle w:val="Code"/>
        <w:rPr>
          <w:lang w:val="en-US"/>
        </w:rPr>
      </w:pPr>
      <w:r>
        <w:rPr>
          <w:rFonts w:ascii="Courier" w:hAnsi="Courier" w:cs="Courier"/>
          <w:kern w:val="1"/>
          <w:lang w:val="en-US"/>
        </w:rPr>
        <w:tab/>
      </w:r>
      <w:r>
        <w:rPr>
          <w:lang w:val="en-US"/>
        </w:rPr>
        <w:t xml:space="preserve">        print('The score at {0} percentile: {1}'.format(percentile, </w:t>
      </w:r>
      <w:proofErr w:type="spellStart"/>
      <w:r>
        <w:rPr>
          <w:lang w:val="en-US"/>
        </w:rPr>
        <w:t>percentile_score</w:t>
      </w:r>
      <w:proofErr w:type="spellEnd"/>
      <w:r>
        <w:rPr>
          <w:lang w:val="en-US"/>
        </w:rPr>
        <w:t>))</w:t>
      </w:r>
    </w:p>
    <w:p w14:paraId="4735BC0B" w14:textId="77777777" w:rsidR="00DC24E3" w:rsidRDefault="00DC24E3" w:rsidP="00DC24E3">
      <w:pPr>
        <w:pStyle w:val="Code"/>
        <w:rPr>
          <w:lang w:val="en-US"/>
        </w:rPr>
      </w:pPr>
      <w:r>
        <w:rPr>
          <w:kern w:val="1"/>
          <w:lang w:val="en-US"/>
        </w:rPr>
        <w:tab/>
        <w:t xml:space="preserve">    </w:t>
      </w:r>
      <w:r>
        <w:rPr>
          <w:lang w:val="en-US"/>
        </w:rPr>
        <w:t>else:</w:t>
      </w:r>
    </w:p>
    <w:p w14:paraId="737BBE32" w14:textId="77777777" w:rsidR="00DC24E3" w:rsidRDefault="00DC24E3" w:rsidP="00DC24E3">
      <w:pPr>
        <w:pStyle w:val="Code"/>
        <w:rPr>
          <w:lang w:val="en-US"/>
        </w:rPr>
      </w:pPr>
      <w:r>
        <w:rPr>
          <w:rFonts w:ascii="Courier" w:hAnsi="Courier" w:cs="Courier"/>
          <w:kern w:val="1"/>
          <w:lang w:val="en-US"/>
        </w:rPr>
        <w:tab/>
      </w:r>
      <w:r>
        <w:rPr>
          <w:lang w:val="en-US"/>
        </w:rPr>
        <w:t xml:space="preserve">        print('Could not find the score corresponding to {0} </w:t>
      </w:r>
      <w:proofErr w:type="spellStart"/>
      <w:r>
        <w:rPr>
          <w:lang w:val="en-US"/>
        </w:rPr>
        <w:t>percentile'.format</w:t>
      </w:r>
      <w:proofErr w:type="spellEnd"/>
      <w:r>
        <w:rPr>
          <w:lang w:val="en-US"/>
        </w:rPr>
        <w:t>(percentile))</w:t>
      </w:r>
    </w:p>
    <w:p w14:paraId="6D3C79F3" w14:textId="77777777" w:rsidR="00DC24E3" w:rsidRDefault="00DC24E3" w:rsidP="00DC24E3">
      <w:pPr>
        <w:pStyle w:val="TexteCourant"/>
      </w:pPr>
      <w:r>
        <w:t xml:space="preserve">La fonction </w:t>
      </w:r>
      <w:proofErr w:type="spellStart"/>
      <w:r w:rsidRPr="003C4EA8">
        <w:rPr>
          <w:rStyle w:val="CodeDansTexte"/>
        </w:rPr>
        <w:t>find_percentile_score</w:t>
      </w:r>
      <w:proofErr w:type="spellEnd"/>
      <w:r w:rsidRPr="003C4EA8">
        <w:rPr>
          <w:rStyle w:val="CodeDansTexte"/>
        </w:rPr>
        <w:t>()</w:t>
      </w:r>
      <w:r>
        <w:t xml:space="preserve"> implémente l’algorithme contenu dans la description du défi. Il commence par trier la liste de nombres placée en argument à l’aide de la méthode </w:t>
      </w:r>
      <w:r w:rsidRPr="003C4EA8">
        <w:rPr>
          <w:rStyle w:val="CodeDansTexte"/>
        </w:rPr>
        <w:t>sort()</w:t>
      </w:r>
      <w:r>
        <w:t xml:space="preserve"> </w:t>
      </w:r>
      <w:r w:rsidRPr="001A5172">
        <w:rPr>
          <w:rStyle w:val="PuceRepere"/>
        </w:rPr>
        <w:t>1</w:t>
      </w:r>
      <w:r>
        <w:t xml:space="preserve">. Puis il vérifie si le centile n’est pas 0 ou 100. Si c’est 0, le premier élément de la liste triée est retourné et si c’est 100, le dernier élément est retourné. En </w:t>
      </w:r>
      <w:r w:rsidRPr="001A5172">
        <w:rPr>
          <w:rStyle w:val="PuceRepere"/>
        </w:rPr>
        <w:t>2</w:t>
      </w:r>
      <w:r>
        <w:t xml:space="preserve">, nous calculons la valeur de </w:t>
      </w:r>
      <w:r w:rsidRPr="001A5172">
        <w:rPr>
          <w:rStyle w:val="CodeDansTexte"/>
        </w:rPr>
        <w:t>i</w:t>
      </w:r>
      <w:r>
        <w:t xml:space="preserve"> correspondant à l’étape 2 de l’algorithme. Si c’est un entier, nous retournons le i-</w:t>
      </w:r>
      <w:proofErr w:type="spellStart"/>
      <w:r>
        <w:t>ème</w:t>
      </w:r>
      <w:proofErr w:type="spellEnd"/>
      <w:r>
        <w:t xml:space="preserve"> élément de la liste de nombres </w:t>
      </w:r>
      <w:r w:rsidRPr="001A5172">
        <w:rPr>
          <w:rStyle w:val="PuceRepere"/>
        </w:rPr>
        <w:t>3</w:t>
      </w:r>
      <w:r>
        <w:t xml:space="preserve">. Comme une liste commence à l’indice </w:t>
      </w:r>
      <w:r w:rsidRPr="003C4EA8">
        <w:rPr>
          <w:rStyle w:val="CodeDansTexte"/>
        </w:rPr>
        <w:t>0</w:t>
      </w:r>
      <w:r>
        <w:t xml:space="preserve"> en Python, l’élément correspondant sera à la place i-1. Si la valeur n’est pas un entier, nous extrayons l’entier et la partie fractionnelle du nombre en </w:t>
      </w:r>
      <w:r w:rsidRPr="001A5172">
        <w:rPr>
          <w:rStyle w:val="PuceRepere"/>
        </w:rPr>
        <w:t>4</w:t>
      </w:r>
      <w:r>
        <w:t xml:space="preserve"> et </w:t>
      </w:r>
      <w:r w:rsidRPr="001A5172">
        <w:rPr>
          <w:rStyle w:val="PuceRepere"/>
        </w:rPr>
        <w:t>5</w:t>
      </w:r>
      <w:r>
        <w:t xml:space="preserve"> que nous stockons respectivement dans les labels </w:t>
      </w:r>
      <w:r w:rsidRPr="001A5172">
        <w:rPr>
          <w:rStyle w:val="CodeDansTexte"/>
        </w:rPr>
        <w:t>k</w:t>
      </w:r>
      <w:r>
        <w:t xml:space="preserve"> et </w:t>
      </w:r>
      <w:r w:rsidRPr="001A5172">
        <w:rPr>
          <w:rStyle w:val="CodeDansTexte"/>
        </w:rPr>
        <w:t>f</w:t>
      </w:r>
      <w:r>
        <w:t xml:space="preserve">. Puis nous retournons le nombre </w:t>
      </w:r>
      <w:r w:rsidRPr="00BC4731">
        <w:rPr>
          <w:rStyle w:val="CodeDansTexte"/>
        </w:rPr>
        <w:t>(1-f)*data[k] + f*data[k+1]</w:t>
      </w:r>
      <w:r w:rsidRPr="00BC4731">
        <w:t xml:space="preserve"> </w:t>
      </w:r>
      <w:r w:rsidRPr="00BC4731">
        <w:rPr>
          <w:rStyle w:val="PuceRepere"/>
        </w:rPr>
        <w:t>6</w:t>
      </w:r>
      <w:r>
        <w:t>, lequel correspond à la valeur du centile. Vous trouverez un fichier nommé marks.txt dans le répertoire source, contenant une liste de nombres. Lorsque vous exécuterez ce programme en spécifiant un certain centile, la valeur correspondante sera affichée :</w:t>
      </w:r>
    </w:p>
    <w:p w14:paraId="441F4DCC" w14:textId="77777777" w:rsidR="00DC24E3" w:rsidRDefault="00DC24E3" w:rsidP="00DC24E3">
      <w:pPr>
        <w:pStyle w:val="Code"/>
        <w:rPr>
          <w:lang w:val="en-US"/>
        </w:rPr>
      </w:pPr>
      <w:r>
        <w:rPr>
          <w:lang w:val="en-US"/>
        </w:rPr>
        <w:t>Enter the percentile score you want to calculate: 88</w:t>
      </w:r>
    </w:p>
    <w:p w14:paraId="7FF861F3" w14:textId="77777777" w:rsidR="00DC24E3" w:rsidRPr="00BC4731" w:rsidRDefault="00DC24E3" w:rsidP="00DC24E3">
      <w:pPr>
        <w:pStyle w:val="Code"/>
        <w:rPr>
          <w:lang w:val="en-US"/>
        </w:rPr>
      </w:pPr>
      <w:r>
        <w:rPr>
          <w:lang w:val="en-US"/>
        </w:rPr>
        <w:t>The score at 88.0 percentile: 19.5</w:t>
      </w:r>
    </w:p>
    <w:p w14:paraId="76D2951F" w14:textId="77777777" w:rsidR="00DC24E3" w:rsidRDefault="00DC24E3" w:rsidP="00DC24E3">
      <w:pPr>
        <w:pStyle w:val="TexteCourant"/>
      </w:pPr>
      <w:r w:rsidRPr="00BC4731">
        <w:t xml:space="preserve">Cependant, cet algorithme ne fonctionne pas </w:t>
      </w:r>
      <w:r>
        <w:t xml:space="preserve">pour des centiles supérieurs à 98 sur cet ensemble de données. Un algorithme alternatif est distribué par Microsoft Excel à l’adresse suivante : </w:t>
      </w:r>
      <w:hyperlink r:id="rId8" w:anchor="Microsoft_Excel_method" w:history="1">
        <w:r w:rsidRPr="00A81D20">
          <w:rPr>
            <w:rStyle w:val="Hyperlink"/>
            <w:rFonts w:ascii="Arial" w:hAnsi="Arial"/>
            <w:sz w:val="20"/>
          </w:rPr>
          <w:t>https://en.wikipedia.org/wiki/Percentile#Microsoft_Excel_method</w:t>
        </w:r>
      </w:hyperlink>
      <w:r w:rsidRPr="00BC4731">
        <w:t>.</w:t>
      </w:r>
      <w:r>
        <w:t xml:space="preserve"> Le code suivant implémente cet algorithme :</w:t>
      </w:r>
    </w:p>
    <w:p w14:paraId="07AFAB32" w14:textId="77777777" w:rsidR="00DC24E3" w:rsidRDefault="00DC24E3" w:rsidP="00DC24E3">
      <w:pPr>
        <w:pStyle w:val="Code"/>
        <w:rPr>
          <w:lang w:val="en-US"/>
        </w:rPr>
      </w:pPr>
      <w:r>
        <w:rPr>
          <w:lang w:val="en-US"/>
        </w:rPr>
        <w:t>'''</w:t>
      </w:r>
    </w:p>
    <w:p w14:paraId="7947440C" w14:textId="77777777" w:rsidR="00DC24E3" w:rsidRDefault="00DC24E3" w:rsidP="00DC24E3">
      <w:pPr>
        <w:pStyle w:val="Code"/>
        <w:rPr>
          <w:lang w:val="en-US"/>
        </w:rPr>
      </w:pPr>
      <w:r>
        <w:rPr>
          <w:lang w:val="en-US"/>
        </w:rPr>
        <w:t>percentile_score_microsoft_excel.py</w:t>
      </w:r>
    </w:p>
    <w:p w14:paraId="3E0A8AFA" w14:textId="77777777" w:rsidR="00DC24E3" w:rsidRDefault="00DC24E3" w:rsidP="00DC24E3">
      <w:pPr>
        <w:pStyle w:val="Code"/>
        <w:rPr>
          <w:lang w:val="en-US"/>
        </w:rPr>
      </w:pPr>
      <w:r>
        <w:rPr>
          <w:lang w:val="en-US"/>
        </w:rPr>
        <w:t>Calculate the number from a list of numbers that corresponds</w:t>
      </w:r>
    </w:p>
    <w:p w14:paraId="35827429" w14:textId="77777777" w:rsidR="00DC24E3" w:rsidRDefault="00DC24E3" w:rsidP="00DC24E3">
      <w:pPr>
        <w:pStyle w:val="Code"/>
        <w:rPr>
          <w:lang w:val="en-US"/>
        </w:rPr>
      </w:pPr>
      <w:r>
        <w:rPr>
          <w:lang w:val="en-US"/>
        </w:rPr>
        <w:t>to a specific percentile</w:t>
      </w:r>
    </w:p>
    <w:p w14:paraId="68AF0C7A" w14:textId="77777777" w:rsidR="00DC24E3" w:rsidRDefault="00DC24E3" w:rsidP="00DC24E3">
      <w:pPr>
        <w:pStyle w:val="Code"/>
        <w:rPr>
          <w:lang w:val="en-US"/>
        </w:rPr>
      </w:pPr>
      <w:r>
        <w:rPr>
          <w:lang w:val="en-US"/>
        </w:rPr>
        <w:t>This implements the "Microsoft Excel Method":</w:t>
      </w:r>
    </w:p>
    <w:p w14:paraId="1E7E9E62" w14:textId="77777777" w:rsidR="00DC24E3" w:rsidRDefault="00DC24E3" w:rsidP="00DC24E3">
      <w:pPr>
        <w:pStyle w:val="Code"/>
        <w:rPr>
          <w:lang w:val="en-US"/>
        </w:rPr>
      </w:pPr>
      <w:r>
        <w:rPr>
          <w:lang w:val="en-US"/>
        </w:rPr>
        <w:t>https://en.wikipedia.org/wiki/Percentile#Microsoft_Excel_method</w:t>
      </w:r>
    </w:p>
    <w:p w14:paraId="7A8EC4F4" w14:textId="77777777" w:rsidR="00DC24E3" w:rsidRDefault="00DC24E3" w:rsidP="00DC24E3">
      <w:pPr>
        <w:pStyle w:val="Code"/>
        <w:rPr>
          <w:lang w:val="en-US"/>
        </w:rPr>
      </w:pPr>
      <w:r>
        <w:rPr>
          <w:lang w:val="en-US"/>
        </w:rPr>
        <w:t xml:space="preserve">''' </w:t>
      </w:r>
    </w:p>
    <w:p w14:paraId="5226BD0D"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find_percentile_score</w:t>
      </w:r>
      <w:proofErr w:type="spellEnd"/>
      <w:r>
        <w:rPr>
          <w:lang w:val="en-US"/>
        </w:rPr>
        <w:t>(data, percentile):</w:t>
      </w:r>
    </w:p>
    <w:p w14:paraId="332F71AB" w14:textId="77777777" w:rsidR="00DC24E3" w:rsidRDefault="00DC24E3" w:rsidP="00DC24E3">
      <w:pPr>
        <w:pStyle w:val="Code"/>
        <w:rPr>
          <w:lang w:val="en-US"/>
        </w:rPr>
      </w:pPr>
      <w:r>
        <w:rPr>
          <w:lang w:val="en-US"/>
        </w:rPr>
        <w:t xml:space="preserve">    if percentile &lt; 0 or percentile &gt; 100:</w:t>
      </w:r>
    </w:p>
    <w:p w14:paraId="3E286DB6" w14:textId="77777777" w:rsidR="00DC24E3" w:rsidRDefault="00DC24E3" w:rsidP="00DC24E3">
      <w:pPr>
        <w:pStyle w:val="Code"/>
        <w:rPr>
          <w:lang w:val="en-US"/>
        </w:rPr>
      </w:pPr>
      <w:r>
        <w:rPr>
          <w:lang w:val="en-US"/>
        </w:rPr>
        <w:t xml:space="preserve">        return None</w:t>
      </w:r>
    </w:p>
    <w:p w14:paraId="3005A8A0" w14:textId="77777777" w:rsidR="00DC24E3" w:rsidRDefault="00DC24E3" w:rsidP="00DC24E3">
      <w:pPr>
        <w:pStyle w:val="Code"/>
        <w:rPr>
          <w:lang w:val="en-US"/>
        </w:rPr>
      </w:pPr>
      <w:r>
        <w:rPr>
          <w:lang w:val="en-US"/>
        </w:rPr>
        <w:t xml:space="preserve">    </w:t>
      </w:r>
      <w:proofErr w:type="spellStart"/>
      <w:r>
        <w:rPr>
          <w:lang w:val="en-US"/>
        </w:rPr>
        <w:t>data.sort</w:t>
      </w:r>
      <w:proofErr w:type="spellEnd"/>
      <w:r>
        <w:rPr>
          <w:lang w:val="en-US"/>
        </w:rPr>
        <w:t>()</w:t>
      </w:r>
    </w:p>
    <w:p w14:paraId="6422BCDE" w14:textId="77777777" w:rsidR="00DC24E3" w:rsidRDefault="00DC24E3" w:rsidP="00DC24E3">
      <w:pPr>
        <w:pStyle w:val="Code"/>
        <w:rPr>
          <w:lang w:val="en-US"/>
        </w:rPr>
      </w:pPr>
      <w:r>
        <w:rPr>
          <w:lang w:val="en-US"/>
        </w:rPr>
        <w:t xml:space="preserve">    if percentile == 0:</w:t>
      </w:r>
    </w:p>
    <w:p w14:paraId="23B47A13" w14:textId="77777777" w:rsidR="00DC24E3" w:rsidRDefault="00DC24E3" w:rsidP="00DC24E3">
      <w:pPr>
        <w:pStyle w:val="Code"/>
        <w:rPr>
          <w:lang w:val="en-US"/>
        </w:rPr>
      </w:pPr>
      <w:r>
        <w:rPr>
          <w:lang w:val="en-US"/>
        </w:rPr>
        <w:t xml:space="preserve">        return data[0]</w:t>
      </w:r>
    </w:p>
    <w:p w14:paraId="5DBBF42E" w14:textId="77777777" w:rsidR="00DC24E3" w:rsidRDefault="00DC24E3" w:rsidP="00DC24E3">
      <w:pPr>
        <w:pStyle w:val="Code"/>
        <w:rPr>
          <w:lang w:val="en-US"/>
        </w:rPr>
      </w:pPr>
      <w:r>
        <w:rPr>
          <w:lang w:val="en-US"/>
        </w:rPr>
        <w:t xml:space="preserve">    if percentile == 100:</w:t>
      </w:r>
    </w:p>
    <w:p w14:paraId="0E937B48" w14:textId="77777777" w:rsidR="00DC24E3" w:rsidRDefault="00DC24E3" w:rsidP="00DC24E3">
      <w:pPr>
        <w:pStyle w:val="Code"/>
        <w:rPr>
          <w:lang w:val="en-US"/>
        </w:rPr>
      </w:pPr>
      <w:r>
        <w:rPr>
          <w:lang w:val="en-US"/>
        </w:rPr>
        <w:t xml:space="preserve">        return data[-1]</w:t>
      </w:r>
    </w:p>
    <w:p w14:paraId="4AED2237" w14:textId="77777777" w:rsidR="00DC24E3" w:rsidRDefault="00DC24E3" w:rsidP="00DC24E3">
      <w:pPr>
        <w:pStyle w:val="Code"/>
        <w:rPr>
          <w:lang w:val="en-US"/>
        </w:rPr>
      </w:pPr>
      <w:r>
        <w:rPr>
          <w:lang w:val="en-US"/>
        </w:rPr>
        <w:t xml:space="preserve">    n = </w:t>
      </w:r>
      <w:proofErr w:type="spellStart"/>
      <w:r>
        <w:rPr>
          <w:lang w:val="en-US"/>
        </w:rPr>
        <w:t>len</w:t>
      </w:r>
      <w:proofErr w:type="spellEnd"/>
      <w:r>
        <w:rPr>
          <w:lang w:val="en-US"/>
        </w:rPr>
        <w:t xml:space="preserve">(data) </w:t>
      </w:r>
    </w:p>
    <w:p w14:paraId="06468681" w14:textId="77777777" w:rsidR="00DC24E3" w:rsidRDefault="00DC24E3" w:rsidP="00DC24E3">
      <w:pPr>
        <w:pStyle w:val="Code"/>
        <w:rPr>
          <w:lang w:val="en-US"/>
        </w:rPr>
      </w:pPr>
      <w:r>
        <w:rPr>
          <w:lang w:val="en-US"/>
        </w:rPr>
        <w:t xml:space="preserve">    rank = (percentile/100)*(n-1) + 1 </w:t>
      </w:r>
      <w:r w:rsidRPr="00BC4731">
        <w:rPr>
          <w:rStyle w:val="PuceRepere"/>
        </w:rPr>
        <w:t>1</w:t>
      </w:r>
    </w:p>
    <w:p w14:paraId="5AA2B344" w14:textId="77777777" w:rsidR="00DC24E3" w:rsidRDefault="00DC24E3" w:rsidP="00DC24E3">
      <w:pPr>
        <w:pStyle w:val="Code"/>
        <w:rPr>
          <w:lang w:val="en-US"/>
        </w:rPr>
      </w:pPr>
      <w:r>
        <w:rPr>
          <w:lang w:val="en-US"/>
        </w:rPr>
        <w:t xml:space="preserve">    k = </w:t>
      </w:r>
      <w:proofErr w:type="spellStart"/>
      <w:r>
        <w:rPr>
          <w:lang w:val="en-US"/>
        </w:rPr>
        <w:t>int</w:t>
      </w:r>
      <w:proofErr w:type="spellEnd"/>
      <w:r>
        <w:rPr>
          <w:lang w:val="en-US"/>
        </w:rPr>
        <w:t xml:space="preserve">(rank) </w:t>
      </w:r>
      <w:r w:rsidRPr="00BC4731">
        <w:rPr>
          <w:rStyle w:val="PuceRepere"/>
        </w:rPr>
        <w:t>2</w:t>
      </w:r>
    </w:p>
    <w:p w14:paraId="2EC41E95" w14:textId="77777777" w:rsidR="00DC24E3" w:rsidRDefault="00DC24E3" w:rsidP="00DC24E3">
      <w:pPr>
        <w:pStyle w:val="Code"/>
        <w:rPr>
          <w:lang w:val="en-US"/>
        </w:rPr>
      </w:pPr>
      <w:r>
        <w:rPr>
          <w:lang w:val="en-US"/>
        </w:rPr>
        <w:t xml:space="preserve">    d = rank – k </w:t>
      </w:r>
      <w:r w:rsidRPr="00BC4731">
        <w:rPr>
          <w:rStyle w:val="PuceRepere"/>
        </w:rPr>
        <w:t>3</w:t>
      </w:r>
    </w:p>
    <w:p w14:paraId="34D5FCAB" w14:textId="77777777" w:rsidR="00DC24E3" w:rsidRDefault="00DC24E3" w:rsidP="00DC24E3">
      <w:pPr>
        <w:pStyle w:val="Code"/>
        <w:rPr>
          <w:lang w:val="en-US"/>
        </w:rPr>
      </w:pPr>
      <w:r>
        <w:rPr>
          <w:lang w:val="en-US"/>
        </w:rPr>
        <w:t xml:space="preserve">    real_idx_1 = k-1</w:t>
      </w:r>
    </w:p>
    <w:p w14:paraId="104AEAFD" w14:textId="77777777" w:rsidR="00DC24E3" w:rsidRDefault="00DC24E3" w:rsidP="00DC24E3">
      <w:pPr>
        <w:pStyle w:val="Code"/>
        <w:rPr>
          <w:lang w:val="en-US"/>
        </w:rPr>
      </w:pPr>
      <w:r>
        <w:rPr>
          <w:kern w:val="1"/>
          <w:lang w:val="en-US"/>
        </w:rPr>
        <w:tab/>
      </w:r>
      <w:r>
        <w:rPr>
          <w:lang w:val="en-US"/>
        </w:rPr>
        <w:t xml:space="preserve">    real_idx_2 = k</w:t>
      </w:r>
      <w:r>
        <w:rPr>
          <w:rFonts w:ascii="Courier" w:hAnsi="Courier" w:cs="Courier"/>
          <w:lang w:val="en-US"/>
        </w:rPr>
        <w:t> </w:t>
      </w:r>
    </w:p>
    <w:p w14:paraId="2525AE99" w14:textId="77777777" w:rsidR="00DC24E3" w:rsidRDefault="00DC24E3" w:rsidP="00DC24E3">
      <w:pPr>
        <w:pStyle w:val="Code"/>
        <w:rPr>
          <w:lang w:val="en-US"/>
        </w:rPr>
      </w:pPr>
      <w:r>
        <w:rPr>
          <w:rFonts w:ascii="Wingdings 2" w:hAnsi="Wingdings 2" w:cs="Wingdings 2"/>
          <w:kern w:val="1"/>
          <w:lang w:val="en-US"/>
        </w:rPr>
        <w:tab/>
      </w:r>
      <w:r>
        <w:rPr>
          <w:lang w:val="en-US"/>
        </w:rPr>
        <w:t xml:space="preserve">    return data[real_idx_1] + d*(data[real_idx_2]-data[real_idx_1]) </w:t>
      </w:r>
      <w:r w:rsidRPr="00BC4731">
        <w:rPr>
          <w:rStyle w:val="PuceRepere"/>
        </w:rPr>
        <w:t>4</w:t>
      </w:r>
    </w:p>
    <w:p w14:paraId="31A7F062"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read_data</w:t>
      </w:r>
      <w:proofErr w:type="spellEnd"/>
      <w:r>
        <w:rPr>
          <w:lang w:val="en-US"/>
        </w:rPr>
        <w:t>(filename):</w:t>
      </w:r>
    </w:p>
    <w:p w14:paraId="12BDC069" w14:textId="77777777" w:rsidR="00DC24E3" w:rsidRDefault="00DC24E3" w:rsidP="00DC24E3">
      <w:pPr>
        <w:pStyle w:val="Code"/>
        <w:rPr>
          <w:lang w:val="en-US"/>
        </w:rPr>
      </w:pPr>
      <w:r>
        <w:rPr>
          <w:kern w:val="1"/>
          <w:lang w:val="en-US"/>
        </w:rPr>
        <w:tab/>
      </w:r>
      <w:r>
        <w:rPr>
          <w:lang w:val="en-US"/>
        </w:rPr>
        <w:t xml:space="preserve">    numbers = []</w:t>
      </w:r>
    </w:p>
    <w:p w14:paraId="148B49B3" w14:textId="77777777" w:rsidR="00DC24E3" w:rsidRDefault="00DC24E3" w:rsidP="00DC24E3">
      <w:pPr>
        <w:pStyle w:val="Code"/>
        <w:rPr>
          <w:lang w:val="en-US"/>
        </w:rPr>
      </w:pPr>
      <w:r>
        <w:rPr>
          <w:rFonts w:ascii="Courier" w:hAnsi="Courier" w:cs="Courier"/>
          <w:kern w:val="1"/>
          <w:lang w:val="en-US"/>
        </w:rPr>
        <w:tab/>
      </w:r>
      <w:r>
        <w:rPr>
          <w:lang w:val="en-US"/>
        </w:rPr>
        <w:t xml:space="preserve">    with open(filename) as f:</w:t>
      </w:r>
    </w:p>
    <w:p w14:paraId="3E970B6E" w14:textId="77777777" w:rsidR="00DC24E3" w:rsidRDefault="00DC24E3" w:rsidP="00DC24E3">
      <w:pPr>
        <w:pStyle w:val="Code"/>
        <w:rPr>
          <w:lang w:val="en-US"/>
        </w:rPr>
      </w:pPr>
      <w:r>
        <w:rPr>
          <w:kern w:val="1"/>
          <w:lang w:val="en-US"/>
        </w:rPr>
        <w:tab/>
      </w:r>
      <w:r>
        <w:rPr>
          <w:lang w:val="en-US"/>
        </w:rPr>
        <w:t xml:space="preserve">        for line in f:</w:t>
      </w:r>
    </w:p>
    <w:p w14:paraId="439E45AA" w14:textId="77777777" w:rsidR="00DC24E3" w:rsidRDefault="00DC24E3" w:rsidP="00DC24E3">
      <w:pPr>
        <w:pStyle w:val="Code"/>
        <w:rPr>
          <w:lang w:val="en-US"/>
        </w:rPr>
      </w:pPr>
      <w:r>
        <w:rPr>
          <w:rFonts w:ascii="Courier" w:hAnsi="Courier" w:cs="Courier"/>
          <w:kern w:val="1"/>
          <w:lang w:val="en-US"/>
        </w:rPr>
        <w:tab/>
      </w:r>
      <w:r>
        <w:rPr>
          <w:lang w:val="en-US"/>
        </w:rPr>
        <w:t xml:space="preserve">            </w:t>
      </w:r>
      <w:proofErr w:type="spellStart"/>
      <w:r>
        <w:rPr>
          <w:lang w:val="en-US"/>
        </w:rPr>
        <w:t>numbers.append</w:t>
      </w:r>
      <w:proofErr w:type="spellEnd"/>
      <w:r>
        <w:rPr>
          <w:lang w:val="en-US"/>
        </w:rPr>
        <w:t>(float(line))</w:t>
      </w:r>
    </w:p>
    <w:p w14:paraId="29E36845" w14:textId="77777777" w:rsidR="00DC24E3" w:rsidRDefault="00DC24E3" w:rsidP="00DC24E3">
      <w:pPr>
        <w:pStyle w:val="Code"/>
        <w:rPr>
          <w:lang w:val="en-US"/>
        </w:rPr>
      </w:pPr>
      <w:r>
        <w:rPr>
          <w:kern w:val="1"/>
          <w:lang w:val="en-US"/>
        </w:rPr>
        <w:tab/>
      </w:r>
      <w:r>
        <w:rPr>
          <w:lang w:val="en-US"/>
        </w:rPr>
        <w:t xml:space="preserve">    return numbers</w:t>
      </w:r>
    </w:p>
    <w:p w14:paraId="1423ECEB" w14:textId="77777777" w:rsidR="00DC24E3" w:rsidRDefault="00DC24E3" w:rsidP="00DC24E3">
      <w:pPr>
        <w:pStyle w:val="Code"/>
        <w:rPr>
          <w:lang w:val="en-US"/>
        </w:rPr>
      </w:pPr>
      <w:r>
        <w:rPr>
          <w:rFonts w:ascii="Courier" w:hAnsi="Courier" w:cs="Courier"/>
          <w:kern w:val="1"/>
          <w:lang w:val="en-US"/>
        </w:rPr>
        <w:tab/>
      </w:r>
      <w:r>
        <w:rPr>
          <w:rFonts w:ascii="Courier" w:hAnsi="Courier" w:cs="Courier"/>
          <w:lang w:val="en-US"/>
        </w:rPr>
        <w:t> </w:t>
      </w:r>
      <w:r>
        <w:rPr>
          <w:lang w:val="en-US"/>
        </w:rPr>
        <w:t>if __name__ == '__main__':</w:t>
      </w:r>
    </w:p>
    <w:p w14:paraId="4144C2A5" w14:textId="77777777" w:rsidR="00DC24E3" w:rsidRDefault="00DC24E3" w:rsidP="00DC24E3">
      <w:pPr>
        <w:pStyle w:val="Code"/>
        <w:rPr>
          <w:lang w:val="en-US"/>
        </w:rPr>
      </w:pPr>
      <w:r>
        <w:rPr>
          <w:kern w:val="1"/>
          <w:lang w:val="en-US"/>
        </w:rPr>
        <w:tab/>
      </w:r>
      <w:r>
        <w:rPr>
          <w:lang w:val="en-US"/>
        </w:rPr>
        <w:t xml:space="preserve">    percentile = float(input('Enter the percentile score you want to calculate: '))</w:t>
      </w:r>
    </w:p>
    <w:p w14:paraId="05EC1487" w14:textId="77777777" w:rsidR="00DC24E3" w:rsidRDefault="00DC24E3" w:rsidP="00DC24E3">
      <w:pPr>
        <w:pStyle w:val="Code"/>
        <w:rPr>
          <w:lang w:val="en-US"/>
        </w:rPr>
      </w:pPr>
      <w:r>
        <w:rPr>
          <w:kern w:val="1"/>
          <w:lang w:val="en-US"/>
        </w:rPr>
        <w:tab/>
      </w:r>
      <w:r>
        <w:rPr>
          <w:lang w:val="en-US"/>
        </w:rPr>
        <w:t xml:space="preserve">    data = </w:t>
      </w:r>
      <w:proofErr w:type="spellStart"/>
      <w:r>
        <w:rPr>
          <w:lang w:val="en-US"/>
        </w:rPr>
        <w:t>read_data</w:t>
      </w:r>
      <w:proofErr w:type="spellEnd"/>
      <w:r>
        <w:rPr>
          <w:lang w:val="en-US"/>
        </w:rPr>
        <w:t>('marks.txt')</w:t>
      </w:r>
    </w:p>
    <w:p w14:paraId="4CDC37B0" w14:textId="77777777" w:rsidR="00DC24E3" w:rsidRDefault="00DC24E3" w:rsidP="00DC24E3">
      <w:pPr>
        <w:pStyle w:val="Code"/>
        <w:rPr>
          <w:lang w:val="en-US"/>
        </w:rPr>
      </w:pPr>
      <w:r>
        <w:rPr>
          <w:kern w:val="1"/>
          <w:lang w:val="en-US"/>
        </w:rPr>
        <w:tab/>
      </w:r>
      <w:r>
        <w:rPr>
          <w:lang w:val="en-US"/>
        </w:rPr>
        <w:t xml:space="preserve">    </w:t>
      </w:r>
      <w:proofErr w:type="spellStart"/>
      <w:r>
        <w:rPr>
          <w:lang w:val="en-US"/>
        </w:rPr>
        <w:t>percentile_score</w:t>
      </w:r>
      <w:proofErr w:type="spellEnd"/>
      <w:r>
        <w:rPr>
          <w:lang w:val="en-US"/>
        </w:rPr>
        <w:t xml:space="preserve"> = </w:t>
      </w:r>
      <w:proofErr w:type="spellStart"/>
      <w:r>
        <w:rPr>
          <w:lang w:val="en-US"/>
        </w:rPr>
        <w:t>find_percentile_score</w:t>
      </w:r>
      <w:proofErr w:type="spellEnd"/>
      <w:r>
        <w:rPr>
          <w:lang w:val="en-US"/>
        </w:rPr>
        <w:t>(data, percentile)</w:t>
      </w:r>
    </w:p>
    <w:p w14:paraId="37514111" w14:textId="77777777" w:rsidR="00DC24E3" w:rsidRDefault="00DC24E3" w:rsidP="00DC24E3">
      <w:pPr>
        <w:pStyle w:val="Code"/>
        <w:rPr>
          <w:lang w:val="en-US"/>
        </w:rPr>
      </w:pPr>
      <w:r>
        <w:rPr>
          <w:kern w:val="1"/>
          <w:lang w:val="en-US"/>
        </w:rPr>
        <w:tab/>
      </w:r>
      <w:r>
        <w:rPr>
          <w:lang w:val="en-US"/>
        </w:rPr>
        <w:t xml:space="preserve">    if </w:t>
      </w:r>
      <w:proofErr w:type="spellStart"/>
      <w:r>
        <w:rPr>
          <w:lang w:val="en-US"/>
        </w:rPr>
        <w:t>percentile_score</w:t>
      </w:r>
      <w:proofErr w:type="spellEnd"/>
      <w:r>
        <w:rPr>
          <w:lang w:val="en-US"/>
        </w:rPr>
        <w:t>:</w:t>
      </w:r>
    </w:p>
    <w:p w14:paraId="4339F2C1" w14:textId="77777777" w:rsidR="00DC24E3" w:rsidRDefault="00DC24E3" w:rsidP="00DC24E3">
      <w:pPr>
        <w:pStyle w:val="Code"/>
        <w:rPr>
          <w:lang w:val="en-US"/>
        </w:rPr>
      </w:pPr>
      <w:r>
        <w:rPr>
          <w:rFonts w:ascii="Courier" w:hAnsi="Courier" w:cs="Courier"/>
          <w:kern w:val="1"/>
          <w:lang w:val="en-US"/>
        </w:rPr>
        <w:tab/>
      </w:r>
      <w:r>
        <w:rPr>
          <w:lang w:val="en-US"/>
        </w:rPr>
        <w:t xml:space="preserve">        print('The score at {0} percentile: {1}'.format(percentile, </w:t>
      </w:r>
      <w:proofErr w:type="spellStart"/>
      <w:r>
        <w:rPr>
          <w:lang w:val="en-US"/>
        </w:rPr>
        <w:t>percentile_score</w:t>
      </w:r>
      <w:proofErr w:type="spellEnd"/>
      <w:r>
        <w:rPr>
          <w:lang w:val="en-US"/>
        </w:rPr>
        <w:t>))</w:t>
      </w:r>
    </w:p>
    <w:p w14:paraId="2122BE31" w14:textId="77777777" w:rsidR="00DC24E3" w:rsidRDefault="00DC24E3" w:rsidP="00DC24E3">
      <w:pPr>
        <w:pStyle w:val="Code"/>
        <w:rPr>
          <w:lang w:val="en-US"/>
        </w:rPr>
      </w:pPr>
      <w:r>
        <w:rPr>
          <w:kern w:val="1"/>
          <w:lang w:val="en-US"/>
        </w:rPr>
        <w:tab/>
      </w:r>
      <w:r>
        <w:rPr>
          <w:lang w:val="en-US"/>
        </w:rPr>
        <w:t xml:space="preserve">    else:</w:t>
      </w:r>
    </w:p>
    <w:p w14:paraId="4CE71CBD" w14:textId="77777777" w:rsidR="00DC24E3" w:rsidRPr="00BC4731" w:rsidRDefault="00DC24E3" w:rsidP="00DC24E3">
      <w:pPr>
        <w:pStyle w:val="Code"/>
        <w:rPr>
          <w:lang w:val="en-US"/>
        </w:rPr>
      </w:pPr>
      <w:r>
        <w:rPr>
          <w:rFonts w:ascii="Courier" w:hAnsi="Courier" w:cs="Courier"/>
          <w:kern w:val="1"/>
          <w:lang w:val="en-US"/>
        </w:rPr>
        <w:tab/>
      </w:r>
      <w:r>
        <w:rPr>
          <w:rFonts w:ascii="Courier" w:hAnsi="Courier" w:cs="Courier"/>
          <w:lang w:val="en-US"/>
        </w:rPr>
        <w:t> </w:t>
      </w:r>
      <w:r>
        <w:rPr>
          <w:lang w:val="en-US"/>
        </w:rPr>
        <w:t xml:space="preserve">        print('Could not find the score corresponding to {0} </w:t>
      </w:r>
      <w:proofErr w:type="spellStart"/>
      <w:r>
        <w:rPr>
          <w:lang w:val="en-US"/>
        </w:rPr>
        <w:t>percentile'.format</w:t>
      </w:r>
      <w:proofErr w:type="spellEnd"/>
      <w:r>
        <w:rPr>
          <w:lang w:val="en-US"/>
        </w:rPr>
        <w:t>(percentile))</w:t>
      </w:r>
    </w:p>
    <w:p w14:paraId="59466EAD" w14:textId="77777777" w:rsidR="00DC24E3" w:rsidRPr="0075755F" w:rsidRDefault="00DC24E3" w:rsidP="003C4EA8">
      <w:pPr>
        <w:pStyle w:val="TexteCourant"/>
        <w:rPr>
          <w:rStyle w:val="URL"/>
          <w:i w:val="0"/>
        </w:rPr>
      </w:pPr>
      <w:r w:rsidRPr="0075755F">
        <w:rPr>
          <w:rStyle w:val="URL"/>
          <w:i w:val="0"/>
        </w:rPr>
        <w:t>L</w:t>
      </w:r>
      <w:r>
        <w:rPr>
          <w:rStyle w:val="URL"/>
          <w:i w:val="0"/>
        </w:rPr>
        <w:t xml:space="preserve">’étape clé de ce programme est en </w:t>
      </w:r>
      <w:r w:rsidRPr="0075755F">
        <w:rPr>
          <w:rStyle w:val="PuceRepere"/>
        </w:rPr>
        <w:t>1</w:t>
      </w:r>
      <w:r>
        <w:rPr>
          <w:rStyle w:val="URL"/>
          <w:i w:val="0"/>
        </w:rPr>
        <w:t xml:space="preserve">, lorsque nous calculons </w:t>
      </w:r>
      <w:proofErr w:type="spellStart"/>
      <w:r w:rsidRPr="0075755F">
        <w:rPr>
          <w:rStyle w:val="CodeDansTexte"/>
        </w:rPr>
        <w:t>rank</w:t>
      </w:r>
      <w:proofErr w:type="spellEnd"/>
      <w:r>
        <w:rPr>
          <w:rStyle w:val="URL"/>
          <w:i w:val="0"/>
        </w:rPr>
        <w:t xml:space="preserve">. Nous extrayons ensuite sa partie entière et sa partie fractionnelle en </w:t>
      </w:r>
      <w:r w:rsidRPr="0075755F">
        <w:rPr>
          <w:rStyle w:val="PuceRepere"/>
        </w:rPr>
        <w:t>2</w:t>
      </w:r>
      <w:r>
        <w:rPr>
          <w:rStyle w:val="URL"/>
          <w:i w:val="0"/>
        </w:rPr>
        <w:t xml:space="preserve"> et </w:t>
      </w:r>
      <w:r w:rsidRPr="0075755F">
        <w:rPr>
          <w:rStyle w:val="PuceRepere"/>
        </w:rPr>
        <w:t>3</w:t>
      </w:r>
      <w:r>
        <w:rPr>
          <w:rStyle w:val="URL"/>
          <w:i w:val="0"/>
        </w:rPr>
        <w:t xml:space="preserve"> et retournons le nombre correspondant au centile saisi par l’utilisateur en </w:t>
      </w:r>
      <w:r w:rsidRPr="0075755F">
        <w:rPr>
          <w:rStyle w:val="PuceRepere"/>
        </w:rPr>
        <w:t>4</w:t>
      </w:r>
      <w:r>
        <w:rPr>
          <w:rStyle w:val="URL"/>
          <w:i w:val="0"/>
        </w:rPr>
        <w:t>.</w:t>
      </w:r>
    </w:p>
    <w:p w14:paraId="7E10D1E3" w14:textId="77777777" w:rsidR="00DC24E3" w:rsidRDefault="00DC24E3" w:rsidP="00DC24E3">
      <w:pPr>
        <w:pStyle w:val="TexteCourant"/>
        <w:rPr>
          <w:rFonts w:ascii="Times" w:hAnsi="Times" w:cs="Times"/>
          <w:szCs w:val="24"/>
        </w:rPr>
      </w:pPr>
      <w:r>
        <w:rPr>
          <w:rFonts w:ascii="Times" w:hAnsi="Times" w:cs="Times"/>
          <w:szCs w:val="24"/>
        </w:rPr>
        <w:t>Voici un exemple d’exécution de ce programme :</w:t>
      </w:r>
    </w:p>
    <w:p w14:paraId="6650F902" w14:textId="77777777" w:rsidR="00DC24E3" w:rsidRDefault="00DC24E3" w:rsidP="00DC24E3">
      <w:pPr>
        <w:pStyle w:val="Code"/>
        <w:rPr>
          <w:b/>
          <w:bCs/>
          <w:lang w:val="en-US"/>
        </w:rPr>
      </w:pPr>
      <w:r>
        <w:rPr>
          <w:lang w:val="en-US"/>
        </w:rPr>
        <w:t xml:space="preserve">Enter the percentile score you want to calculate: </w:t>
      </w:r>
      <w:r>
        <w:rPr>
          <w:b/>
          <w:bCs/>
          <w:lang w:val="en-US"/>
        </w:rPr>
        <w:t>88</w:t>
      </w:r>
    </w:p>
    <w:p w14:paraId="4B6DB232" w14:textId="77777777" w:rsidR="00DC24E3" w:rsidRDefault="00DC24E3" w:rsidP="00DC24E3">
      <w:pPr>
        <w:pStyle w:val="Code"/>
        <w:rPr>
          <w:lang w:val="en-US"/>
        </w:rPr>
      </w:pPr>
      <w:r>
        <w:rPr>
          <w:lang w:val="en-US"/>
        </w:rPr>
        <w:t>The score at 88.0 percentile: 19.5</w:t>
      </w:r>
    </w:p>
    <w:p w14:paraId="4A59F44A" w14:textId="77777777" w:rsidR="00DC24E3" w:rsidRDefault="00DC24E3" w:rsidP="00DC24E3">
      <w:pPr>
        <w:pStyle w:val="TexteCourant"/>
        <w:rPr>
          <w:rFonts w:ascii="Times" w:hAnsi="Times" w:cs="Times"/>
          <w:szCs w:val="24"/>
        </w:rPr>
      </w:pPr>
      <w:r>
        <w:rPr>
          <w:rFonts w:ascii="Times" w:hAnsi="Times" w:cs="Times"/>
          <w:szCs w:val="24"/>
        </w:rPr>
        <w:t>Comme nous nous y attendions, les deux programmes retournent la même valeur pour un centile de 88. Essayons maintenant de trouver la valeur correspondant au centile 99,6 :</w:t>
      </w:r>
    </w:p>
    <w:p w14:paraId="77FDA9B3" w14:textId="77777777" w:rsidR="00DC24E3" w:rsidRDefault="00DC24E3" w:rsidP="00DC24E3">
      <w:pPr>
        <w:pStyle w:val="Code"/>
        <w:rPr>
          <w:b/>
          <w:bCs/>
          <w:lang w:val="en-US"/>
        </w:rPr>
      </w:pPr>
      <w:r>
        <w:rPr>
          <w:lang w:val="en-US"/>
        </w:rPr>
        <w:t xml:space="preserve">Enter the percentile score you want to calculate: </w:t>
      </w:r>
      <w:r>
        <w:rPr>
          <w:b/>
          <w:bCs/>
          <w:lang w:val="en-US"/>
        </w:rPr>
        <w:t>99.6</w:t>
      </w:r>
    </w:p>
    <w:p w14:paraId="59642AAB" w14:textId="77777777" w:rsidR="00DC24E3" w:rsidRDefault="00DC24E3" w:rsidP="00DC24E3">
      <w:pPr>
        <w:pStyle w:val="Code"/>
        <w:rPr>
          <w:lang w:val="en-US"/>
        </w:rPr>
      </w:pPr>
      <w:r>
        <w:rPr>
          <w:lang w:val="en-US"/>
        </w:rPr>
        <w:t>The score at 99.6 percentile: 20.0</w:t>
      </w:r>
    </w:p>
    <w:p w14:paraId="72C5B8A9" w14:textId="77777777" w:rsidR="00DC24E3" w:rsidRDefault="00DC24E3" w:rsidP="00DC24E3">
      <w:pPr>
        <w:pStyle w:val="ChapitreNumero"/>
      </w:pPr>
      <w:r>
        <w:t>Chapitre 4</w:t>
      </w:r>
    </w:p>
    <w:p w14:paraId="264A23BB" w14:textId="77777777" w:rsidR="00DC24E3" w:rsidRDefault="00DC24E3" w:rsidP="00DC24E3">
      <w:pPr>
        <w:pStyle w:val="ChapitreTitre"/>
      </w:pPr>
      <w:r>
        <w:t>Solution aux défis</w:t>
      </w:r>
    </w:p>
    <w:p w14:paraId="05498BFD" w14:textId="77777777" w:rsidR="00DC24E3" w:rsidRDefault="00DC24E3" w:rsidP="00DC24E3">
      <w:pPr>
        <w:pStyle w:val="TitreNiveau1"/>
      </w:pPr>
      <w:r w:rsidRPr="006779F9">
        <w:t>#1 : Factorisation d’ex</w:t>
      </w:r>
      <w:r>
        <w:t>pressions</w:t>
      </w:r>
    </w:p>
    <w:p w14:paraId="718C0E39" w14:textId="77777777" w:rsidR="00DC24E3" w:rsidRDefault="00DC24E3" w:rsidP="00DC24E3">
      <w:pPr>
        <w:pStyle w:val="TexteCourant"/>
        <w:rPr>
          <w:rFonts w:ascii="Times" w:hAnsi="Times" w:cs="Times"/>
          <w:szCs w:val="24"/>
        </w:rPr>
      </w:pPr>
      <w:r>
        <w:rPr>
          <w:rFonts w:ascii="Times" w:hAnsi="Times" w:cs="Times"/>
          <w:szCs w:val="24"/>
        </w:rPr>
        <w:t>Le code suivant implémente le programme de factorisation d’expressions :</w:t>
      </w:r>
    </w:p>
    <w:p w14:paraId="250A8C15" w14:textId="77777777" w:rsidR="00DC24E3" w:rsidRDefault="00DC24E3" w:rsidP="00DC24E3">
      <w:pPr>
        <w:pStyle w:val="Code"/>
        <w:rPr>
          <w:lang w:val="en-US"/>
        </w:rPr>
      </w:pPr>
      <w:r>
        <w:rPr>
          <w:lang w:val="en-US"/>
        </w:rPr>
        <w:t>'''</w:t>
      </w:r>
    </w:p>
    <w:p w14:paraId="20ACC059" w14:textId="77777777" w:rsidR="00DC24E3" w:rsidRDefault="00DC24E3" w:rsidP="00DC24E3">
      <w:pPr>
        <w:pStyle w:val="Code"/>
        <w:rPr>
          <w:lang w:val="en-US"/>
        </w:rPr>
      </w:pPr>
      <w:r>
        <w:rPr>
          <w:lang w:val="en-US"/>
        </w:rPr>
        <w:t>factorizer.py</w:t>
      </w:r>
    </w:p>
    <w:p w14:paraId="1E5BCB15" w14:textId="77777777" w:rsidR="00DC24E3" w:rsidRDefault="00DC24E3" w:rsidP="00DC24E3">
      <w:pPr>
        <w:pStyle w:val="Code"/>
        <w:rPr>
          <w:lang w:val="en-US"/>
        </w:rPr>
      </w:pPr>
      <w:r>
        <w:rPr>
          <w:lang w:val="en-US"/>
        </w:rPr>
        <w:t>Factor an input expression</w:t>
      </w:r>
    </w:p>
    <w:p w14:paraId="428AB9AC" w14:textId="77777777" w:rsidR="00DC24E3" w:rsidRDefault="00DC24E3" w:rsidP="00DC24E3">
      <w:pPr>
        <w:pStyle w:val="Code"/>
        <w:rPr>
          <w:lang w:val="en-US"/>
        </w:rPr>
      </w:pPr>
      <w:r>
        <w:rPr>
          <w:lang w:val="en-US"/>
        </w:rPr>
        <w:t>'''</w:t>
      </w:r>
    </w:p>
    <w:p w14:paraId="5F01DB8A" w14:textId="77777777" w:rsidR="00DC24E3" w:rsidRDefault="00DC24E3" w:rsidP="00DC24E3">
      <w:pPr>
        <w:pStyle w:val="Code"/>
        <w:rPr>
          <w:lang w:val="en-US"/>
        </w:rPr>
      </w:pPr>
      <w:r>
        <w:rPr>
          <w:lang w:val="en-US"/>
        </w:rPr>
        <w:t xml:space="preserve">from </w:t>
      </w:r>
      <w:proofErr w:type="spellStart"/>
      <w:r>
        <w:rPr>
          <w:lang w:val="en-US"/>
        </w:rPr>
        <w:t>sympy</w:t>
      </w:r>
      <w:proofErr w:type="spellEnd"/>
      <w:r>
        <w:rPr>
          <w:lang w:val="en-US"/>
        </w:rPr>
        <w:t xml:space="preserve"> import factor, </w:t>
      </w:r>
      <w:proofErr w:type="spellStart"/>
      <w:r>
        <w:rPr>
          <w:lang w:val="en-US"/>
        </w:rPr>
        <w:t>sympify</w:t>
      </w:r>
      <w:proofErr w:type="spellEnd"/>
      <w:r>
        <w:rPr>
          <w:lang w:val="en-US"/>
        </w:rPr>
        <w:t xml:space="preserve">, </w:t>
      </w:r>
      <w:proofErr w:type="spellStart"/>
      <w:r>
        <w:rPr>
          <w:lang w:val="en-US"/>
        </w:rPr>
        <w:t>SympifyError</w:t>
      </w:r>
      <w:proofErr w:type="spellEnd"/>
    </w:p>
    <w:p w14:paraId="65503817" w14:textId="77777777" w:rsidR="00DC24E3" w:rsidRDefault="00DC24E3" w:rsidP="00DC24E3">
      <w:pPr>
        <w:pStyle w:val="Code"/>
        <w:rPr>
          <w:lang w:val="en-US"/>
        </w:rPr>
      </w:pPr>
      <w:proofErr w:type="spellStart"/>
      <w:r>
        <w:rPr>
          <w:lang w:val="en-US"/>
        </w:rPr>
        <w:t>def</w:t>
      </w:r>
      <w:proofErr w:type="spellEnd"/>
      <w:r>
        <w:rPr>
          <w:lang w:val="en-US"/>
        </w:rPr>
        <w:t xml:space="preserve"> factorize(</w:t>
      </w:r>
      <w:proofErr w:type="spellStart"/>
      <w:r>
        <w:rPr>
          <w:lang w:val="en-US"/>
        </w:rPr>
        <w:t>expr</w:t>
      </w:r>
      <w:proofErr w:type="spellEnd"/>
      <w:r>
        <w:rPr>
          <w:lang w:val="en-US"/>
        </w:rPr>
        <w:t>):</w:t>
      </w:r>
    </w:p>
    <w:p w14:paraId="5184A6F7" w14:textId="77777777" w:rsidR="00DC24E3" w:rsidRDefault="00DC24E3" w:rsidP="00DC24E3">
      <w:pPr>
        <w:pStyle w:val="Code"/>
        <w:rPr>
          <w:lang w:val="en-US"/>
        </w:rPr>
      </w:pPr>
      <w:r>
        <w:rPr>
          <w:lang w:val="en-US"/>
        </w:rPr>
        <w:t xml:space="preserve">    return factor(</w:t>
      </w:r>
      <w:proofErr w:type="spellStart"/>
      <w:r>
        <w:rPr>
          <w:lang w:val="en-US"/>
        </w:rPr>
        <w:t>expr</w:t>
      </w:r>
      <w:proofErr w:type="spellEnd"/>
      <w:r>
        <w:rPr>
          <w:lang w:val="en-US"/>
        </w:rPr>
        <w:t>)</w:t>
      </w:r>
    </w:p>
    <w:p w14:paraId="69063F0C" w14:textId="77777777" w:rsidR="00DC24E3" w:rsidRDefault="00DC24E3" w:rsidP="00DC24E3">
      <w:pPr>
        <w:pStyle w:val="Code"/>
        <w:rPr>
          <w:lang w:val="en-US"/>
        </w:rPr>
      </w:pPr>
      <w:r>
        <w:rPr>
          <w:lang w:val="en-US"/>
        </w:rPr>
        <w:t>if __name__ == '__main__':</w:t>
      </w:r>
    </w:p>
    <w:p w14:paraId="2FADB016" w14:textId="77777777" w:rsidR="00DC24E3" w:rsidRDefault="00DC24E3" w:rsidP="00DC24E3">
      <w:pPr>
        <w:pStyle w:val="Code"/>
        <w:rPr>
          <w:lang w:val="en-US"/>
        </w:rPr>
      </w:pPr>
      <w:r>
        <w:rPr>
          <w:lang w:val="en-US"/>
        </w:rPr>
        <w:t xml:space="preserve">    </w:t>
      </w:r>
      <w:proofErr w:type="spellStart"/>
      <w:r>
        <w:rPr>
          <w:lang w:val="en-US"/>
        </w:rPr>
        <w:t>expr</w:t>
      </w:r>
      <w:proofErr w:type="spellEnd"/>
      <w:r>
        <w:rPr>
          <w:lang w:val="en-US"/>
        </w:rPr>
        <w:t xml:space="preserve"> = input('Enter an expression to factorize: ') </w:t>
      </w:r>
      <w:r w:rsidRPr="00D230C1">
        <w:rPr>
          <w:rStyle w:val="PuceRepere"/>
        </w:rPr>
        <w:t>1</w:t>
      </w:r>
    </w:p>
    <w:p w14:paraId="35491814" w14:textId="77777777" w:rsidR="00DC24E3" w:rsidRDefault="00DC24E3" w:rsidP="00DC24E3">
      <w:pPr>
        <w:pStyle w:val="Code"/>
        <w:rPr>
          <w:lang w:val="en-US"/>
        </w:rPr>
      </w:pPr>
      <w:r>
        <w:rPr>
          <w:lang w:val="en-US"/>
        </w:rPr>
        <w:t xml:space="preserve">    try:</w:t>
      </w:r>
    </w:p>
    <w:p w14:paraId="502D9A2C" w14:textId="77777777" w:rsidR="00DC24E3" w:rsidRDefault="00DC24E3" w:rsidP="00DC24E3">
      <w:pPr>
        <w:pStyle w:val="Code"/>
        <w:rPr>
          <w:lang w:val="en-US"/>
        </w:rPr>
      </w:pPr>
      <w:r>
        <w:rPr>
          <w:lang w:val="en-US"/>
        </w:rPr>
        <w:t xml:space="preserve">        </w:t>
      </w:r>
      <w:proofErr w:type="spellStart"/>
      <w:r>
        <w:rPr>
          <w:lang w:val="en-US"/>
        </w:rPr>
        <w:t>expr_obj</w:t>
      </w:r>
      <w:proofErr w:type="spellEnd"/>
      <w:r>
        <w:rPr>
          <w:lang w:val="en-US"/>
        </w:rPr>
        <w:t xml:space="preserve"> = </w:t>
      </w:r>
      <w:proofErr w:type="spellStart"/>
      <w:r>
        <w:rPr>
          <w:lang w:val="en-US"/>
        </w:rPr>
        <w:t>sympify</w:t>
      </w:r>
      <w:proofErr w:type="spellEnd"/>
      <w:r>
        <w:rPr>
          <w:lang w:val="en-US"/>
        </w:rPr>
        <w:t>(</w:t>
      </w:r>
      <w:proofErr w:type="spellStart"/>
      <w:r>
        <w:rPr>
          <w:lang w:val="en-US"/>
        </w:rPr>
        <w:t>expr</w:t>
      </w:r>
      <w:proofErr w:type="spellEnd"/>
      <w:r>
        <w:rPr>
          <w:lang w:val="en-US"/>
        </w:rPr>
        <w:t>)</w:t>
      </w:r>
    </w:p>
    <w:p w14:paraId="00805AD6" w14:textId="77777777" w:rsidR="00DC24E3" w:rsidRDefault="00DC24E3" w:rsidP="00DC24E3">
      <w:pPr>
        <w:pStyle w:val="Code"/>
        <w:rPr>
          <w:lang w:val="en-US"/>
        </w:rPr>
      </w:pPr>
      <w:r>
        <w:rPr>
          <w:lang w:val="en-US"/>
        </w:rPr>
        <w:t xml:space="preserve">    except </w:t>
      </w:r>
      <w:proofErr w:type="spellStart"/>
      <w:r>
        <w:rPr>
          <w:lang w:val="en-US"/>
        </w:rPr>
        <w:t>SympifyError</w:t>
      </w:r>
      <w:proofErr w:type="spellEnd"/>
      <w:r>
        <w:rPr>
          <w:lang w:val="en-US"/>
        </w:rPr>
        <w:t>:</w:t>
      </w:r>
    </w:p>
    <w:p w14:paraId="572976D8" w14:textId="77777777" w:rsidR="00DC24E3" w:rsidRDefault="00DC24E3" w:rsidP="00DC24E3">
      <w:pPr>
        <w:pStyle w:val="Code"/>
        <w:rPr>
          <w:lang w:val="en-US"/>
        </w:rPr>
      </w:pPr>
      <w:r>
        <w:rPr>
          <w:lang w:val="en-US"/>
        </w:rPr>
        <w:t xml:space="preserve">        print('Invalid expression entered as input')</w:t>
      </w:r>
    </w:p>
    <w:p w14:paraId="6CC111A9" w14:textId="77777777" w:rsidR="00DC24E3" w:rsidRDefault="00DC24E3" w:rsidP="00DC24E3">
      <w:pPr>
        <w:pStyle w:val="Code"/>
        <w:rPr>
          <w:lang w:val="en-US"/>
        </w:rPr>
      </w:pPr>
      <w:r>
        <w:rPr>
          <w:lang w:val="en-US"/>
        </w:rPr>
        <w:t xml:space="preserve">    else:</w:t>
      </w:r>
    </w:p>
    <w:p w14:paraId="45CF79DA" w14:textId="77777777" w:rsidR="00DC24E3" w:rsidRDefault="00DC24E3" w:rsidP="00DC24E3">
      <w:pPr>
        <w:pStyle w:val="Code"/>
        <w:rPr>
          <w:lang w:val="en-US"/>
        </w:rPr>
      </w:pPr>
      <w:r>
        <w:rPr>
          <w:lang w:val="en-US"/>
        </w:rPr>
        <w:t xml:space="preserve">        print(factorize(</w:t>
      </w:r>
      <w:proofErr w:type="spellStart"/>
      <w:r>
        <w:rPr>
          <w:lang w:val="en-US"/>
        </w:rPr>
        <w:t>expr_obj</w:t>
      </w:r>
      <w:proofErr w:type="spellEnd"/>
      <w:r>
        <w:rPr>
          <w:lang w:val="en-US"/>
        </w:rPr>
        <w:t>))</w:t>
      </w:r>
    </w:p>
    <w:p w14:paraId="43828AF8" w14:textId="77777777" w:rsidR="00DC24E3" w:rsidRDefault="00DC24E3" w:rsidP="00DC24E3">
      <w:pPr>
        <w:pStyle w:val="TexteCourant"/>
        <w:rPr>
          <w:rFonts w:ascii="Times" w:hAnsi="Times" w:cs="Times"/>
          <w:szCs w:val="24"/>
        </w:rPr>
      </w:pPr>
      <w:r>
        <w:rPr>
          <w:rFonts w:ascii="Times" w:hAnsi="Times" w:cs="Times"/>
          <w:szCs w:val="24"/>
        </w:rPr>
        <w:t xml:space="preserve">Nous demandons à l’utilisateur de saisir une expression à factoriser en </w:t>
      </w:r>
      <w:r w:rsidRPr="003C4EA8">
        <w:rPr>
          <w:rStyle w:val="PuceRepere"/>
        </w:rPr>
        <w:t>1</w:t>
      </w:r>
      <w:r>
        <w:rPr>
          <w:rFonts w:ascii="Times" w:hAnsi="Times" w:cs="Times"/>
          <w:szCs w:val="24"/>
        </w:rPr>
        <w:t xml:space="preserve">, la convertissons en un objet </w:t>
      </w:r>
      <w:proofErr w:type="spellStart"/>
      <w:r>
        <w:rPr>
          <w:rFonts w:ascii="Times" w:hAnsi="Times" w:cs="Times"/>
          <w:szCs w:val="24"/>
        </w:rPr>
        <w:t>SymPy</w:t>
      </w:r>
      <w:proofErr w:type="spellEnd"/>
      <w:r>
        <w:rPr>
          <w:rFonts w:ascii="Times" w:hAnsi="Times" w:cs="Times"/>
          <w:szCs w:val="24"/>
        </w:rPr>
        <w:t xml:space="preserve"> à l’aide de la fonction </w:t>
      </w:r>
      <w:proofErr w:type="spellStart"/>
      <w:r w:rsidRPr="003C4EA8">
        <w:rPr>
          <w:rStyle w:val="CodeDansTexte"/>
        </w:rPr>
        <w:t>sympify</w:t>
      </w:r>
      <w:proofErr w:type="spellEnd"/>
      <w:r w:rsidRPr="003C4EA8">
        <w:rPr>
          <w:rStyle w:val="CodeDansTexte"/>
        </w:rPr>
        <w:t>()</w:t>
      </w:r>
      <w:r>
        <w:rPr>
          <w:rFonts w:ascii="Times" w:hAnsi="Times" w:cs="Times"/>
          <w:szCs w:val="24"/>
        </w:rPr>
        <w:t xml:space="preserve"> puis appelons la fonction </w:t>
      </w:r>
      <w:proofErr w:type="spellStart"/>
      <w:r w:rsidRPr="003C4EA8">
        <w:rPr>
          <w:rStyle w:val="CodeDansTexte"/>
        </w:rPr>
        <w:t>factorize</w:t>
      </w:r>
      <w:proofErr w:type="spellEnd"/>
      <w:r w:rsidRPr="003C4EA8">
        <w:rPr>
          <w:rStyle w:val="CodeDansTexte"/>
        </w:rPr>
        <w:t>()</w:t>
      </w:r>
      <w:r>
        <w:rPr>
          <w:rFonts w:ascii="Times" w:hAnsi="Times" w:cs="Times"/>
          <w:szCs w:val="24"/>
        </w:rPr>
        <w:t xml:space="preserve">, laquelle utilise la fonction </w:t>
      </w:r>
      <w:r w:rsidRPr="003C4EA8">
        <w:rPr>
          <w:rStyle w:val="CodeDansTexte"/>
        </w:rPr>
        <w:t>factor()</w:t>
      </w:r>
      <w:r>
        <w:rPr>
          <w:rFonts w:ascii="Times" w:hAnsi="Times" w:cs="Times"/>
          <w:szCs w:val="24"/>
        </w:rPr>
        <w:t xml:space="preserve"> de </w:t>
      </w:r>
      <w:proofErr w:type="spellStart"/>
      <w:r>
        <w:rPr>
          <w:rFonts w:ascii="Times" w:hAnsi="Times" w:cs="Times"/>
          <w:szCs w:val="24"/>
        </w:rPr>
        <w:t>SymPy</w:t>
      </w:r>
      <w:proofErr w:type="spellEnd"/>
      <w:r>
        <w:rPr>
          <w:rFonts w:ascii="Times" w:hAnsi="Times" w:cs="Times"/>
          <w:szCs w:val="24"/>
        </w:rPr>
        <w:t>. Voici un exemple d’exécution de ce programme :</w:t>
      </w:r>
    </w:p>
    <w:p w14:paraId="021A1FB8" w14:textId="77777777" w:rsidR="00DC24E3" w:rsidRDefault="00DC24E3" w:rsidP="00DC24E3">
      <w:pPr>
        <w:pStyle w:val="Code"/>
        <w:rPr>
          <w:lang w:val="en-US"/>
        </w:rPr>
      </w:pPr>
      <w:r>
        <w:rPr>
          <w:lang w:val="en-US"/>
        </w:rPr>
        <w:t>Enter an expression to factorize: x**2 + 5*x + 6</w:t>
      </w:r>
    </w:p>
    <w:p w14:paraId="3F3F7E3B" w14:textId="77777777" w:rsidR="00DC24E3" w:rsidRDefault="00DC24E3" w:rsidP="00DC24E3">
      <w:pPr>
        <w:pStyle w:val="Code"/>
        <w:rPr>
          <w:lang w:val="en-US"/>
        </w:rPr>
      </w:pPr>
      <w:r>
        <w:rPr>
          <w:lang w:val="en-US"/>
        </w:rPr>
        <w:t>(x + 2)*(x + 3)</w:t>
      </w:r>
    </w:p>
    <w:p w14:paraId="01DA739C" w14:textId="77777777" w:rsidR="00DC24E3" w:rsidRPr="00BC4731" w:rsidRDefault="00DC24E3" w:rsidP="00DC24E3">
      <w:pPr>
        <w:pStyle w:val="TexteCourant"/>
        <w:rPr>
          <w:rFonts w:ascii="Times" w:hAnsi="Times" w:cs="Times"/>
          <w:szCs w:val="24"/>
        </w:rPr>
      </w:pPr>
      <w:r>
        <w:rPr>
          <w:rFonts w:ascii="Times" w:hAnsi="Times" w:cs="Times"/>
          <w:szCs w:val="24"/>
        </w:rPr>
        <w:t>Si une expression invalide est saisie, un message d’erreur sera affiché.</w:t>
      </w:r>
    </w:p>
    <w:p w14:paraId="3491C771" w14:textId="77777777" w:rsidR="00DC24E3" w:rsidRPr="006779F9" w:rsidRDefault="00DC24E3" w:rsidP="00DC24E3">
      <w:pPr>
        <w:pStyle w:val="TitreNiveau1"/>
      </w:pPr>
      <w:r>
        <w:t>#2 : Solutionneur graphique d’équations</w:t>
      </w:r>
    </w:p>
    <w:p w14:paraId="579D147E" w14:textId="77777777" w:rsidR="00DC24E3" w:rsidRDefault="00DC24E3" w:rsidP="00DC24E3">
      <w:pPr>
        <w:pStyle w:val="TexteCourant"/>
      </w:pPr>
      <w:r>
        <w:t xml:space="preserve">Le programme suivant prend en entrée deux équations de la forme </w:t>
      </w:r>
      <m:oMath>
        <m:r>
          <w:rPr>
            <w:rFonts w:ascii="Cambria Math" w:hAnsi="Cambria Math"/>
          </w:rPr>
          <m:t>ax+by-k=0</m:t>
        </m:r>
      </m:oMath>
      <w:r>
        <w:t>, essaye de trouver une solution aux deux équations et créé un graphique montrant les deux droites solutions des équations :</w:t>
      </w:r>
    </w:p>
    <w:p w14:paraId="4027F978" w14:textId="77777777" w:rsidR="00DC24E3" w:rsidRDefault="00DC24E3" w:rsidP="00DC24E3">
      <w:pPr>
        <w:pStyle w:val="Code"/>
        <w:rPr>
          <w:lang w:val="en-US"/>
        </w:rPr>
      </w:pPr>
      <w:r>
        <w:rPr>
          <w:lang w:val="en-US"/>
        </w:rPr>
        <w:t>'''</w:t>
      </w:r>
    </w:p>
    <w:p w14:paraId="589A464F" w14:textId="77777777" w:rsidR="00DC24E3" w:rsidRDefault="00DC24E3" w:rsidP="00DC24E3">
      <w:pPr>
        <w:pStyle w:val="Code"/>
        <w:rPr>
          <w:lang w:val="en-US"/>
        </w:rPr>
      </w:pPr>
      <w:r>
        <w:rPr>
          <w:lang w:val="en-US"/>
        </w:rPr>
        <w:t>graphical_eq_solve.py</w:t>
      </w:r>
    </w:p>
    <w:p w14:paraId="31883D1C" w14:textId="77777777" w:rsidR="00DC24E3" w:rsidRDefault="00DC24E3" w:rsidP="00DC24E3">
      <w:pPr>
        <w:pStyle w:val="Code"/>
        <w:rPr>
          <w:lang w:val="en-US"/>
        </w:rPr>
      </w:pPr>
      <w:r>
        <w:rPr>
          <w:lang w:val="en-US"/>
        </w:rPr>
        <w:t>Graphical equation solver</w:t>
      </w:r>
    </w:p>
    <w:p w14:paraId="529D310A" w14:textId="77777777" w:rsidR="00DC24E3" w:rsidRDefault="00DC24E3" w:rsidP="00DC24E3">
      <w:pPr>
        <w:pStyle w:val="Code"/>
        <w:rPr>
          <w:lang w:val="en-US"/>
        </w:rPr>
      </w:pPr>
      <w:r>
        <w:rPr>
          <w:lang w:val="en-US"/>
        </w:rPr>
        <w:t>'''</w:t>
      </w:r>
    </w:p>
    <w:p w14:paraId="736F2C9D" w14:textId="77777777" w:rsidR="00DC24E3" w:rsidRDefault="00DC24E3" w:rsidP="00DC24E3">
      <w:pPr>
        <w:pStyle w:val="Code"/>
        <w:rPr>
          <w:lang w:val="en-US"/>
        </w:rPr>
      </w:pPr>
      <w:r>
        <w:rPr>
          <w:lang w:val="en-US"/>
        </w:rPr>
        <w:t xml:space="preserve">from </w:t>
      </w:r>
      <w:proofErr w:type="spellStart"/>
      <w:r>
        <w:rPr>
          <w:lang w:val="en-US"/>
        </w:rPr>
        <w:t>sympy</w:t>
      </w:r>
      <w:proofErr w:type="spellEnd"/>
      <w:r>
        <w:rPr>
          <w:lang w:val="en-US"/>
        </w:rPr>
        <w:t xml:space="preserve"> import Symbol, </w:t>
      </w:r>
      <w:proofErr w:type="spellStart"/>
      <w:r>
        <w:rPr>
          <w:lang w:val="en-US"/>
        </w:rPr>
        <w:t>sympify</w:t>
      </w:r>
      <w:proofErr w:type="spellEnd"/>
      <w:r>
        <w:rPr>
          <w:lang w:val="en-US"/>
        </w:rPr>
        <w:t xml:space="preserve">, solve, </w:t>
      </w:r>
      <w:proofErr w:type="spellStart"/>
      <w:r>
        <w:rPr>
          <w:lang w:val="en-US"/>
        </w:rPr>
        <w:t>SympifyError</w:t>
      </w:r>
      <w:proofErr w:type="spellEnd"/>
    </w:p>
    <w:p w14:paraId="0B0F7707" w14:textId="77777777" w:rsidR="00DC24E3" w:rsidRDefault="00DC24E3" w:rsidP="00DC24E3">
      <w:pPr>
        <w:pStyle w:val="Code"/>
        <w:rPr>
          <w:lang w:val="en-US"/>
        </w:rPr>
      </w:pPr>
      <w:r>
        <w:rPr>
          <w:lang w:val="en-US"/>
        </w:rPr>
        <w:t xml:space="preserve">from </w:t>
      </w:r>
      <w:proofErr w:type="spellStart"/>
      <w:r>
        <w:rPr>
          <w:lang w:val="en-US"/>
        </w:rPr>
        <w:t>sympy.plotting</w:t>
      </w:r>
      <w:proofErr w:type="spellEnd"/>
      <w:r>
        <w:rPr>
          <w:lang w:val="en-US"/>
        </w:rPr>
        <w:t xml:space="preserve"> import plot</w:t>
      </w:r>
    </w:p>
    <w:p w14:paraId="6B5601E9"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solve_plot_equations</w:t>
      </w:r>
      <w:proofErr w:type="spellEnd"/>
      <w:r>
        <w:rPr>
          <w:lang w:val="en-US"/>
        </w:rPr>
        <w:t>(eq1, eq2, x, y):</w:t>
      </w:r>
    </w:p>
    <w:p w14:paraId="5D943497" w14:textId="77777777" w:rsidR="00DC24E3" w:rsidRDefault="00DC24E3" w:rsidP="00DC24E3">
      <w:pPr>
        <w:pStyle w:val="Code"/>
        <w:rPr>
          <w:lang w:val="en-US"/>
        </w:rPr>
      </w:pPr>
      <w:r>
        <w:rPr>
          <w:lang w:val="en-US"/>
        </w:rPr>
        <w:t xml:space="preserve">    # Solve</w:t>
      </w:r>
    </w:p>
    <w:p w14:paraId="19B262E5" w14:textId="77777777" w:rsidR="00DC24E3" w:rsidRDefault="00DC24E3" w:rsidP="00DC24E3">
      <w:pPr>
        <w:pStyle w:val="Code"/>
        <w:rPr>
          <w:lang w:val="en-US"/>
        </w:rPr>
      </w:pPr>
      <w:r>
        <w:rPr>
          <w:lang w:val="en-US"/>
        </w:rPr>
        <w:t xml:space="preserve">    solution = solve((eq1, eq2), </w:t>
      </w:r>
      <w:proofErr w:type="spellStart"/>
      <w:r>
        <w:rPr>
          <w:lang w:val="en-US"/>
        </w:rPr>
        <w:t>dict</w:t>
      </w:r>
      <w:proofErr w:type="spellEnd"/>
      <w:r>
        <w:rPr>
          <w:lang w:val="en-US"/>
        </w:rPr>
        <w:t>=True)</w:t>
      </w:r>
    </w:p>
    <w:p w14:paraId="6B889D17" w14:textId="77777777" w:rsidR="00DC24E3" w:rsidRDefault="00DC24E3" w:rsidP="00DC24E3">
      <w:pPr>
        <w:pStyle w:val="Code"/>
        <w:rPr>
          <w:lang w:val="en-US"/>
        </w:rPr>
      </w:pPr>
      <w:r>
        <w:rPr>
          <w:lang w:val="en-US"/>
        </w:rPr>
        <w:t xml:space="preserve">    if solution:</w:t>
      </w:r>
    </w:p>
    <w:p w14:paraId="72FF7A82" w14:textId="77777777" w:rsidR="00DC24E3" w:rsidRDefault="00DC24E3" w:rsidP="00DC24E3">
      <w:pPr>
        <w:pStyle w:val="Code"/>
        <w:rPr>
          <w:lang w:val="en-US"/>
        </w:rPr>
      </w:pPr>
      <w:r>
        <w:rPr>
          <w:lang w:val="en-US"/>
        </w:rPr>
        <w:t xml:space="preserve">        print('x: {0} y: {1}'.format(solution[0][x], solution[0][y]))</w:t>
      </w:r>
    </w:p>
    <w:p w14:paraId="4E0BB082" w14:textId="77777777" w:rsidR="00DC24E3" w:rsidRDefault="00DC24E3" w:rsidP="00DC24E3">
      <w:pPr>
        <w:pStyle w:val="Code"/>
        <w:rPr>
          <w:lang w:val="en-US"/>
        </w:rPr>
      </w:pPr>
      <w:r>
        <w:rPr>
          <w:lang w:val="en-US"/>
        </w:rPr>
        <w:t xml:space="preserve">    else:</w:t>
      </w:r>
    </w:p>
    <w:p w14:paraId="317F38A1" w14:textId="77777777" w:rsidR="00DC24E3" w:rsidRDefault="00DC24E3" w:rsidP="00DC24E3">
      <w:pPr>
        <w:pStyle w:val="Code"/>
        <w:rPr>
          <w:lang w:val="en-US"/>
        </w:rPr>
      </w:pPr>
      <w:r>
        <w:rPr>
          <w:lang w:val="en-US"/>
        </w:rPr>
        <w:t xml:space="preserve">        print('No solution found')</w:t>
      </w:r>
    </w:p>
    <w:p w14:paraId="78AC4450" w14:textId="77777777" w:rsidR="00DC24E3" w:rsidRDefault="00DC24E3" w:rsidP="00DC24E3">
      <w:pPr>
        <w:pStyle w:val="Code"/>
        <w:rPr>
          <w:lang w:val="en-US"/>
        </w:rPr>
      </w:pPr>
      <w:r>
        <w:rPr>
          <w:lang w:val="en-US"/>
        </w:rPr>
        <w:t xml:space="preserve">    # Plot</w:t>
      </w:r>
    </w:p>
    <w:p w14:paraId="03C5AA60" w14:textId="77777777" w:rsidR="00DC24E3" w:rsidRDefault="00DC24E3" w:rsidP="00DC24E3">
      <w:pPr>
        <w:pStyle w:val="Code"/>
        <w:rPr>
          <w:lang w:val="en-US"/>
        </w:rPr>
      </w:pPr>
      <w:r>
        <w:rPr>
          <w:lang w:val="en-US"/>
        </w:rPr>
        <w:t xml:space="preserve">    eq1_y = solve(eq1,'y')[0]</w:t>
      </w:r>
    </w:p>
    <w:p w14:paraId="5125DB59" w14:textId="77777777" w:rsidR="00DC24E3" w:rsidRDefault="00DC24E3" w:rsidP="00DC24E3">
      <w:pPr>
        <w:pStyle w:val="Code"/>
        <w:rPr>
          <w:lang w:val="en-US"/>
        </w:rPr>
      </w:pPr>
      <w:r>
        <w:rPr>
          <w:lang w:val="en-US"/>
        </w:rPr>
        <w:t xml:space="preserve">    eq2_y = solve(eq2, 'y')[0]</w:t>
      </w:r>
    </w:p>
    <w:p w14:paraId="345CC132" w14:textId="77777777" w:rsidR="00DC24E3" w:rsidRDefault="00DC24E3" w:rsidP="00DC24E3">
      <w:pPr>
        <w:pStyle w:val="Code"/>
        <w:rPr>
          <w:lang w:val="en-US"/>
        </w:rPr>
      </w:pPr>
      <w:r>
        <w:rPr>
          <w:lang w:val="en-US"/>
        </w:rPr>
        <w:t xml:space="preserve">    plot(eq1_y, eq2_y, legend=True)</w:t>
      </w:r>
    </w:p>
    <w:p w14:paraId="656C692A" w14:textId="77777777" w:rsidR="00DC24E3" w:rsidRDefault="00DC24E3" w:rsidP="00DC24E3">
      <w:pPr>
        <w:pStyle w:val="Code"/>
        <w:rPr>
          <w:lang w:val="en-US"/>
        </w:rPr>
      </w:pPr>
      <w:r>
        <w:rPr>
          <w:lang w:val="en-US"/>
        </w:rPr>
        <w:t>if __name__=='__main__':</w:t>
      </w:r>
    </w:p>
    <w:p w14:paraId="0B0B4D79" w14:textId="77777777" w:rsidR="00DC24E3" w:rsidRDefault="00DC24E3" w:rsidP="00DC24E3">
      <w:pPr>
        <w:pStyle w:val="Code"/>
        <w:rPr>
          <w:lang w:val="en-US"/>
        </w:rPr>
      </w:pPr>
      <w:r>
        <w:rPr>
          <w:lang w:val="en-US"/>
        </w:rPr>
        <w:t xml:space="preserve">    eq1 = input('Enter your first equation : ')</w:t>
      </w:r>
    </w:p>
    <w:p w14:paraId="4BA7CCEF" w14:textId="77777777" w:rsidR="00DC24E3" w:rsidRDefault="00DC24E3" w:rsidP="00DC24E3">
      <w:pPr>
        <w:pStyle w:val="Code"/>
        <w:rPr>
          <w:lang w:val="en-US"/>
        </w:rPr>
      </w:pPr>
      <w:r>
        <w:rPr>
          <w:lang w:val="en-US"/>
        </w:rPr>
        <w:t xml:space="preserve">    eq2 = input('Enter your second equation: ')</w:t>
      </w:r>
    </w:p>
    <w:p w14:paraId="7F6DCC94" w14:textId="77777777" w:rsidR="00DC24E3" w:rsidRDefault="00DC24E3" w:rsidP="00DC24E3">
      <w:pPr>
        <w:pStyle w:val="Code"/>
        <w:rPr>
          <w:lang w:val="en-US"/>
        </w:rPr>
      </w:pPr>
      <w:r>
        <w:rPr>
          <w:lang w:val="en-US"/>
        </w:rPr>
        <w:t xml:space="preserve">    try:</w:t>
      </w:r>
    </w:p>
    <w:p w14:paraId="324E4F37" w14:textId="77777777" w:rsidR="00DC24E3" w:rsidRDefault="00DC24E3" w:rsidP="00DC24E3">
      <w:pPr>
        <w:pStyle w:val="Code"/>
        <w:rPr>
          <w:lang w:val="en-US"/>
        </w:rPr>
      </w:pPr>
      <w:r>
        <w:rPr>
          <w:lang w:val="en-US"/>
        </w:rPr>
        <w:t xml:space="preserve">        eq1 = </w:t>
      </w:r>
      <w:proofErr w:type="spellStart"/>
      <w:r>
        <w:rPr>
          <w:lang w:val="en-US"/>
        </w:rPr>
        <w:t>sympify</w:t>
      </w:r>
      <w:proofErr w:type="spellEnd"/>
      <w:r>
        <w:rPr>
          <w:lang w:val="en-US"/>
        </w:rPr>
        <w:t>(eq1)</w:t>
      </w:r>
    </w:p>
    <w:p w14:paraId="0141B7CB" w14:textId="77777777" w:rsidR="00DC24E3" w:rsidRDefault="00DC24E3" w:rsidP="00DC24E3">
      <w:pPr>
        <w:pStyle w:val="Code"/>
        <w:rPr>
          <w:lang w:val="en-US"/>
        </w:rPr>
      </w:pPr>
      <w:r>
        <w:rPr>
          <w:lang w:val="en-US"/>
        </w:rPr>
        <w:t xml:space="preserve">        eq2 = </w:t>
      </w:r>
      <w:proofErr w:type="spellStart"/>
      <w:r>
        <w:rPr>
          <w:lang w:val="en-US"/>
        </w:rPr>
        <w:t>sympify</w:t>
      </w:r>
      <w:proofErr w:type="spellEnd"/>
      <w:r>
        <w:rPr>
          <w:lang w:val="en-US"/>
        </w:rPr>
        <w:t>(eq2)</w:t>
      </w:r>
    </w:p>
    <w:p w14:paraId="51348CCF" w14:textId="77777777" w:rsidR="00DC24E3" w:rsidRDefault="00DC24E3" w:rsidP="00DC24E3">
      <w:pPr>
        <w:pStyle w:val="Code"/>
        <w:rPr>
          <w:lang w:val="en-US"/>
        </w:rPr>
      </w:pPr>
      <w:r>
        <w:rPr>
          <w:lang w:val="en-US"/>
        </w:rPr>
        <w:t xml:space="preserve">    except </w:t>
      </w:r>
      <w:proofErr w:type="spellStart"/>
      <w:r>
        <w:rPr>
          <w:lang w:val="en-US"/>
        </w:rPr>
        <w:t>SympifyError</w:t>
      </w:r>
      <w:proofErr w:type="spellEnd"/>
      <w:r>
        <w:rPr>
          <w:lang w:val="en-US"/>
        </w:rPr>
        <w:t>:</w:t>
      </w:r>
    </w:p>
    <w:p w14:paraId="680AC587" w14:textId="77777777" w:rsidR="00DC24E3" w:rsidRDefault="00DC24E3" w:rsidP="00DC24E3">
      <w:pPr>
        <w:pStyle w:val="Code"/>
        <w:rPr>
          <w:lang w:val="en-US"/>
        </w:rPr>
      </w:pPr>
      <w:r>
        <w:rPr>
          <w:lang w:val="en-US"/>
        </w:rPr>
        <w:t xml:space="preserve">        print('Invalid input')</w:t>
      </w:r>
    </w:p>
    <w:p w14:paraId="0048B9AB" w14:textId="77777777" w:rsidR="00DC24E3" w:rsidRDefault="00DC24E3" w:rsidP="00DC24E3">
      <w:pPr>
        <w:pStyle w:val="Code"/>
        <w:rPr>
          <w:lang w:val="en-US"/>
        </w:rPr>
      </w:pPr>
      <w:r>
        <w:rPr>
          <w:lang w:val="en-US"/>
        </w:rPr>
        <w:t xml:space="preserve">    else:</w:t>
      </w:r>
    </w:p>
    <w:p w14:paraId="01077EA3" w14:textId="77777777" w:rsidR="00DC24E3" w:rsidRDefault="00DC24E3" w:rsidP="00DC24E3">
      <w:pPr>
        <w:pStyle w:val="Code"/>
        <w:rPr>
          <w:lang w:val="en-US"/>
        </w:rPr>
      </w:pPr>
      <w:r>
        <w:rPr>
          <w:lang w:val="en-US"/>
        </w:rPr>
        <w:t xml:space="preserve">        x = Symbol('x')</w:t>
      </w:r>
    </w:p>
    <w:p w14:paraId="1791D875" w14:textId="77777777" w:rsidR="00DC24E3" w:rsidRDefault="00DC24E3" w:rsidP="00DC24E3">
      <w:pPr>
        <w:pStyle w:val="Code"/>
        <w:rPr>
          <w:lang w:val="en-US"/>
        </w:rPr>
      </w:pPr>
      <w:r>
        <w:rPr>
          <w:lang w:val="en-US"/>
        </w:rPr>
        <w:t xml:space="preserve">        y = Symbol('y')</w:t>
      </w:r>
    </w:p>
    <w:p w14:paraId="5129CCEB" w14:textId="77777777" w:rsidR="00DC24E3" w:rsidRDefault="00DC24E3" w:rsidP="00DC24E3">
      <w:pPr>
        <w:pStyle w:val="Code"/>
        <w:rPr>
          <w:lang w:val="en-US"/>
        </w:rPr>
      </w:pPr>
      <w:r>
        <w:rPr>
          <w:lang w:val="en-US"/>
        </w:rPr>
        <w:t xml:space="preserve">        # check if the expressions consist of only two variables</w:t>
      </w:r>
    </w:p>
    <w:p w14:paraId="4BA72C50" w14:textId="77777777" w:rsidR="00DC24E3" w:rsidRDefault="00DC24E3" w:rsidP="00DC24E3">
      <w:pPr>
        <w:pStyle w:val="Code"/>
        <w:rPr>
          <w:lang w:val="en-US"/>
        </w:rPr>
      </w:pPr>
      <w:r>
        <w:rPr>
          <w:lang w:val="en-US"/>
        </w:rPr>
        <w:t xml:space="preserve">        eq1_symbols = eq1.atoms(Symbol)  </w:t>
      </w:r>
    </w:p>
    <w:p w14:paraId="675BC3D7" w14:textId="77777777" w:rsidR="00DC24E3" w:rsidRDefault="00DC24E3" w:rsidP="00DC24E3">
      <w:pPr>
        <w:pStyle w:val="Code"/>
        <w:rPr>
          <w:lang w:val="en-US"/>
        </w:rPr>
      </w:pPr>
      <w:r>
        <w:rPr>
          <w:lang w:val="en-US"/>
        </w:rPr>
        <w:t xml:space="preserve">        eq2_symbols = eq2.atoms(Symbol)</w:t>
      </w:r>
    </w:p>
    <w:p w14:paraId="4674F396" w14:textId="77777777" w:rsidR="00DC24E3" w:rsidRDefault="00DC24E3" w:rsidP="00DC24E3">
      <w:pPr>
        <w:pStyle w:val="Code"/>
        <w:rPr>
          <w:lang w:val="en-US"/>
        </w:rPr>
      </w:pPr>
      <w:r>
        <w:rPr>
          <w:lang w:val="en-US"/>
        </w:rPr>
        <w:t xml:space="preserve">        if </w:t>
      </w:r>
      <w:proofErr w:type="spellStart"/>
      <w:r>
        <w:rPr>
          <w:lang w:val="en-US"/>
        </w:rPr>
        <w:t>len</w:t>
      </w:r>
      <w:proofErr w:type="spellEnd"/>
      <w:r>
        <w:rPr>
          <w:lang w:val="en-US"/>
        </w:rPr>
        <w:t xml:space="preserve">(eq1_symbols)&gt; 2 or </w:t>
      </w:r>
      <w:proofErr w:type="spellStart"/>
      <w:r>
        <w:rPr>
          <w:lang w:val="en-US"/>
        </w:rPr>
        <w:t>len</w:t>
      </w:r>
      <w:proofErr w:type="spellEnd"/>
      <w:r>
        <w:rPr>
          <w:lang w:val="en-US"/>
        </w:rPr>
        <w:t>(eq2_symbols) &gt; 2:</w:t>
      </w:r>
    </w:p>
    <w:p w14:paraId="0FB18B3A" w14:textId="77777777" w:rsidR="00DC24E3" w:rsidRDefault="00DC24E3" w:rsidP="00DC24E3">
      <w:pPr>
        <w:pStyle w:val="Code"/>
        <w:rPr>
          <w:lang w:val="en-US"/>
        </w:rPr>
      </w:pPr>
      <w:r>
        <w:rPr>
          <w:lang w:val="en-US"/>
        </w:rPr>
        <w:t xml:space="preserve">            print('The equations must have only two variables - x and y')</w:t>
      </w:r>
    </w:p>
    <w:p w14:paraId="2936D95C" w14:textId="77777777" w:rsidR="00DC24E3" w:rsidRDefault="00DC24E3" w:rsidP="00DC24E3">
      <w:pPr>
        <w:pStyle w:val="Code"/>
        <w:rPr>
          <w:lang w:val="en-US"/>
        </w:rPr>
      </w:pPr>
      <w:r>
        <w:rPr>
          <w:rFonts w:ascii="Courier" w:hAnsi="Courier" w:cs="Courier"/>
          <w:lang w:val="en-US"/>
        </w:rPr>
        <w:t> </w:t>
      </w:r>
      <w:r>
        <w:rPr>
          <w:lang w:val="en-US"/>
        </w:rPr>
        <w:t xml:space="preserve">        </w:t>
      </w:r>
      <w:proofErr w:type="spellStart"/>
      <w:r>
        <w:rPr>
          <w:lang w:val="en-US"/>
        </w:rPr>
        <w:t>elif</w:t>
      </w:r>
      <w:proofErr w:type="spellEnd"/>
      <w:r>
        <w:rPr>
          <w:lang w:val="en-US"/>
        </w:rPr>
        <w:t xml:space="preserve"> x not in eq1_symbols or y not in eq1_symbols:</w:t>
      </w:r>
    </w:p>
    <w:p w14:paraId="383D551F" w14:textId="77777777" w:rsidR="00DC24E3" w:rsidRDefault="00DC24E3" w:rsidP="00DC24E3">
      <w:pPr>
        <w:pStyle w:val="Code"/>
        <w:rPr>
          <w:lang w:val="en-US"/>
        </w:rPr>
      </w:pPr>
      <w:r>
        <w:rPr>
          <w:lang w:val="en-US"/>
        </w:rPr>
        <w:t xml:space="preserve">            print('First equation must have only x and y variables')</w:t>
      </w:r>
    </w:p>
    <w:p w14:paraId="23F750AB" w14:textId="77777777" w:rsidR="00DC24E3" w:rsidRDefault="00DC24E3" w:rsidP="00DC24E3">
      <w:pPr>
        <w:pStyle w:val="Code"/>
        <w:rPr>
          <w:lang w:val="en-US"/>
        </w:rPr>
      </w:pPr>
      <w:r>
        <w:rPr>
          <w:rFonts w:ascii="Courier" w:hAnsi="Courier" w:cs="Courier"/>
          <w:lang w:val="en-US"/>
        </w:rPr>
        <w:t> </w:t>
      </w:r>
      <w:r>
        <w:rPr>
          <w:lang w:val="en-US"/>
        </w:rPr>
        <w:t xml:space="preserve">        </w:t>
      </w:r>
      <w:proofErr w:type="spellStart"/>
      <w:r>
        <w:rPr>
          <w:lang w:val="en-US"/>
        </w:rPr>
        <w:t>elif</w:t>
      </w:r>
      <w:proofErr w:type="spellEnd"/>
      <w:r>
        <w:rPr>
          <w:lang w:val="en-US"/>
        </w:rPr>
        <w:t xml:space="preserve"> x not in eq2_symbols or y not in eq2_symbols:</w:t>
      </w:r>
    </w:p>
    <w:p w14:paraId="61DE71C2" w14:textId="77777777" w:rsidR="00DC24E3" w:rsidRDefault="00DC24E3" w:rsidP="00DC24E3">
      <w:pPr>
        <w:pStyle w:val="Code"/>
        <w:rPr>
          <w:lang w:val="en-US"/>
        </w:rPr>
      </w:pPr>
      <w:r>
        <w:rPr>
          <w:lang w:val="en-US"/>
        </w:rPr>
        <w:t xml:space="preserve">            print('Second equation must have only x and y variables')</w:t>
      </w:r>
    </w:p>
    <w:p w14:paraId="2DBEFDD0" w14:textId="77777777" w:rsidR="00DC24E3" w:rsidRDefault="00DC24E3" w:rsidP="00DC24E3">
      <w:pPr>
        <w:pStyle w:val="Code"/>
        <w:rPr>
          <w:lang w:val="en-US"/>
        </w:rPr>
      </w:pPr>
      <w:r>
        <w:rPr>
          <w:rFonts w:ascii="Courier" w:hAnsi="Courier" w:cs="Courier"/>
          <w:lang w:val="en-US"/>
        </w:rPr>
        <w:t> </w:t>
      </w:r>
      <w:r>
        <w:rPr>
          <w:lang w:val="en-US"/>
        </w:rPr>
        <w:t xml:space="preserve">        else:</w:t>
      </w:r>
    </w:p>
    <w:p w14:paraId="131BE257" w14:textId="77777777" w:rsidR="00DC24E3" w:rsidRPr="00B14C93" w:rsidRDefault="00DC24E3" w:rsidP="00DC24E3">
      <w:pPr>
        <w:pStyle w:val="Code"/>
        <w:rPr>
          <w:lang w:val="en-US"/>
        </w:rPr>
      </w:pPr>
      <w:r>
        <w:rPr>
          <w:lang w:val="en-US"/>
        </w:rPr>
        <w:t xml:space="preserve">            </w:t>
      </w:r>
      <w:proofErr w:type="spellStart"/>
      <w:r>
        <w:rPr>
          <w:lang w:val="en-US"/>
        </w:rPr>
        <w:t>solve_plot_equations</w:t>
      </w:r>
      <w:proofErr w:type="spellEnd"/>
      <w:r>
        <w:rPr>
          <w:lang w:val="en-US"/>
        </w:rPr>
        <w:t>(eq1, eq2, x, y)</w:t>
      </w:r>
    </w:p>
    <w:p w14:paraId="2FC6EBEA" w14:textId="77777777" w:rsidR="00DC24E3" w:rsidRDefault="00DC24E3" w:rsidP="00DC24E3">
      <w:pPr>
        <w:pStyle w:val="TexteCourant"/>
      </w:pPr>
      <w:r>
        <w:t xml:space="preserve">Après avoir validé l’équation saisie, nous trouvons les variables de chaque équation à l’aide de la méthode </w:t>
      </w:r>
      <w:proofErr w:type="spellStart"/>
      <w:r w:rsidRPr="003C4EA8">
        <w:rPr>
          <w:rStyle w:val="CodeDansTexte"/>
        </w:rPr>
        <w:t>atoms</w:t>
      </w:r>
      <w:proofErr w:type="spellEnd"/>
      <w:r w:rsidRPr="003C4EA8">
        <w:rPr>
          <w:rStyle w:val="CodeDansTexte"/>
        </w:rPr>
        <w:t>()</w:t>
      </w:r>
      <w:r>
        <w:t xml:space="preserve"> en </w:t>
      </w:r>
      <w:r w:rsidRPr="00B14C93">
        <w:rPr>
          <w:rStyle w:val="PuceRepere"/>
        </w:rPr>
        <w:t>1</w:t>
      </w:r>
      <w:r>
        <w:t xml:space="preserve"> et </w:t>
      </w:r>
      <w:r w:rsidRPr="00B14C93">
        <w:rPr>
          <w:rStyle w:val="PuceRepere"/>
        </w:rPr>
        <w:t>2</w:t>
      </w:r>
      <w:r>
        <w:t xml:space="preserve">. Lorsque nous appelons la méthode </w:t>
      </w:r>
      <w:proofErr w:type="spellStart"/>
      <w:r w:rsidRPr="003C4EA8">
        <w:rPr>
          <w:rStyle w:val="CodeDansTexte"/>
        </w:rPr>
        <w:t>atoms</w:t>
      </w:r>
      <w:proofErr w:type="spellEnd"/>
      <w:r w:rsidRPr="003C4EA8">
        <w:rPr>
          <w:rStyle w:val="CodeDansTexte"/>
        </w:rPr>
        <w:t>()</w:t>
      </w:r>
      <w:r>
        <w:t xml:space="preserve"> avec la classe </w:t>
      </w:r>
      <w:r w:rsidRPr="00D316B6">
        <w:rPr>
          <w:rStyle w:val="CodeDansTexte"/>
        </w:rPr>
        <w:t>Symbol</w:t>
      </w:r>
      <w:r>
        <w:t xml:space="preserve"> en paramètre, la méthode retourne une liste des variables de l’expression. Nous vérifions ainsi que l’expression saisie ne contient que les variables </w:t>
      </w:r>
      <w:r w:rsidRPr="003C4EA8">
        <w:rPr>
          <w:rStyle w:val="CodeDansTexte"/>
        </w:rPr>
        <w:t>x</w:t>
      </w:r>
      <w:r>
        <w:t xml:space="preserve"> et </w:t>
      </w:r>
      <w:r w:rsidRPr="003C4EA8">
        <w:rPr>
          <w:rStyle w:val="CodeDansTexte"/>
        </w:rPr>
        <w:t>y</w:t>
      </w:r>
      <w:r>
        <w:t xml:space="preserve">. Si tel est le cas, nous appelons la fonction </w:t>
      </w:r>
      <w:proofErr w:type="spellStart"/>
      <w:r w:rsidRPr="003C4EA8">
        <w:rPr>
          <w:rStyle w:val="CodeDansTexte"/>
        </w:rPr>
        <w:t>solve_plot_equations</w:t>
      </w:r>
      <w:proofErr w:type="spellEnd"/>
      <w:r w:rsidRPr="003C4EA8">
        <w:rPr>
          <w:rStyle w:val="CodeDansTexte"/>
        </w:rPr>
        <w:t>()</w:t>
      </w:r>
      <w:r>
        <w:t xml:space="preserve">. Celle-ci utilise la fonction </w:t>
      </w:r>
      <w:proofErr w:type="spellStart"/>
      <w:r w:rsidRPr="003C4EA8">
        <w:rPr>
          <w:rStyle w:val="CodeDansTexte"/>
        </w:rPr>
        <w:t>solve</w:t>
      </w:r>
      <w:proofErr w:type="spellEnd"/>
      <w:r w:rsidRPr="003C4EA8">
        <w:rPr>
          <w:rStyle w:val="CodeDansTexte"/>
        </w:rPr>
        <w:t>()</w:t>
      </w:r>
      <w:r>
        <w:t xml:space="preserve"> pour tenter de trouver la solution aux deux équations. Si aucune solution ne peut être trouvée, un message s’affiche pour nous en informer. Dans tous les cas, nous exprimons les deux équations comme des fonctions de x et appelons la fonction </w:t>
      </w:r>
      <w:r w:rsidRPr="003C4EA8">
        <w:rPr>
          <w:rStyle w:val="CodeDansTexte"/>
        </w:rPr>
        <w:t>plot()</w:t>
      </w:r>
      <w:r>
        <w:t xml:space="preserve"> pour créer le graphique.</w:t>
      </w:r>
    </w:p>
    <w:p w14:paraId="7D552E58" w14:textId="77777777" w:rsidR="00DC24E3" w:rsidRDefault="00DC24E3" w:rsidP="00DC24E3">
      <w:pPr>
        <w:pStyle w:val="TexteCourant"/>
      </w:pPr>
      <w:r>
        <w:t>Voici un exemple d’exécution de ce programme :</w:t>
      </w:r>
    </w:p>
    <w:p w14:paraId="47DFEAF7" w14:textId="77777777" w:rsidR="00DC24E3" w:rsidRDefault="00DC24E3" w:rsidP="00DC24E3">
      <w:pPr>
        <w:pStyle w:val="Code"/>
        <w:rPr>
          <w:lang w:val="en-US"/>
        </w:rPr>
      </w:pPr>
      <w:r>
        <w:rPr>
          <w:lang w:val="en-US"/>
        </w:rPr>
        <w:t>Enter your first equation : 3*x + 2*y - 3</w:t>
      </w:r>
    </w:p>
    <w:p w14:paraId="7445EF74" w14:textId="77777777" w:rsidR="00DC24E3" w:rsidRDefault="00DC24E3" w:rsidP="00DC24E3">
      <w:pPr>
        <w:pStyle w:val="Code"/>
        <w:rPr>
          <w:lang w:val="en-US"/>
        </w:rPr>
      </w:pPr>
      <w:r>
        <w:rPr>
          <w:lang w:val="en-US"/>
        </w:rPr>
        <w:t>Enter your second equation: 2*x + 3*y - 2</w:t>
      </w:r>
    </w:p>
    <w:p w14:paraId="3A001A4B" w14:textId="77777777" w:rsidR="00DC24E3" w:rsidRPr="00C84A32" w:rsidRDefault="00DC24E3" w:rsidP="00DC24E3">
      <w:pPr>
        <w:pStyle w:val="Code"/>
        <w:rPr>
          <w:lang w:val="en-US"/>
        </w:rPr>
      </w:pPr>
      <w:r>
        <w:rPr>
          <w:lang w:val="en-US"/>
        </w:rPr>
        <w:t>x: 1 y: 0</w:t>
      </w:r>
    </w:p>
    <w:p w14:paraId="30FD917A" w14:textId="77777777" w:rsidR="00DC24E3" w:rsidRDefault="00DC24E3" w:rsidP="00DC24E3">
      <w:pPr>
        <w:pStyle w:val="TexteCourant"/>
      </w:pPr>
      <w:r>
        <w:t xml:space="preserve"> La Figure 6 nous montre le graphique des deux équations, ce qui nous permet de vérifier l’exactitude de la solution trouvée (1,0).</w:t>
      </w:r>
    </w:p>
    <w:p w14:paraId="0AC2D42F" w14:textId="77777777" w:rsidR="00DC24E3" w:rsidRDefault="00DC24E3" w:rsidP="00DC24E3">
      <w:pPr>
        <w:pStyle w:val="FigureNomDeFichier"/>
      </w:pPr>
      <w:r>
        <w:t>Figure 6.png</w:t>
      </w:r>
    </w:p>
    <w:p w14:paraId="6F52C0E6" w14:textId="77777777" w:rsidR="00DC24E3" w:rsidRDefault="00DC24E3" w:rsidP="00DC24E3">
      <w:pPr>
        <w:pStyle w:val="FigureNumero"/>
      </w:pPr>
      <w:r>
        <w:t>Figure 6</w:t>
      </w:r>
    </w:p>
    <w:p w14:paraId="54BF2FBD" w14:textId="77777777" w:rsidR="00DC24E3" w:rsidRDefault="00DC24E3" w:rsidP="00DC24E3">
      <w:pPr>
        <w:pStyle w:val="FigureLegende"/>
      </w:pPr>
      <w:r>
        <w:t>Graphique des deux équations en entrée du programme</w:t>
      </w:r>
    </w:p>
    <w:p w14:paraId="45974CFC" w14:textId="77777777" w:rsidR="00DC24E3" w:rsidRDefault="00DC24E3" w:rsidP="00DC24E3">
      <w:pPr>
        <w:pStyle w:val="TitreNiveau1"/>
      </w:pPr>
      <w:r>
        <w:t>#3 : Sommer une série</w:t>
      </w:r>
    </w:p>
    <w:p w14:paraId="58714BE4" w14:textId="77777777" w:rsidR="00DC24E3" w:rsidRDefault="00DC24E3" w:rsidP="00DC24E3">
      <w:pPr>
        <w:pStyle w:val="TexteCourant"/>
      </w:pPr>
      <w:r>
        <w:t xml:space="preserve">Le programme suivant montre comment résoudre le défi à l’aide de la fonction </w:t>
      </w:r>
      <w:proofErr w:type="spellStart"/>
      <w:r w:rsidRPr="003C4EA8">
        <w:rPr>
          <w:rStyle w:val="CodeDansTexte"/>
        </w:rPr>
        <w:t>summation</w:t>
      </w:r>
      <w:proofErr w:type="spellEnd"/>
      <w:r w:rsidRPr="003C4EA8">
        <w:rPr>
          <w:rStyle w:val="CodeDansTexte"/>
        </w:rPr>
        <w:t>()</w:t>
      </w:r>
      <w:r>
        <w:t> :</w:t>
      </w:r>
    </w:p>
    <w:p w14:paraId="0D795CB2" w14:textId="77777777" w:rsidR="00DC24E3" w:rsidRDefault="00DC24E3" w:rsidP="00DC24E3">
      <w:pPr>
        <w:pStyle w:val="Code"/>
        <w:rPr>
          <w:lang w:val="en-US"/>
        </w:rPr>
      </w:pPr>
      <w:r>
        <w:rPr>
          <w:lang w:val="en-US"/>
        </w:rPr>
        <w:t>'''</w:t>
      </w:r>
    </w:p>
    <w:p w14:paraId="03E5DD9A" w14:textId="77777777" w:rsidR="00DC24E3" w:rsidRDefault="00DC24E3" w:rsidP="00DC24E3">
      <w:pPr>
        <w:pStyle w:val="Code"/>
        <w:rPr>
          <w:lang w:val="en-US"/>
        </w:rPr>
      </w:pPr>
      <w:r>
        <w:rPr>
          <w:lang w:val="en-US"/>
        </w:rPr>
        <w:t>series_summation.py</w:t>
      </w:r>
    </w:p>
    <w:p w14:paraId="2473149E" w14:textId="77777777" w:rsidR="00DC24E3" w:rsidRDefault="00DC24E3" w:rsidP="00DC24E3">
      <w:pPr>
        <w:pStyle w:val="Code"/>
        <w:rPr>
          <w:lang w:val="en-US"/>
        </w:rPr>
      </w:pPr>
      <w:r>
        <w:rPr>
          <w:lang w:val="en-US"/>
        </w:rPr>
        <w:t>Sum an arbitrary series</w:t>
      </w:r>
    </w:p>
    <w:p w14:paraId="6DEAC9A9" w14:textId="77777777" w:rsidR="00DC24E3" w:rsidRDefault="00DC24E3" w:rsidP="00DC24E3">
      <w:pPr>
        <w:pStyle w:val="Code"/>
        <w:rPr>
          <w:lang w:val="en-US"/>
        </w:rPr>
      </w:pPr>
      <w:r>
        <w:rPr>
          <w:lang w:val="en-US"/>
        </w:rPr>
        <w:t>'''</w:t>
      </w:r>
    </w:p>
    <w:p w14:paraId="6347578C" w14:textId="77777777" w:rsidR="00DC24E3" w:rsidRDefault="00DC24E3" w:rsidP="00DC24E3">
      <w:pPr>
        <w:pStyle w:val="Code"/>
        <w:rPr>
          <w:lang w:val="en-US"/>
        </w:rPr>
      </w:pPr>
      <w:r>
        <w:rPr>
          <w:lang w:val="en-US"/>
        </w:rPr>
        <w:t xml:space="preserve">from </w:t>
      </w:r>
      <w:proofErr w:type="spellStart"/>
      <w:r>
        <w:rPr>
          <w:lang w:val="en-US"/>
        </w:rPr>
        <w:t>sympy</w:t>
      </w:r>
      <w:proofErr w:type="spellEnd"/>
      <w:r>
        <w:rPr>
          <w:lang w:val="en-US"/>
        </w:rPr>
        <w:t xml:space="preserve"> import summation, </w:t>
      </w:r>
      <w:proofErr w:type="spellStart"/>
      <w:r>
        <w:rPr>
          <w:lang w:val="en-US"/>
        </w:rPr>
        <w:t>sympify</w:t>
      </w:r>
      <w:proofErr w:type="spellEnd"/>
      <w:r>
        <w:rPr>
          <w:lang w:val="en-US"/>
        </w:rPr>
        <w:t xml:space="preserve">, Symbol, </w:t>
      </w:r>
      <w:proofErr w:type="spellStart"/>
      <w:r>
        <w:rPr>
          <w:lang w:val="en-US"/>
        </w:rPr>
        <w:t>pprint</w:t>
      </w:r>
      <w:proofErr w:type="spellEnd"/>
    </w:p>
    <w:p w14:paraId="42F67924"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find_sum</w:t>
      </w:r>
      <w:proofErr w:type="spellEnd"/>
      <w:r>
        <w:rPr>
          <w:lang w:val="en-US"/>
        </w:rPr>
        <w:t>(</w:t>
      </w:r>
      <w:proofErr w:type="spellStart"/>
      <w:r>
        <w:rPr>
          <w:lang w:val="en-US"/>
        </w:rPr>
        <w:t>n_term</w:t>
      </w:r>
      <w:proofErr w:type="spellEnd"/>
      <w:r>
        <w:rPr>
          <w:lang w:val="en-US"/>
        </w:rPr>
        <w:t xml:space="preserve">, </w:t>
      </w:r>
      <w:proofErr w:type="spellStart"/>
      <w:r>
        <w:rPr>
          <w:lang w:val="en-US"/>
        </w:rPr>
        <w:t>num_terms</w:t>
      </w:r>
      <w:proofErr w:type="spellEnd"/>
      <w:r>
        <w:rPr>
          <w:lang w:val="en-US"/>
        </w:rPr>
        <w:t>):</w:t>
      </w:r>
    </w:p>
    <w:p w14:paraId="04922768" w14:textId="77777777" w:rsidR="00DC24E3" w:rsidRDefault="00DC24E3" w:rsidP="00DC24E3">
      <w:pPr>
        <w:pStyle w:val="Code"/>
        <w:rPr>
          <w:lang w:val="en-US"/>
        </w:rPr>
      </w:pPr>
      <w:r>
        <w:rPr>
          <w:lang w:val="en-US"/>
        </w:rPr>
        <w:t xml:space="preserve">    n = Symbol('n')</w:t>
      </w:r>
    </w:p>
    <w:p w14:paraId="75FE85A3" w14:textId="77777777" w:rsidR="00DC24E3" w:rsidRDefault="00DC24E3" w:rsidP="00DC24E3">
      <w:pPr>
        <w:pStyle w:val="Code"/>
        <w:rPr>
          <w:lang w:val="en-US"/>
        </w:rPr>
      </w:pPr>
      <w:r>
        <w:rPr>
          <w:lang w:val="en-US"/>
        </w:rPr>
        <w:t xml:space="preserve">    s = summation(</w:t>
      </w:r>
      <w:proofErr w:type="spellStart"/>
      <w:r>
        <w:rPr>
          <w:lang w:val="en-US"/>
        </w:rPr>
        <w:t>n_term</w:t>
      </w:r>
      <w:proofErr w:type="spellEnd"/>
      <w:r>
        <w:rPr>
          <w:lang w:val="en-US"/>
        </w:rPr>
        <w:t xml:space="preserve">, (n, 1, </w:t>
      </w:r>
      <w:proofErr w:type="spellStart"/>
      <w:r>
        <w:rPr>
          <w:lang w:val="en-US"/>
        </w:rPr>
        <w:t>num_terms</w:t>
      </w:r>
      <w:proofErr w:type="spellEnd"/>
      <w:r>
        <w:rPr>
          <w:lang w:val="en-US"/>
        </w:rPr>
        <w:t>))</w:t>
      </w:r>
    </w:p>
    <w:p w14:paraId="4059BBA5" w14:textId="77777777" w:rsidR="00DC24E3" w:rsidRDefault="00DC24E3" w:rsidP="00DC24E3">
      <w:pPr>
        <w:pStyle w:val="Code"/>
        <w:rPr>
          <w:lang w:val="en-US"/>
        </w:rPr>
      </w:pPr>
      <w:r>
        <w:rPr>
          <w:lang w:val="en-US"/>
        </w:rPr>
        <w:t xml:space="preserve">    </w:t>
      </w:r>
      <w:proofErr w:type="spellStart"/>
      <w:r>
        <w:rPr>
          <w:lang w:val="en-US"/>
        </w:rPr>
        <w:t>pprint</w:t>
      </w:r>
      <w:proofErr w:type="spellEnd"/>
      <w:r>
        <w:rPr>
          <w:lang w:val="en-US"/>
        </w:rPr>
        <w:t>(s)</w:t>
      </w:r>
    </w:p>
    <w:p w14:paraId="4D80857A" w14:textId="77777777" w:rsidR="00DC24E3" w:rsidRDefault="00DC24E3" w:rsidP="00DC24E3">
      <w:pPr>
        <w:pStyle w:val="Code"/>
        <w:rPr>
          <w:lang w:val="en-US"/>
        </w:rPr>
      </w:pPr>
      <w:r>
        <w:rPr>
          <w:lang w:val="en-US"/>
        </w:rPr>
        <w:t>if __name__ == '__main__':</w:t>
      </w:r>
    </w:p>
    <w:p w14:paraId="568D7FAC" w14:textId="77777777" w:rsidR="00DC24E3" w:rsidRDefault="00DC24E3" w:rsidP="00DC24E3">
      <w:pPr>
        <w:pStyle w:val="Code"/>
        <w:rPr>
          <w:lang w:val="en-US"/>
        </w:rPr>
      </w:pPr>
      <w:r>
        <w:rPr>
          <w:lang w:val="en-US"/>
        </w:rPr>
        <w:t xml:space="preserve">    </w:t>
      </w:r>
      <w:proofErr w:type="spellStart"/>
      <w:r>
        <w:rPr>
          <w:lang w:val="en-US"/>
        </w:rPr>
        <w:t>n_term</w:t>
      </w:r>
      <w:proofErr w:type="spellEnd"/>
      <w:r>
        <w:rPr>
          <w:lang w:val="en-US"/>
        </w:rPr>
        <w:t xml:space="preserve"> = </w:t>
      </w:r>
      <w:proofErr w:type="spellStart"/>
      <w:r>
        <w:rPr>
          <w:lang w:val="en-US"/>
        </w:rPr>
        <w:t>sympify</w:t>
      </w:r>
      <w:proofErr w:type="spellEnd"/>
      <w:r>
        <w:rPr>
          <w:lang w:val="en-US"/>
        </w:rPr>
        <w:t>(input('Enter the nth term: '))</w:t>
      </w:r>
    </w:p>
    <w:p w14:paraId="0D67C7F9" w14:textId="77777777" w:rsidR="00DC24E3" w:rsidRDefault="00DC24E3" w:rsidP="00DC24E3">
      <w:pPr>
        <w:pStyle w:val="Code"/>
        <w:rPr>
          <w:lang w:val="en-US"/>
        </w:rPr>
      </w:pPr>
      <w:r>
        <w:rPr>
          <w:lang w:val="en-US"/>
        </w:rPr>
        <w:t xml:space="preserve">    </w:t>
      </w:r>
      <w:proofErr w:type="spellStart"/>
      <w:r>
        <w:rPr>
          <w:lang w:val="en-US"/>
        </w:rPr>
        <w:t>num_terms</w:t>
      </w:r>
      <w:proofErr w:type="spellEnd"/>
      <w:r>
        <w:rPr>
          <w:lang w:val="en-US"/>
        </w:rPr>
        <w:t xml:space="preserve"> = </w:t>
      </w:r>
      <w:proofErr w:type="spellStart"/>
      <w:r>
        <w:rPr>
          <w:lang w:val="en-US"/>
        </w:rPr>
        <w:t>int</w:t>
      </w:r>
      <w:proofErr w:type="spellEnd"/>
      <w:r>
        <w:rPr>
          <w:lang w:val="en-US"/>
        </w:rPr>
        <w:t>(input('Enter the number of terms: '))</w:t>
      </w:r>
    </w:p>
    <w:p w14:paraId="616F50CE" w14:textId="77777777" w:rsidR="00DC24E3" w:rsidRDefault="00DC24E3" w:rsidP="00DC24E3">
      <w:pPr>
        <w:pStyle w:val="Code"/>
        <w:rPr>
          <w:lang w:val="en-US"/>
        </w:rPr>
      </w:pPr>
      <w:r>
        <w:rPr>
          <w:lang w:val="en-US"/>
        </w:rPr>
        <w:t xml:space="preserve">    </w:t>
      </w:r>
      <w:proofErr w:type="spellStart"/>
      <w:r>
        <w:rPr>
          <w:lang w:val="en-US"/>
        </w:rPr>
        <w:t>find_sum</w:t>
      </w:r>
      <w:proofErr w:type="spellEnd"/>
      <w:r>
        <w:rPr>
          <w:lang w:val="en-US"/>
        </w:rPr>
        <w:t>(</w:t>
      </w:r>
      <w:proofErr w:type="spellStart"/>
      <w:r>
        <w:rPr>
          <w:lang w:val="en-US"/>
        </w:rPr>
        <w:t>n_term</w:t>
      </w:r>
      <w:proofErr w:type="spellEnd"/>
      <w:r>
        <w:rPr>
          <w:lang w:val="en-US"/>
        </w:rPr>
        <w:t xml:space="preserve">, </w:t>
      </w:r>
      <w:proofErr w:type="spellStart"/>
      <w:r>
        <w:rPr>
          <w:lang w:val="en-US"/>
        </w:rPr>
        <w:t>num_terms</w:t>
      </w:r>
      <w:proofErr w:type="spellEnd"/>
      <w:r>
        <w:rPr>
          <w:lang w:val="en-US"/>
        </w:rPr>
        <w:t>)</w:t>
      </w:r>
    </w:p>
    <w:p w14:paraId="067BD544" w14:textId="7D06E589" w:rsidR="00DC24E3" w:rsidRDefault="00DC24E3" w:rsidP="00DC24E3">
      <w:pPr>
        <w:pStyle w:val="TexteCourant"/>
      </w:pPr>
      <w:r>
        <w:t xml:space="preserve">Nous demandons à l’utilisateur de saisir l’expression du </w:t>
      </w:r>
      <w:proofErr w:type="spellStart"/>
      <w:r>
        <w:t>n-ième</w:t>
      </w:r>
      <w:proofErr w:type="spellEnd"/>
      <w:r>
        <w:t xml:space="preserve"> terme de la série et le nombre de termes que nous voulons sommer. Nous appelons ensuite la fonction </w:t>
      </w:r>
      <w:proofErr w:type="spellStart"/>
      <w:r w:rsidRPr="003C4EA8">
        <w:rPr>
          <w:rStyle w:val="CodeDansTexte"/>
        </w:rPr>
        <w:t>find_sum</w:t>
      </w:r>
      <w:proofErr w:type="spellEnd"/>
      <w:r w:rsidRPr="003C4EA8">
        <w:rPr>
          <w:rStyle w:val="CodeDansTexte"/>
        </w:rPr>
        <w:t>()</w:t>
      </w:r>
      <w:r>
        <w:t xml:space="preserve">, laquelle utilise la fonction </w:t>
      </w:r>
      <w:proofErr w:type="spellStart"/>
      <w:r w:rsidRPr="003C4EA8">
        <w:rPr>
          <w:rStyle w:val="CodeDansTexte"/>
        </w:rPr>
        <w:t>summation</w:t>
      </w:r>
      <w:proofErr w:type="spellEnd"/>
      <w:r w:rsidRPr="003C4EA8">
        <w:rPr>
          <w:rStyle w:val="CodeDansTexte"/>
        </w:rPr>
        <w:t>()</w:t>
      </w:r>
      <w:r>
        <w:t xml:space="preserve"> de </w:t>
      </w:r>
      <w:proofErr w:type="spellStart"/>
      <w:r>
        <w:t>SymPy</w:t>
      </w:r>
      <w:proofErr w:type="spellEnd"/>
      <w:r>
        <w:t xml:space="preserve"> avec l’expression du </w:t>
      </w:r>
      <w:proofErr w:type="spellStart"/>
      <w:r>
        <w:t>n-ième</w:t>
      </w:r>
      <w:proofErr w:type="spellEnd"/>
      <w:r>
        <w:t xml:space="preserve"> terme en premier argument. Le second argument est un </w:t>
      </w:r>
      <w:proofErr w:type="spellStart"/>
      <w:r>
        <w:t>tuple</w:t>
      </w:r>
      <w:proofErr w:type="spellEnd"/>
      <w:r>
        <w:t xml:space="preserve"> contenant la variable de l’expression, </w:t>
      </w:r>
      <w:r w:rsidRPr="003C4EA8">
        <w:rPr>
          <w:rStyle w:val="CodeDansTexte"/>
        </w:rPr>
        <w:t>1</w:t>
      </w:r>
      <w:r>
        <w:t>, et le nombre de termes que nous voulons sommer. Nous affichons e</w:t>
      </w:r>
      <w:r w:rsidR="003C4EA8">
        <w:t xml:space="preserve">nsuite le résultat sous une </w:t>
      </w:r>
      <w:r>
        <w:t xml:space="preserve"> forme</w:t>
      </w:r>
      <w:r w:rsidR="003C4EA8">
        <w:t xml:space="preserve"> agréable</w:t>
      </w:r>
      <w:r>
        <w:t xml:space="preserve"> à l’aide de la fonction </w:t>
      </w:r>
      <w:proofErr w:type="spellStart"/>
      <w:r w:rsidRPr="003C4EA8">
        <w:rPr>
          <w:rStyle w:val="CodeDansTexte"/>
        </w:rPr>
        <w:t>pprint</w:t>
      </w:r>
      <w:proofErr w:type="spellEnd"/>
      <w:r w:rsidRPr="003C4EA8">
        <w:rPr>
          <w:rStyle w:val="CodeDansTexte"/>
        </w:rPr>
        <w:t>()</w:t>
      </w:r>
      <w:r>
        <w:t>. Voici un exemple d’exécution :</w:t>
      </w:r>
    </w:p>
    <w:p w14:paraId="57B150CB" w14:textId="77777777" w:rsidR="00DC24E3" w:rsidRDefault="00DC24E3" w:rsidP="00DC24E3">
      <w:pPr>
        <w:pStyle w:val="Code"/>
        <w:rPr>
          <w:b/>
          <w:bCs/>
          <w:lang w:val="en-US"/>
        </w:rPr>
      </w:pPr>
      <w:r>
        <w:rPr>
          <w:lang w:val="en-US"/>
        </w:rPr>
        <w:t xml:space="preserve">Enter the nth term: </w:t>
      </w:r>
      <w:r>
        <w:rPr>
          <w:b/>
          <w:bCs/>
          <w:lang w:val="en-US"/>
        </w:rPr>
        <w:t>a+(n-1)*d</w:t>
      </w:r>
    </w:p>
    <w:p w14:paraId="48755356" w14:textId="77777777" w:rsidR="00DC24E3" w:rsidRDefault="00DC24E3" w:rsidP="00DC24E3">
      <w:pPr>
        <w:pStyle w:val="Code"/>
        <w:rPr>
          <w:b/>
          <w:bCs/>
          <w:lang w:val="en-US"/>
        </w:rPr>
      </w:pPr>
      <w:r>
        <w:rPr>
          <w:lang w:val="en-US"/>
        </w:rPr>
        <w:t xml:space="preserve">Enter the number of terms: </w:t>
      </w:r>
      <w:r>
        <w:rPr>
          <w:b/>
          <w:bCs/>
          <w:lang w:val="en-US"/>
        </w:rPr>
        <w:t>3</w:t>
      </w:r>
    </w:p>
    <w:p w14:paraId="580AF10B" w14:textId="77777777" w:rsidR="00DC24E3" w:rsidRDefault="00DC24E3" w:rsidP="00DC24E3">
      <w:pPr>
        <w:pStyle w:val="Code"/>
        <w:rPr>
          <w:lang w:val="en-US"/>
        </w:rPr>
      </w:pPr>
      <w:r>
        <w:rPr>
          <w:lang w:val="en-US"/>
        </w:rPr>
        <w:t>3·a + 3·d</w:t>
      </w:r>
    </w:p>
    <w:p w14:paraId="36CE14EE" w14:textId="77777777" w:rsidR="00DC24E3" w:rsidRDefault="00DC24E3" w:rsidP="00DC24E3">
      <w:pPr>
        <w:pStyle w:val="TitreNiveau2"/>
      </w:pPr>
      <w:r>
        <w:t>#4 : Résoudre une inégalité à une seule variable</w:t>
      </w:r>
    </w:p>
    <w:p w14:paraId="1B05B173" w14:textId="0CA0C5B7" w:rsidR="00DC24E3" w:rsidRDefault="00DC24E3" w:rsidP="00DC24E3">
      <w:pPr>
        <w:pStyle w:val="TexteCourant"/>
      </w:pPr>
      <w:r>
        <w:t>Le programme suivant implémente un algorithme solutionneur d’inéquation</w:t>
      </w:r>
      <w:r w:rsidR="003C4EA8">
        <w:t>s</w:t>
      </w:r>
      <w:r>
        <w:t> :</w:t>
      </w:r>
    </w:p>
    <w:p w14:paraId="44754B17" w14:textId="77777777" w:rsidR="00DC24E3" w:rsidRDefault="00DC24E3" w:rsidP="00DC24E3">
      <w:pPr>
        <w:pStyle w:val="Code"/>
        <w:rPr>
          <w:lang w:val="en-US"/>
        </w:rPr>
      </w:pPr>
      <w:r>
        <w:rPr>
          <w:lang w:val="en-US"/>
        </w:rPr>
        <w:t>'''</w:t>
      </w:r>
    </w:p>
    <w:p w14:paraId="62CE81AD" w14:textId="77777777" w:rsidR="00DC24E3" w:rsidRDefault="00DC24E3" w:rsidP="00DC24E3">
      <w:pPr>
        <w:pStyle w:val="Code"/>
        <w:rPr>
          <w:lang w:val="en-US"/>
        </w:rPr>
      </w:pPr>
      <w:r>
        <w:rPr>
          <w:lang w:val="en-US"/>
        </w:rPr>
        <w:t xml:space="preserve">isolve.py </w:t>
      </w:r>
    </w:p>
    <w:p w14:paraId="2751BF43" w14:textId="77777777" w:rsidR="00DC24E3" w:rsidRDefault="00DC24E3" w:rsidP="00DC24E3">
      <w:pPr>
        <w:pStyle w:val="Code"/>
        <w:rPr>
          <w:lang w:val="en-US"/>
        </w:rPr>
      </w:pPr>
      <w:r>
        <w:rPr>
          <w:lang w:val="en-US"/>
        </w:rPr>
        <w:t>Single variable inequality solver</w:t>
      </w:r>
    </w:p>
    <w:p w14:paraId="06233905" w14:textId="77777777" w:rsidR="00DC24E3" w:rsidRDefault="00DC24E3" w:rsidP="00DC24E3">
      <w:pPr>
        <w:pStyle w:val="Code"/>
        <w:rPr>
          <w:lang w:val="en-US"/>
        </w:rPr>
      </w:pPr>
      <w:r>
        <w:rPr>
          <w:lang w:val="en-US"/>
        </w:rPr>
        <w:t>'''</w:t>
      </w:r>
    </w:p>
    <w:p w14:paraId="104F39D4" w14:textId="77777777" w:rsidR="00DC24E3" w:rsidRDefault="00DC24E3" w:rsidP="00DC24E3">
      <w:pPr>
        <w:pStyle w:val="Code"/>
        <w:rPr>
          <w:lang w:val="en-US"/>
        </w:rPr>
      </w:pPr>
      <w:r>
        <w:rPr>
          <w:lang w:val="en-US"/>
        </w:rPr>
        <w:t xml:space="preserve">from </w:t>
      </w:r>
      <w:proofErr w:type="spellStart"/>
      <w:r>
        <w:rPr>
          <w:lang w:val="en-US"/>
        </w:rPr>
        <w:t>sympy</w:t>
      </w:r>
      <w:proofErr w:type="spellEnd"/>
      <w:r>
        <w:rPr>
          <w:lang w:val="en-US"/>
        </w:rPr>
        <w:t xml:space="preserve"> import Symbol, </w:t>
      </w:r>
      <w:proofErr w:type="spellStart"/>
      <w:r>
        <w:rPr>
          <w:lang w:val="en-US"/>
        </w:rPr>
        <w:t>sympify</w:t>
      </w:r>
      <w:proofErr w:type="spellEnd"/>
      <w:r>
        <w:rPr>
          <w:lang w:val="en-US"/>
        </w:rPr>
        <w:t xml:space="preserve">, </w:t>
      </w:r>
      <w:proofErr w:type="spellStart"/>
      <w:r>
        <w:rPr>
          <w:lang w:val="en-US"/>
        </w:rPr>
        <w:t>SympifyError</w:t>
      </w:r>
      <w:proofErr w:type="spellEnd"/>
    </w:p>
    <w:p w14:paraId="4A6A38A8" w14:textId="77777777" w:rsidR="00DC24E3" w:rsidRDefault="00DC24E3" w:rsidP="00DC24E3">
      <w:pPr>
        <w:pStyle w:val="Code"/>
        <w:rPr>
          <w:lang w:val="en-US"/>
        </w:rPr>
      </w:pPr>
      <w:r>
        <w:rPr>
          <w:lang w:val="en-US"/>
        </w:rPr>
        <w:t xml:space="preserve">from </w:t>
      </w:r>
      <w:proofErr w:type="spellStart"/>
      <w:r>
        <w:rPr>
          <w:lang w:val="en-US"/>
        </w:rPr>
        <w:t>sympy</w:t>
      </w:r>
      <w:proofErr w:type="spellEnd"/>
      <w:r>
        <w:rPr>
          <w:lang w:val="en-US"/>
        </w:rPr>
        <w:t xml:space="preserve"> import </w:t>
      </w:r>
      <w:proofErr w:type="spellStart"/>
      <w:r>
        <w:rPr>
          <w:lang w:val="en-US"/>
        </w:rPr>
        <w:t>solve_poly_inequality</w:t>
      </w:r>
      <w:proofErr w:type="spellEnd"/>
      <w:r>
        <w:rPr>
          <w:lang w:val="en-US"/>
        </w:rPr>
        <w:t xml:space="preserve">, </w:t>
      </w:r>
      <w:proofErr w:type="spellStart"/>
      <w:r>
        <w:rPr>
          <w:lang w:val="en-US"/>
        </w:rPr>
        <w:t>solve_rational_inequalities</w:t>
      </w:r>
      <w:proofErr w:type="spellEnd"/>
    </w:p>
    <w:p w14:paraId="680C592C" w14:textId="77777777" w:rsidR="00DC24E3" w:rsidRDefault="00DC24E3" w:rsidP="00DC24E3">
      <w:pPr>
        <w:pStyle w:val="Code"/>
        <w:rPr>
          <w:lang w:val="en-US"/>
        </w:rPr>
      </w:pPr>
      <w:r>
        <w:rPr>
          <w:lang w:val="en-US"/>
        </w:rPr>
        <w:t xml:space="preserve">from </w:t>
      </w:r>
      <w:proofErr w:type="spellStart"/>
      <w:r>
        <w:rPr>
          <w:lang w:val="en-US"/>
        </w:rPr>
        <w:t>sympy</w:t>
      </w:r>
      <w:proofErr w:type="spellEnd"/>
      <w:r>
        <w:rPr>
          <w:lang w:val="en-US"/>
        </w:rPr>
        <w:t xml:space="preserve"> import </w:t>
      </w:r>
      <w:proofErr w:type="spellStart"/>
      <w:r>
        <w:rPr>
          <w:lang w:val="en-US"/>
        </w:rPr>
        <w:t>solve_univariate_inequality</w:t>
      </w:r>
      <w:proofErr w:type="spellEnd"/>
      <w:r>
        <w:rPr>
          <w:lang w:val="en-US"/>
        </w:rPr>
        <w:t>, Poly</w:t>
      </w:r>
    </w:p>
    <w:p w14:paraId="3CC5EC83" w14:textId="77777777" w:rsidR="00DC24E3" w:rsidRDefault="00DC24E3" w:rsidP="00DC24E3">
      <w:pPr>
        <w:pStyle w:val="Code"/>
        <w:rPr>
          <w:lang w:val="en-US"/>
        </w:rPr>
      </w:pPr>
      <w:r>
        <w:rPr>
          <w:lang w:val="en-US"/>
        </w:rPr>
        <w:t xml:space="preserve">from </w:t>
      </w:r>
      <w:proofErr w:type="spellStart"/>
      <w:r>
        <w:rPr>
          <w:lang w:val="en-US"/>
        </w:rPr>
        <w:t>sympy.core.relational</w:t>
      </w:r>
      <w:proofErr w:type="spellEnd"/>
      <w:r>
        <w:rPr>
          <w:lang w:val="en-US"/>
        </w:rPr>
        <w:t xml:space="preserve"> import Relational, Equality</w:t>
      </w:r>
    </w:p>
    <w:p w14:paraId="100F3D47"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isolve</w:t>
      </w:r>
      <w:proofErr w:type="spellEnd"/>
      <w:r>
        <w:rPr>
          <w:lang w:val="en-US"/>
        </w:rPr>
        <w:t>(</w:t>
      </w:r>
      <w:proofErr w:type="spellStart"/>
      <w:r>
        <w:rPr>
          <w:lang w:val="en-US"/>
        </w:rPr>
        <w:t>ineq_obj</w:t>
      </w:r>
      <w:proofErr w:type="spellEnd"/>
      <w:r>
        <w:rPr>
          <w:lang w:val="en-US"/>
        </w:rPr>
        <w:t>): x = Symbol('x')</w:t>
      </w:r>
    </w:p>
    <w:p w14:paraId="33AE7E8C" w14:textId="77777777" w:rsidR="00DC24E3" w:rsidRDefault="00DC24E3" w:rsidP="00DC24E3">
      <w:pPr>
        <w:pStyle w:val="Code"/>
        <w:rPr>
          <w:lang w:val="en-US"/>
        </w:rPr>
      </w:pPr>
      <w:r>
        <w:rPr>
          <w:lang w:val="en-US"/>
        </w:rPr>
        <w:t xml:space="preserve">    </w:t>
      </w:r>
      <w:proofErr w:type="spellStart"/>
      <w:r>
        <w:rPr>
          <w:lang w:val="en-US"/>
        </w:rPr>
        <w:t>expr</w:t>
      </w:r>
      <w:proofErr w:type="spellEnd"/>
      <w:r>
        <w:rPr>
          <w:lang w:val="en-US"/>
        </w:rPr>
        <w:t xml:space="preserve"> = </w:t>
      </w:r>
      <w:proofErr w:type="spellStart"/>
      <w:r>
        <w:rPr>
          <w:lang w:val="en-US"/>
        </w:rPr>
        <w:t>ineq_obj.lhs</w:t>
      </w:r>
      <w:proofErr w:type="spellEnd"/>
      <w:r>
        <w:rPr>
          <w:lang w:val="en-US"/>
        </w:rPr>
        <w:t xml:space="preserve"> </w:t>
      </w:r>
      <w:proofErr w:type="spellStart"/>
      <w:r>
        <w:rPr>
          <w:lang w:val="en-US"/>
        </w:rPr>
        <w:t>rel</w:t>
      </w:r>
      <w:proofErr w:type="spellEnd"/>
      <w:r>
        <w:rPr>
          <w:lang w:val="en-US"/>
        </w:rPr>
        <w:t xml:space="preserve"> = </w:t>
      </w:r>
      <w:proofErr w:type="spellStart"/>
      <w:r>
        <w:rPr>
          <w:lang w:val="en-US"/>
        </w:rPr>
        <w:t>ineq_obj.rel_op</w:t>
      </w:r>
      <w:proofErr w:type="spellEnd"/>
    </w:p>
    <w:p w14:paraId="48398BB6" w14:textId="77777777" w:rsidR="00DC24E3" w:rsidRDefault="00DC24E3" w:rsidP="00DC24E3">
      <w:pPr>
        <w:pStyle w:val="Code"/>
        <w:rPr>
          <w:lang w:val="en-US"/>
        </w:rPr>
      </w:pPr>
      <w:r>
        <w:rPr>
          <w:lang w:val="en-US"/>
        </w:rPr>
        <w:t xml:space="preserve">    if </w:t>
      </w:r>
      <w:proofErr w:type="spellStart"/>
      <w:r>
        <w:rPr>
          <w:lang w:val="en-US"/>
        </w:rPr>
        <w:t>expr.is_polynomial</w:t>
      </w:r>
      <w:proofErr w:type="spellEnd"/>
      <w:r>
        <w:rPr>
          <w:lang w:val="en-US"/>
        </w:rPr>
        <w:t>():</w:t>
      </w:r>
    </w:p>
    <w:p w14:paraId="62B1B090" w14:textId="77777777" w:rsidR="00DC24E3" w:rsidRDefault="00DC24E3" w:rsidP="00DC24E3">
      <w:pPr>
        <w:pStyle w:val="Code"/>
        <w:rPr>
          <w:lang w:val="en-US"/>
        </w:rPr>
      </w:pPr>
      <w:r>
        <w:rPr>
          <w:lang w:val="en-US"/>
        </w:rPr>
        <w:t xml:space="preserve">        p = Poly(</w:t>
      </w:r>
      <w:proofErr w:type="spellStart"/>
      <w:r>
        <w:rPr>
          <w:lang w:val="en-US"/>
        </w:rPr>
        <w:t>expr</w:t>
      </w:r>
      <w:proofErr w:type="spellEnd"/>
      <w:r>
        <w:rPr>
          <w:lang w:val="en-US"/>
        </w:rPr>
        <w:t>, x)</w:t>
      </w:r>
    </w:p>
    <w:p w14:paraId="55CF7048" w14:textId="0221CEAA" w:rsidR="00DC24E3" w:rsidRDefault="00DC24E3" w:rsidP="00DC24E3">
      <w:pPr>
        <w:pStyle w:val="Code"/>
        <w:rPr>
          <w:lang w:val="en-US"/>
        </w:rPr>
      </w:pPr>
      <w:r>
        <w:rPr>
          <w:lang w:val="en-US"/>
        </w:rPr>
        <w:t xml:space="preserve">        retur</w:t>
      </w:r>
      <w:r w:rsidR="003C4EA8">
        <w:rPr>
          <w:lang w:val="en-US"/>
        </w:rPr>
        <w:t xml:space="preserve">n </w:t>
      </w:r>
      <w:proofErr w:type="spellStart"/>
      <w:r w:rsidR="003C4EA8">
        <w:rPr>
          <w:lang w:val="en-US"/>
        </w:rPr>
        <w:t>solve_poly_inequality</w:t>
      </w:r>
      <w:proofErr w:type="spellEnd"/>
      <w:r w:rsidR="003C4EA8">
        <w:rPr>
          <w:lang w:val="en-US"/>
        </w:rPr>
        <w:t xml:space="preserve">(p, </w:t>
      </w:r>
      <w:proofErr w:type="spellStart"/>
      <w:r w:rsidR="003C4EA8">
        <w:rPr>
          <w:lang w:val="en-US"/>
        </w:rPr>
        <w:t>rel</w:t>
      </w:r>
      <w:proofErr w:type="spellEnd"/>
      <w:r w:rsidR="003C4EA8">
        <w:rPr>
          <w:lang w:val="en-US"/>
        </w:rPr>
        <w:t>)</w:t>
      </w:r>
    </w:p>
    <w:p w14:paraId="1213708C" w14:textId="77777777" w:rsidR="00DC24E3" w:rsidRDefault="00DC24E3" w:rsidP="00DC24E3">
      <w:pPr>
        <w:pStyle w:val="Code"/>
        <w:rPr>
          <w:lang w:val="en-US"/>
        </w:rPr>
      </w:pPr>
      <w:r>
        <w:rPr>
          <w:lang w:val="en-US"/>
        </w:rPr>
        <w:t xml:space="preserve">    </w:t>
      </w:r>
      <w:proofErr w:type="spellStart"/>
      <w:r>
        <w:rPr>
          <w:lang w:val="en-US"/>
        </w:rPr>
        <w:t>elif</w:t>
      </w:r>
      <w:proofErr w:type="spellEnd"/>
      <w:r>
        <w:rPr>
          <w:lang w:val="en-US"/>
        </w:rPr>
        <w:t xml:space="preserve"> </w:t>
      </w:r>
      <w:proofErr w:type="spellStart"/>
      <w:r>
        <w:rPr>
          <w:lang w:val="en-US"/>
        </w:rPr>
        <w:t>expr.is_rational_function</w:t>
      </w:r>
      <w:proofErr w:type="spellEnd"/>
      <w:r>
        <w:rPr>
          <w:lang w:val="en-US"/>
        </w:rPr>
        <w:t>():</w:t>
      </w:r>
    </w:p>
    <w:p w14:paraId="0ED15E0A" w14:textId="77777777" w:rsidR="00DC24E3" w:rsidRDefault="00DC24E3" w:rsidP="00DC24E3">
      <w:pPr>
        <w:pStyle w:val="Code"/>
        <w:rPr>
          <w:lang w:val="en-US"/>
        </w:rPr>
      </w:pPr>
      <w:r>
        <w:rPr>
          <w:lang w:val="en-US"/>
        </w:rPr>
        <w:t xml:space="preserve">        p1, p2 = </w:t>
      </w:r>
      <w:proofErr w:type="spellStart"/>
      <w:r>
        <w:rPr>
          <w:lang w:val="en-US"/>
        </w:rPr>
        <w:t>expr.as_numer_denom</w:t>
      </w:r>
      <w:proofErr w:type="spellEnd"/>
      <w:r>
        <w:rPr>
          <w:lang w:val="en-US"/>
        </w:rPr>
        <w:t>()</w:t>
      </w:r>
    </w:p>
    <w:p w14:paraId="11115B6F" w14:textId="77777777" w:rsidR="00DC24E3" w:rsidRDefault="00DC24E3" w:rsidP="00DC24E3">
      <w:pPr>
        <w:pStyle w:val="Code"/>
        <w:rPr>
          <w:lang w:val="en-US"/>
        </w:rPr>
      </w:pPr>
      <w:r>
        <w:rPr>
          <w:lang w:val="en-US"/>
        </w:rPr>
        <w:t xml:space="preserve">        </w:t>
      </w:r>
      <w:proofErr w:type="spellStart"/>
      <w:r>
        <w:rPr>
          <w:lang w:val="en-US"/>
        </w:rPr>
        <w:t>num</w:t>
      </w:r>
      <w:proofErr w:type="spellEnd"/>
      <w:r>
        <w:rPr>
          <w:lang w:val="en-US"/>
        </w:rPr>
        <w:t xml:space="preserve"> = Poly(p1)</w:t>
      </w:r>
    </w:p>
    <w:p w14:paraId="61ED74D5" w14:textId="77777777" w:rsidR="00DC24E3" w:rsidRDefault="00DC24E3" w:rsidP="00DC24E3">
      <w:pPr>
        <w:pStyle w:val="Code"/>
        <w:rPr>
          <w:lang w:val="en-US"/>
        </w:rPr>
      </w:pPr>
      <w:r>
        <w:rPr>
          <w:lang w:val="en-US"/>
        </w:rPr>
        <w:t xml:space="preserve">        </w:t>
      </w:r>
      <w:proofErr w:type="spellStart"/>
      <w:r>
        <w:rPr>
          <w:lang w:val="en-US"/>
        </w:rPr>
        <w:t>denom</w:t>
      </w:r>
      <w:proofErr w:type="spellEnd"/>
      <w:r>
        <w:rPr>
          <w:lang w:val="en-US"/>
        </w:rPr>
        <w:t xml:space="preserve"> = Poly(p2) </w:t>
      </w:r>
    </w:p>
    <w:p w14:paraId="6DA80277" w14:textId="77777777" w:rsidR="00DC24E3" w:rsidRDefault="00DC24E3" w:rsidP="00DC24E3">
      <w:pPr>
        <w:pStyle w:val="Code"/>
        <w:rPr>
          <w:lang w:val="en-US"/>
        </w:rPr>
      </w:pPr>
      <w:r>
        <w:rPr>
          <w:lang w:val="en-US"/>
        </w:rPr>
        <w:t xml:space="preserve">        return </w:t>
      </w:r>
      <w:proofErr w:type="spellStart"/>
      <w:r>
        <w:rPr>
          <w:lang w:val="en-US"/>
        </w:rPr>
        <w:t>solve_rational_inequalities</w:t>
      </w:r>
      <w:proofErr w:type="spellEnd"/>
      <w:r>
        <w:rPr>
          <w:lang w:val="en-US"/>
        </w:rPr>
        <w:t>([[((</w:t>
      </w:r>
      <w:proofErr w:type="spellStart"/>
      <w:r>
        <w:rPr>
          <w:lang w:val="en-US"/>
        </w:rPr>
        <w:t>num</w:t>
      </w:r>
      <w:proofErr w:type="spellEnd"/>
      <w:r>
        <w:rPr>
          <w:lang w:val="en-US"/>
        </w:rPr>
        <w:t xml:space="preserve">, </w:t>
      </w:r>
      <w:proofErr w:type="spellStart"/>
      <w:r>
        <w:rPr>
          <w:lang w:val="en-US"/>
        </w:rPr>
        <w:t>denom</w:t>
      </w:r>
      <w:proofErr w:type="spellEnd"/>
      <w:r>
        <w:rPr>
          <w:lang w:val="en-US"/>
        </w:rPr>
        <w:t xml:space="preserve">), </w:t>
      </w:r>
      <w:proofErr w:type="spellStart"/>
      <w:r>
        <w:rPr>
          <w:lang w:val="en-US"/>
        </w:rPr>
        <w:t>rel</w:t>
      </w:r>
      <w:proofErr w:type="spellEnd"/>
      <w:r>
        <w:rPr>
          <w:lang w:val="en-US"/>
        </w:rPr>
        <w:t>)]])</w:t>
      </w:r>
    </w:p>
    <w:p w14:paraId="61738F6E" w14:textId="77777777" w:rsidR="00DC24E3" w:rsidRDefault="00DC24E3" w:rsidP="00DC24E3">
      <w:pPr>
        <w:pStyle w:val="Code"/>
        <w:rPr>
          <w:lang w:val="en-US"/>
        </w:rPr>
      </w:pPr>
      <w:r>
        <w:rPr>
          <w:lang w:val="en-US"/>
        </w:rPr>
        <w:t xml:space="preserve">    else: </w:t>
      </w:r>
    </w:p>
    <w:p w14:paraId="29526713" w14:textId="77777777" w:rsidR="00DC24E3" w:rsidRDefault="00DC24E3" w:rsidP="00DC24E3">
      <w:pPr>
        <w:pStyle w:val="Code"/>
        <w:rPr>
          <w:lang w:val="en-US"/>
        </w:rPr>
      </w:pPr>
      <w:r>
        <w:rPr>
          <w:lang w:val="en-US"/>
        </w:rPr>
        <w:t xml:space="preserve">        return </w:t>
      </w:r>
      <w:proofErr w:type="spellStart"/>
      <w:r>
        <w:rPr>
          <w:lang w:val="en-US"/>
        </w:rPr>
        <w:t>solve_univariate_inequality</w:t>
      </w:r>
      <w:proofErr w:type="spellEnd"/>
      <w:r>
        <w:rPr>
          <w:lang w:val="en-US"/>
        </w:rPr>
        <w:t>(</w:t>
      </w:r>
      <w:proofErr w:type="spellStart"/>
      <w:r>
        <w:rPr>
          <w:lang w:val="en-US"/>
        </w:rPr>
        <w:t>ineq_obj</w:t>
      </w:r>
      <w:proofErr w:type="spellEnd"/>
      <w:r>
        <w:rPr>
          <w:lang w:val="en-US"/>
        </w:rPr>
        <w:t xml:space="preserve"> , x, relational=False) </w:t>
      </w:r>
    </w:p>
    <w:p w14:paraId="5948FDE5" w14:textId="77777777" w:rsidR="00DC24E3" w:rsidRDefault="00DC24E3" w:rsidP="00DC24E3">
      <w:pPr>
        <w:pStyle w:val="Code"/>
        <w:rPr>
          <w:lang w:val="en-US"/>
        </w:rPr>
      </w:pPr>
      <w:r>
        <w:rPr>
          <w:lang w:val="en-US"/>
        </w:rPr>
        <w:t>if __name__ == '__main__':</w:t>
      </w:r>
    </w:p>
    <w:p w14:paraId="60412AA8" w14:textId="77777777" w:rsidR="00DC24E3" w:rsidRDefault="00DC24E3" w:rsidP="00DC24E3">
      <w:pPr>
        <w:pStyle w:val="Code"/>
        <w:rPr>
          <w:lang w:val="en-US"/>
        </w:rPr>
      </w:pPr>
      <w:r>
        <w:rPr>
          <w:lang w:val="en-US"/>
        </w:rPr>
        <w:t xml:space="preserve">    </w:t>
      </w:r>
      <w:proofErr w:type="spellStart"/>
      <w:r>
        <w:rPr>
          <w:lang w:val="en-US"/>
        </w:rPr>
        <w:t>ineq</w:t>
      </w:r>
      <w:proofErr w:type="spellEnd"/>
      <w:r>
        <w:rPr>
          <w:lang w:val="en-US"/>
        </w:rPr>
        <w:t xml:space="preserve"> = input('Enter the inequality to solve: ')</w:t>
      </w:r>
    </w:p>
    <w:p w14:paraId="3F0E6186" w14:textId="77777777" w:rsidR="00DC24E3" w:rsidRDefault="00DC24E3" w:rsidP="00DC24E3">
      <w:pPr>
        <w:pStyle w:val="Code"/>
        <w:rPr>
          <w:lang w:val="en-US"/>
        </w:rPr>
      </w:pPr>
      <w:r>
        <w:rPr>
          <w:lang w:val="en-US"/>
        </w:rPr>
        <w:t xml:space="preserve">    try: </w:t>
      </w:r>
    </w:p>
    <w:p w14:paraId="25C01A23" w14:textId="77777777" w:rsidR="00DC24E3" w:rsidRDefault="00DC24E3" w:rsidP="00DC24E3">
      <w:pPr>
        <w:pStyle w:val="Code"/>
        <w:rPr>
          <w:lang w:val="en-US"/>
        </w:rPr>
      </w:pPr>
      <w:r>
        <w:rPr>
          <w:lang w:val="en-US"/>
        </w:rPr>
        <w:t xml:space="preserve">        </w:t>
      </w:r>
      <w:proofErr w:type="spellStart"/>
      <w:r>
        <w:rPr>
          <w:lang w:val="en-US"/>
        </w:rPr>
        <w:t>ineq_obj</w:t>
      </w:r>
      <w:proofErr w:type="spellEnd"/>
      <w:r>
        <w:rPr>
          <w:lang w:val="en-US"/>
        </w:rPr>
        <w:t xml:space="preserve"> = </w:t>
      </w:r>
      <w:proofErr w:type="spellStart"/>
      <w:r>
        <w:rPr>
          <w:lang w:val="en-US"/>
        </w:rPr>
        <w:t>sympify</w:t>
      </w:r>
      <w:proofErr w:type="spellEnd"/>
      <w:r>
        <w:rPr>
          <w:lang w:val="en-US"/>
        </w:rPr>
        <w:t>(</w:t>
      </w:r>
      <w:proofErr w:type="spellStart"/>
      <w:r>
        <w:rPr>
          <w:lang w:val="en-US"/>
        </w:rPr>
        <w:t>ineq</w:t>
      </w:r>
      <w:proofErr w:type="spellEnd"/>
      <w:r>
        <w:rPr>
          <w:lang w:val="en-US"/>
        </w:rPr>
        <w:t>)</w:t>
      </w:r>
    </w:p>
    <w:p w14:paraId="55B77CFE" w14:textId="0ACCBE07" w:rsidR="00DC24E3" w:rsidRDefault="003C4EA8" w:rsidP="00DC24E3">
      <w:pPr>
        <w:pStyle w:val="Code"/>
        <w:rPr>
          <w:lang w:val="en-US"/>
        </w:rPr>
      </w:pPr>
      <w:r>
        <w:rPr>
          <w:lang w:val="en-US"/>
        </w:rPr>
        <w:t xml:space="preserve">    except </w:t>
      </w:r>
      <w:proofErr w:type="spellStart"/>
      <w:r>
        <w:rPr>
          <w:lang w:val="en-US"/>
        </w:rPr>
        <w:t>SympifyError</w:t>
      </w:r>
      <w:proofErr w:type="spellEnd"/>
      <w:r>
        <w:rPr>
          <w:lang w:val="en-US"/>
        </w:rPr>
        <w:t>:</w:t>
      </w:r>
    </w:p>
    <w:p w14:paraId="7B42F2AA" w14:textId="77B2D5EA" w:rsidR="00DC24E3" w:rsidRDefault="00DC24E3" w:rsidP="00DC24E3">
      <w:pPr>
        <w:pStyle w:val="Code"/>
        <w:rPr>
          <w:lang w:val="en-US"/>
        </w:rPr>
      </w:pPr>
      <w:r>
        <w:rPr>
          <w:lang w:val="en-US"/>
        </w:rPr>
        <w:t xml:space="preserve">    </w:t>
      </w:r>
      <w:r w:rsidR="003C4EA8">
        <w:rPr>
          <w:lang w:val="en-US"/>
        </w:rPr>
        <w:t xml:space="preserve">    print('Invalid inequality')</w:t>
      </w:r>
    </w:p>
    <w:p w14:paraId="52644E28" w14:textId="77777777" w:rsidR="00DC24E3" w:rsidRDefault="00DC24E3" w:rsidP="00DC24E3">
      <w:pPr>
        <w:pStyle w:val="Code"/>
        <w:rPr>
          <w:lang w:val="en-US"/>
        </w:rPr>
      </w:pPr>
      <w:r>
        <w:rPr>
          <w:lang w:val="en-US"/>
        </w:rPr>
        <w:t xml:space="preserve">    else:</w:t>
      </w:r>
    </w:p>
    <w:p w14:paraId="6D172BAC" w14:textId="77777777" w:rsidR="00DC24E3" w:rsidRDefault="00DC24E3" w:rsidP="00DC24E3">
      <w:pPr>
        <w:pStyle w:val="Code"/>
        <w:rPr>
          <w:lang w:val="en-US"/>
        </w:rPr>
      </w:pPr>
      <w:r>
        <w:rPr>
          <w:lang w:val="en-US"/>
        </w:rPr>
        <w:t xml:space="preserve">        # We check if the input expression is an inequality here</w:t>
      </w:r>
    </w:p>
    <w:p w14:paraId="2CF348D7" w14:textId="77777777" w:rsidR="00DC24E3" w:rsidRDefault="00DC24E3" w:rsidP="00DC24E3">
      <w:pPr>
        <w:pStyle w:val="Code"/>
        <w:rPr>
          <w:lang w:val="en-US"/>
        </w:rPr>
      </w:pPr>
      <w:r>
        <w:rPr>
          <w:lang w:val="en-US"/>
        </w:rPr>
        <w:t xml:space="preserve">        if </w:t>
      </w:r>
      <w:proofErr w:type="spellStart"/>
      <w:r>
        <w:rPr>
          <w:lang w:val="en-US"/>
        </w:rPr>
        <w:t>isinstance</w:t>
      </w:r>
      <w:proofErr w:type="spellEnd"/>
      <w:r>
        <w:rPr>
          <w:lang w:val="en-US"/>
        </w:rPr>
        <w:t>(</w:t>
      </w:r>
      <w:proofErr w:type="spellStart"/>
      <w:r>
        <w:rPr>
          <w:lang w:val="en-US"/>
        </w:rPr>
        <w:t>ineq_obj</w:t>
      </w:r>
      <w:proofErr w:type="spellEnd"/>
      <w:r>
        <w:rPr>
          <w:lang w:val="en-US"/>
        </w:rPr>
        <w:t xml:space="preserve">, Relational) and not </w:t>
      </w:r>
      <w:proofErr w:type="spellStart"/>
      <w:r>
        <w:rPr>
          <w:lang w:val="en-US"/>
        </w:rPr>
        <w:t>isinstance</w:t>
      </w:r>
      <w:proofErr w:type="spellEnd"/>
      <w:r>
        <w:rPr>
          <w:lang w:val="en-US"/>
        </w:rPr>
        <w:t>(</w:t>
      </w:r>
      <w:proofErr w:type="spellStart"/>
      <w:r>
        <w:rPr>
          <w:lang w:val="en-US"/>
        </w:rPr>
        <w:t>ineq_obj</w:t>
      </w:r>
      <w:proofErr w:type="spellEnd"/>
      <w:r>
        <w:rPr>
          <w:lang w:val="en-US"/>
        </w:rPr>
        <w:t xml:space="preserve">, Equality): </w:t>
      </w:r>
      <w:r w:rsidRPr="00363DDA">
        <w:rPr>
          <w:rStyle w:val="PuceRepere"/>
        </w:rPr>
        <w:t>1</w:t>
      </w:r>
    </w:p>
    <w:p w14:paraId="0C3E348E" w14:textId="77777777" w:rsidR="00DC24E3" w:rsidRDefault="00DC24E3" w:rsidP="00DC24E3">
      <w:pPr>
        <w:pStyle w:val="Code"/>
        <w:rPr>
          <w:lang w:val="en-US"/>
        </w:rPr>
      </w:pPr>
      <w:r>
        <w:rPr>
          <w:lang w:val="en-US"/>
        </w:rPr>
        <w:t xml:space="preserve">            print(</w:t>
      </w:r>
      <w:proofErr w:type="spellStart"/>
      <w:r>
        <w:rPr>
          <w:lang w:val="en-US"/>
        </w:rPr>
        <w:t>isolve</w:t>
      </w:r>
      <w:proofErr w:type="spellEnd"/>
      <w:r>
        <w:rPr>
          <w:lang w:val="en-US"/>
        </w:rPr>
        <w:t>(</w:t>
      </w:r>
      <w:proofErr w:type="spellStart"/>
      <w:r>
        <w:rPr>
          <w:lang w:val="en-US"/>
        </w:rPr>
        <w:t>ineq_obj</w:t>
      </w:r>
      <w:proofErr w:type="spellEnd"/>
      <w:r>
        <w:rPr>
          <w:lang w:val="en-US"/>
        </w:rPr>
        <w:t>))</w:t>
      </w:r>
    </w:p>
    <w:p w14:paraId="4972D3E6" w14:textId="5E06A5D3" w:rsidR="00DC24E3" w:rsidRDefault="003C4EA8" w:rsidP="00DC24E3">
      <w:pPr>
        <w:pStyle w:val="Code"/>
        <w:rPr>
          <w:lang w:val="en-US"/>
        </w:rPr>
      </w:pPr>
      <w:r>
        <w:rPr>
          <w:lang w:val="en-US"/>
        </w:rPr>
        <w:t xml:space="preserve">        else:</w:t>
      </w:r>
    </w:p>
    <w:p w14:paraId="5537EDC1" w14:textId="77777777" w:rsidR="00DC24E3" w:rsidRDefault="00DC24E3" w:rsidP="00DC24E3">
      <w:pPr>
        <w:pStyle w:val="Code"/>
        <w:rPr>
          <w:lang w:val="en-US"/>
        </w:rPr>
      </w:pPr>
      <w:r>
        <w:rPr>
          <w:lang w:val="en-US"/>
        </w:rPr>
        <w:t xml:space="preserve">            print('Invalid inequality') </w:t>
      </w:r>
    </w:p>
    <w:p w14:paraId="5DA8DEBA" w14:textId="77777777" w:rsidR="00DC24E3" w:rsidRDefault="00DC24E3" w:rsidP="00DC24E3">
      <w:pPr>
        <w:pStyle w:val="TexteCourant"/>
      </w:pPr>
      <w:r>
        <w:t xml:space="preserve">Le programme demande à l’utilisateur de saisir une inégalité puis la converti en un objet </w:t>
      </w:r>
      <w:proofErr w:type="spellStart"/>
      <w:r>
        <w:t>SymPy</w:t>
      </w:r>
      <w:proofErr w:type="spellEnd"/>
      <w:r>
        <w:t xml:space="preserve"> à l’aide de la fonction </w:t>
      </w:r>
      <w:proofErr w:type="spellStart"/>
      <w:r w:rsidRPr="00136B94">
        <w:rPr>
          <w:rStyle w:val="CodeDansTexte"/>
        </w:rPr>
        <w:t>sympify</w:t>
      </w:r>
      <w:proofErr w:type="spellEnd"/>
      <w:r w:rsidRPr="00136B94">
        <w:rPr>
          <w:rStyle w:val="CodeDansTexte"/>
        </w:rPr>
        <w:t>()</w:t>
      </w:r>
      <w:r>
        <w:t xml:space="preserve">. Nous vérifions alors si l’expression est bien une inégalité et non pas une expression quelconque. La fonction </w:t>
      </w:r>
      <w:proofErr w:type="spellStart"/>
      <w:r w:rsidRPr="00136B94">
        <w:rPr>
          <w:rStyle w:val="CodeDansTexte"/>
        </w:rPr>
        <w:t>isinstance</w:t>
      </w:r>
      <w:proofErr w:type="spellEnd"/>
      <w:r w:rsidRPr="00136B94">
        <w:rPr>
          <w:rStyle w:val="CodeDansTexte"/>
        </w:rPr>
        <w:t>()</w:t>
      </w:r>
      <w:r>
        <w:t xml:space="preserve"> de Python nous permet de faire cela, en </w:t>
      </w:r>
      <w:r w:rsidRPr="00EB1C31">
        <w:rPr>
          <w:rStyle w:val="PuceRepere"/>
        </w:rPr>
        <w:t>1</w:t>
      </w:r>
      <w:r>
        <w:t xml:space="preserve">, en vérifiant si l’objet retourné par </w:t>
      </w:r>
      <w:proofErr w:type="spellStart"/>
      <w:r w:rsidRPr="00136B94">
        <w:rPr>
          <w:rStyle w:val="CodeDansTexte"/>
        </w:rPr>
        <w:t>sympify</w:t>
      </w:r>
      <w:proofErr w:type="spellEnd"/>
      <w:r w:rsidRPr="00136B94">
        <w:rPr>
          <w:rStyle w:val="CodeDansTexte"/>
        </w:rPr>
        <w:t>()</w:t>
      </w:r>
      <w:r>
        <w:t xml:space="preserve"> est un objet de type </w:t>
      </w:r>
      <w:proofErr w:type="spellStart"/>
      <w:r w:rsidRPr="00136B94">
        <w:rPr>
          <w:rStyle w:val="CodeDansTexte"/>
        </w:rPr>
        <w:t>Relational</w:t>
      </w:r>
      <w:proofErr w:type="spellEnd"/>
      <w:r>
        <w:t xml:space="preserve"> et si ce n’est pas une égalité. Cette vérification est nécessaire care seuls les objets de type </w:t>
      </w:r>
      <w:proofErr w:type="spellStart"/>
      <w:r w:rsidRPr="00136B94">
        <w:rPr>
          <w:rStyle w:val="CodeDansTexte"/>
        </w:rPr>
        <w:t>Relational</w:t>
      </w:r>
      <w:proofErr w:type="spellEnd"/>
      <w:r>
        <w:t xml:space="preserve"> ont un attribut </w:t>
      </w:r>
      <w:proofErr w:type="spellStart"/>
      <w:r w:rsidRPr="00136B94">
        <w:rPr>
          <w:rStyle w:val="CodeDansTexte"/>
        </w:rPr>
        <w:t>rel_op</w:t>
      </w:r>
      <w:proofErr w:type="spellEnd"/>
      <w:r>
        <w:t xml:space="preserve"> référant à l’opérateur relationnel (</w:t>
      </w:r>
      <w:r w:rsidRPr="00136B94">
        <w:rPr>
          <w:rStyle w:val="CodeDansTexte"/>
        </w:rPr>
        <w:t>&gt;</w:t>
      </w:r>
      <w:r>
        <w:t xml:space="preserve">, </w:t>
      </w:r>
      <w:r w:rsidRPr="00136B94">
        <w:rPr>
          <w:rStyle w:val="CodeDansTexte"/>
        </w:rPr>
        <w:t>&gt;=</w:t>
      </w:r>
      <w:r>
        <w:t xml:space="preserve">, </w:t>
      </w:r>
      <w:r w:rsidRPr="00136B94">
        <w:rPr>
          <w:rStyle w:val="CodeDansTexte"/>
        </w:rPr>
        <w:t>&lt;</w:t>
      </w:r>
      <w:r>
        <w:t xml:space="preserve"> et &lt;=) qui sera utilisé plus tard dans la fonction </w:t>
      </w:r>
      <w:proofErr w:type="spellStart"/>
      <w:r w:rsidRPr="00136B94">
        <w:rPr>
          <w:rStyle w:val="CodeDansTexte"/>
        </w:rPr>
        <w:t>isolve</w:t>
      </w:r>
      <w:proofErr w:type="spellEnd"/>
      <w:r w:rsidRPr="00136B94">
        <w:rPr>
          <w:rStyle w:val="CodeDansTexte"/>
        </w:rPr>
        <w:t>()</w:t>
      </w:r>
      <w:r>
        <w:t xml:space="preserve">. Une fois avoir vérifié si l’entrée est une inégalité, nous appelons la fonction </w:t>
      </w:r>
      <w:proofErr w:type="spellStart"/>
      <w:r w:rsidRPr="00136B94">
        <w:rPr>
          <w:rStyle w:val="CodeDansTexte"/>
        </w:rPr>
        <w:t>isolve</w:t>
      </w:r>
      <w:proofErr w:type="spellEnd"/>
      <w:r w:rsidRPr="00136B94">
        <w:rPr>
          <w:rStyle w:val="CodeDansTexte"/>
        </w:rPr>
        <w:t>()</w:t>
      </w:r>
      <w:r>
        <w:t>.</w:t>
      </w:r>
    </w:p>
    <w:p w14:paraId="327568B4" w14:textId="77777777" w:rsidR="00DC24E3" w:rsidRDefault="00DC24E3" w:rsidP="00DC24E3">
      <w:pPr>
        <w:pStyle w:val="TexteCourant"/>
      </w:pPr>
      <w:r>
        <w:t xml:space="preserve">Dans celle-ci, nous utilisons les fonctions </w:t>
      </w:r>
      <w:proofErr w:type="spellStart"/>
      <w:r w:rsidRPr="00136B94">
        <w:rPr>
          <w:rStyle w:val="CodeDansTexte"/>
        </w:rPr>
        <w:t>is_polynomial</w:t>
      </w:r>
      <w:proofErr w:type="spellEnd"/>
      <w:r w:rsidRPr="00136B94">
        <w:rPr>
          <w:rStyle w:val="CodeDansTexte"/>
        </w:rPr>
        <w:t>()</w:t>
      </w:r>
      <w:r>
        <w:t xml:space="preserve"> et </w:t>
      </w:r>
      <w:proofErr w:type="spellStart"/>
      <w:r w:rsidRPr="00136B94">
        <w:rPr>
          <w:rStyle w:val="CodeDansTexte"/>
        </w:rPr>
        <w:t>is_rational_function</w:t>
      </w:r>
      <w:proofErr w:type="spellEnd"/>
      <w:r w:rsidRPr="00136B94">
        <w:rPr>
          <w:rStyle w:val="CodeDansTexte"/>
        </w:rPr>
        <w:t>()</w:t>
      </w:r>
      <w:r>
        <w:t xml:space="preserve"> pour déterminer si l’inégalité est une fonction polynomiale ou rationnelle et appeler la fonction adéquate pour trouver la solution. Si l’inégalité n’est d’aucun des deux types précédents, nous appelons la fonction </w:t>
      </w:r>
      <w:proofErr w:type="spellStart"/>
      <w:r w:rsidRPr="00136B94">
        <w:rPr>
          <w:rStyle w:val="CodeDansTexte"/>
        </w:rPr>
        <w:t>solve_univariate_inequality</w:t>
      </w:r>
      <w:proofErr w:type="spellEnd"/>
      <w:r w:rsidRPr="00136B94">
        <w:rPr>
          <w:rStyle w:val="CodeDansTexte"/>
        </w:rPr>
        <w:t>()</w:t>
      </w:r>
      <w:r>
        <w:t>.</w:t>
      </w:r>
    </w:p>
    <w:p w14:paraId="5D3E80C7" w14:textId="77777777" w:rsidR="00DC24E3" w:rsidRDefault="00DC24E3" w:rsidP="00DC24E3">
      <w:pPr>
        <w:pStyle w:val="TexteCourant"/>
      </w:pPr>
      <w:r>
        <w:t>Voici un exemple d’exécution pour une inégalité polynomiale :</w:t>
      </w:r>
    </w:p>
    <w:p w14:paraId="41DF45C2" w14:textId="77777777" w:rsidR="00DC24E3" w:rsidRDefault="00DC24E3" w:rsidP="00DC24E3">
      <w:pPr>
        <w:pStyle w:val="Code"/>
        <w:rPr>
          <w:b/>
          <w:bCs/>
          <w:lang w:val="en-US"/>
        </w:rPr>
      </w:pPr>
      <w:r>
        <w:rPr>
          <w:lang w:val="en-US"/>
        </w:rPr>
        <w:t xml:space="preserve">Enter the inequality to solve: </w:t>
      </w:r>
      <w:r>
        <w:rPr>
          <w:b/>
          <w:bCs/>
          <w:lang w:val="en-US"/>
        </w:rPr>
        <w:t>-x**2 + 4 &lt; 0</w:t>
      </w:r>
    </w:p>
    <w:p w14:paraId="2D83F9CC" w14:textId="77777777" w:rsidR="00DC24E3" w:rsidRDefault="00DC24E3" w:rsidP="00DC24E3">
      <w:pPr>
        <w:pStyle w:val="Code"/>
        <w:rPr>
          <w:lang w:val="en-US"/>
        </w:rPr>
      </w:pPr>
      <w:r>
        <w:rPr>
          <w:lang w:val="en-US"/>
        </w:rPr>
        <w:t>[(-</w:t>
      </w:r>
      <w:proofErr w:type="spellStart"/>
      <w:r>
        <w:rPr>
          <w:lang w:val="en-US"/>
        </w:rPr>
        <w:t>oo</w:t>
      </w:r>
      <w:proofErr w:type="spellEnd"/>
      <w:r>
        <w:rPr>
          <w:lang w:val="en-US"/>
        </w:rPr>
        <w:t xml:space="preserve">, -2), (2, </w:t>
      </w:r>
      <w:proofErr w:type="spellStart"/>
      <w:r>
        <w:rPr>
          <w:lang w:val="en-US"/>
        </w:rPr>
        <w:t>oo</w:t>
      </w:r>
      <w:proofErr w:type="spellEnd"/>
      <w:r>
        <w:rPr>
          <w:lang w:val="en-US"/>
        </w:rPr>
        <w:t>)]</w:t>
      </w:r>
    </w:p>
    <w:p w14:paraId="3B12C42D" w14:textId="77777777" w:rsidR="00DC24E3" w:rsidRDefault="00DC24E3" w:rsidP="00DC24E3">
      <w:pPr>
        <w:pStyle w:val="TexteCourant"/>
      </w:pPr>
      <w:r>
        <w:t>Voici un exemple d’exécution pour une inégalité rationnelle :</w:t>
      </w:r>
    </w:p>
    <w:p w14:paraId="59FCCD9C" w14:textId="77777777" w:rsidR="00DC24E3" w:rsidRDefault="00DC24E3" w:rsidP="00DC24E3">
      <w:pPr>
        <w:pStyle w:val="Code"/>
        <w:rPr>
          <w:b/>
          <w:bCs/>
          <w:lang w:val="en-US"/>
        </w:rPr>
      </w:pPr>
      <w:r>
        <w:rPr>
          <w:lang w:val="en-US"/>
        </w:rPr>
        <w:t xml:space="preserve">Enter the inequality to solve: </w:t>
      </w:r>
      <w:r>
        <w:rPr>
          <w:b/>
          <w:bCs/>
          <w:lang w:val="en-US"/>
        </w:rPr>
        <w:t>((x-1)/(x+2)) &gt; 0</w:t>
      </w:r>
    </w:p>
    <w:p w14:paraId="5268BCA7" w14:textId="77777777" w:rsidR="00DC24E3" w:rsidRDefault="00DC24E3" w:rsidP="00DC24E3">
      <w:pPr>
        <w:pStyle w:val="Code"/>
        <w:rPr>
          <w:lang w:val="en-US"/>
        </w:rPr>
      </w:pPr>
      <w:r>
        <w:rPr>
          <w:lang w:val="en-US"/>
        </w:rPr>
        <w:t>(-</w:t>
      </w:r>
      <w:proofErr w:type="spellStart"/>
      <w:r>
        <w:rPr>
          <w:lang w:val="en-US"/>
        </w:rPr>
        <w:t>oo</w:t>
      </w:r>
      <w:proofErr w:type="spellEnd"/>
      <w:r>
        <w:rPr>
          <w:lang w:val="en-US"/>
        </w:rPr>
        <w:t xml:space="preserve">, -2) U (1, </w:t>
      </w:r>
      <w:proofErr w:type="spellStart"/>
      <w:r>
        <w:rPr>
          <w:lang w:val="en-US"/>
        </w:rPr>
        <w:t>oo</w:t>
      </w:r>
      <w:proofErr w:type="spellEnd"/>
      <w:r>
        <w:rPr>
          <w:lang w:val="en-US"/>
        </w:rPr>
        <w:t>)</w:t>
      </w:r>
    </w:p>
    <w:p w14:paraId="171A2A7D" w14:textId="77777777" w:rsidR="00DC24E3" w:rsidRDefault="00DC24E3" w:rsidP="00DC24E3">
      <w:pPr>
        <w:pStyle w:val="TexteCourant"/>
      </w:pPr>
      <w:r>
        <w:t>Et voici un exemple d’exécution pour une inégalité qui n’est ni polynomiale ni rationnelle :</w:t>
      </w:r>
    </w:p>
    <w:p w14:paraId="61DCAC63" w14:textId="77777777" w:rsidR="00DC24E3" w:rsidRDefault="00DC24E3" w:rsidP="00DC24E3">
      <w:pPr>
        <w:pStyle w:val="Code"/>
        <w:rPr>
          <w:lang w:val="en-US"/>
        </w:rPr>
      </w:pPr>
      <w:r>
        <w:rPr>
          <w:lang w:val="en-US"/>
        </w:rPr>
        <w:t>Enter the inequality to solve: sin(x) - 0.6 &gt; 0</w:t>
      </w:r>
    </w:p>
    <w:p w14:paraId="69CE4DE5" w14:textId="77777777" w:rsidR="00DC24E3" w:rsidRPr="00591EE2" w:rsidRDefault="00DC24E3" w:rsidP="00DC24E3">
      <w:pPr>
        <w:pStyle w:val="Code"/>
        <w:rPr>
          <w:lang w:val="en-US"/>
        </w:rPr>
      </w:pPr>
      <w:r>
        <w:rPr>
          <w:lang w:val="en-US"/>
        </w:rPr>
        <w:t>(0.643501108793284, 2.49809154479651)</w:t>
      </w:r>
    </w:p>
    <w:p w14:paraId="2A8F34AB" w14:textId="77777777" w:rsidR="00DC24E3" w:rsidRDefault="00DC24E3" w:rsidP="00DC24E3">
      <w:pPr>
        <w:pStyle w:val="ChapitreNumero"/>
      </w:pPr>
      <w:r>
        <w:t>Chapitre 5</w:t>
      </w:r>
    </w:p>
    <w:p w14:paraId="52E43BDE" w14:textId="77777777" w:rsidR="00DC24E3" w:rsidRDefault="00DC24E3" w:rsidP="00DC24E3">
      <w:pPr>
        <w:pStyle w:val="ChapitreTitre"/>
      </w:pPr>
      <w:r>
        <w:t>Solution aux défis</w:t>
      </w:r>
    </w:p>
    <w:p w14:paraId="18D992E3" w14:textId="77777777" w:rsidR="00DC24E3" w:rsidRDefault="00DC24E3" w:rsidP="00DC24E3">
      <w:pPr>
        <w:pStyle w:val="TitreNiveau1"/>
      </w:pPr>
      <w:r>
        <w:t xml:space="preserve">#1 : Utiliser des diagrammes de </w:t>
      </w:r>
      <w:proofErr w:type="spellStart"/>
      <w:r>
        <w:t>Venn</w:t>
      </w:r>
      <w:proofErr w:type="spellEnd"/>
      <w:r>
        <w:t xml:space="preserve"> pour visualiser des relations entre ensembles</w:t>
      </w:r>
    </w:p>
    <w:p w14:paraId="6DE4BCC5" w14:textId="77777777" w:rsidR="00DC24E3" w:rsidRDefault="00DC24E3" w:rsidP="00DC24E3">
      <w:pPr>
        <w:pStyle w:val="TexteCourant"/>
      </w:pPr>
      <w:r>
        <w:t>Voici la solution au défi :</w:t>
      </w:r>
    </w:p>
    <w:p w14:paraId="7B2AB525" w14:textId="77777777" w:rsidR="00DC24E3" w:rsidRDefault="00DC24E3" w:rsidP="00DC24E3">
      <w:pPr>
        <w:pStyle w:val="Code"/>
        <w:rPr>
          <w:lang w:val="en-US"/>
        </w:rPr>
      </w:pPr>
      <w:r>
        <w:rPr>
          <w:lang w:val="en-US"/>
        </w:rPr>
        <w:t>"""</w:t>
      </w:r>
    </w:p>
    <w:p w14:paraId="307435B8" w14:textId="77777777" w:rsidR="00DC24E3" w:rsidRDefault="00DC24E3" w:rsidP="00DC24E3">
      <w:pPr>
        <w:pStyle w:val="Code"/>
        <w:rPr>
          <w:lang w:val="en-US"/>
        </w:rPr>
      </w:pPr>
      <w:r>
        <w:rPr>
          <w:lang w:val="en-US"/>
        </w:rPr>
        <w:t>venn_sports.py</w:t>
      </w:r>
    </w:p>
    <w:p w14:paraId="753D8F42" w14:textId="77777777" w:rsidR="00DC24E3" w:rsidRDefault="00DC24E3" w:rsidP="00DC24E3">
      <w:pPr>
        <w:pStyle w:val="Code"/>
        <w:rPr>
          <w:lang w:val="en-US"/>
        </w:rPr>
      </w:pPr>
      <w:r>
        <w:rPr>
          <w:lang w:val="en-US"/>
        </w:rPr>
        <w:t>Is football the favorite sport in my class too?</w:t>
      </w:r>
    </w:p>
    <w:p w14:paraId="55ADD8C0" w14:textId="77777777" w:rsidR="00DC24E3" w:rsidRDefault="00DC24E3" w:rsidP="00DC24E3">
      <w:pPr>
        <w:pStyle w:val="Code"/>
        <w:rPr>
          <w:lang w:val="en-US"/>
        </w:rPr>
      </w:pPr>
      <w:r>
        <w:rPr>
          <w:lang w:val="en-US"/>
        </w:rPr>
        <w:t>Let's find out using a Venn diagram</w:t>
      </w:r>
    </w:p>
    <w:p w14:paraId="09612EAC" w14:textId="77777777" w:rsidR="00DC24E3" w:rsidRDefault="00DC24E3" w:rsidP="00DC24E3">
      <w:pPr>
        <w:pStyle w:val="Code"/>
        <w:rPr>
          <w:lang w:val="en-US"/>
        </w:rPr>
      </w:pPr>
      <w:r>
        <w:rPr>
          <w:lang w:val="en-US"/>
        </w:rPr>
        <w:t>"""</w:t>
      </w:r>
    </w:p>
    <w:p w14:paraId="704825B1" w14:textId="77777777" w:rsidR="00DC24E3" w:rsidRDefault="00DC24E3" w:rsidP="00DC24E3">
      <w:pPr>
        <w:pStyle w:val="Code"/>
        <w:rPr>
          <w:lang w:val="en-US"/>
        </w:rPr>
      </w:pPr>
      <w:r>
        <w:rPr>
          <w:lang w:val="en-US"/>
        </w:rPr>
        <w:t xml:space="preserve">from </w:t>
      </w:r>
      <w:proofErr w:type="spellStart"/>
      <w:r>
        <w:rPr>
          <w:lang w:val="en-US"/>
        </w:rPr>
        <w:t>sympy</w:t>
      </w:r>
      <w:proofErr w:type="spellEnd"/>
      <w:r>
        <w:rPr>
          <w:lang w:val="en-US"/>
        </w:rPr>
        <w:t xml:space="preserve"> import </w:t>
      </w:r>
      <w:proofErr w:type="spellStart"/>
      <w:r>
        <w:rPr>
          <w:lang w:val="en-US"/>
        </w:rPr>
        <w:t>FiniteSet</w:t>
      </w:r>
      <w:proofErr w:type="spellEnd"/>
    </w:p>
    <w:p w14:paraId="1ADAF3C2" w14:textId="77777777" w:rsidR="00DC24E3" w:rsidRDefault="00DC24E3" w:rsidP="00DC24E3">
      <w:pPr>
        <w:pStyle w:val="Code"/>
        <w:rPr>
          <w:lang w:val="en-US"/>
        </w:rPr>
      </w:pPr>
      <w:r>
        <w:rPr>
          <w:lang w:val="en-US"/>
        </w:rPr>
        <w:t xml:space="preserve">from </w:t>
      </w:r>
      <w:proofErr w:type="spellStart"/>
      <w:r>
        <w:rPr>
          <w:lang w:val="en-US"/>
        </w:rPr>
        <w:t>matplotlib_venn</w:t>
      </w:r>
      <w:proofErr w:type="spellEnd"/>
      <w:r>
        <w:rPr>
          <w:lang w:val="en-US"/>
        </w:rPr>
        <w:t xml:space="preserve"> import venn2</w:t>
      </w:r>
    </w:p>
    <w:p w14:paraId="5CC62813" w14:textId="77777777" w:rsidR="00DC24E3" w:rsidRDefault="00DC24E3" w:rsidP="00DC24E3">
      <w:pPr>
        <w:pStyle w:val="Code"/>
        <w:rPr>
          <w:lang w:val="en-US"/>
        </w:rPr>
      </w:pPr>
      <w:r>
        <w:rPr>
          <w:lang w:val="en-US"/>
        </w:rPr>
        <w:t xml:space="preserve">import </w:t>
      </w:r>
      <w:proofErr w:type="spellStart"/>
      <w:r>
        <w:rPr>
          <w:lang w:val="en-US"/>
        </w:rPr>
        <w:t>matplotlib.pyplot</w:t>
      </w:r>
      <w:proofErr w:type="spellEnd"/>
      <w:r>
        <w:rPr>
          <w:lang w:val="en-US"/>
        </w:rPr>
        <w:t xml:space="preserve"> as </w:t>
      </w:r>
      <w:proofErr w:type="spellStart"/>
      <w:r>
        <w:rPr>
          <w:lang w:val="en-US"/>
        </w:rPr>
        <w:t>plt</w:t>
      </w:r>
      <w:proofErr w:type="spellEnd"/>
    </w:p>
    <w:p w14:paraId="38FC4F7F" w14:textId="77777777" w:rsidR="00DC24E3" w:rsidRDefault="00DC24E3" w:rsidP="00DC24E3">
      <w:pPr>
        <w:pStyle w:val="Code"/>
        <w:rPr>
          <w:lang w:val="en-US"/>
        </w:rPr>
      </w:pPr>
      <w:r>
        <w:rPr>
          <w:lang w:val="en-US"/>
        </w:rPr>
        <w:t xml:space="preserve">import </w:t>
      </w:r>
      <w:proofErr w:type="spellStart"/>
      <w:r>
        <w:rPr>
          <w:lang w:val="en-US"/>
        </w:rPr>
        <w:t>csv</w:t>
      </w:r>
      <w:proofErr w:type="spellEnd"/>
    </w:p>
    <w:p w14:paraId="428298DF"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read_csv</w:t>
      </w:r>
      <w:proofErr w:type="spellEnd"/>
      <w:r>
        <w:rPr>
          <w:lang w:val="en-US"/>
        </w:rPr>
        <w:t>(filename):</w:t>
      </w:r>
    </w:p>
    <w:p w14:paraId="272F85C5" w14:textId="77777777" w:rsidR="00DC24E3" w:rsidRDefault="00DC24E3" w:rsidP="00DC24E3">
      <w:pPr>
        <w:pStyle w:val="Code"/>
        <w:rPr>
          <w:lang w:val="en-US"/>
        </w:rPr>
      </w:pPr>
      <w:r>
        <w:rPr>
          <w:lang w:val="en-US"/>
        </w:rPr>
        <w:t xml:space="preserve">    football = []</w:t>
      </w:r>
    </w:p>
    <w:p w14:paraId="652B997A" w14:textId="77777777" w:rsidR="00DC24E3" w:rsidRDefault="00DC24E3" w:rsidP="00DC24E3">
      <w:pPr>
        <w:pStyle w:val="Code"/>
        <w:rPr>
          <w:lang w:val="en-US"/>
        </w:rPr>
      </w:pPr>
      <w:r>
        <w:rPr>
          <w:lang w:val="en-US"/>
        </w:rPr>
        <w:t xml:space="preserve">    others = []</w:t>
      </w:r>
    </w:p>
    <w:p w14:paraId="54ABBF07" w14:textId="77777777" w:rsidR="00DC24E3" w:rsidRDefault="00DC24E3" w:rsidP="00DC24E3">
      <w:pPr>
        <w:pStyle w:val="Code"/>
        <w:rPr>
          <w:lang w:val="en-US"/>
        </w:rPr>
      </w:pPr>
      <w:r>
        <w:rPr>
          <w:lang w:val="en-US"/>
        </w:rPr>
        <w:t xml:space="preserve">    with open(filename) as f:</w:t>
      </w:r>
    </w:p>
    <w:p w14:paraId="5BCC43FC" w14:textId="77777777" w:rsidR="00DC24E3" w:rsidRDefault="00DC24E3" w:rsidP="00DC24E3">
      <w:pPr>
        <w:pStyle w:val="Code"/>
        <w:rPr>
          <w:lang w:val="en-US"/>
        </w:rPr>
      </w:pPr>
      <w:r>
        <w:rPr>
          <w:lang w:val="en-US"/>
        </w:rPr>
        <w:t xml:space="preserve">        reader = </w:t>
      </w:r>
      <w:proofErr w:type="spellStart"/>
      <w:r>
        <w:rPr>
          <w:lang w:val="en-US"/>
        </w:rPr>
        <w:t>csv.reader</w:t>
      </w:r>
      <w:proofErr w:type="spellEnd"/>
      <w:r>
        <w:rPr>
          <w:lang w:val="en-US"/>
        </w:rPr>
        <w:t>(f)</w:t>
      </w:r>
    </w:p>
    <w:p w14:paraId="46590F96" w14:textId="77777777" w:rsidR="00DC24E3" w:rsidRDefault="00DC24E3" w:rsidP="00DC24E3">
      <w:pPr>
        <w:pStyle w:val="Code"/>
        <w:rPr>
          <w:lang w:val="en-US"/>
        </w:rPr>
      </w:pPr>
      <w:r>
        <w:rPr>
          <w:lang w:val="en-US"/>
        </w:rPr>
        <w:t xml:space="preserve">        next(reader)</w:t>
      </w:r>
    </w:p>
    <w:p w14:paraId="61B7BCB1" w14:textId="77777777" w:rsidR="00DC24E3" w:rsidRDefault="00DC24E3" w:rsidP="00DC24E3">
      <w:pPr>
        <w:pStyle w:val="Code"/>
        <w:rPr>
          <w:lang w:val="en-US"/>
        </w:rPr>
      </w:pPr>
      <w:r>
        <w:rPr>
          <w:lang w:val="en-US"/>
        </w:rPr>
        <w:t xml:space="preserve">        for row in reader:</w:t>
      </w:r>
    </w:p>
    <w:p w14:paraId="60CEABEA" w14:textId="77777777" w:rsidR="00DC24E3" w:rsidRDefault="00DC24E3" w:rsidP="00DC24E3">
      <w:pPr>
        <w:pStyle w:val="Code"/>
        <w:rPr>
          <w:lang w:val="en-US"/>
        </w:rPr>
      </w:pPr>
      <w:r>
        <w:rPr>
          <w:lang w:val="en-US"/>
        </w:rPr>
        <w:t xml:space="preserve">            if row[1] == '1':</w:t>
      </w:r>
    </w:p>
    <w:p w14:paraId="73A61323" w14:textId="77777777" w:rsidR="00DC24E3" w:rsidRDefault="00DC24E3" w:rsidP="00DC24E3">
      <w:pPr>
        <w:pStyle w:val="Code"/>
        <w:rPr>
          <w:lang w:val="en-US"/>
        </w:rPr>
      </w:pPr>
      <w:r>
        <w:rPr>
          <w:lang w:val="en-US"/>
        </w:rPr>
        <w:t xml:space="preserve">                </w:t>
      </w:r>
      <w:proofErr w:type="spellStart"/>
      <w:r>
        <w:rPr>
          <w:lang w:val="en-US"/>
        </w:rPr>
        <w:t>football.append</w:t>
      </w:r>
      <w:proofErr w:type="spellEnd"/>
      <w:r>
        <w:rPr>
          <w:lang w:val="en-US"/>
        </w:rPr>
        <w:t>(row[0])</w:t>
      </w:r>
    </w:p>
    <w:p w14:paraId="45390B78" w14:textId="77777777" w:rsidR="00DC24E3" w:rsidRDefault="00DC24E3" w:rsidP="00DC24E3">
      <w:pPr>
        <w:pStyle w:val="Code"/>
        <w:rPr>
          <w:lang w:val="en-US"/>
        </w:rPr>
      </w:pPr>
      <w:r>
        <w:rPr>
          <w:lang w:val="en-US"/>
        </w:rPr>
        <w:t xml:space="preserve">            if row[2] == '1':</w:t>
      </w:r>
    </w:p>
    <w:p w14:paraId="3879C7D8" w14:textId="77777777" w:rsidR="00DC24E3" w:rsidRDefault="00DC24E3" w:rsidP="00DC24E3">
      <w:pPr>
        <w:pStyle w:val="Code"/>
        <w:rPr>
          <w:lang w:val="en-US"/>
        </w:rPr>
      </w:pPr>
      <w:r>
        <w:rPr>
          <w:lang w:val="en-US"/>
        </w:rPr>
        <w:t xml:space="preserve">                </w:t>
      </w:r>
      <w:proofErr w:type="spellStart"/>
      <w:r>
        <w:rPr>
          <w:lang w:val="en-US"/>
        </w:rPr>
        <w:t>others.append</w:t>
      </w:r>
      <w:proofErr w:type="spellEnd"/>
      <w:r>
        <w:rPr>
          <w:lang w:val="en-US"/>
        </w:rPr>
        <w:t>(row[0])</w:t>
      </w:r>
    </w:p>
    <w:p w14:paraId="32F48DB9" w14:textId="77777777" w:rsidR="00DC24E3" w:rsidRDefault="00DC24E3" w:rsidP="00DC24E3">
      <w:pPr>
        <w:pStyle w:val="Code"/>
        <w:rPr>
          <w:lang w:val="en-US"/>
        </w:rPr>
      </w:pPr>
      <w:r>
        <w:rPr>
          <w:lang w:val="en-US"/>
        </w:rPr>
        <w:t xml:space="preserve">    return football, others</w:t>
      </w:r>
    </w:p>
    <w:p w14:paraId="6AEDCD64"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draw_venn</w:t>
      </w:r>
      <w:proofErr w:type="spellEnd"/>
      <w:r>
        <w:rPr>
          <w:lang w:val="en-US"/>
        </w:rPr>
        <w:t>(f, o):</w:t>
      </w:r>
    </w:p>
    <w:p w14:paraId="3FED77B4" w14:textId="77777777" w:rsidR="00DC24E3" w:rsidRDefault="00DC24E3" w:rsidP="00DC24E3">
      <w:pPr>
        <w:pStyle w:val="Code"/>
        <w:rPr>
          <w:lang w:val="en-US"/>
        </w:rPr>
      </w:pPr>
      <w:r>
        <w:rPr>
          <w:lang w:val="en-US"/>
        </w:rPr>
        <w:t xml:space="preserve">    venn2(subsets=(f, o), </w:t>
      </w:r>
      <w:proofErr w:type="spellStart"/>
      <w:r>
        <w:rPr>
          <w:lang w:val="en-US"/>
        </w:rPr>
        <w:t>set_labels</w:t>
      </w:r>
      <w:proofErr w:type="spellEnd"/>
      <w:r>
        <w:rPr>
          <w:lang w:val="en-US"/>
        </w:rPr>
        <w:t>=('Football', 'Others'))</w:t>
      </w:r>
    </w:p>
    <w:p w14:paraId="14161055" w14:textId="77777777" w:rsidR="00DC24E3" w:rsidRDefault="00DC24E3" w:rsidP="00DC24E3">
      <w:pPr>
        <w:pStyle w:val="Code"/>
        <w:rPr>
          <w:lang w:val="en-US"/>
        </w:rPr>
      </w:pPr>
      <w:r>
        <w:rPr>
          <w:lang w:val="en-US"/>
        </w:rPr>
        <w:t xml:space="preserve">    </w:t>
      </w:r>
      <w:proofErr w:type="spellStart"/>
      <w:r>
        <w:rPr>
          <w:lang w:val="en-US"/>
        </w:rPr>
        <w:t>plt.show</w:t>
      </w:r>
      <w:proofErr w:type="spellEnd"/>
      <w:r>
        <w:rPr>
          <w:lang w:val="en-US"/>
        </w:rPr>
        <w:t>()</w:t>
      </w:r>
    </w:p>
    <w:p w14:paraId="2D7D3B7C" w14:textId="77777777" w:rsidR="00DC24E3" w:rsidRDefault="00DC24E3" w:rsidP="00DC24E3">
      <w:pPr>
        <w:pStyle w:val="Code"/>
        <w:rPr>
          <w:lang w:val="en-US"/>
        </w:rPr>
      </w:pPr>
      <w:r>
        <w:rPr>
          <w:lang w:val="en-US"/>
        </w:rPr>
        <w:t>if __name__ == '__main__':</w:t>
      </w:r>
    </w:p>
    <w:p w14:paraId="385FDD23" w14:textId="77777777" w:rsidR="00DC24E3" w:rsidRDefault="00DC24E3" w:rsidP="00DC24E3">
      <w:pPr>
        <w:pStyle w:val="Code"/>
        <w:rPr>
          <w:lang w:val="en-US"/>
        </w:rPr>
      </w:pPr>
      <w:r>
        <w:rPr>
          <w:lang w:val="en-US"/>
        </w:rPr>
        <w:t xml:space="preserve">    football, others = </w:t>
      </w:r>
      <w:proofErr w:type="spellStart"/>
      <w:r>
        <w:rPr>
          <w:lang w:val="en-US"/>
        </w:rPr>
        <w:t>read_csv</w:t>
      </w:r>
      <w:proofErr w:type="spellEnd"/>
      <w:r>
        <w:rPr>
          <w:lang w:val="en-US"/>
        </w:rPr>
        <w:t>('sports.csv')</w:t>
      </w:r>
    </w:p>
    <w:p w14:paraId="50B3606E" w14:textId="77777777" w:rsidR="00DC24E3" w:rsidRDefault="00DC24E3" w:rsidP="00DC24E3">
      <w:pPr>
        <w:pStyle w:val="Code"/>
        <w:rPr>
          <w:rFonts w:ascii="Wingdings 2" w:hAnsi="Wingdings 2" w:cs="Wingdings 2"/>
          <w:lang w:val="en-US"/>
        </w:rPr>
      </w:pPr>
      <w:r>
        <w:rPr>
          <w:lang w:val="en-US"/>
        </w:rPr>
        <w:t xml:space="preserve">    f = </w:t>
      </w:r>
      <w:proofErr w:type="spellStart"/>
      <w:r>
        <w:rPr>
          <w:lang w:val="en-US"/>
        </w:rPr>
        <w:t>FiniteSet</w:t>
      </w:r>
      <w:proofErr w:type="spellEnd"/>
      <w:r>
        <w:rPr>
          <w:lang w:val="en-US"/>
        </w:rPr>
        <w:t xml:space="preserve">(*football) </w:t>
      </w:r>
      <w:r w:rsidRPr="00591EE2">
        <w:rPr>
          <w:rStyle w:val="PuceRepere"/>
        </w:rPr>
        <w:t>1</w:t>
      </w:r>
    </w:p>
    <w:p w14:paraId="0C873833" w14:textId="77777777" w:rsidR="00DC24E3" w:rsidRDefault="00DC24E3" w:rsidP="00DC24E3">
      <w:pPr>
        <w:pStyle w:val="Code"/>
        <w:rPr>
          <w:lang w:val="en-US"/>
        </w:rPr>
      </w:pPr>
      <w:r>
        <w:rPr>
          <w:lang w:val="en-US"/>
        </w:rPr>
        <w:t xml:space="preserve">    o = </w:t>
      </w:r>
      <w:proofErr w:type="spellStart"/>
      <w:r>
        <w:rPr>
          <w:lang w:val="en-US"/>
        </w:rPr>
        <w:t>FiniteSet</w:t>
      </w:r>
      <w:proofErr w:type="spellEnd"/>
      <w:r>
        <w:rPr>
          <w:lang w:val="en-US"/>
        </w:rPr>
        <w:t xml:space="preserve">(*others) </w:t>
      </w:r>
      <w:r w:rsidRPr="00591EE2">
        <w:rPr>
          <w:rStyle w:val="PuceRepere"/>
        </w:rPr>
        <w:t>2</w:t>
      </w:r>
    </w:p>
    <w:p w14:paraId="3A83C702" w14:textId="77777777" w:rsidR="00DC24E3" w:rsidRDefault="00DC24E3" w:rsidP="00DC24E3">
      <w:pPr>
        <w:pStyle w:val="Code"/>
        <w:rPr>
          <w:lang w:val="en-US"/>
        </w:rPr>
      </w:pPr>
      <w:r>
        <w:rPr>
          <w:lang w:val="en-US"/>
        </w:rPr>
        <w:t xml:space="preserve">    </w:t>
      </w:r>
      <w:proofErr w:type="spellStart"/>
      <w:r>
        <w:rPr>
          <w:lang w:val="en-US"/>
        </w:rPr>
        <w:t>draw_venn</w:t>
      </w:r>
      <w:proofErr w:type="spellEnd"/>
      <w:r>
        <w:rPr>
          <w:lang w:val="en-US"/>
        </w:rPr>
        <w:t>(f, o)</w:t>
      </w:r>
    </w:p>
    <w:p w14:paraId="6C766054" w14:textId="77777777" w:rsidR="00DC24E3" w:rsidRDefault="00DC24E3" w:rsidP="00DC24E3">
      <w:pPr>
        <w:pStyle w:val="TexteCourant"/>
      </w:pPr>
      <w:r>
        <w:t xml:space="preserve">L’étape clé est de créer les deux ensembles – l’ensemble des étudiants qui aime le football et l’ensemble des étudiants qui aiment un autre sport – en lisant les données depuis le fichier sports.csv qui doit être créé en assemblant les résultats de l’étude. Ce fichier est lu par la fonction </w:t>
      </w:r>
      <w:proofErr w:type="spellStart"/>
      <w:r w:rsidRPr="00801098">
        <w:rPr>
          <w:rStyle w:val="CodeDansTexte"/>
        </w:rPr>
        <w:t>read_csv</w:t>
      </w:r>
      <w:proofErr w:type="spellEnd"/>
      <w:r w:rsidRPr="00801098">
        <w:rPr>
          <w:rStyle w:val="CodeDansTexte"/>
        </w:rPr>
        <w:t>()</w:t>
      </w:r>
      <w:r>
        <w:t>, laquelle créé deux listes contenant des identifiants d’élèves (</w:t>
      </w:r>
      <w:r w:rsidRPr="00AA7B51">
        <w:rPr>
          <w:rStyle w:val="CodeDansTexte"/>
        </w:rPr>
        <w:t>football</w:t>
      </w:r>
      <w:r>
        <w:t xml:space="preserve"> et </w:t>
      </w:r>
      <w:proofErr w:type="spellStart"/>
      <w:r w:rsidRPr="00AA7B51">
        <w:rPr>
          <w:rStyle w:val="CodeDansTexte"/>
        </w:rPr>
        <w:t>others</w:t>
      </w:r>
      <w:proofErr w:type="spellEnd"/>
      <w:r>
        <w:t>) et les retourne.</w:t>
      </w:r>
    </w:p>
    <w:p w14:paraId="145A7718" w14:textId="77777777" w:rsidR="00DC24E3" w:rsidRDefault="00DC24E3" w:rsidP="00DC24E3">
      <w:pPr>
        <w:pStyle w:val="TexteCourant"/>
      </w:pPr>
      <w:r>
        <w:t xml:space="preserve">Nous créons alors deux ensembles correspondant aux catégories représentées, en </w:t>
      </w:r>
      <w:r w:rsidRPr="00AA7B51">
        <w:rPr>
          <w:rStyle w:val="PuceRepere"/>
        </w:rPr>
        <w:t>1</w:t>
      </w:r>
      <w:r>
        <w:t xml:space="preserve"> et </w:t>
      </w:r>
      <w:r w:rsidRPr="00AA7B51">
        <w:rPr>
          <w:rStyle w:val="PuceRepere"/>
        </w:rPr>
        <w:t>2</w:t>
      </w:r>
      <w:r>
        <w:t xml:space="preserve">,  puis nous appelons la fonction </w:t>
      </w:r>
      <w:proofErr w:type="spellStart"/>
      <w:r w:rsidRPr="00801098">
        <w:rPr>
          <w:rStyle w:val="CodeDansTexte"/>
        </w:rPr>
        <w:t>draw_venn</w:t>
      </w:r>
      <w:proofErr w:type="spellEnd"/>
      <w:r w:rsidRPr="00801098">
        <w:rPr>
          <w:rStyle w:val="CodeDansTexte"/>
        </w:rPr>
        <w:t>()</w:t>
      </w:r>
      <w:r>
        <w:t xml:space="preserve"> pour tracer le diagramme de </w:t>
      </w:r>
      <w:proofErr w:type="spellStart"/>
      <w:r>
        <w:t>Venn</w:t>
      </w:r>
      <w:proofErr w:type="spellEnd"/>
      <w:r>
        <w:t>.</w:t>
      </w:r>
    </w:p>
    <w:p w14:paraId="6D97A1DE" w14:textId="77777777" w:rsidR="00DC24E3" w:rsidRDefault="00DC24E3" w:rsidP="00DC24E3">
      <w:pPr>
        <w:pStyle w:val="TitreNiveau1"/>
      </w:pPr>
      <w:r>
        <w:t>#2 : Loi des grands nombres</w:t>
      </w:r>
    </w:p>
    <w:p w14:paraId="6D29ACCB" w14:textId="77777777" w:rsidR="00DC24E3" w:rsidRDefault="00DC24E3" w:rsidP="00DC24E3">
      <w:pPr>
        <w:pStyle w:val="TexteCourant"/>
      </w:pPr>
      <w:r>
        <w:t>Pour ce défi, nous lançons un dé un certain nombre de fois pour voir comment la valeur moyenne s’approche de la valeur théorique de 3,5. Voici le programme :</w:t>
      </w:r>
    </w:p>
    <w:p w14:paraId="72D6DE5B" w14:textId="77777777" w:rsidR="00DC24E3" w:rsidRDefault="00DC24E3" w:rsidP="00DC24E3">
      <w:pPr>
        <w:pStyle w:val="Code"/>
        <w:rPr>
          <w:lang w:val="en-US"/>
        </w:rPr>
      </w:pPr>
      <w:r>
        <w:rPr>
          <w:lang w:val="en-US"/>
        </w:rPr>
        <w:t>'''</w:t>
      </w:r>
    </w:p>
    <w:p w14:paraId="381D3794" w14:textId="77777777" w:rsidR="00DC24E3" w:rsidRDefault="00DC24E3" w:rsidP="00DC24E3">
      <w:pPr>
        <w:pStyle w:val="Code"/>
        <w:rPr>
          <w:lang w:val="en-US"/>
        </w:rPr>
      </w:pPr>
      <w:r>
        <w:rPr>
          <w:lang w:val="en-US"/>
        </w:rPr>
        <w:t>law_ln.py</w:t>
      </w:r>
    </w:p>
    <w:p w14:paraId="53E9FF9B" w14:textId="77777777" w:rsidR="00DC24E3" w:rsidRDefault="00DC24E3" w:rsidP="00DC24E3">
      <w:pPr>
        <w:pStyle w:val="Code"/>
        <w:rPr>
          <w:lang w:val="en-US"/>
        </w:rPr>
      </w:pPr>
      <w:r>
        <w:rPr>
          <w:lang w:val="en-US"/>
        </w:rPr>
        <w:t>Verify the law of large numbers using a six-sided die roll as an example</w:t>
      </w:r>
    </w:p>
    <w:p w14:paraId="52FFCB27" w14:textId="77777777" w:rsidR="00DC24E3" w:rsidRDefault="00DC24E3" w:rsidP="00DC24E3">
      <w:pPr>
        <w:pStyle w:val="Code"/>
        <w:rPr>
          <w:lang w:val="en-US"/>
        </w:rPr>
      </w:pPr>
      <w:r>
        <w:rPr>
          <w:lang w:val="en-US"/>
        </w:rPr>
        <w:t>'''</w:t>
      </w:r>
    </w:p>
    <w:p w14:paraId="3A217BF2" w14:textId="77777777" w:rsidR="00DC24E3" w:rsidRDefault="00DC24E3" w:rsidP="00DC24E3">
      <w:pPr>
        <w:pStyle w:val="Code"/>
        <w:rPr>
          <w:lang w:val="en-US"/>
        </w:rPr>
      </w:pPr>
      <w:r>
        <w:rPr>
          <w:lang w:val="en-US"/>
        </w:rPr>
        <w:t>import random</w:t>
      </w:r>
    </w:p>
    <w:p w14:paraId="319CD885" w14:textId="77777777" w:rsidR="00DC24E3" w:rsidRDefault="00DC24E3" w:rsidP="00DC24E3">
      <w:pPr>
        <w:pStyle w:val="Code"/>
        <w:rPr>
          <w:lang w:val="en-US"/>
        </w:rPr>
      </w:pPr>
      <w:proofErr w:type="spellStart"/>
      <w:r>
        <w:rPr>
          <w:lang w:val="en-US"/>
        </w:rPr>
        <w:t>def</w:t>
      </w:r>
      <w:proofErr w:type="spellEnd"/>
      <w:r>
        <w:rPr>
          <w:lang w:val="en-US"/>
        </w:rPr>
        <w:t xml:space="preserve"> roll(</w:t>
      </w:r>
      <w:proofErr w:type="spellStart"/>
      <w:r>
        <w:rPr>
          <w:lang w:val="en-US"/>
        </w:rPr>
        <w:t>num_trials</w:t>
      </w:r>
      <w:proofErr w:type="spellEnd"/>
      <w:r>
        <w:rPr>
          <w:lang w:val="en-US"/>
        </w:rPr>
        <w:t>):</w:t>
      </w:r>
    </w:p>
    <w:p w14:paraId="692B257B" w14:textId="77777777" w:rsidR="00DC24E3" w:rsidRDefault="00DC24E3" w:rsidP="00DC24E3">
      <w:pPr>
        <w:pStyle w:val="Code"/>
        <w:rPr>
          <w:lang w:val="en-US"/>
        </w:rPr>
      </w:pPr>
      <w:r>
        <w:rPr>
          <w:lang w:val="en-US"/>
        </w:rPr>
        <w:t xml:space="preserve">    rolls = []</w:t>
      </w:r>
    </w:p>
    <w:p w14:paraId="3749BE3E" w14:textId="77777777" w:rsidR="00DC24E3" w:rsidRDefault="00DC24E3" w:rsidP="00DC24E3">
      <w:pPr>
        <w:pStyle w:val="Code"/>
        <w:rPr>
          <w:lang w:val="en-US"/>
        </w:rPr>
      </w:pPr>
      <w:r>
        <w:rPr>
          <w:lang w:val="en-US"/>
        </w:rPr>
        <w:t xml:space="preserve">    for t in range(</w:t>
      </w:r>
      <w:proofErr w:type="spellStart"/>
      <w:r>
        <w:rPr>
          <w:lang w:val="en-US"/>
        </w:rPr>
        <w:t>num_trials</w:t>
      </w:r>
      <w:proofErr w:type="spellEnd"/>
      <w:r>
        <w:rPr>
          <w:lang w:val="en-US"/>
        </w:rPr>
        <w:t>):</w:t>
      </w:r>
    </w:p>
    <w:p w14:paraId="23143335" w14:textId="77777777" w:rsidR="00DC24E3" w:rsidRDefault="00DC24E3" w:rsidP="00DC24E3">
      <w:pPr>
        <w:pStyle w:val="Code"/>
        <w:rPr>
          <w:lang w:val="en-US"/>
        </w:rPr>
      </w:pPr>
      <w:r>
        <w:rPr>
          <w:lang w:val="en-US"/>
        </w:rPr>
        <w:t xml:space="preserve">        </w:t>
      </w:r>
      <w:proofErr w:type="spellStart"/>
      <w:r>
        <w:rPr>
          <w:lang w:val="en-US"/>
        </w:rPr>
        <w:t>rolls.append</w:t>
      </w:r>
      <w:proofErr w:type="spellEnd"/>
      <w:r>
        <w:rPr>
          <w:lang w:val="en-US"/>
        </w:rPr>
        <w:t>(</w:t>
      </w:r>
      <w:proofErr w:type="spellStart"/>
      <w:r>
        <w:rPr>
          <w:lang w:val="en-US"/>
        </w:rPr>
        <w:t>random.randint</w:t>
      </w:r>
      <w:proofErr w:type="spellEnd"/>
      <w:r>
        <w:rPr>
          <w:lang w:val="en-US"/>
        </w:rPr>
        <w:t>(1, 6))</w:t>
      </w:r>
    </w:p>
    <w:p w14:paraId="58FD3432" w14:textId="77777777" w:rsidR="00DC24E3" w:rsidRDefault="00DC24E3" w:rsidP="00DC24E3">
      <w:pPr>
        <w:pStyle w:val="Code"/>
        <w:rPr>
          <w:lang w:val="en-US"/>
        </w:rPr>
      </w:pPr>
      <w:r>
        <w:rPr>
          <w:lang w:val="en-US"/>
        </w:rPr>
        <w:t xml:space="preserve">    return sum(rolls)/</w:t>
      </w:r>
      <w:proofErr w:type="spellStart"/>
      <w:r>
        <w:rPr>
          <w:lang w:val="en-US"/>
        </w:rPr>
        <w:t>num_trials</w:t>
      </w:r>
      <w:proofErr w:type="spellEnd"/>
    </w:p>
    <w:p w14:paraId="04C847FF" w14:textId="77777777" w:rsidR="00DC24E3" w:rsidRDefault="00DC24E3" w:rsidP="00DC24E3">
      <w:pPr>
        <w:pStyle w:val="Code"/>
        <w:rPr>
          <w:lang w:val="en-US"/>
        </w:rPr>
      </w:pPr>
      <w:r>
        <w:rPr>
          <w:lang w:val="en-US"/>
        </w:rPr>
        <w:t>if __name__ == '__main__':</w:t>
      </w:r>
    </w:p>
    <w:p w14:paraId="127EAF59" w14:textId="77777777" w:rsidR="00DC24E3" w:rsidRDefault="00DC24E3" w:rsidP="00DC24E3">
      <w:pPr>
        <w:pStyle w:val="Code"/>
        <w:rPr>
          <w:lang w:val="en-US"/>
        </w:rPr>
      </w:pPr>
      <w:r>
        <w:rPr>
          <w:lang w:val="en-US"/>
        </w:rPr>
        <w:t xml:space="preserve">    </w:t>
      </w:r>
      <w:proofErr w:type="spellStart"/>
      <w:r>
        <w:rPr>
          <w:lang w:val="en-US"/>
        </w:rPr>
        <w:t>expected_value</w:t>
      </w:r>
      <w:proofErr w:type="spellEnd"/>
      <w:r>
        <w:rPr>
          <w:lang w:val="en-US"/>
        </w:rPr>
        <w:t xml:space="preserve"> = 3.5</w:t>
      </w:r>
    </w:p>
    <w:p w14:paraId="2119952B" w14:textId="77777777" w:rsidR="00DC24E3" w:rsidRDefault="00DC24E3" w:rsidP="00DC24E3">
      <w:pPr>
        <w:pStyle w:val="Code"/>
        <w:rPr>
          <w:lang w:val="en-US"/>
        </w:rPr>
      </w:pPr>
      <w:r>
        <w:rPr>
          <w:lang w:val="en-US"/>
        </w:rPr>
        <w:t xml:space="preserve">    print('Expected value: {0}'.format(</w:t>
      </w:r>
      <w:proofErr w:type="spellStart"/>
      <w:r>
        <w:rPr>
          <w:lang w:val="en-US"/>
        </w:rPr>
        <w:t>expected_value</w:t>
      </w:r>
      <w:proofErr w:type="spellEnd"/>
      <w:r>
        <w:rPr>
          <w:lang w:val="en-US"/>
        </w:rPr>
        <w:t>))</w:t>
      </w:r>
    </w:p>
    <w:p w14:paraId="6D7C500F" w14:textId="77777777" w:rsidR="00DC24E3" w:rsidRDefault="00DC24E3" w:rsidP="00DC24E3">
      <w:pPr>
        <w:pStyle w:val="Code"/>
        <w:rPr>
          <w:lang w:val="en-US"/>
        </w:rPr>
      </w:pPr>
      <w:r>
        <w:rPr>
          <w:lang w:val="en-US"/>
        </w:rPr>
        <w:t xml:space="preserve">    for trial in [100, 1000, 10000, 100000, 500000]:</w:t>
      </w:r>
    </w:p>
    <w:p w14:paraId="55184D8D" w14:textId="77777777" w:rsidR="00DC24E3" w:rsidRDefault="00DC24E3" w:rsidP="00DC24E3">
      <w:pPr>
        <w:pStyle w:val="Code"/>
        <w:rPr>
          <w:lang w:val="en-US"/>
        </w:rPr>
      </w:pPr>
      <w:r>
        <w:rPr>
          <w:lang w:val="en-US"/>
        </w:rPr>
        <w:t xml:space="preserve">        </w:t>
      </w:r>
      <w:proofErr w:type="spellStart"/>
      <w:r>
        <w:rPr>
          <w:lang w:val="en-US"/>
        </w:rPr>
        <w:t>avg</w:t>
      </w:r>
      <w:proofErr w:type="spellEnd"/>
      <w:r>
        <w:rPr>
          <w:lang w:val="en-US"/>
        </w:rPr>
        <w:t xml:space="preserve"> = roll(trial)</w:t>
      </w:r>
    </w:p>
    <w:p w14:paraId="20640F0A" w14:textId="77777777" w:rsidR="00DC24E3" w:rsidRDefault="00DC24E3" w:rsidP="00DC24E3">
      <w:pPr>
        <w:pStyle w:val="Code"/>
        <w:rPr>
          <w:lang w:val="en-US"/>
        </w:rPr>
      </w:pPr>
      <w:r>
        <w:rPr>
          <w:lang w:val="en-US"/>
        </w:rPr>
        <w:t xml:space="preserve">        print('Trials: {0} Trial average {1}'.format(trial, </w:t>
      </w:r>
      <w:proofErr w:type="spellStart"/>
      <w:r>
        <w:rPr>
          <w:lang w:val="en-US"/>
        </w:rPr>
        <w:t>avg</w:t>
      </w:r>
      <w:proofErr w:type="spellEnd"/>
      <w:r>
        <w:rPr>
          <w:lang w:val="en-US"/>
        </w:rPr>
        <w:t>))</w:t>
      </w:r>
    </w:p>
    <w:p w14:paraId="39A1ACEE" w14:textId="77777777" w:rsidR="00DC24E3" w:rsidRDefault="00DC24E3" w:rsidP="00DC24E3">
      <w:pPr>
        <w:pStyle w:val="TexteCourant"/>
      </w:pPr>
      <w:r>
        <w:t xml:space="preserve">La fonction </w:t>
      </w:r>
      <w:r w:rsidRPr="00801098">
        <w:rPr>
          <w:rStyle w:val="CodeDansTexte"/>
        </w:rPr>
        <w:t>roll()</w:t>
      </w:r>
      <w:r>
        <w:t xml:space="preserve"> simule le lancer d’un dé à six faces pour un certain nombre de lancers spécifié par l’argument </w:t>
      </w:r>
      <w:proofErr w:type="spellStart"/>
      <w:r w:rsidRPr="00801098">
        <w:rPr>
          <w:rStyle w:val="CodeDansTexte"/>
        </w:rPr>
        <w:t>num_trials</w:t>
      </w:r>
      <w:proofErr w:type="spellEnd"/>
      <w:r>
        <w:t xml:space="preserve"> et retourne la valeur moyenne obtenue. Appelons cette fonction avec 100, 1000, 10000, 100000 et 500000 lancers pour voir comment la valeur moyenne s’approche de la valeur attendue, 3,5 :</w:t>
      </w:r>
    </w:p>
    <w:p w14:paraId="0A73E614" w14:textId="77777777" w:rsidR="00DC24E3" w:rsidRDefault="00DC24E3" w:rsidP="00DC24E3">
      <w:pPr>
        <w:pStyle w:val="Code"/>
        <w:rPr>
          <w:lang w:val="en-US"/>
        </w:rPr>
      </w:pPr>
      <w:r>
        <w:rPr>
          <w:lang w:val="en-US"/>
        </w:rPr>
        <w:t>Expected value: 3.5</w:t>
      </w:r>
    </w:p>
    <w:p w14:paraId="1B4E48E9" w14:textId="77777777" w:rsidR="00DC24E3" w:rsidRDefault="00DC24E3" w:rsidP="00DC24E3">
      <w:pPr>
        <w:pStyle w:val="Code"/>
        <w:rPr>
          <w:lang w:val="en-US"/>
        </w:rPr>
      </w:pPr>
      <w:r>
        <w:rPr>
          <w:lang w:val="en-US"/>
        </w:rPr>
        <w:t>Trials: 100 Trial average 3.49</w:t>
      </w:r>
    </w:p>
    <w:p w14:paraId="254FDC9A" w14:textId="77777777" w:rsidR="00DC24E3" w:rsidRDefault="00DC24E3" w:rsidP="00DC24E3">
      <w:pPr>
        <w:pStyle w:val="Code"/>
        <w:rPr>
          <w:lang w:val="en-US"/>
        </w:rPr>
      </w:pPr>
      <w:r>
        <w:rPr>
          <w:lang w:val="en-US"/>
        </w:rPr>
        <w:t>Trials: 1000 Trial average 3.519</w:t>
      </w:r>
    </w:p>
    <w:p w14:paraId="03CEBE24" w14:textId="77777777" w:rsidR="00DC24E3" w:rsidRDefault="00DC24E3" w:rsidP="00DC24E3">
      <w:pPr>
        <w:pStyle w:val="Code"/>
        <w:rPr>
          <w:lang w:val="en-US"/>
        </w:rPr>
      </w:pPr>
      <w:r>
        <w:rPr>
          <w:lang w:val="en-US"/>
        </w:rPr>
        <w:t>Trials: 10000 Trial average 3.4966</w:t>
      </w:r>
    </w:p>
    <w:p w14:paraId="2D61156A" w14:textId="77777777" w:rsidR="00DC24E3" w:rsidRDefault="00DC24E3" w:rsidP="00DC24E3">
      <w:pPr>
        <w:pStyle w:val="Code"/>
        <w:rPr>
          <w:lang w:val="en-US"/>
        </w:rPr>
      </w:pPr>
      <w:r>
        <w:rPr>
          <w:lang w:val="en-US"/>
        </w:rPr>
        <w:t>Trials: 100000 Trial average 3.50036</w:t>
      </w:r>
    </w:p>
    <w:p w14:paraId="007F4F0A" w14:textId="77777777" w:rsidR="00DC24E3" w:rsidRDefault="00DC24E3" w:rsidP="00DC24E3">
      <w:pPr>
        <w:pStyle w:val="Code"/>
        <w:rPr>
          <w:lang w:val="en-US"/>
        </w:rPr>
      </w:pPr>
      <w:r>
        <w:rPr>
          <w:lang w:val="en-US"/>
        </w:rPr>
        <w:t>Trials: 500000 Trial average 3.501474</w:t>
      </w:r>
    </w:p>
    <w:p w14:paraId="2F07E9B5" w14:textId="77777777" w:rsidR="00DC24E3" w:rsidRDefault="00DC24E3" w:rsidP="00DC24E3">
      <w:pPr>
        <w:pStyle w:val="TitreNiveau1"/>
      </w:pPr>
      <w:r>
        <w:t>#3 : Combien de lancers de pièce avant de n’avoir plus d’argent ?</w:t>
      </w:r>
    </w:p>
    <w:p w14:paraId="5D9D8BA3" w14:textId="77777777" w:rsidR="00DC24E3" w:rsidRDefault="00DC24E3" w:rsidP="00DC24E3">
      <w:pPr>
        <w:pStyle w:val="TexteCourant"/>
      </w:pPr>
      <w:r>
        <w:t>La solution à ce défi est le programme suivant :</w:t>
      </w:r>
    </w:p>
    <w:p w14:paraId="0002CB1E" w14:textId="77777777" w:rsidR="00DC24E3" w:rsidRDefault="00DC24E3" w:rsidP="00DC24E3">
      <w:pPr>
        <w:pStyle w:val="Code"/>
        <w:rPr>
          <w:lang w:val="en-US"/>
        </w:rPr>
      </w:pPr>
      <w:r>
        <w:rPr>
          <w:lang w:val="en-US"/>
        </w:rPr>
        <w:t>'''</w:t>
      </w:r>
    </w:p>
    <w:p w14:paraId="0636E012" w14:textId="77777777" w:rsidR="00DC24E3" w:rsidRDefault="00DC24E3" w:rsidP="00DC24E3">
      <w:pPr>
        <w:pStyle w:val="Code"/>
        <w:rPr>
          <w:lang w:val="en-US"/>
        </w:rPr>
      </w:pPr>
      <w:r>
        <w:rPr>
          <w:lang w:val="en-US"/>
        </w:rPr>
        <w:t>game_tosses.py</w:t>
      </w:r>
    </w:p>
    <w:p w14:paraId="023EBF6D" w14:textId="77777777" w:rsidR="00DC24E3" w:rsidRDefault="00DC24E3" w:rsidP="00DC24E3">
      <w:pPr>
        <w:pStyle w:val="Code"/>
        <w:rPr>
          <w:lang w:val="en-US"/>
        </w:rPr>
      </w:pPr>
      <w:r>
        <w:rPr>
          <w:lang w:val="en-US"/>
        </w:rPr>
        <w:t>A player wins 1$ for every head and loses 1.5$ for every tail.</w:t>
      </w:r>
    </w:p>
    <w:p w14:paraId="3C427257" w14:textId="77777777" w:rsidR="00DC24E3" w:rsidRDefault="00DC24E3" w:rsidP="00DC24E3">
      <w:pPr>
        <w:pStyle w:val="Code"/>
        <w:rPr>
          <w:lang w:val="en-US"/>
        </w:rPr>
      </w:pPr>
      <w:r>
        <w:rPr>
          <w:lang w:val="en-US"/>
        </w:rPr>
        <w:t>The game is over when the player's balance reaches 0$</w:t>
      </w:r>
    </w:p>
    <w:p w14:paraId="5C2947C3" w14:textId="77777777" w:rsidR="00DC24E3" w:rsidRDefault="00DC24E3" w:rsidP="00DC24E3">
      <w:pPr>
        <w:pStyle w:val="Code"/>
        <w:rPr>
          <w:lang w:val="en-US"/>
        </w:rPr>
      </w:pPr>
      <w:r>
        <w:rPr>
          <w:lang w:val="en-US"/>
        </w:rPr>
        <w:t>'''</w:t>
      </w:r>
    </w:p>
    <w:p w14:paraId="36B2DCEE" w14:textId="77777777" w:rsidR="00DC24E3" w:rsidRDefault="00DC24E3" w:rsidP="00DC24E3">
      <w:pPr>
        <w:pStyle w:val="Code"/>
        <w:rPr>
          <w:lang w:val="en-US"/>
        </w:rPr>
      </w:pPr>
      <w:r>
        <w:rPr>
          <w:lang w:val="en-US"/>
        </w:rPr>
        <w:t>import random</w:t>
      </w:r>
    </w:p>
    <w:p w14:paraId="06D26F2E" w14:textId="77777777" w:rsidR="00DC24E3" w:rsidRDefault="00DC24E3" w:rsidP="00DC24E3">
      <w:pPr>
        <w:pStyle w:val="Code"/>
        <w:rPr>
          <w:lang w:val="en-US"/>
        </w:rPr>
      </w:pPr>
      <w:proofErr w:type="spellStart"/>
      <w:r>
        <w:rPr>
          <w:lang w:val="en-US"/>
        </w:rPr>
        <w:t>def</w:t>
      </w:r>
      <w:proofErr w:type="spellEnd"/>
      <w:r>
        <w:rPr>
          <w:lang w:val="en-US"/>
        </w:rPr>
        <w:t xml:space="preserve"> play(</w:t>
      </w:r>
      <w:proofErr w:type="spellStart"/>
      <w:r>
        <w:rPr>
          <w:lang w:val="en-US"/>
        </w:rPr>
        <w:t>start_amount</w:t>
      </w:r>
      <w:proofErr w:type="spellEnd"/>
      <w:r>
        <w:rPr>
          <w:lang w:val="en-US"/>
        </w:rPr>
        <w:t>):</w:t>
      </w:r>
    </w:p>
    <w:p w14:paraId="51FFED95" w14:textId="77777777" w:rsidR="00DC24E3" w:rsidRDefault="00DC24E3" w:rsidP="00DC24E3">
      <w:pPr>
        <w:pStyle w:val="Code"/>
        <w:rPr>
          <w:lang w:val="en-US"/>
        </w:rPr>
      </w:pPr>
      <w:r>
        <w:rPr>
          <w:lang w:val="en-US"/>
        </w:rPr>
        <w:t xml:space="preserve">    </w:t>
      </w:r>
      <w:proofErr w:type="spellStart"/>
      <w:r>
        <w:rPr>
          <w:lang w:val="en-US"/>
        </w:rPr>
        <w:t>win_amount</w:t>
      </w:r>
      <w:proofErr w:type="spellEnd"/>
      <w:r>
        <w:rPr>
          <w:lang w:val="en-US"/>
        </w:rPr>
        <w:t xml:space="preserve"> = 1</w:t>
      </w:r>
    </w:p>
    <w:p w14:paraId="624A5DF8" w14:textId="77777777" w:rsidR="00DC24E3" w:rsidRDefault="00DC24E3" w:rsidP="00DC24E3">
      <w:pPr>
        <w:pStyle w:val="Code"/>
        <w:rPr>
          <w:lang w:val="en-US"/>
        </w:rPr>
      </w:pPr>
      <w:r>
        <w:rPr>
          <w:lang w:val="en-US"/>
        </w:rPr>
        <w:t xml:space="preserve">    </w:t>
      </w:r>
      <w:proofErr w:type="spellStart"/>
      <w:r>
        <w:rPr>
          <w:lang w:val="en-US"/>
        </w:rPr>
        <w:t>loss_amount</w:t>
      </w:r>
      <w:proofErr w:type="spellEnd"/>
      <w:r>
        <w:rPr>
          <w:lang w:val="en-US"/>
        </w:rPr>
        <w:t xml:space="preserve"> = 1.5</w:t>
      </w:r>
    </w:p>
    <w:p w14:paraId="5A03E210" w14:textId="77777777" w:rsidR="00DC24E3" w:rsidRDefault="00DC24E3" w:rsidP="00DC24E3">
      <w:pPr>
        <w:pStyle w:val="Code"/>
        <w:rPr>
          <w:lang w:val="en-US"/>
        </w:rPr>
      </w:pPr>
      <w:r>
        <w:rPr>
          <w:lang w:val="en-US"/>
        </w:rPr>
        <w:t xml:space="preserve">    </w:t>
      </w:r>
      <w:proofErr w:type="spellStart"/>
      <w:r>
        <w:rPr>
          <w:lang w:val="en-US"/>
        </w:rPr>
        <w:t>cur_amount</w:t>
      </w:r>
      <w:proofErr w:type="spellEnd"/>
      <w:r>
        <w:rPr>
          <w:lang w:val="en-US"/>
        </w:rPr>
        <w:t xml:space="preserve"> = </w:t>
      </w:r>
      <w:proofErr w:type="spellStart"/>
      <w:r>
        <w:rPr>
          <w:lang w:val="en-US"/>
        </w:rPr>
        <w:t>start_amount</w:t>
      </w:r>
      <w:proofErr w:type="spellEnd"/>
    </w:p>
    <w:p w14:paraId="62045A06" w14:textId="77777777" w:rsidR="00DC24E3" w:rsidRDefault="00DC24E3" w:rsidP="00DC24E3">
      <w:pPr>
        <w:pStyle w:val="Code"/>
        <w:rPr>
          <w:lang w:val="en-US"/>
        </w:rPr>
      </w:pPr>
      <w:r>
        <w:rPr>
          <w:lang w:val="en-US"/>
        </w:rPr>
        <w:t xml:space="preserve">    tosses = 0</w:t>
      </w:r>
    </w:p>
    <w:p w14:paraId="5BFE8CB1" w14:textId="77777777" w:rsidR="00DC24E3" w:rsidRDefault="00DC24E3" w:rsidP="00DC24E3">
      <w:pPr>
        <w:pStyle w:val="Code"/>
        <w:rPr>
          <w:lang w:val="en-US"/>
        </w:rPr>
      </w:pPr>
      <w:r>
        <w:rPr>
          <w:lang w:val="en-US"/>
        </w:rPr>
        <w:t xml:space="preserve">    while </w:t>
      </w:r>
      <w:proofErr w:type="spellStart"/>
      <w:r>
        <w:rPr>
          <w:lang w:val="en-US"/>
        </w:rPr>
        <w:t>cur_amount</w:t>
      </w:r>
      <w:proofErr w:type="spellEnd"/>
      <w:r>
        <w:rPr>
          <w:lang w:val="en-US"/>
        </w:rPr>
        <w:t xml:space="preserve"> &gt; 0: </w:t>
      </w:r>
      <w:r w:rsidRPr="00394B26">
        <w:rPr>
          <w:rStyle w:val="PuceRepere"/>
        </w:rPr>
        <w:t>1</w:t>
      </w:r>
    </w:p>
    <w:p w14:paraId="4F684D73" w14:textId="77777777" w:rsidR="00DC24E3" w:rsidRDefault="00DC24E3" w:rsidP="00DC24E3">
      <w:pPr>
        <w:pStyle w:val="Code"/>
        <w:rPr>
          <w:lang w:val="en-US"/>
        </w:rPr>
      </w:pPr>
      <w:r>
        <w:rPr>
          <w:lang w:val="en-US"/>
        </w:rPr>
        <w:t xml:space="preserve">        tosses += 1</w:t>
      </w:r>
    </w:p>
    <w:p w14:paraId="6F7004E0" w14:textId="77777777" w:rsidR="00DC24E3" w:rsidRDefault="00DC24E3" w:rsidP="00DC24E3">
      <w:pPr>
        <w:pStyle w:val="Code"/>
        <w:rPr>
          <w:lang w:val="en-US"/>
        </w:rPr>
      </w:pPr>
      <w:r>
        <w:rPr>
          <w:lang w:val="en-US"/>
        </w:rPr>
        <w:t xml:space="preserve">        toss = </w:t>
      </w:r>
      <w:proofErr w:type="spellStart"/>
      <w:r>
        <w:rPr>
          <w:lang w:val="en-US"/>
        </w:rPr>
        <w:t>random.randint</w:t>
      </w:r>
      <w:proofErr w:type="spellEnd"/>
      <w:r>
        <w:rPr>
          <w:lang w:val="en-US"/>
        </w:rPr>
        <w:t xml:space="preserve">(0, 1) </w:t>
      </w:r>
      <w:r w:rsidRPr="00394B26">
        <w:rPr>
          <w:rStyle w:val="PuceRepere"/>
        </w:rPr>
        <w:t>2</w:t>
      </w:r>
    </w:p>
    <w:p w14:paraId="3777E5E2" w14:textId="77777777" w:rsidR="00DC24E3" w:rsidRDefault="00DC24E3" w:rsidP="00DC24E3">
      <w:pPr>
        <w:pStyle w:val="Code"/>
        <w:rPr>
          <w:lang w:val="en-US"/>
        </w:rPr>
      </w:pPr>
      <w:r>
        <w:rPr>
          <w:lang w:val="en-US"/>
        </w:rPr>
        <w:t xml:space="preserve">        if toss == 0:</w:t>
      </w:r>
    </w:p>
    <w:p w14:paraId="0DBAE725" w14:textId="77777777" w:rsidR="00DC24E3" w:rsidRDefault="00DC24E3" w:rsidP="00DC24E3">
      <w:pPr>
        <w:pStyle w:val="Code"/>
        <w:rPr>
          <w:lang w:val="en-US"/>
        </w:rPr>
      </w:pPr>
      <w:r>
        <w:rPr>
          <w:lang w:val="en-US"/>
        </w:rPr>
        <w:t xml:space="preserve">            </w:t>
      </w:r>
      <w:proofErr w:type="spellStart"/>
      <w:r>
        <w:rPr>
          <w:lang w:val="en-US"/>
        </w:rPr>
        <w:t>cur_amount</w:t>
      </w:r>
      <w:proofErr w:type="spellEnd"/>
      <w:r>
        <w:rPr>
          <w:lang w:val="en-US"/>
        </w:rPr>
        <w:t xml:space="preserve"> += </w:t>
      </w:r>
      <w:proofErr w:type="spellStart"/>
      <w:r>
        <w:rPr>
          <w:lang w:val="en-US"/>
        </w:rPr>
        <w:t>win_amount</w:t>
      </w:r>
      <w:proofErr w:type="spellEnd"/>
    </w:p>
    <w:p w14:paraId="56423A53" w14:textId="77777777" w:rsidR="00DC24E3" w:rsidRDefault="00DC24E3" w:rsidP="00DC24E3">
      <w:pPr>
        <w:pStyle w:val="Code"/>
        <w:rPr>
          <w:lang w:val="en-US"/>
        </w:rPr>
      </w:pPr>
      <w:r>
        <w:rPr>
          <w:lang w:val="en-US"/>
        </w:rPr>
        <w:t xml:space="preserve">            print('Heads! Current amount: {0}'.format(</w:t>
      </w:r>
      <w:proofErr w:type="spellStart"/>
      <w:r>
        <w:rPr>
          <w:lang w:val="en-US"/>
        </w:rPr>
        <w:t>cur_amount</w:t>
      </w:r>
      <w:proofErr w:type="spellEnd"/>
      <w:r>
        <w:rPr>
          <w:lang w:val="en-US"/>
        </w:rPr>
        <w:t>))</w:t>
      </w:r>
    </w:p>
    <w:p w14:paraId="45C471B8" w14:textId="77777777" w:rsidR="00DC24E3" w:rsidRDefault="00DC24E3" w:rsidP="00DC24E3">
      <w:pPr>
        <w:pStyle w:val="Code"/>
        <w:rPr>
          <w:lang w:val="en-US"/>
        </w:rPr>
      </w:pPr>
      <w:r>
        <w:rPr>
          <w:lang w:val="en-US"/>
        </w:rPr>
        <w:t xml:space="preserve">        else:</w:t>
      </w:r>
    </w:p>
    <w:p w14:paraId="1C4B8B71" w14:textId="77777777" w:rsidR="00DC24E3" w:rsidRDefault="00DC24E3" w:rsidP="00DC24E3">
      <w:pPr>
        <w:pStyle w:val="Code"/>
        <w:rPr>
          <w:lang w:val="en-US"/>
        </w:rPr>
      </w:pPr>
      <w:r>
        <w:rPr>
          <w:lang w:val="en-US"/>
        </w:rPr>
        <w:t xml:space="preserve">            </w:t>
      </w:r>
      <w:proofErr w:type="spellStart"/>
      <w:r>
        <w:rPr>
          <w:lang w:val="en-US"/>
        </w:rPr>
        <w:t>cur_amount</w:t>
      </w:r>
      <w:proofErr w:type="spellEnd"/>
      <w:r>
        <w:rPr>
          <w:lang w:val="en-US"/>
        </w:rPr>
        <w:t xml:space="preserve"> -= </w:t>
      </w:r>
      <w:proofErr w:type="spellStart"/>
      <w:r>
        <w:rPr>
          <w:lang w:val="en-US"/>
        </w:rPr>
        <w:t>loss_amount</w:t>
      </w:r>
      <w:proofErr w:type="spellEnd"/>
    </w:p>
    <w:p w14:paraId="19314199" w14:textId="77777777" w:rsidR="00DC24E3" w:rsidRDefault="00DC24E3" w:rsidP="00DC24E3">
      <w:pPr>
        <w:pStyle w:val="Code"/>
        <w:rPr>
          <w:lang w:val="en-US"/>
        </w:rPr>
      </w:pPr>
      <w:r>
        <w:rPr>
          <w:lang w:val="en-US"/>
        </w:rPr>
        <w:t xml:space="preserve">            print('Tails! Current amount: {0}'.format(</w:t>
      </w:r>
      <w:proofErr w:type="spellStart"/>
      <w:r>
        <w:rPr>
          <w:lang w:val="en-US"/>
        </w:rPr>
        <w:t>cur_amount</w:t>
      </w:r>
      <w:proofErr w:type="spellEnd"/>
      <w:r>
        <w:rPr>
          <w:lang w:val="en-US"/>
        </w:rPr>
        <w:t>))</w:t>
      </w:r>
    </w:p>
    <w:p w14:paraId="11AE525E" w14:textId="77777777" w:rsidR="00DC24E3" w:rsidRDefault="00DC24E3" w:rsidP="00DC24E3">
      <w:pPr>
        <w:pStyle w:val="Code"/>
        <w:rPr>
          <w:lang w:val="en-US"/>
        </w:rPr>
      </w:pPr>
      <w:r>
        <w:rPr>
          <w:lang w:val="en-US"/>
        </w:rPr>
        <w:t xml:space="preserve">    print('Game over :( Current amount: {0}. Coin tosses: {1}'.format(</w:t>
      </w:r>
      <w:proofErr w:type="spellStart"/>
      <w:r>
        <w:rPr>
          <w:lang w:val="en-US"/>
        </w:rPr>
        <w:t>cur_amount</w:t>
      </w:r>
      <w:proofErr w:type="spellEnd"/>
      <w:r>
        <w:rPr>
          <w:lang w:val="en-US"/>
        </w:rPr>
        <w:t>, tosses))</w:t>
      </w:r>
    </w:p>
    <w:p w14:paraId="679A9412" w14:textId="77777777" w:rsidR="00DC24E3" w:rsidRDefault="00DC24E3" w:rsidP="00DC24E3">
      <w:pPr>
        <w:pStyle w:val="Code"/>
        <w:rPr>
          <w:lang w:val="en-US"/>
        </w:rPr>
      </w:pPr>
      <w:r>
        <w:rPr>
          <w:lang w:val="en-US"/>
        </w:rPr>
        <w:t>if __name__ == '__main__':</w:t>
      </w:r>
    </w:p>
    <w:p w14:paraId="302F7206" w14:textId="77777777" w:rsidR="00DC24E3" w:rsidRDefault="00DC24E3" w:rsidP="00DC24E3">
      <w:pPr>
        <w:pStyle w:val="Code"/>
        <w:rPr>
          <w:lang w:val="en-US"/>
        </w:rPr>
      </w:pPr>
      <w:r>
        <w:rPr>
          <w:lang w:val="en-US"/>
        </w:rPr>
        <w:t xml:space="preserve">    </w:t>
      </w:r>
      <w:proofErr w:type="spellStart"/>
      <w:r>
        <w:rPr>
          <w:lang w:val="en-US"/>
        </w:rPr>
        <w:t>start_amount</w:t>
      </w:r>
      <w:proofErr w:type="spellEnd"/>
      <w:r>
        <w:rPr>
          <w:lang w:val="en-US"/>
        </w:rPr>
        <w:t xml:space="preserve"> = float(input('Enter your starting amount: '))</w:t>
      </w:r>
    </w:p>
    <w:p w14:paraId="273610D8" w14:textId="77777777" w:rsidR="00DC24E3" w:rsidRDefault="00DC24E3" w:rsidP="00DC24E3">
      <w:pPr>
        <w:pStyle w:val="Code"/>
        <w:rPr>
          <w:lang w:val="en-US"/>
        </w:rPr>
      </w:pPr>
      <w:r>
        <w:rPr>
          <w:lang w:val="en-US"/>
        </w:rPr>
        <w:t xml:space="preserve">    play(</w:t>
      </w:r>
      <w:proofErr w:type="spellStart"/>
      <w:r>
        <w:rPr>
          <w:lang w:val="en-US"/>
        </w:rPr>
        <w:t>start_amount</w:t>
      </w:r>
      <w:proofErr w:type="spellEnd"/>
      <w:r>
        <w:rPr>
          <w:lang w:val="en-US"/>
        </w:rPr>
        <w:t>)</w:t>
      </w:r>
    </w:p>
    <w:p w14:paraId="6030FEF1" w14:textId="77777777" w:rsidR="00DC24E3" w:rsidRDefault="00DC24E3" w:rsidP="00DC24E3">
      <w:pPr>
        <w:pStyle w:val="TitreNiveau1"/>
      </w:pPr>
      <w:r>
        <w:t>#4 : Mélanger un paquet de cartes</w:t>
      </w:r>
    </w:p>
    <w:p w14:paraId="52B14089" w14:textId="77777777" w:rsidR="00DC24E3" w:rsidRDefault="00DC24E3" w:rsidP="00DC24E3">
      <w:pPr>
        <w:pStyle w:val="TexteCourant"/>
      </w:pPr>
      <w:r>
        <w:t>Voici le programme mélangeant un paquet de 52 cartes :</w:t>
      </w:r>
    </w:p>
    <w:p w14:paraId="7505B191" w14:textId="77777777" w:rsidR="00DC24E3" w:rsidRDefault="00DC24E3" w:rsidP="00DC24E3">
      <w:pPr>
        <w:pStyle w:val="Code"/>
        <w:rPr>
          <w:lang w:val="en-US"/>
        </w:rPr>
      </w:pPr>
      <w:r>
        <w:rPr>
          <w:lang w:val="en-US"/>
        </w:rPr>
        <w:t>'''</w:t>
      </w:r>
    </w:p>
    <w:p w14:paraId="7679F3CB" w14:textId="77777777" w:rsidR="00DC24E3" w:rsidRDefault="00DC24E3" w:rsidP="00DC24E3">
      <w:pPr>
        <w:pStyle w:val="Code"/>
        <w:rPr>
          <w:lang w:val="en-US"/>
        </w:rPr>
      </w:pPr>
      <w:r>
        <w:rPr>
          <w:lang w:val="en-US"/>
        </w:rPr>
        <w:t>shuffle_enhanced.py</w:t>
      </w:r>
    </w:p>
    <w:p w14:paraId="3F8AB725" w14:textId="77777777" w:rsidR="00DC24E3" w:rsidRDefault="00DC24E3" w:rsidP="00DC24E3">
      <w:pPr>
        <w:pStyle w:val="Code"/>
        <w:rPr>
          <w:lang w:val="en-US"/>
        </w:rPr>
      </w:pPr>
      <w:r>
        <w:rPr>
          <w:lang w:val="en-US"/>
        </w:rPr>
        <w:t>Shuffle a deck of 52 cards</w:t>
      </w:r>
    </w:p>
    <w:p w14:paraId="47A0DEC8" w14:textId="77777777" w:rsidR="00DC24E3" w:rsidRDefault="00DC24E3" w:rsidP="00DC24E3">
      <w:pPr>
        <w:pStyle w:val="Code"/>
        <w:rPr>
          <w:lang w:val="en-US"/>
        </w:rPr>
      </w:pPr>
      <w:r>
        <w:rPr>
          <w:lang w:val="en-US"/>
        </w:rPr>
        <w:t>'''</w:t>
      </w:r>
    </w:p>
    <w:p w14:paraId="018F7E6B" w14:textId="77777777" w:rsidR="00DC24E3" w:rsidRDefault="00DC24E3" w:rsidP="00DC24E3">
      <w:pPr>
        <w:pStyle w:val="Code"/>
        <w:rPr>
          <w:lang w:val="en-US"/>
        </w:rPr>
      </w:pPr>
      <w:r>
        <w:rPr>
          <w:lang w:val="en-US"/>
        </w:rPr>
        <w:t>import random</w:t>
      </w:r>
    </w:p>
    <w:p w14:paraId="78F18797" w14:textId="77777777" w:rsidR="00DC24E3" w:rsidRDefault="00DC24E3" w:rsidP="00DC24E3">
      <w:pPr>
        <w:pStyle w:val="Code"/>
        <w:rPr>
          <w:lang w:val="en-US"/>
        </w:rPr>
      </w:pPr>
      <w:r>
        <w:rPr>
          <w:lang w:val="en-US"/>
        </w:rPr>
        <w:t>class Card:</w:t>
      </w:r>
    </w:p>
    <w:p w14:paraId="64EB98F3" w14:textId="77777777" w:rsidR="00DC24E3" w:rsidRDefault="00DC24E3" w:rsidP="00DC24E3">
      <w:pPr>
        <w:pStyle w:val="Code"/>
        <w:rPr>
          <w:lang w:val="en-US"/>
        </w:rPr>
      </w:pPr>
      <w:proofErr w:type="spellStart"/>
      <w:r>
        <w:rPr>
          <w:lang w:val="en-US"/>
        </w:rPr>
        <w:t>def</w:t>
      </w:r>
      <w:proofErr w:type="spellEnd"/>
      <w:r>
        <w:rPr>
          <w:lang w:val="en-US"/>
        </w:rPr>
        <w:t xml:space="preserve"> __</w:t>
      </w:r>
      <w:proofErr w:type="spellStart"/>
      <w:r>
        <w:rPr>
          <w:lang w:val="en-US"/>
        </w:rPr>
        <w:t>init</w:t>
      </w:r>
      <w:proofErr w:type="spellEnd"/>
      <w:r>
        <w:rPr>
          <w:lang w:val="en-US"/>
        </w:rPr>
        <w:t>__(self, suit, rank):</w:t>
      </w:r>
    </w:p>
    <w:p w14:paraId="3D5799A3" w14:textId="77777777" w:rsidR="00DC24E3" w:rsidRDefault="00DC24E3" w:rsidP="00DC24E3">
      <w:pPr>
        <w:pStyle w:val="Code"/>
        <w:rPr>
          <w:lang w:val="en-US"/>
        </w:rPr>
      </w:pPr>
      <w:r>
        <w:rPr>
          <w:lang w:val="en-US"/>
        </w:rPr>
        <w:t xml:space="preserve">    </w:t>
      </w:r>
      <w:proofErr w:type="spellStart"/>
      <w:r>
        <w:rPr>
          <w:lang w:val="en-US"/>
        </w:rPr>
        <w:t>self.suit</w:t>
      </w:r>
      <w:proofErr w:type="spellEnd"/>
      <w:r>
        <w:rPr>
          <w:lang w:val="en-US"/>
        </w:rPr>
        <w:t xml:space="preserve"> = suit</w:t>
      </w:r>
    </w:p>
    <w:p w14:paraId="64ADE99D" w14:textId="77777777" w:rsidR="00DC24E3" w:rsidRDefault="00DC24E3" w:rsidP="00DC24E3">
      <w:pPr>
        <w:pStyle w:val="Code"/>
        <w:rPr>
          <w:lang w:val="en-US"/>
        </w:rPr>
      </w:pPr>
      <w:r>
        <w:rPr>
          <w:lang w:val="en-US"/>
        </w:rPr>
        <w:t xml:space="preserve">    </w:t>
      </w:r>
      <w:proofErr w:type="spellStart"/>
      <w:r>
        <w:rPr>
          <w:lang w:val="en-US"/>
        </w:rPr>
        <w:t>self.rank</w:t>
      </w:r>
      <w:proofErr w:type="spellEnd"/>
      <w:r>
        <w:rPr>
          <w:lang w:val="en-US"/>
        </w:rPr>
        <w:t xml:space="preserve"> = rank</w:t>
      </w:r>
    </w:p>
    <w:p w14:paraId="7EE81F59"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initialize_deck</w:t>
      </w:r>
      <w:proofErr w:type="spellEnd"/>
      <w:r>
        <w:rPr>
          <w:lang w:val="en-US"/>
        </w:rPr>
        <w:t>():</w:t>
      </w:r>
    </w:p>
    <w:p w14:paraId="2A078814" w14:textId="77777777" w:rsidR="00DC24E3" w:rsidRDefault="00DC24E3" w:rsidP="00DC24E3">
      <w:pPr>
        <w:pStyle w:val="Code"/>
        <w:rPr>
          <w:lang w:val="en-US"/>
        </w:rPr>
      </w:pPr>
      <w:r>
        <w:rPr>
          <w:lang w:val="en-US"/>
        </w:rPr>
        <w:t xml:space="preserve">    suits = ['Clubs', 'Diamonds', 'Hearts', 'Spades']</w:t>
      </w:r>
    </w:p>
    <w:p w14:paraId="7DFC2CB8" w14:textId="77777777" w:rsidR="00DC24E3" w:rsidRDefault="00DC24E3" w:rsidP="00DC24E3">
      <w:pPr>
        <w:pStyle w:val="Code"/>
        <w:rPr>
          <w:lang w:val="en-US"/>
        </w:rPr>
      </w:pPr>
      <w:r>
        <w:rPr>
          <w:lang w:val="en-US"/>
        </w:rPr>
        <w:t xml:space="preserve">    ranks = ['Ace', '2', '3','4', '5', '6', '7', '8', '9', '10', 'Jack', 'Queen', 'King']</w:t>
      </w:r>
    </w:p>
    <w:p w14:paraId="4E4C9DA8" w14:textId="77777777" w:rsidR="00DC24E3" w:rsidRDefault="00DC24E3" w:rsidP="00DC24E3">
      <w:pPr>
        <w:pStyle w:val="Code"/>
        <w:rPr>
          <w:lang w:val="en-US"/>
        </w:rPr>
      </w:pPr>
      <w:r>
        <w:rPr>
          <w:lang w:val="en-US"/>
        </w:rPr>
        <w:t xml:space="preserve">    cards = []</w:t>
      </w:r>
    </w:p>
    <w:p w14:paraId="6C4917F6" w14:textId="77777777" w:rsidR="00DC24E3" w:rsidRDefault="00DC24E3" w:rsidP="00DC24E3">
      <w:pPr>
        <w:pStyle w:val="Code"/>
        <w:rPr>
          <w:lang w:val="en-US"/>
        </w:rPr>
      </w:pPr>
      <w:r>
        <w:rPr>
          <w:lang w:val="en-US"/>
        </w:rPr>
        <w:t xml:space="preserve">    for suit in suits:</w:t>
      </w:r>
    </w:p>
    <w:p w14:paraId="4B2921B7" w14:textId="77777777" w:rsidR="00DC24E3" w:rsidRDefault="00DC24E3" w:rsidP="00DC24E3">
      <w:pPr>
        <w:pStyle w:val="Code"/>
        <w:rPr>
          <w:lang w:val="en-US"/>
        </w:rPr>
      </w:pPr>
      <w:r>
        <w:rPr>
          <w:lang w:val="en-US"/>
        </w:rPr>
        <w:t xml:space="preserve">        for rank in ranks:</w:t>
      </w:r>
    </w:p>
    <w:p w14:paraId="03FF524F" w14:textId="77777777" w:rsidR="00DC24E3" w:rsidRDefault="00DC24E3" w:rsidP="00DC24E3">
      <w:pPr>
        <w:pStyle w:val="Code"/>
        <w:rPr>
          <w:lang w:val="en-US"/>
        </w:rPr>
      </w:pPr>
      <w:r>
        <w:rPr>
          <w:lang w:val="en-US"/>
        </w:rPr>
        <w:t xml:space="preserve">        card = Card(suit, rank) </w:t>
      </w:r>
      <w:r w:rsidRPr="00352C39">
        <w:rPr>
          <w:rStyle w:val="PuceRepere"/>
        </w:rPr>
        <w:t>1</w:t>
      </w:r>
    </w:p>
    <w:p w14:paraId="75055898" w14:textId="77777777" w:rsidR="00DC24E3" w:rsidRDefault="00DC24E3" w:rsidP="00DC24E3">
      <w:pPr>
        <w:pStyle w:val="Code"/>
        <w:rPr>
          <w:lang w:val="en-US"/>
        </w:rPr>
      </w:pPr>
      <w:r>
        <w:rPr>
          <w:lang w:val="en-US"/>
        </w:rPr>
        <w:t xml:space="preserve">            </w:t>
      </w:r>
      <w:proofErr w:type="spellStart"/>
      <w:r>
        <w:rPr>
          <w:lang w:val="en-US"/>
        </w:rPr>
        <w:t>cards.append</w:t>
      </w:r>
      <w:proofErr w:type="spellEnd"/>
      <w:r>
        <w:rPr>
          <w:lang w:val="en-US"/>
        </w:rPr>
        <w:t>(card)</w:t>
      </w:r>
    </w:p>
    <w:p w14:paraId="6924AC63" w14:textId="77777777" w:rsidR="00DC24E3" w:rsidRDefault="00DC24E3" w:rsidP="00DC24E3">
      <w:pPr>
        <w:pStyle w:val="Code"/>
        <w:rPr>
          <w:lang w:val="en-US"/>
        </w:rPr>
      </w:pPr>
      <w:r>
        <w:rPr>
          <w:lang w:val="en-US"/>
        </w:rPr>
        <w:t xml:space="preserve">    return cards</w:t>
      </w:r>
    </w:p>
    <w:p w14:paraId="3EF644D5"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shuffle_and_print</w:t>
      </w:r>
      <w:proofErr w:type="spellEnd"/>
      <w:r>
        <w:rPr>
          <w:lang w:val="en-US"/>
        </w:rPr>
        <w:t>(cards):</w:t>
      </w:r>
    </w:p>
    <w:p w14:paraId="08BB6451" w14:textId="77777777" w:rsidR="00DC24E3" w:rsidRDefault="00DC24E3" w:rsidP="00DC24E3">
      <w:pPr>
        <w:pStyle w:val="Code"/>
        <w:rPr>
          <w:lang w:val="en-US"/>
        </w:rPr>
      </w:pPr>
      <w:r>
        <w:rPr>
          <w:lang w:val="en-US"/>
        </w:rPr>
        <w:t xml:space="preserve">    </w:t>
      </w:r>
      <w:proofErr w:type="spellStart"/>
      <w:r>
        <w:rPr>
          <w:lang w:val="en-US"/>
        </w:rPr>
        <w:t>random.shuffle</w:t>
      </w:r>
      <w:proofErr w:type="spellEnd"/>
      <w:r>
        <w:rPr>
          <w:lang w:val="en-US"/>
        </w:rPr>
        <w:t xml:space="preserve">(cards) </w:t>
      </w:r>
      <w:r w:rsidRPr="00352C39">
        <w:rPr>
          <w:rStyle w:val="PuceRepere"/>
        </w:rPr>
        <w:t>2</w:t>
      </w:r>
    </w:p>
    <w:p w14:paraId="18042F1A" w14:textId="77777777" w:rsidR="00DC24E3" w:rsidRDefault="00DC24E3" w:rsidP="00DC24E3">
      <w:pPr>
        <w:pStyle w:val="Code"/>
        <w:rPr>
          <w:lang w:val="en-US"/>
        </w:rPr>
      </w:pPr>
      <w:r>
        <w:rPr>
          <w:lang w:val="en-US"/>
        </w:rPr>
        <w:t xml:space="preserve">    for card in cards: </w:t>
      </w:r>
      <w:r w:rsidRPr="00352C39">
        <w:rPr>
          <w:rStyle w:val="PuceRepere"/>
        </w:rPr>
        <w:t>3</w:t>
      </w:r>
    </w:p>
    <w:p w14:paraId="738FAA58" w14:textId="77777777" w:rsidR="00DC24E3" w:rsidRDefault="00DC24E3" w:rsidP="00DC24E3">
      <w:pPr>
        <w:pStyle w:val="Code"/>
        <w:rPr>
          <w:lang w:val="en-US"/>
        </w:rPr>
      </w:pPr>
      <w:r>
        <w:rPr>
          <w:lang w:val="en-US"/>
        </w:rPr>
        <w:t xml:space="preserve">        print('{0} of {1}'.format(</w:t>
      </w:r>
      <w:proofErr w:type="spellStart"/>
      <w:r>
        <w:rPr>
          <w:lang w:val="en-US"/>
        </w:rPr>
        <w:t>card.rank</w:t>
      </w:r>
      <w:proofErr w:type="spellEnd"/>
      <w:r>
        <w:rPr>
          <w:lang w:val="en-US"/>
        </w:rPr>
        <w:t xml:space="preserve">, </w:t>
      </w:r>
      <w:proofErr w:type="spellStart"/>
      <w:r>
        <w:rPr>
          <w:lang w:val="en-US"/>
        </w:rPr>
        <w:t>card.suit</w:t>
      </w:r>
      <w:proofErr w:type="spellEnd"/>
      <w:r>
        <w:rPr>
          <w:lang w:val="en-US"/>
        </w:rPr>
        <w:t>))</w:t>
      </w:r>
    </w:p>
    <w:p w14:paraId="6986F11F" w14:textId="77777777" w:rsidR="00DC24E3" w:rsidRDefault="00DC24E3" w:rsidP="00DC24E3">
      <w:pPr>
        <w:pStyle w:val="Code"/>
        <w:rPr>
          <w:lang w:val="en-US"/>
        </w:rPr>
      </w:pPr>
      <w:r>
        <w:rPr>
          <w:lang w:val="en-US"/>
        </w:rPr>
        <w:t>if __name__ == '__main__':</w:t>
      </w:r>
    </w:p>
    <w:p w14:paraId="78DD158A" w14:textId="77777777" w:rsidR="00DC24E3" w:rsidRDefault="00DC24E3" w:rsidP="00DC24E3">
      <w:pPr>
        <w:pStyle w:val="Code"/>
        <w:rPr>
          <w:lang w:val="en-US"/>
        </w:rPr>
      </w:pPr>
      <w:r>
        <w:rPr>
          <w:lang w:val="en-US"/>
        </w:rPr>
        <w:t xml:space="preserve">    cards = </w:t>
      </w:r>
      <w:proofErr w:type="spellStart"/>
      <w:r>
        <w:rPr>
          <w:lang w:val="en-US"/>
        </w:rPr>
        <w:t>initialize_deck</w:t>
      </w:r>
      <w:proofErr w:type="spellEnd"/>
      <w:r>
        <w:rPr>
          <w:lang w:val="en-US"/>
        </w:rPr>
        <w:t>()</w:t>
      </w:r>
    </w:p>
    <w:p w14:paraId="549042D2" w14:textId="77777777" w:rsidR="00DC24E3" w:rsidRDefault="00DC24E3" w:rsidP="00DC24E3">
      <w:pPr>
        <w:pStyle w:val="Code"/>
        <w:rPr>
          <w:lang w:val="en-US"/>
        </w:rPr>
      </w:pPr>
      <w:r>
        <w:rPr>
          <w:lang w:val="en-US"/>
        </w:rPr>
        <w:t xml:space="preserve">    </w:t>
      </w:r>
      <w:proofErr w:type="spellStart"/>
      <w:r>
        <w:rPr>
          <w:lang w:val="en-US"/>
        </w:rPr>
        <w:t>shuffle_and_print</w:t>
      </w:r>
      <w:proofErr w:type="spellEnd"/>
      <w:r>
        <w:rPr>
          <w:lang w:val="en-US"/>
        </w:rPr>
        <w:t>(cards)</w:t>
      </w:r>
    </w:p>
    <w:p w14:paraId="3D605D83" w14:textId="7C553D4E" w:rsidR="00DC24E3" w:rsidRDefault="00DC24E3" w:rsidP="00DC24E3">
      <w:pPr>
        <w:pStyle w:val="TexteCourant"/>
      </w:pPr>
      <w:r>
        <w:t xml:space="preserve">Chaque carte du jeu est représentée par un objet de la classe </w:t>
      </w:r>
      <w:proofErr w:type="spellStart"/>
      <w:r w:rsidRPr="00394B26">
        <w:rPr>
          <w:rStyle w:val="CodeDansTexte"/>
        </w:rPr>
        <w:t>Card</w:t>
      </w:r>
      <w:proofErr w:type="spellEnd"/>
      <w:r>
        <w:t xml:space="preserve">. Nous initialisons le jeu de 52 cartes dans la fonction </w:t>
      </w:r>
      <w:proofErr w:type="spellStart"/>
      <w:r w:rsidRPr="00801098">
        <w:rPr>
          <w:rStyle w:val="CodeDansTexte"/>
        </w:rPr>
        <w:t>initialize_deck</w:t>
      </w:r>
      <w:proofErr w:type="spellEnd"/>
      <w:r w:rsidRPr="00801098">
        <w:rPr>
          <w:rStyle w:val="CodeDansTexte"/>
        </w:rPr>
        <w:t>()</w:t>
      </w:r>
      <w:r>
        <w:t xml:space="preserve"> en créant un objet </w:t>
      </w:r>
      <w:proofErr w:type="spellStart"/>
      <w:r w:rsidRPr="00801098">
        <w:rPr>
          <w:rStyle w:val="CodeDansTexte"/>
        </w:rPr>
        <w:t>Card</w:t>
      </w:r>
      <w:proofErr w:type="spellEnd"/>
      <w:r>
        <w:t xml:space="preserve"> pour chaque combinaison de couleur et numéro que nous stockons ensuite dans la liste </w:t>
      </w:r>
      <w:proofErr w:type="spellStart"/>
      <w:r w:rsidRPr="00801098">
        <w:rPr>
          <w:rStyle w:val="CodeDansTexte"/>
        </w:rPr>
        <w:t>cards</w:t>
      </w:r>
      <w:proofErr w:type="spellEnd"/>
      <w:r>
        <w:t xml:space="preserve"> </w:t>
      </w:r>
      <w:r w:rsidRPr="00352C39">
        <w:rPr>
          <w:rStyle w:val="PuceRepere"/>
        </w:rPr>
        <w:t>1</w:t>
      </w:r>
      <w:r>
        <w:t xml:space="preserve">. Nous appelons la fonction </w:t>
      </w:r>
      <w:proofErr w:type="spellStart"/>
      <w:r w:rsidRPr="00801098">
        <w:rPr>
          <w:rStyle w:val="CodeDansTexte"/>
        </w:rPr>
        <w:t>shuffle_and_print</w:t>
      </w:r>
      <w:proofErr w:type="spellEnd"/>
      <w:r w:rsidRPr="00801098">
        <w:rPr>
          <w:rStyle w:val="CodeDansTexte"/>
        </w:rPr>
        <w:t>()</w:t>
      </w:r>
      <w:r>
        <w:t xml:space="preserve"> avec cette liste de cartes, fonction dans laquelle nous utilisons la fonction </w:t>
      </w:r>
      <w:proofErr w:type="spellStart"/>
      <w:r w:rsidRPr="00801098">
        <w:rPr>
          <w:rStyle w:val="CodeDansTexte"/>
        </w:rPr>
        <w:t>random.shuffle</w:t>
      </w:r>
      <w:proofErr w:type="spellEnd"/>
      <w:r w:rsidRPr="00801098">
        <w:rPr>
          <w:rStyle w:val="CodeDansTexte"/>
        </w:rPr>
        <w:t>()</w:t>
      </w:r>
      <w:r>
        <w:t xml:space="preserve"> pour mélanger les cartes </w:t>
      </w:r>
      <w:r w:rsidRPr="00352C39">
        <w:rPr>
          <w:rStyle w:val="PuceRepere"/>
        </w:rPr>
        <w:t>2</w:t>
      </w:r>
      <w:r>
        <w:t>. Finalement nous affi</w:t>
      </w:r>
      <w:r w:rsidR="00801098">
        <w:t>chons chacune des cartes</w:t>
      </w:r>
      <w:r>
        <w:t xml:space="preserve"> </w:t>
      </w:r>
      <w:r w:rsidR="00801098">
        <w:t xml:space="preserve">dans un ordre </w:t>
      </w:r>
      <w:r>
        <w:t xml:space="preserve">mélangé </w:t>
      </w:r>
      <w:r w:rsidRPr="00352C39">
        <w:rPr>
          <w:rStyle w:val="PuceRepere"/>
        </w:rPr>
        <w:t>3</w:t>
      </w:r>
      <w:r>
        <w:t>.</w:t>
      </w:r>
    </w:p>
    <w:p w14:paraId="34F041A8" w14:textId="77777777" w:rsidR="00DC24E3" w:rsidRDefault="00DC24E3" w:rsidP="00DC24E3">
      <w:pPr>
        <w:pStyle w:val="TitreNiveau1"/>
      </w:pPr>
      <w:r>
        <w:t>#5 : Estimer la surface d’un disque</w:t>
      </w:r>
    </w:p>
    <w:p w14:paraId="0013A66C" w14:textId="77777777" w:rsidR="00DC24E3" w:rsidRDefault="00DC24E3" w:rsidP="00DC24E3">
      <w:pPr>
        <w:pStyle w:val="TexteCourant"/>
      </w:pPr>
      <w:r>
        <w:t>Le programme simulant des lancers de fléchettes pour estimer la surface d’un disque est le suivant :</w:t>
      </w:r>
    </w:p>
    <w:p w14:paraId="0CE42F4A" w14:textId="77777777" w:rsidR="00DC24E3" w:rsidRDefault="00DC24E3" w:rsidP="00DC24E3">
      <w:pPr>
        <w:pStyle w:val="Code"/>
        <w:rPr>
          <w:lang w:val="en-US"/>
        </w:rPr>
      </w:pPr>
      <w:r>
        <w:rPr>
          <w:lang w:val="en-US"/>
        </w:rPr>
        <w:t>'''</w:t>
      </w:r>
    </w:p>
    <w:p w14:paraId="28F6EA40" w14:textId="77777777" w:rsidR="00DC24E3" w:rsidRDefault="00DC24E3" w:rsidP="00DC24E3">
      <w:pPr>
        <w:pStyle w:val="Code"/>
        <w:rPr>
          <w:lang w:val="en-US"/>
        </w:rPr>
      </w:pPr>
      <w:r>
        <w:rPr>
          <w:lang w:val="en-US"/>
        </w:rPr>
        <w:t>estimate_circle_area.py</w:t>
      </w:r>
    </w:p>
    <w:p w14:paraId="23855B82" w14:textId="77777777" w:rsidR="00DC24E3" w:rsidRDefault="00DC24E3" w:rsidP="00DC24E3">
      <w:pPr>
        <w:pStyle w:val="Code"/>
        <w:rPr>
          <w:lang w:val="en-US"/>
        </w:rPr>
      </w:pPr>
      <w:r>
        <w:rPr>
          <w:lang w:val="en-US"/>
        </w:rPr>
        <w:t>Estimate the area of a circle</w:t>
      </w:r>
    </w:p>
    <w:p w14:paraId="4E144BB7" w14:textId="77777777" w:rsidR="00DC24E3" w:rsidRDefault="00DC24E3" w:rsidP="00DC24E3">
      <w:pPr>
        <w:pStyle w:val="Code"/>
        <w:rPr>
          <w:lang w:val="en-US"/>
        </w:rPr>
      </w:pPr>
      <w:r>
        <w:rPr>
          <w:lang w:val="en-US"/>
        </w:rPr>
        <w:t>'''</w:t>
      </w:r>
    </w:p>
    <w:p w14:paraId="7BA97BE0" w14:textId="77777777" w:rsidR="00DC24E3" w:rsidRDefault="00DC24E3" w:rsidP="00DC24E3">
      <w:pPr>
        <w:pStyle w:val="Code"/>
        <w:rPr>
          <w:lang w:val="en-US"/>
        </w:rPr>
      </w:pPr>
      <w:r>
        <w:rPr>
          <w:lang w:val="en-US"/>
        </w:rPr>
        <w:t>import math</w:t>
      </w:r>
    </w:p>
    <w:p w14:paraId="30023CC2" w14:textId="77777777" w:rsidR="00DC24E3" w:rsidRDefault="00DC24E3" w:rsidP="00DC24E3">
      <w:pPr>
        <w:pStyle w:val="Code"/>
        <w:rPr>
          <w:lang w:val="en-US"/>
        </w:rPr>
      </w:pPr>
      <w:r>
        <w:rPr>
          <w:lang w:val="en-US"/>
        </w:rPr>
        <w:t>import random</w:t>
      </w:r>
    </w:p>
    <w:p w14:paraId="60E1A608" w14:textId="77777777" w:rsidR="00DC24E3" w:rsidRDefault="00DC24E3" w:rsidP="00DC24E3">
      <w:pPr>
        <w:pStyle w:val="Code"/>
        <w:rPr>
          <w:lang w:val="en-US"/>
        </w:rPr>
      </w:pPr>
      <w:proofErr w:type="spellStart"/>
      <w:r>
        <w:rPr>
          <w:lang w:val="en-US"/>
        </w:rPr>
        <w:t>def</w:t>
      </w:r>
      <w:proofErr w:type="spellEnd"/>
      <w:r>
        <w:rPr>
          <w:lang w:val="en-US"/>
        </w:rPr>
        <w:t xml:space="preserve"> estimate(radius, </w:t>
      </w:r>
      <w:proofErr w:type="spellStart"/>
      <w:r>
        <w:rPr>
          <w:lang w:val="en-US"/>
        </w:rPr>
        <w:t>total_points</w:t>
      </w:r>
      <w:proofErr w:type="spellEnd"/>
      <w:r>
        <w:rPr>
          <w:lang w:val="en-US"/>
        </w:rPr>
        <w:t>):</w:t>
      </w:r>
    </w:p>
    <w:p w14:paraId="4BAB6CA7" w14:textId="77777777" w:rsidR="00DC24E3" w:rsidRDefault="00DC24E3" w:rsidP="00DC24E3">
      <w:pPr>
        <w:pStyle w:val="Code"/>
        <w:rPr>
          <w:lang w:val="en-US"/>
        </w:rPr>
      </w:pPr>
      <w:r>
        <w:rPr>
          <w:lang w:val="en-US"/>
        </w:rPr>
        <w:t xml:space="preserve">    center = (radius, radius)</w:t>
      </w:r>
    </w:p>
    <w:p w14:paraId="0A742427" w14:textId="77777777" w:rsidR="00DC24E3" w:rsidRDefault="00DC24E3" w:rsidP="00DC24E3">
      <w:pPr>
        <w:pStyle w:val="Code"/>
        <w:rPr>
          <w:lang w:val="en-US"/>
        </w:rPr>
      </w:pPr>
      <w:r>
        <w:rPr>
          <w:lang w:val="en-US"/>
        </w:rPr>
        <w:t xml:space="preserve">    </w:t>
      </w:r>
      <w:proofErr w:type="spellStart"/>
      <w:r>
        <w:rPr>
          <w:lang w:val="en-US"/>
        </w:rPr>
        <w:t>in_circle</w:t>
      </w:r>
      <w:proofErr w:type="spellEnd"/>
      <w:r>
        <w:rPr>
          <w:lang w:val="en-US"/>
        </w:rPr>
        <w:t xml:space="preserve"> = 0</w:t>
      </w:r>
    </w:p>
    <w:p w14:paraId="249BABB6" w14:textId="77777777" w:rsidR="00DC24E3" w:rsidRDefault="00DC24E3" w:rsidP="00DC24E3">
      <w:pPr>
        <w:pStyle w:val="Code"/>
        <w:rPr>
          <w:lang w:val="en-US"/>
        </w:rPr>
      </w:pPr>
      <w:r>
        <w:rPr>
          <w:lang w:val="en-US"/>
        </w:rPr>
        <w:t xml:space="preserve">    for </w:t>
      </w:r>
      <w:proofErr w:type="spellStart"/>
      <w:r>
        <w:rPr>
          <w:lang w:val="en-US"/>
        </w:rPr>
        <w:t>i</w:t>
      </w:r>
      <w:proofErr w:type="spellEnd"/>
      <w:r>
        <w:rPr>
          <w:lang w:val="en-US"/>
        </w:rPr>
        <w:t xml:space="preserve"> in range(</w:t>
      </w:r>
      <w:proofErr w:type="spellStart"/>
      <w:r>
        <w:rPr>
          <w:lang w:val="en-US"/>
        </w:rPr>
        <w:t>total_points</w:t>
      </w:r>
      <w:proofErr w:type="spellEnd"/>
      <w:r>
        <w:rPr>
          <w:lang w:val="en-US"/>
        </w:rPr>
        <w:t>):</w:t>
      </w:r>
    </w:p>
    <w:p w14:paraId="031719CC" w14:textId="77777777" w:rsidR="00DC24E3" w:rsidRDefault="00DC24E3" w:rsidP="00DC24E3">
      <w:pPr>
        <w:pStyle w:val="Code"/>
        <w:rPr>
          <w:lang w:val="en-US"/>
        </w:rPr>
      </w:pPr>
      <w:r>
        <w:rPr>
          <w:lang w:val="en-US"/>
        </w:rPr>
        <w:t xml:space="preserve">        x = </w:t>
      </w:r>
      <w:proofErr w:type="spellStart"/>
      <w:r>
        <w:rPr>
          <w:lang w:val="en-US"/>
        </w:rPr>
        <w:t>random.uniform</w:t>
      </w:r>
      <w:proofErr w:type="spellEnd"/>
      <w:r>
        <w:rPr>
          <w:lang w:val="en-US"/>
        </w:rPr>
        <w:t>(0, 2*radius)</w:t>
      </w:r>
    </w:p>
    <w:p w14:paraId="28454ED3" w14:textId="77777777" w:rsidR="00DC24E3" w:rsidRDefault="00DC24E3" w:rsidP="00DC24E3">
      <w:pPr>
        <w:pStyle w:val="Code"/>
        <w:rPr>
          <w:lang w:val="en-US"/>
        </w:rPr>
      </w:pPr>
      <w:r>
        <w:rPr>
          <w:lang w:val="en-US"/>
        </w:rPr>
        <w:t xml:space="preserve">        y = </w:t>
      </w:r>
      <w:proofErr w:type="spellStart"/>
      <w:r>
        <w:rPr>
          <w:lang w:val="en-US"/>
        </w:rPr>
        <w:t>random.uniform</w:t>
      </w:r>
      <w:proofErr w:type="spellEnd"/>
      <w:r>
        <w:rPr>
          <w:lang w:val="en-US"/>
        </w:rPr>
        <w:t>(0, 2*radius)</w:t>
      </w:r>
    </w:p>
    <w:p w14:paraId="05EDB279" w14:textId="77777777" w:rsidR="00DC24E3" w:rsidRDefault="00DC24E3" w:rsidP="00DC24E3">
      <w:pPr>
        <w:pStyle w:val="Code"/>
        <w:rPr>
          <w:lang w:val="en-US"/>
        </w:rPr>
      </w:pPr>
      <w:r>
        <w:rPr>
          <w:lang w:val="en-US"/>
        </w:rPr>
        <w:t xml:space="preserve">        p = (x, y)</w:t>
      </w:r>
    </w:p>
    <w:p w14:paraId="0AE490D2" w14:textId="77777777" w:rsidR="00DC24E3" w:rsidRDefault="00DC24E3" w:rsidP="00DC24E3">
      <w:pPr>
        <w:pStyle w:val="Code"/>
        <w:rPr>
          <w:lang w:val="en-US"/>
        </w:rPr>
      </w:pPr>
      <w:r>
        <w:rPr>
          <w:lang w:val="en-US"/>
        </w:rPr>
        <w:t xml:space="preserve">        # distance of the point created from circle's center</w:t>
      </w:r>
    </w:p>
    <w:p w14:paraId="7D9478FD" w14:textId="77777777" w:rsidR="00DC24E3" w:rsidRDefault="00DC24E3" w:rsidP="00DC24E3">
      <w:pPr>
        <w:pStyle w:val="Code"/>
        <w:rPr>
          <w:lang w:val="en-US"/>
        </w:rPr>
      </w:pPr>
      <w:r>
        <w:rPr>
          <w:lang w:val="en-US"/>
        </w:rPr>
        <w:t xml:space="preserve">        d = </w:t>
      </w:r>
      <w:proofErr w:type="spellStart"/>
      <w:r>
        <w:rPr>
          <w:lang w:val="en-US"/>
        </w:rPr>
        <w:t>math.sqrt</w:t>
      </w:r>
      <w:proofErr w:type="spellEnd"/>
      <w:r>
        <w:rPr>
          <w:lang w:val="en-US"/>
        </w:rPr>
        <w:t>((p[0]-center[0])**2 + (p[1]-center[1])**2)</w:t>
      </w:r>
    </w:p>
    <w:p w14:paraId="43F284A9" w14:textId="77777777" w:rsidR="00DC24E3" w:rsidRDefault="00DC24E3" w:rsidP="00DC24E3">
      <w:pPr>
        <w:pStyle w:val="Code"/>
        <w:rPr>
          <w:lang w:val="en-US"/>
        </w:rPr>
      </w:pPr>
      <w:r>
        <w:rPr>
          <w:lang w:val="en-US"/>
        </w:rPr>
        <w:t xml:space="preserve">        if d &lt;= radius:</w:t>
      </w:r>
    </w:p>
    <w:p w14:paraId="49D81FE2" w14:textId="77777777" w:rsidR="00DC24E3" w:rsidRDefault="00DC24E3" w:rsidP="00DC24E3">
      <w:pPr>
        <w:pStyle w:val="Code"/>
        <w:rPr>
          <w:lang w:val="en-US"/>
        </w:rPr>
      </w:pPr>
      <w:r>
        <w:rPr>
          <w:lang w:val="en-US"/>
        </w:rPr>
        <w:t xml:space="preserve">            </w:t>
      </w:r>
      <w:proofErr w:type="spellStart"/>
      <w:r>
        <w:rPr>
          <w:lang w:val="en-US"/>
        </w:rPr>
        <w:t>in_circle</w:t>
      </w:r>
      <w:proofErr w:type="spellEnd"/>
      <w:r>
        <w:rPr>
          <w:lang w:val="en-US"/>
        </w:rPr>
        <w:t xml:space="preserve"> += 1</w:t>
      </w:r>
    </w:p>
    <w:p w14:paraId="034C0ECD" w14:textId="77777777" w:rsidR="00DC24E3" w:rsidRDefault="00DC24E3" w:rsidP="00DC24E3">
      <w:pPr>
        <w:pStyle w:val="Code"/>
        <w:rPr>
          <w:lang w:val="en-US"/>
        </w:rPr>
      </w:pPr>
      <w:r>
        <w:rPr>
          <w:lang w:val="en-US"/>
        </w:rPr>
        <w:t xml:space="preserve">            </w:t>
      </w:r>
      <w:proofErr w:type="spellStart"/>
      <w:r>
        <w:rPr>
          <w:lang w:val="en-US"/>
        </w:rPr>
        <w:t>area_of_square</w:t>
      </w:r>
      <w:proofErr w:type="spellEnd"/>
      <w:r>
        <w:rPr>
          <w:lang w:val="en-US"/>
        </w:rPr>
        <w:t xml:space="preserve"> = (2*radius)**2</w:t>
      </w:r>
    </w:p>
    <w:p w14:paraId="17E07EF4" w14:textId="77777777" w:rsidR="00DC24E3" w:rsidRDefault="00DC24E3" w:rsidP="00DC24E3">
      <w:pPr>
        <w:pStyle w:val="Code"/>
        <w:rPr>
          <w:lang w:val="en-US"/>
        </w:rPr>
      </w:pPr>
      <w:r>
        <w:rPr>
          <w:lang w:val="en-US"/>
        </w:rPr>
        <w:t xml:space="preserve">        return (</w:t>
      </w:r>
      <w:proofErr w:type="spellStart"/>
      <w:r>
        <w:rPr>
          <w:lang w:val="en-US"/>
        </w:rPr>
        <w:t>in_circle</w:t>
      </w:r>
      <w:proofErr w:type="spellEnd"/>
      <w:r>
        <w:rPr>
          <w:lang w:val="en-US"/>
        </w:rPr>
        <w:t>/</w:t>
      </w:r>
      <w:proofErr w:type="spellStart"/>
      <w:r>
        <w:rPr>
          <w:lang w:val="en-US"/>
        </w:rPr>
        <w:t>total_points</w:t>
      </w:r>
      <w:proofErr w:type="spellEnd"/>
      <w:r>
        <w:rPr>
          <w:lang w:val="en-US"/>
        </w:rPr>
        <w:t>)*</w:t>
      </w:r>
      <w:proofErr w:type="spellStart"/>
      <w:r>
        <w:rPr>
          <w:lang w:val="en-US"/>
        </w:rPr>
        <w:t>area_of_square</w:t>
      </w:r>
      <w:proofErr w:type="spellEnd"/>
    </w:p>
    <w:p w14:paraId="1A731E21" w14:textId="77777777" w:rsidR="00DC24E3" w:rsidRDefault="00DC24E3" w:rsidP="00DC24E3">
      <w:pPr>
        <w:pStyle w:val="Code"/>
        <w:rPr>
          <w:lang w:val="en-US"/>
        </w:rPr>
      </w:pPr>
      <w:r>
        <w:rPr>
          <w:lang w:val="en-US"/>
        </w:rPr>
        <w:t>if __name__ == '__main__':</w:t>
      </w:r>
    </w:p>
    <w:p w14:paraId="4D57870B" w14:textId="77777777" w:rsidR="00DC24E3" w:rsidRDefault="00DC24E3" w:rsidP="00DC24E3">
      <w:pPr>
        <w:pStyle w:val="Code"/>
        <w:rPr>
          <w:lang w:val="en-US"/>
        </w:rPr>
      </w:pPr>
      <w:r>
        <w:rPr>
          <w:lang w:val="en-US"/>
        </w:rPr>
        <w:t xml:space="preserve">    radius = float(input('Radius: '))</w:t>
      </w:r>
    </w:p>
    <w:p w14:paraId="31E48D89" w14:textId="77777777" w:rsidR="00DC24E3" w:rsidRDefault="00DC24E3" w:rsidP="00DC24E3">
      <w:pPr>
        <w:pStyle w:val="Code"/>
        <w:rPr>
          <w:lang w:val="en-US"/>
        </w:rPr>
      </w:pPr>
      <w:r>
        <w:rPr>
          <w:lang w:val="en-US"/>
        </w:rPr>
        <w:t xml:space="preserve">    </w:t>
      </w:r>
      <w:proofErr w:type="spellStart"/>
      <w:r>
        <w:rPr>
          <w:lang w:val="en-US"/>
        </w:rPr>
        <w:t>area_of_circle</w:t>
      </w:r>
      <w:proofErr w:type="spellEnd"/>
      <w:r>
        <w:rPr>
          <w:lang w:val="en-US"/>
        </w:rPr>
        <w:t xml:space="preserve"> = </w:t>
      </w:r>
      <w:proofErr w:type="spellStart"/>
      <w:r>
        <w:rPr>
          <w:lang w:val="en-US"/>
        </w:rPr>
        <w:t>math.pi</w:t>
      </w:r>
      <w:proofErr w:type="spellEnd"/>
      <w:r>
        <w:rPr>
          <w:lang w:val="en-US"/>
        </w:rPr>
        <w:t>*radius**2</w:t>
      </w:r>
    </w:p>
    <w:p w14:paraId="281680C3" w14:textId="77777777" w:rsidR="00DC24E3" w:rsidRDefault="00DC24E3" w:rsidP="00DC24E3">
      <w:pPr>
        <w:pStyle w:val="Code"/>
        <w:rPr>
          <w:lang w:val="en-US"/>
        </w:rPr>
      </w:pPr>
      <w:r>
        <w:rPr>
          <w:lang w:val="en-US"/>
        </w:rPr>
        <w:t xml:space="preserve">    for points in [10**3, 10**5, 10**6]:</w:t>
      </w:r>
    </w:p>
    <w:p w14:paraId="025670F7" w14:textId="77777777" w:rsidR="00DC24E3" w:rsidRDefault="00DC24E3" w:rsidP="00DC24E3">
      <w:pPr>
        <w:pStyle w:val="Code"/>
        <w:rPr>
          <w:lang w:val="en-US"/>
        </w:rPr>
      </w:pPr>
      <w:r>
        <w:rPr>
          <w:lang w:val="en-US"/>
        </w:rPr>
        <w:t xml:space="preserve">        print('Area: {0}, Estimated ({1}): {2}'.format(</w:t>
      </w:r>
      <w:proofErr w:type="spellStart"/>
      <w:r>
        <w:rPr>
          <w:lang w:val="en-US"/>
        </w:rPr>
        <w:t>area_of_circle</w:t>
      </w:r>
      <w:proofErr w:type="spellEnd"/>
      <w:r>
        <w:rPr>
          <w:lang w:val="en-US"/>
        </w:rPr>
        <w:t>, points, estimate(radius, points)))</w:t>
      </w:r>
    </w:p>
    <w:p w14:paraId="49386914" w14:textId="77777777" w:rsidR="00DC24E3" w:rsidRDefault="00DC24E3" w:rsidP="00DC24E3">
      <w:pPr>
        <w:pStyle w:val="TexteCourant"/>
      </w:pPr>
      <w:r>
        <w:t xml:space="preserve">La fonction </w:t>
      </w:r>
      <w:proofErr w:type="spellStart"/>
      <w:r w:rsidRPr="00801098">
        <w:rPr>
          <w:rStyle w:val="CodeDansTexte"/>
        </w:rPr>
        <w:t>estimate</w:t>
      </w:r>
      <w:proofErr w:type="spellEnd"/>
      <w:r w:rsidRPr="00801098">
        <w:rPr>
          <w:rStyle w:val="CodeDansTexte"/>
        </w:rPr>
        <w:t>()</w:t>
      </w:r>
      <w:r>
        <w:t xml:space="preserve"> prend deux arguments en entrée – le rayon du cercle et le nombre de fléchettes virtuelles que nous voulons lancer sur la cible. Nous simulons un lancer de fléchette sur une surface carrée de côté </w:t>
      </w:r>
      <w:r w:rsidRPr="00316D08">
        <w:rPr>
          <w:rStyle w:val="CodeDansTexte"/>
        </w:rPr>
        <w:t>2*radius</w:t>
      </w:r>
      <w:r>
        <w:t xml:space="preserve"> à l’aide de la fonction </w:t>
      </w:r>
      <w:proofErr w:type="spellStart"/>
      <w:r w:rsidRPr="00801098">
        <w:rPr>
          <w:rStyle w:val="CodeDansTexte"/>
        </w:rPr>
        <w:t>random.uniform</w:t>
      </w:r>
      <w:proofErr w:type="spellEnd"/>
      <w:r w:rsidRPr="00801098">
        <w:rPr>
          <w:rStyle w:val="CodeDansTexte"/>
        </w:rPr>
        <w:t>()</w:t>
      </w:r>
      <w:r>
        <w:t xml:space="preserve"> pour générer les coordonnées </w:t>
      </w:r>
      <w:r w:rsidRPr="00801098">
        <w:rPr>
          <w:rStyle w:val="CodeDansTexte"/>
        </w:rPr>
        <w:t>x</w:t>
      </w:r>
      <w:r>
        <w:t xml:space="preserve"> et </w:t>
      </w:r>
      <w:r w:rsidRPr="00801098">
        <w:rPr>
          <w:rStyle w:val="CodeDansTexte"/>
        </w:rPr>
        <w:t>y</w:t>
      </w:r>
      <w:r>
        <w:t xml:space="preserve"> du point </w:t>
      </w:r>
      <w:r w:rsidRPr="00801098">
        <w:rPr>
          <w:rStyle w:val="CodeDansTexte"/>
        </w:rPr>
        <w:t>p</w:t>
      </w:r>
      <w:r>
        <w:t>, où la fléchette atteint la cible. Si la distance entre ce point et le centre est inférieure ou égale au rayon, cela signifie que la fléchette a atterrie dans le cercle. Finalement, nous retournons la fraction du nombre de fléchettes ayant atterries dans le cercle multiplié par l’aire du carré. Ceci nous donne une estimation de la surface du disque.</w:t>
      </w:r>
    </w:p>
    <w:p w14:paraId="14240AB3" w14:textId="77777777" w:rsidR="00DC24E3" w:rsidRDefault="00DC24E3" w:rsidP="00DC24E3">
      <w:pPr>
        <w:pStyle w:val="TexteCourant"/>
      </w:pPr>
      <w:r>
        <w:t>Lorsque nous augmentons le nombre de fléchettes lancées, l’aire estimée devient de plus en plus proche de l’aire théorique du disque :</w:t>
      </w:r>
    </w:p>
    <w:p w14:paraId="45BB24C2" w14:textId="77777777" w:rsidR="00DC24E3" w:rsidRDefault="00DC24E3" w:rsidP="00DC24E3">
      <w:pPr>
        <w:pStyle w:val="Code"/>
        <w:rPr>
          <w:lang w:val="en-US"/>
        </w:rPr>
      </w:pPr>
      <w:r>
        <w:rPr>
          <w:lang w:val="en-US"/>
        </w:rPr>
        <w:t>Radius: 1</w:t>
      </w:r>
    </w:p>
    <w:p w14:paraId="377DF501" w14:textId="77777777" w:rsidR="00DC24E3" w:rsidRDefault="00DC24E3" w:rsidP="00DC24E3">
      <w:pPr>
        <w:pStyle w:val="Code"/>
        <w:rPr>
          <w:lang w:val="en-US"/>
        </w:rPr>
      </w:pPr>
      <w:r>
        <w:rPr>
          <w:lang w:val="en-US"/>
        </w:rPr>
        <w:t>Area: 3.141592653589793, Estimated (1000): 3.14</w:t>
      </w:r>
    </w:p>
    <w:p w14:paraId="762CE89F" w14:textId="77777777" w:rsidR="00DC24E3" w:rsidRDefault="00DC24E3" w:rsidP="00DC24E3">
      <w:pPr>
        <w:pStyle w:val="Code"/>
        <w:rPr>
          <w:lang w:val="en-US"/>
        </w:rPr>
      </w:pPr>
      <w:r>
        <w:rPr>
          <w:lang w:val="en-US"/>
        </w:rPr>
        <w:t>Area: 3.141592653589793, Estimated (100000): 3.14756</w:t>
      </w:r>
    </w:p>
    <w:p w14:paraId="33E523FC" w14:textId="77777777" w:rsidR="00DC24E3" w:rsidRDefault="00DC24E3" w:rsidP="00DC24E3">
      <w:pPr>
        <w:pStyle w:val="Code"/>
        <w:rPr>
          <w:lang w:val="en-US"/>
        </w:rPr>
      </w:pPr>
      <w:r>
        <w:rPr>
          <w:lang w:val="en-US"/>
        </w:rPr>
        <w:t>Area: 3.141592653589793, Estimated (1000000): 3.143504</w:t>
      </w:r>
    </w:p>
    <w:p w14:paraId="78A236B6" w14:textId="77777777" w:rsidR="00DC24E3" w:rsidRDefault="00DC24E3" w:rsidP="00DC24E3">
      <w:pPr>
        <w:pStyle w:val="TexteCourant"/>
      </w:pPr>
      <w:r>
        <w:t>Le programme estimant la valeur de π est un programme très proche du programme précédent :</w:t>
      </w:r>
    </w:p>
    <w:p w14:paraId="0219DEDB" w14:textId="77777777" w:rsidR="00DC24E3" w:rsidRDefault="00DC24E3" w:rsidP="00DC24E3">
      <w:pPr>
        <w:widowControl w:val="0"/>
        <w:autoSpaceDE w:val="0"/>
        <w:autoSpaceDN w:val="0"/>
        <w:adjustRightInd w:val="0"/>
        <w:spacing w:before="0" w:after="0" w:line="280" w:lineRule="atLeast"/>
        <w:ind w:left="0"/>
        <w:jc w:val="left"/>
        <w:rPr>
          <w:rFonts w:ascii="Times" w:hAnsi="Times" w:cs="Times"/>
          <w:sz w:val="24"/>
          <w:szCs w:val="24"/>
          <w:lang w:val="en-US"/>
        </w:rPr>
      </w:pPr>
      <w:r>
        <w:rPr>
          <w:rFonts w:ascii="Times" w:hAnsi="Times" w:cs="Times"/>
          <w:sz w:val="24"/>
          <w:szCs w:val="24"/>
          <w:lang w:val="en-US"/>
        </w:rPr>
        <w:t>'''</w:t>
      </w:r>
    </w:p>
    <w:p w14:paraId="3587190D" w14:textId="77777777" w:rsidR="00DC24E3" w:rsidRDefault="00DC24E3" w:rsidP="00DC24E3">
      <w:pPr>
        <w:pStyle w:val="Code"/>
        <w:rPr>
          <w:lang w:val="en-US"/>
        </w:rPr>
      </w:pPr>
      <w:r>
        <w:rPr>
          <w:lang w:val="en-US"/>
        </w:rPr>
        <w:t>estimate_pi.py</w:t>
      </w:r>
    </w:p>
    <w:p w14:paraId="1AD8E8FC" w14:textId="77777777" w:rsidR="00DC24E3" w:rsidRDefault="00DC24E3" w:rsidP="00DC24E3">
      <w:pPr>
        <w:pStyle w:val="Code"/>
        <w:rPr>
          <w:lang w:val="en-US"/>
        </w:rPr>
      </w:pPr>
      <w:r>
        <w:rPr>
          <w:lang w:val="en-US"/>
        </w:rPr>
        <w:t>Estimate the value of pi</w:t>
      </w:r>
    </w:p>
    <w:p w14:paraId="0E6ECD30" w14:textId="77777777" w:rsidR="00DC24E3" w:rsidRDefault="00DC24E3" w:rsidP="00DC24E3">
      <w:pPr>
        <w:pStyle w:val="Code"/>
        <w:rPr>
          <w:lang w:val="en-US"/>
        </w:rPr>
      </w:pPr>
      <w:r>
        <w:rPr>
          <w:lang w:val="en-US"/>
        </w:rPr>
        <w:t>'''</w:t>
      </w:r>
    </w:p>
    <w:p w14:paraId="4BC26269" w14:textId="77777777" w:rsidR="00DC24E3" w:rsidRDefault="00DC24E3" w:rsidP="00DC24E3">
      <w:pPr>
        <w:pStyle w:val="Code"/>
        <w:rPr>
          <w:lang w:val="en-US"/>
        </w:rPr>
      </w:pPr>
      <w:r>
        <w:rPr>
          <w:lang w:val="en-US"/>
        </w:rPr>
        <w:t>import math</w:t>
      </w:r>
    </w:p>
    <w:p w14:paraId="7B4623EB" w14:textId="77777777" w:rsidR="00DC24E3" w:rsidRDefault="00DC24E3" w:rsidP="00DC24E3">
      <w:pPr>
        <w:pStyle w:val="Code"/>
        <w:rPr>
          <w:lang w:val="en-US"/>
        </w:rPr>
      </w:pPr>
      <w:r>
        <w:rPr>
          <w:lang w:val="en-US"/>
        </w:rPr>
        <w:t>import random</w:t>
      </w:r>
    </w:p>
    <w:p w14:paraId="4CDCDD0A" w14:textId="77777777" w:rsidR="00DC24E3" w:rsidRDefault="00DC24E3" w:rsidP="00DC24E3">
      <w:pPr>
        <w:pStyle w:val="Code"/>
        <w:rPr>
          <w:lang w:val="en-US"/>
        </w:rPr>
      </w:pPr>
      <w:proofErr w:type="spellStart"/>
      <w:r>
        <w:rPr>
          <w:lang w:val="en-US"/>
        </w:rPr>
        <w:t>def</w:t>
      </w:r>
      <w:proofErr w:type="spellEnd"/>
      <w:r>
        <w:rPr>
          <w:lang w:val="en-US"/>
        </w:rPr>
        <w:t xml:space="preserve"> estimate(</w:t>
      </w:r>
      <w:proofErr w:type="spellStart"/>
      <w:r>
        <w:rPr>
          <w:lang w:val="en-US"/>
        </w:rPr>
        <w:t>total_points</w:t>
      </w:r>
      <w:proofErr w:type="spellEnd"/>
      <w:r>
        <w:rPr>
          <w:lang w:val="en-US"/>
        </w:rPr>
        <w:t>):</w:t>
      </w:r>
    </w:p>
    <w:p w14:paraId="5018AD69" w14:textId="77777777" w:rsidR="00DC24E3" w:rsidRDefault="00DC24E3" w:rsidP="00DC24E3">
      <w:pPr>
        <w:pStyle w:val="Code"/>
        <w:rPr>
          <w:lang w:val="en-US"/>
        </w:rPr>
      </w:pPr>
      <w:r>
        <w:rPr>
          <w:lang w:val="en-US"/>
        </w:rPr>
        <w:t xml:space="preserve">    radius = 1</w:t>
      </w:r>
    </w:p>
    <w:p w14:paraId="5DC17ABF" w14:textId="77777777" w:rsidR="00DC24E3" w:rsidRDefault="00DC24E3" w:rsidP="00DC24E3">
      <w:pPr>
        <w:pStyle w:val="Code"/>
        <w:rPr>
          <w:lang w:val="en-US"/>
        </w:rPr>
      </w:pPr>
      <w:r>
        <w:rPr>
          <w:lang w:val="en-US"/>
        </w:rPr>
        <w:t xml:space="preserve">    center = (radius, radius)</w:t>
      </w:r>
    </w:p>
    <w:p w14:paraId="628ED6EA" w14:textId="77777777" w:rsidR="00DC24E3" w:rsidRDefault="00DC24E3" w:rsidP="00DC24E3">
      <w:pPr>
        <w:pStyle w:val="Code"/>
        <w:rPr>
          <w:lang w:val="en-US"/>
        </w:rPr>
      </w:pPr>
      <w:r>
        <w:rPr>
          <w:lang w:val="en-US"/>
        </w:rPr>
        <w:t xml:space="preserve">    </w:t>
      </w:r>
      <w:proofErr w:type="spellStart"/>
      <w:r>
        <w:rPr>
          <w:lang w:val="en-US"/>
        </w:rPr>
        <w:t>in_circle</w:t>
      </w:r>
      <w:proofErr w:type="spellEnd"/>
      <w:r>
        <w:rPr>
          <w:lang w:val="en-US"/>
        </w:rPr>
        <w:t xml:space="preserve"> = 0</w:t>
      </w:r>
    </w:p>
    <w:p w14:paraId="1CD7AD92" w14:textId="77777777" w:rsidR="00DC24E3" w:rsidRDefault="00DC24E3" w:rsidP="00DC24E3">
      <w:pPr>
        <w:pStyle w:val="Code"/>
        <w:rPr>
          <w:lang w:val="en-US"/>
        </w:rPr>
      </w:pPr>
      <w:r>
        <w:rPr>
          <w:lang w:val="en-US"/>
        </w:rPr>
        <w:t xml:space="preserve">    for </w:t>
      </w:r>
      <w:proofErr w:type="spellStart"/>
      <w:r>
        <w:rPr>
          <w:lang w:val="en-US"/>
        </w:rPr>
        <w:t>i</w:t>
      </w:r>
      <w:proofErr w:type="spellEnd"/>
      <w:r>
        <w:rPr>
          <w:lang w:val="en-US"/>
        </w:rPr>
        <w:t xml:space="preserve"> in range(</w:t>
      </w:r>
      <w:proofErr w:type="spellStart"/>
      <w:r>
        <w:rPr>
          <w:lang w:val="en-US"/>
        </w:rPr>
        <w:t>total_points</w:t>
      </w:r>
      <w:proofErr w:type="spellEnd"/>
      <w:r>
        <w:rPr>
          <w:lang w:val="en-US"/>
        </w:rPr>
        <w:t>):</w:t>
      </w:r>
    </w:p>
    <w:p w14:paraId="192A765C" w14:textId="77777777" w:rsidR="00DC24E3" w:rsidRDefault="00DC24E3" w:rsidP="00DC24E3">
      <w:pPr>
        <w:pStyle w:val="Code"/>
        <w:rPr>
          <w:lang w:val="en-US"/>
        </w:rPr>
      </w:pPr>
      <w:r>
        <w:rPr>
          <w:lang w:val="en-US"/>
        </w:rPr>
        <w:t xml:space="preserve">        x = </w:t>
      </w:r>
      <w:proofErr w:type="spellStart"/>
      <w:r>
        <w:rPr>
          <w:lang w:val="en-US"/>
        </w:rPr>
        <w:t>random.uniform</w:t>
      </w:r>
      <w:proofErr w:type="spellEnd"/>
      <w:r>
        <w:rPr>
          <w:lang w:val="en-US"/>
        </w:rPr>
        <w:t>(0, 2*radius)</w:t>
      </w:r>
    </w:p>
    <w:p w14:paraId="0D0B635E" w14:textId="77777777" w:rsidR="00DC24E3" w:rsidRDefault="00DC24E3" w:rsidP="00DC24E3">
      <w:pPr>
        <w:pStyle w:val="Code"/>
        <w:rPr>
          <w:lang w:val="en-US"/>
        </w:rPr>
      </w:pPr>
      <w:r>
        <w:rPr>
          <w:lang w:val="en-US"/>
        </w:rPr>
        <w:t xml:space="preserve">        y = </w:t>
      </w:r>
      <w:proofErr w:type="spellStart"/>
      <w:r>
        <w:rPr>
          <w:lang w:val="en-US"/>
        </w:rPr>
        <w:t>random.uniform</w:t>
      </w:r>
      <w:proofErr w:type="spellEnd"/>
      <w:r>
        <w:rPr>
          <w:lang w:val="en-US"/>
        </w:rPr>
        <w:t>(0, 2*radius)</w:t>
      </w:r>
    </w:p>
    <w:p w14:paraId="08EFCC9E" w14:textId="77777777" w:rsidR="00DC24E3" w:rsidRDefault="00DC24E3" w:rsidP="00DC24E3">
      <w:pPr>
        <w:pStyle w:val="Code"/>
        <w:rPr>
          <w:lang w:val="en-US"/>
        </w:rPr>
      </w:pPr>
      <w:r>
        <w:rPr>
          <w:lang w:val="en-US"/>
        </w:rPr>
        <w:t xml:space="preserve">        p = (x, y)</w:t>
      </w:r>
    </w:p>
    <w:p w14:paraId="7289771A" w14:textId="77777777" w:rsidR="00DC24E3" w:rsidRDefault="00DC24E3" w:rsidP="00DC24E3">
      <w:pPr>
        <w:pStyle w:val="Code"/>
        <w:rPr>
          <w:lang w:val="en-US"/>
        </w:rPr>
      </w:pPr>
      <w:r>
        <w:rPr>
          <w:lang w:val="en-US"/>
        </w:rPr>
        <w:t xml:space="preserve">        # distance from circle's center</w:t>
      </w:r>
    </w:p>
    <w:p w14:paraId="1EAB1902" w14:textId="77777777" w:rsidR="00DC24E3" w:rsidRDefault="00DC24E3" w:rsidP="00DC24E3">
      <w:pPr>
        <w:pStyle w:val="Code"/>
        <w:rPr>
          <w:lang w:val="en-US"/>
        </w:rPr>
      </w:pPr>
      <w:r>
        <w:rPr>
          <w:lang w:val="en-US"/>
        </w:rPr>
        <w:t xml:space="preserve">        d = </w:t>
      </w:r>
      <w:proofErr w:type="spellStart"/>
      <w:r>
        <w:rPr>
          <w:lang w:val="en-US"/>
        </w:rPr>
        <w:t>math.sqrt</w:t>
      </w:r>
      <w:proofErr w:type="spellEnd"/>
      <w:r>
        <w:rPr>
          <w:lang w:val="en-US"/>
        </w:rPr>
        <w:t>((p[0]-center[0])**2 + (p[1]-center[1])**2)</w:t>
      </w:r>
    </w:p>
    <w:p w14:paraId="24EB1F3F" w14:textId="77777777" w:rsidR="00DC24E3" w:rsidRDefault="00DC24E3" w:rsidP="00DC24E3">
      <w:pPr>
        <w:pStyle w:val="Code"/>
        <w:rPr>
          <w:lang w:val="en-US"/>
        </w:rPr>
      </w:pPr>
      <w:r>
        <w:rPr>
          <w:lang w:val="en-US"/>
        </w:rPr>
        <w:t xml:space="preserve">        if d &lt;= radius:</w:t>
      </w:r>
    </w:p>
    <w:p w14:paraId="6B1A6C3B" w14:textId="77777777" w:rsidR="00DC24E3" w:rsidRDefault="00DC24E3" w:rsidP="00DC24E3">
      <w:pPr>
        <w:pStyle w:val="Code"/>
        <w:rPr>
          <w:lang w:val="en-US"/>
        </w:rPr>
      </w:pPr>
      <w:r>
        <w:rPr>
          <w:lang w:val="en-US"/>
        </w:rPr>
        <w:t xml:space="preserve">            </w:t>
      </w:r>
      <w:proofErr w:type="spellStart"/>
      <w:r>
        <w:rPr>
          <w:lang w:val="en-US"/>
        </w:rPr>
        <w:t>in_circle</w:t>
      </w:r>
      <w:proofErr w:type="spellEnd"/>
      <w:r>
        <w:rPr>
          <w:lang w:val="en-US"/>
        </w:rPr>
        <w:t xml:space="preserve"> += 1</w:t>
      </w:r>
    </w:p>
    <w:p w14:paraId="6FB7040C" w14:textId="77777777" w:rsidR="00DC24E3" w:rsidRDefault="00DC24E3" w:rsidP="00DC24E3">
      <w:pPr>
        <w:pStyle w:val="Code"/>
        <w:rPr>
          <w:lang w:val="en-US"/>
        </w:rPr>
      </w:pPr>
      <w:r>
        <w:rPr>
          <w:lang w:val="en-US"/>
        </w:rPr>
        <w:t xml:space="preserve">    return (</w:t>
      </w:r>
      <w:proofErr w:type="spellStart"/>
      <w:r>
        <w:rPr>
          <w:lang w:val="en-US"/>
        </w:rPr>
        <w:t>in_circle</w:t>
      </w:r>
      <w:proofErr w:type="spellEnd"/>
      <w:r>
        <w:rPr>
          <w:lang w:val="en-US"/>
        </w:rPr>
        <w:t>/</w:t>
      </w:r>
      <w:proofErr w:type="spellStart"/>
      <w:r>
        <w:rPr>
          <w:lang w:val="en-US"/>
        </w:rPr>
        <w:t>total_points</w:t>
      </w:r>
      <w:proofErr w:type="spellEnd"/>
      <w:r>
        <w:rPr>
          <w:lang w:val="en-US"/>
        </w:rPr>
        <w:t>)*4</w:t>
      </w:r>
    </w:p>
    <w:p w14:paraId="5B2340DC" w14:textId="77777777" w:rsidR="00DC24E3" w:rsidRDefault="00DC24E3" w:rsidP="00DC24E3">
      <w:pPr>
        <w:pStyle w:val="Code"/>
        <w:rPr>
          <w:lang w:val="en-US"/>
        </w:rPr>
      </w:pPr>
      <w:r>
        <w:rPr>
          <w:lang w:val="en-US"/>
        </w:rPr>
        <w:t>if __name__ == '__main__':</w:t>
      </w:r>
    </w:p>
    <w:p w14:paraId="727C258A" w14:textId="77777777" w:rsidR="00DC24E3" w:rsidRDefault="00DC24E3" w:rsidP="00DC24E3">
      <w:pPr>
        <w:pStyle w:val="Code"/>
        <w:rPr>
          <w:lang w:val="en-US"/>
        </w:rPr>
      </w:pPr>
      <w:r>
        <w:rPr>
          <w:lang w:val="en-US"/>
        </w:rPr>
        <w:t xml:space="preserve">    for points in [10**3, 10**5, 10**6]:</w:t>
      </w:r>
    </w:p>
    <w:p w14:paraId="1FB9155F" w14:textId="77777777" w:rsidR="00DC24E3" w:rsidRDefault="00DC24E3" w:rsidP="00DC24E3">
      <w:pPr>
        <w:pStyle w:val="Code"/>
        <w:rPr>
          <w:lang w:val="en-US"/>
        </w:rPr>
      </w:pPr>
      <w:r>
        <w:rPr>
          <w:lang w:val="en-US"/>
        </w:rPr>
        <w:t xml:space="preserve">        print('Known value: {0}, Estimated ({1}): {2}'.format(</w:t>
      </w:r>
      <w:proofErr w:type="spellStart"/>
      <w:r>
        <w:rPr>
          <w:lang w:val="en-US"/>
        </w:rPr>
        <w:t>math.pi</w:t>
      </w:r>
      <w:proofErr w:type="spellEnd"/>
      <w:r>
        <w:rPr>
          <w:lang w:val="en-US"/>
        </w:rPr>
        <w:t>, points, estimate(points)))</w:t>
      </w:r>
    </w:p>
    <w:p w14:paraId="1A75A944" w14:textId="77777777" w:rsidR="00DC24E3" w:rsidRDefault="00DC24E3" w:rsidP="00DC24E3">
      <w:pPr>
        <w:pStyle w:val="TexteCourant"/>
      </w:pPr>
      <w:r>
        <w:t xml:space="preserve">La fonction </w:t>
      </w:r>
      <w:proofErr w:type="spellStart"/>
      <w:r w:rsidRPr="00801098">
        <w:rPr>
          <w:rStyle w:val="CodeDansTexte"/>
        </w:rPr>
        <w:t>estimate</w:t>
      </w:r>
      <w:proofErr w:type="spellEnd"/>
      <w:r w:rsidRPr="00801098">
        <w:rPr>
          <w:rStyle w:val="CodeDansTexte"/>
        </w:rPr>
        <w:t>()</w:t>
      </w:r>
      <w:r>
        <w:t xml:space="preserve"> prend le nombre total de lancers que nous souhaitons simuler. Similairement au programme estimant l’aire du disque, nous comptons le nombre de fléchettes qui atterrissent dans le cercle et retournons la fraction de ce nombre sur le nombre total de fléchettes lancées multiplié par 4. Ceci est une estimation de la valeur de π. L’estimation devient de plus en plus fidèle lorsque le nombre de lancers augmente.</w:t>
      </w:r>
    </w:p>
    <w:p w14:paraId="2EEB61AF" w14:textId="77777777" w:rsidR="00DC24E3" w:rsidRDefault="00DC24E3" w:rsidP="00DC24E3">
      <w:pPr>
        <w:pStyle w:val="ChapitreNumero"/>
      </w:pPr>
      <w:r>
        <w:t>Chapitre 6</w:t>
      </w:r>
    </w:p>
    <w:p w14:paraId="170F3119" w14:textId="77777777" w:rsidR="00DC24E3" w:rsidRDefault="00DC24E3" w:rsidP="00DC24E3">
      <w:pPr>
        <w:pStyle w:val="ChapitreTitre"/>
      </w:pPr>
      <w:r>
        <w:t>Solution aux défis</w:t>
      </w:r>
    </w:p>
    <w:p w14:paraId="3CDB3A3D" w14:textId="77777777" w:rsidR="00DC24E3" w:rsidRDefault="00DC24E3" w:rsidP="00DC24E3">
      <w:pPr>
        <w:pStyle w:val="TitreNiveau1"/>
      </w:pPr>
      <w:r>
        <w:t>#1 : Ranger des cercles dans un carré</w:t>
      </w:r>
    </w:p>
    <w:p w14:paraId="41560BCE" w14:textId="77777777" w:rsidR="00DC24E3" w:rsidRPr="003D7ECC" w:rsidRDefault="00DC24E3" w:rsidP="00DC24E3">
      <w:pPr>
        <w:pStyle w:val="ChapitreIntroduction"/>
      </w:pPr>
      <w:r>
        <w:t>La solution à ce défi est le programme suivant :</w:t>
      </w:r>
    </w:p>
    <w:p w14:paraId="1D0FA8EB" w14:textId="77777777" w:rsidR="00DC24E3" w:rsidRDefault="00DC24E3" w:rsidP="00DC24E3">
      <w:pPr>
        <w:pStyle w:val="Code"/>
        <w:rPr>
          <w:lang w:val="en-US"/>
        </w:rPr>
      </w:pPr>
      <w:r>
        <w:rPr>
          <w:lang w:val="en-US"/>
        </w:rPr>
        <w:t>'''</w:t>
      </w:r>
    </w:p>
    <w:p w14:paraId="7CCFF2FE" w14:textId="77777777" w:rsidR="00DC24E3" w:rsidRDefault="00DC24E3" w:rsidP="00DC24E3">
      <w:pPr>
        <w:pStyle w:val="Code"/>
        <w:rPr>
          <w:lang w:val="en-US"/>
        </w:rPr>
      </w:pPr>
      <w:r>
        <w:rPr>
          <w:lang w:val="en-US"/>
        </w:rPr>
        <w:t>circle_in_square.py</w:t>
      </w:r>
    </w:p>
    <w:p w14:paraId="50AA003F" w14:textId="77777777" w:rsidR="00DC24E3" w:rsidRDefault="00DC24E3" w:rsidP="00DC24E3">
      <w:pPr>
        <w:pStyle w:val="Code"/>
        <w:rPr>
          <w:lang w:val="en-US"/>
        </w:rPr>
      </w:pPr>
      <w:r>
        <w:rPr>
          <w:lang w:val="en-US"/>
        </w:rPr>
        <w:t>Circles in a square</w:t>
      </w:r>
    </w:p>
    <w:p w14:paraId="24D84209" w14:textId="77777777" w:rsidR="00DC24E3" w:rsidRDefault="00DC24E3" w:rsidP="00DC24E3">
      <w:pPr>
        <w:pStyle w:val="Code"/>
        <w:rPr>
          <w:lang w:val="en-US"/>
        </w:rPr>
      </w:pPr>
      <w:r>
        <w:rPr>
          <w:lang w:val="en-US"/>
        </w:rPr>
        <w:t>'''</w:t>
      </w:r>
    </w:p>
    <w:p w14:paraId="176A223F" w14:textId="77777777" w:rsidR="00DC24E3" w:rsidRDefault="00DC24E3" w:rsidP="00DC24E3">
      <w:pPr>
        <w:pStyle w:val="Code"/>
        <w:rPr>
          <w:lang w:val="en-US"/>
        </w:rPr>
      </w:pPr>
      <w:r>
        <w:rPr>
          <w:lang w:val="en-US"/>
        </w:rPr>
        <w:t xml:space="preserve">from </w:t>
      </w:r>
      <w:proofErr w:type="spellStart"/>
      <w:r>
        <w:rPr>
          <w:lang w:val="en-US"/>
        </w:rPr>
        <w:t>matplotlib</w:t>
      </w:r>
      <w:proofErr w:type="spellEnd"/>
      <w:r>
        <w:rPr>
          <w:lang w:val="en-US"/>
        </w:rPr>
        <w:t xml:space="preserve"> import </w:t>
      </w:r>
      <w:proofErr w:type="spellStart"/>
      <w:r>
        <w:rPr>
          <w:lang w:val="en-US"/>
        </w:rPr>
        <w:t>pyplot</w:t>
      </w:r>
      <w:proofErr w:type="spellEnd"/>
      <w:r>
        <w:rPr>
          <w:lang w:val="en-US"/>
        </w:rPr>
        <w:t xml:space="preserve"> as </w:t>
      </w:r>
      <w:proofErr w:type="spellStart"/>
      <w:r>
        <w:rPr>
          <w:lang w:val="en-US"/>
        </w:rPr>
        <w:t>plt</w:t>
      </w:r>
      <w:proofErr w:type="spellEnd"/>
    </w:p>
    <w:p w14:paraId="5DB08F98"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draw_square</w:t>
      </w:r>
      <w:proofErr w:type="spellEnd"/>
      <w:r>
        <w:rPr>
          <w:lang w:val="en-US"/>
        </w:rPr>
        <w:t>():</w:t>
      </w:r>
    </w:p>
    <w:p w14:paraId="5981A9B6" w14:textId="77777777" w:rsidR="00DC24E3" w:rsidRDefault="00DC24E3" w:rsidP="00DC24E3">
      <w:pPr>
        <w:pStyle w:val="Code"/>
        <w:rPr>
          <w:lang w:val="en-US"/>
        </w:rPr>
      </w:pPr>
      <w:r>
        <w:rPr>
          <w:lang w:val="en-US"/>
        </w:rPr>
        <w:t xml:space="preserve">    square = </w:t>
      </w:r>
      <w:proofErr w:type="spellStart"/>
      <w:r>
        <w:rPr>
          <w:lang w:val="en-US"/>
        </w:rPr>
        <w:t>plt.Polygon</w:t>
      </w:r>
      <w:proofErr w:type="spellEnd"/>
      <w:r>
        <w:rPr>
          <w:lang w:val="en-US"/>
        </w:rPr>
        <w:t>([(1, 1), (5, 1), (5, 5), (1, 5)], closed=True)</w:t>
      </w:r>
    </w:p>
    <w:p w14:paraId="5E588FBF" w14:textId="77777777" w:rsidR="00DC24E3" w:rsidRDefault="00DC24E3" w:rsidP="00DC24E3">
      <w:pPr>
        <w:pStyle w:val="Code"/>
        <w:rPr>
          <w:lang w:val="en-US"/>
        </w:rPr>
      </w:pPr>
      <w:r>
        <w:rPr>
          <w:lang w:val="en-US"/>
        </w:rPr>
        <w:t xml:space="preserve">    return square</w:t>
      </w:r>
    </w:p>
    <w:p w14:paraId="068F6A0F" w14:textId="77777777" w:rsidR="00DC24E3" w:rsidRDefault="00DC24E3" w:rsidP="00DC24E3">
      <w:pPr>
        <w:pStyle w:val="Code"/>
        <w:rPr>
          <w:lang w:val="en-US"/>
        </w:rPr>
      </w:pPr>
      <w:proofErr w:type="spellStart"/>
      <w:r>
        <w:rPr>
          <w:lang w:val="en-US"/>
        </w:rPr>
        <w:t>def</w:t>
      </w:r>
      <w:proofErr w:type="spellEnd"/>
      <w:r>
        <w:rPr>
          <w:lang w:val="en-US"/>
        </w:rPr>
        <w:t xml:space="preserve"> </w:t>
      </w:r>
      <w:proofErr w:type="spellStart"/>
      <w:r>
        <w:rPr>
          <w:lang w:val="en-US"/>
        </w:rPr>
        <w:t>draw_circle</w:t>
      </w:r>
      <w:proofErr w:type="spellEnd"/>
      <w:r>
        <w:rPr>
          <w:lang w:val="en-US"/>
        </w:rPr>
        <w:t>(x, y):</w:t>
      </w:r>
    </w:p>
    <w:p w14:paraId="46E4627E" w14:textId="77777777" w:rsidR="00DC24E3" w:rsidRDefault="00DC24E3" w:rsidP="00DC24E3">
      <w:pPr>
        <w:pStyle w:val="Code"/>
        <w:rPr>
          <w:lang w:val="en-US"/>
        </w:rPr>
      </w:pPr>
      <w:r>
        <w:rPr>
          <w:lang w:val="en-US"/>
        </w:rPr>
        <w:t xml:space="preserve">    circle = </w:t>
      </w:r>
      <w:proofErr w:type="spellStart"/>
      <w:r>
        <w:rPr>
          <w:lang w:val="en-US"/>
        </w:rPr>
        <w:t>plt.Circle</w:t>
      </w:r>
      <w:proofErr w:type="spellEnd"/>
      <w:r>
        <w:rPr>
          <w:lang w:val="en-US"/>
        </w:rPr>
        <w:t>((x, y), radius=0.5, fc='y')</w:t>
      </w:r>
    </w:p>
    <w:p w14:paraId="42A35995" w14:textId="77777777" w:rsidR="00DC24E3" w:rsidRDefault="00DC24E3" w:rsidP="00DC24E3">
      <w:pPr>
        <w:pStyle w:val="Code"/>
        <w:rPr>
          <w:lang w:val="en-US"/>
        </w:rPr>
      </w:pPr>
      <w:r>
        <w:rPr>
          <w:lang w:val="en-US"/>
        </w:rPr>
        <w:t xml:space="preserve">    return circle</w:t>
      </w:r>
    </w:p>
    <w:p w14:paraId="0FB092DB" w14:textId="77777777" w:rsidR="00DC24E3" w:rsidRDefault="00DC24E3" w:rsidP="00DC24E3">
      <w:pPr>
        <w:pStyle w:val="Code"/>
        <w:rPr>
          <w:lang w:val="en-US"/>
        </w:rPr>
      </w:pPr>
      <w:r>
        <w:rPr>
          <w:lang w:val="en-US"/>
        </w:rPr>
        <w:t>if __name__ == '__main__':</w:t>
      </w:r>
    </w:p>
    <w:p w14:paraId="03FE9A5A" w14:textId="77777777" w:rsidR="00DC24E3" w:rsidRDefault="00DC24E3" w:rsidP="00DC24E3">
      <w:pPr>
        <w:pStyle w:val="Code"/>
        <w:rPr>
          <w:lang w:val="en-US"/>
        </w:rPr>
      </w:pPr>
      <w:r>
        <w:rPr>
          <w:lang w:val="en-US"/>
        </w:rPr>
        <w:t xml:space="preserve">    ax = </w:t>
      </w:r>
      <w:proofErr w:type="spellStart"/>
      <w:r>
        <w:rPr>
          <w:lang w:val="en-US"/>
        </w:rPr>
        <w:t>plt.gca</w:t>
      </w:r>
      <w:proofErr w:type="spellEnd"/>
      <w:r>
        <w:rPr>
          <w:lang w:val="en-US"/>
        </w:rPr>
        <w:t>()</w:t>
      </w:r>
    </w:p>
    <w:p w14:paraId="59742A69" w14:textId="77777777" w:rsidR="00DC24E3" w:rsidRDefault="00DC24E3" w:rsidP="00DC24E3">
      <w:pPr>
        <w:pStyle w:val="Code"/>
        <w:rPr>
          <w:lang w:val="en-US"/>
        </w:rPr>
      </w:pPr>
      <w:r>
        <w:rPr>
          <w:lang w:val="en-US"/>
        </w:rPr>
        <w:t xml:space="preserve">    s = </w:t>
      </w:r>
      <w:proofErr w:type="spellStart"/>
      <w:r>
        <w:rPr>
          <w:lang w:val="en-US"/>
        </w:rPr>
        <w:t>draw_square</w:t>
      </w:r>
      <w:proofErr w:type="spellEnd"/>
      <w:r>
        <w:rPr>
          <w:lang w:val="en-US"/>
        </w:rPr>
        <w:t>()</w:t>
      </w:r>
    </w:p>
    <w:p w14:paraId="588BF56E" w14:textId="77777777" w:rsidR="00DC24E3" w:rsidRDefault="00DC24E3" w:rsidP="00DC24E3">
      <w:pPr>
        <w:pStyle w:val="Code"/>
        <w:rPr>
          <w:lang w:val="en-US"/>
        </w:rPr>
      </w:pPr>
      <w:r>
        <w:rPr>
          <w:lang w:val="en-US"/>
        </w:rPr>
        <w:t xml:space="preserve">    </w:t>
      </w:r>
      <w:proofErr w:type="spellStart"/>
      <w:r>
        <w:rPr>
          <w:lang w:val="en-US"/>
        </w:rPr>
        <w:t>ax.add_patch</w:t>
      </w:r>
      <w:proofErr w:type="spellEnd"/>
      <w:r>
        <w:rPr>
          <w:lang w:val="en-US"/>
        </w:rPr>
        <w:t>(s)</w:t>
      </w:r>
    </w:p>
    <w:p w14:paraId="0C535D66" w14:textId="77777777" w:rsidR="00DC24E3" w:rsidRDefault="00DC24E3" w:rsidP="00DC24E3">
      <w:pPr>
        <w:pStyle w:val="Code"/>
        <w:rPr>
          <w:lang w:val="en-US"/>
        </w:rPr>
      </w:pPr>
      <w:r>
        <w:rPr>
          <w:lang w:val="en-US"/>
        </w:rPr>
        <w:t xml:space="preserve">    y = 1.5</w:t>
      </w:r>
    </w:p>
    <w:p w14:paraId="7532BCC3" w14:textId="77777777" w:rsidR="00DC24E3" w:rsidRDefault="00DC24E3" w:rsidP="00DC24E3">
      <w:pPr>
        <w:pStyle w:val="Code"/>
        <w:rPr>
          <w:lang w:val="en-US"/>
        </w:rPr>
      </w:pPr>
      <w:r>
        <w:rPr>
          <w:lang w:val="en-US"/>
        </w:rPr>
        <w:t xml:space="preserve">    while y &lt; 5: </w:t>
      </w:r>
      <w:r w:rsidRPr="003D7ECC">
        <w:rPr>
          <w:rStyle w:val="PuceRepere"/>
        </w:rPr>
        <w:t>1</w:t>
      </w:r>
    </w:p>
    <w:p w14:paraId="36807336" w14:textId="77777777" w:rsidR="00DC24E3" w:rsidRDefault="00DC24E3" w:rsidP="00DC24E3">
      <w:pPr>
        <w:pStyle w:val="Code"/>
        <w:rPr>
          <w:lang w:val="en-US"/>
        </w:rPr>
      </w:pPr>
      <w:r>
        <w:rPr>
          <w:lang w:val="en-US"/>
        </w:rPr>
        <w:t xml:space="preserve">        x = 1.5</w:t>
      </w:r>
    </w:p>
    <w:p w14:paraId="78D0A785" w14:textId="77777777" w:rsidR="00DC24E3" w:rsidRDefault="00DC24E3" w:rsidP="00DC24E3">
      <w:pPr>
        <w:pStyle w:val="Code"/>
        <w:rPr>
          <w:lang w:val="en-US"/>
        </w:rPr>
      </w:pPr>
      <w:r>
        <w:rPr>
          <w:lang w:val="en-US"/>
        </w:rPr>
        <w:t xml:space="preserve">    while x &lt; 5: </w:t>
      </w:r>
      <w:r w:rsidRPr="003D7ECC">
        <w:rPr>
          <w:rStyle w:val="PuceRepere"/>
        </w:rPr>
        <w:t>2</w:t>
      </w:r>
    </w:p>
    <w:p w14:paraId="77B78F66" w14:textId="77777777" w:rsidR="00DC24E3" w:rsidRDefault="00DC24E3" w:rsidP="00DC24E3">
      <w:pPr>
        <w:pStyle w:val="Code"/>
        <w:rPr>
          <w:lang w:val="en-US"/>
        </w:rPr>
      </w:pPr>
      <w:r>
        <w:rPr>
          <w:lang w:val="en-US"/>
        </w:rPr>
        <w:t xml:space="preserve">        c= </w:t>
      </w:r>
      <w:proofErr w:type="spellStart"/>
      <w:r>
        <w:rPr>
          <w:lang w:val="en-US"/>
        </w:rPr>
        <w:t>draw_circle</w:t>
      </w:r>
      <w:proofErr w:type="spellEnd"/>
      <w:r>
        <w:rPr>
          <w:lang w:val="en-US"/>
        </w:rPr>
        <w:t xml:space="preserve">(x, y) </w:t>
      </w:r>
      <w:r w:rsidRPr="003D7ECC">
        <w:rPr>
          <w:rStyle w:val="PuceRepere"/>
        </w:rPr>
        <w:t>3</w:t>
      </w:r>
    </w:p>
    <w:p w14:paraId="58054672" w14:textId="77777777" w:rsidR="00DC24E3" w:rsidRDefault="00DC24E3" w:rsidP="00DC24E3">
      <w:pPr>
        <w:pStyle w:val="Code"/>
        <w:rPr>
          <w:lang w:val="en-US"/>
        </w:rPr>
      </w:pPr>
      <w:r>
        <w:rPr>
          <w:lang w:val="en-US"/>
        </w:rPr>
        <w:t xml:space="preserve">        </w:t>
      </w:r>
      <w:proofErr w:type="spellStart"/>
      <w:r>
        <w:rPr>
          <w:lang w:val="en-US"/>
        </w:rPr>
        <w:t>ax.add_patch</w:t>
      </w:r>
      <w:proofErr w:type="spellEnd"/>
      <w:r>
        <w:rPr>
          <w:lang w:val="en-US"/>
        </w:rPr>
        <w:t xml:space="preserve">(c) </w:t>
      </w:r>
      <w:r w:rsidRPr="003D7ECC">
        <w:rPr>
          <w:rStyle w:val="PuceRepere"/>
        </w:rPr>
        <w:t>4</w:t>
      </w:r>
    </w:p>
    <w:p w14:paraId="5D6C7022" w14:textId="77777777" w:rsidR="00DC24E3" w:rsidRDefault="00DC24E3" w:rsidP="00DC24E3">
      <w:pPr>
        <w:pStyle w:val="Code"/>
        <w:rPr>
          <w:lang w:val="en-US"/>
        </w:rPr>
      </w:pPr>
      <w:r>
        <w:rPr>
          <w:lang w:val="en-US"/>
        </w:rPr>
        <w:t xml:space="preserve">        x += 1.0</w:t>
      </w:r>
    </w:p>
    <w:p w14:paraId="2416B7B2" w14:textId="77777777" w:rsidR="00DC24E3" w:rsidRDefault="00DC24E3" w:rsidP="00DC24E3">
      <w:pPr>
        <w:pStyle w:val="Code"/>
        <w:rPr>
          <w:lang w:val="en-US"/>
        </w:rPr>
      </w:pPr>
      <w:r>
        <w:rPr>
          <w:lang w:val="en-US"/>
        </w:rPr>
        <w:t xml:space="preserve">        y += 1.0</w:t>
      </w:r>
    </w:p>
    <w:p w14:paraId="1691FE5C" w14:textId="77777777" w:rsidR="00DC24E3" w:rsidRDefault="00DC24E3" w:rsidP="00DC24E3">
      <w:pPr>
        <w:pStyle w:val="Code"/>
        <w:rPr>
          <w:lang w:val="en-US"/>
        </w:rPr>
      </w:pPr>
      <w:r>
        <w:rPr>
          <w:lang w:val="en-US"/>
        </w:rPr>
        <w:t xml:space="preserve">    </w:t>
      </w:r>
      <w:proofErr w:type="spellStart"/>
      <w:r>
        <w:rPr>
          <w:lang w:val="en-US"/>
        </w:rPr>
        <w:t>plt.axis</w:t>
      </w:r>
      <w:proofErr w:type="spellEnd"/>
      <w:r>
        <w:rPr>
          <w:lang w:val="en-US"/>
        </w:rPr>
        <w:t>('scaled')</w:t>
      </w:r>
    </w:p>
    <w:p w14:paraId="79D7C8F7" w14:textId="77777777" w:rsidR="00DC24E3" w:rsidRDefault="00DC24E3" w:rsidP="00DC24E3">
      <w:pPr>
        <w:pStyle w:val="Code"/>
        <w:rPr>
          <w:lang w:val="en-US"/>
        </w:rPr>
      </w:pPr>
      <w:r>
        <w:rPr>
          <w:lang w:val="en-US"/>
        </w:rPr>
        <w:t xml:space="preserve">    </w:t>
      </w:r>
      <w:proofErr w:type="spellStart"/>
      <w:r>
        <w:rPr>
          <w:lang w:val="en-US"/>
        </w:rPr>
        <w:t>plt.show</w:t>
      </w:r>
      <w:proofErr w:type="spellEnd"/>
      <w:r>
        <w:rPr>
          <w:lang w:val="en-US"/>
        </w:rPr>
        <w:t>()</w:t>
      </w:r>
    </w:p>
    <w:p w14:paraId="664598C0" w14:textId="77777777" w:rsidR="00DC24E3" w:rsidRDefault="00DC24E3" w:rsidP="00DC24E3">
      <w:pPr>
        <w:pStyle w:val="TexteCourant"/>
      </w:pPr>
      <w:r>
        <w:t xml:space="preserve">Nous ajoutons d’abord un carré (avec des côtés d’une longueur de 4) à la figure en créant un objet </w:t>
      </w:r>
      <w:proofErr w:type="spellStart"/>
      <w:r w:rsidRPr="00801098">
        <w:rPr>
          <w:rStyle w:val="CodeDansTexte"/>
        </w:rPr>
        <w:t>Polygon</w:t>
      </w:r>
      <w:proofErr w:type="spellEnd"/>
      <w:r>
        <w:t xml:space="preserve"> à l’aide de la fonction </w:t>
      </w:r>
      <w:proofErr w:type="spellStart"/>
      <w:r w:rsidRPr="00801098">
        <w:rPr>
          <w:rStyle w:val="CodeDansTexte"/>
        </w:rPr>
        <w:t>draw_square</w:t>
      </w:r>
      <w:proofErr w:type="spellEnd"/>
      <w:r w:rsidRPr="00801098">
        <w:rPr>
          <w:rStyle w:val="CodeDansTexte"/>
        </w:rPr>
        <w:t>()</w:t>
      </w:r>
      <w:r>
        <w:t xml:space="preserve">. Nous utilisons alors deux boucles « tant que » en </w:t>
      </w:r>
      <w:r w:rsidRPr="003D7ECC">
        <w:rPr>
          <w:rStyle w:val="PuceRepere"/>
        </w:rPr>
        <w:t>1</w:t>
      </w:r>
      <w:r>
        <w:t xml:space="preserve"> et </w:t>
      </w:r>
      <w:r w:rsidRPr="003D7ECC">
        <w:rPr>
          <w:rStyle w:val="PuceRepere"/>
        </w:rPr>
        <w:t>2</w:t>
      </w:r>
      <w:r>
        <w:t xml:space="preserve"> pour remplir le carré de cercles d’un rayon de 0,5. En </w:t>
      </w:r>
      <w:r w:rsidRPr="003D7ECC">
        <w:rPr>
          <w:rStyle w:val="PuceRepere"/>
        </w:rPr>
        <w:t>3</w:t>
      </w:r>
      <w:r>
        <w:t xml:space="preserve"> nous traçons le cercle et en </w:t>
      </w:r>
      <w:r w:rsidRPr="003D7ECC">
        <w:rPr>
          <w:rStyle w:val="PuceRepere"/>
        </w:rPr>
        <w:t>4</w:t>
      </w:r>
      <w:r>
        <w:t xml:space="preserve"> nous ajoutons le cercle à la figure.</w:t>
      </w:r>
    </w:p>
    <w:p w14:paraId="1701E2AE" w14:textId="77777777" w:rsidR="00DC24E3" w:rsidRDefault="00DC24E3" w:rsidP="00DC24E3">
      <w:pPr>
        <w:pStyle w:val="TitreNiveau1"/>
      </w:pPr>
      <w:r>
        <w:t xml:space="preserve">#2 : Tracer un triangle de </w:t>
      </w:r>
      <w:proofErr w:type="spellStart"/>
      <w:r>
        <w:t>Sierpiński</w:t>
      </w:r>
      <w:proofErr w:type="spellEnd"/>
    </w:p>
    <w:p w14:paraId="68414D1B" w14:textId="0009BD93" w:rsidR="001E59DD" w:rsidRDefault="001E59DD" w:rsidP="001E59DD">
      <w:pPr>
        <w:pStyle w:val="TexteCourant"/>
        <w:rPr>
          <w:rFonts w:ascii="Times" w:hAnsi="Times" w:cs="Times"/>
          <w:szCs w:val="24"/>
          <w:lang w:val="en-US"/>
        </w:rPr>
      </w:pPr>
      <w:r>
        <w:t xml:space="preserve">Le programme traçant le triangle de </w:t>
      </w:r>
      <w:proofErr w:type="spellStart"/>
      <w:r w:rsidRPr="00801098">
        <w:rPr>
          <w:rStyle w:val="CodeDansTexte"/>
        </w:rPr>
        <w:t>Sierpiński</w:t>
      </w:r>
      <w:proofErr w:type="spellEnd"/>
      <w:r>
        <w:t xml:space="preserve"> est le suivant :</w:t>
      </w:r>
    </w:p>
    <w:p w14:paraId="44AF7B0A" w14:textId="77777777" w:rsidR="001E59DD" w:rsidRDefault="001E59DD" w:rsidP="001E59DD">
      <w:pPr>
        <w:pStyle w:val="Code"/>
        <w:rPr>
          <w:lang w:val="en-US"/>
        </w:rPr>
      </w:pPr>
      <w:r>
        <w:rPr>
          <w:lang w:val="en-US"/>
        </w:rPr>
        <w:t>'''</w:t>
      </w:r>
    </w:p>
    <w:p w14:paraId="1B1003AE" w14:textId="77777777" w:rsidR="001E59DD" w:rsidRDefault="001E59DD" w:rsidP="001E59DD">
      <w:pPr>
        <w:pStyle w:val="Code"/>
        <w:rPr>
          <w:lang w:val="en-US"/>
        </w:rPr>
      </w:pPr>
      <w:r>
        <w:rPr>
          <w:lang w:val="en-US"/>
        </w:rPr>
        <w:t>sierpinski.py</w:t>
      </w:r>
    </w:p>
    <w:p w14:paraId="085A5F48" w14:textId="77777777" w:rsidR="001E59DD" w:rsidRDefault="001E59DD" w:rsidP="001E59DD">
      <w:pPr>
        <w:pStyle w:val="Code"/>
        <w:rPr>
          <w:lang w:val="en-US"/>
        </w:rPr>
      </w:pPr>
      <w:r>
        <w:rPr>
          <w:lang w:val="en-US"/>
        </w:rPr>
        <w:t xml:space="preserve">Draw the </w:t>
      </w:r>
      <w:proofErr w:type="spellStart"/>
      <w:r>
        <w:rPr>
          <w:lang w:val="en-US"/>
        </w:rPr>
        <w:t>Sierpinski</w:t>
      </w:r>
      <w:proofErr w:type="spellEnd"/>
      <w:r>
        <w:rPr>
          <w:lang w:val="en-US"/>
        </w:rPr>
        <w:t xml:space="preserve"> triangle</w:t>
      </w:r>
    </w:p>
    <w:p w14:paraId="0E05F2A0" w14:textId="77777777" w:rsidR="001E59DD" w:rsidRDefault="001E59DD" w:rsidP="001E59DD">
      <w:pPr>
        <w:pStyle w:val="Code"/>
        <w:rPr>
          <w:lang w:val="en-US"/>
        </w:rPr>
      </w:pPr>
      <w:r>
        <w:rPr>
          <w:lang w:val="en-US"/>
        </w:rPr>
        <w:t>'''</w:t>
      </w:r>
    </w:p>
    <w:p w14:paraId="153990B6" w14:textId="77777777" w:rsidR="001E59DD" w:rsidRDefault="001E59DD" w:rsidP="001E59DD">
      <w:pPr>
        <w:pStyle w:val="Code"/>
        <w:rPr>
          <w:lang w:val="en-US"/>
        </w:rPr>
      </w:pPr>
      <w:r>
        <w:rPr>
          <w:lang w:val="en-US"/>
        </w:rPr>
        <w:t>import random</w:t>
      </w:r>
    </w:p>
    <w:p w14:paraId="5C714C84" w14:textId="77777777" w:rsidR="001E59DD" w:rsidRDefault="001E59DD" w:rsidP="001E59DD">
      <w:pPr>
        <w:pStyle w:val="Code"/>
        <w:rPr>
          <w:lang w:val="en-US"/>
        </w:rPr>
      </w:pPr>
      <w:r>
        <w:rPr>
          <w:lang w:val="en-US"/>
        </w:rPr>
        <w:t xml:space="preserve">import </w:t>
      </w:r>
      <w:proofErr w:type="spellStart"/>
      <w:r>
        <w:rPr>
          <w:lang w:val="en-US"/>
        </w:rPr>
        <w:t>matplotlib.pyplot</w:t>
      </w:r>
      <w:proofErr w:type="spellEnd"/>
      <w:r>
        <w:rPr>
          <w:lang w:val="en-US"/>
        </w:rPr>
        <w:t xml:space="preserve"> as </w:t>
      </w:r>
      <w:proofErr w:type="spellStart"/>
      <w:r>
        <w:rPr>
          <w:lang w:val="en-US"/>
        </w:rPr>
        <w:t>plt</w:t>
      </w:r>
      <w:proofErr w:type="spellEnd"/>
    </w:p>
    <w:p w14:paraId="019138DA" w14:textId="77777777" w:rsidR="001E59DD" w:rsidRDefault="001E59DD" w:rsidP="001E59DD">
      <w:pPr>
        <w:pStyle w:val="Code"/>
        <w:rPr>
          <w:lang w:val="en-US"/>
        </w:rPr>
      </w:pPr>
      <w:proofErr w:type="spellStart"/>
      <w:r>
        <w:rPr>
          <w:lang w:val="en-US"/>
        </w:rPr>
        <w:t>def</w:t>
      </w:r>
      <w:proofErr w:type="spellEnd"/>
      <w:r>
        <w:rPr>
          <w:lang w:val="en-US"/>
        </w:rPr>
        <w:t xml:space="preserve"> transformation_1(p):</w:t>
      </w:r>
    </w:p>
    <w:p w14:paraId="3B3EAEF4" w14:textId="77777777" w:rsidR="001E59DD" w:rsidRDefault="001E59DD" w:rsidP="001E59DD">
      <w:pPr>
        <w:pStyle w:val="Code"/>
        <w:rPr>
          <w:lang w:val="en-US"/>
        </w:rPr>
      </w:pPr>
      <w:r>
        <w:rPr>
          <w:lang w:val="en-US"/>
        </w:rPr>
        <w:t xml:space="preserve">    x = p[0]</w:t>
      </w:r>
    </w:p>
    <w:p w14:paraId="6ECAA37A" w14:textId="77777777" w:rsidR="001E59DD" w:rsidRDefault="001E59DD" w:rsidP="001E59DD">
      <w:pPr>
        <w:pStyle w:val="Code"/>
        <w:rPr>
          <w:lang w:val="en-US"/>
        </w:rPr>
      </w:pPr>
      <w:r>
        <w:rPr>
          <w:lang w:val="en-US"/>
        </w:rPr>
        <w:t xml:space="preserve">    y = p[1]</w:t>
      </w:r>
    </w:p>
    <w:p w14:paraId="6EEE66A5" w14:textId="77777777" w:rsidR="001E59DD" w:rsidRDefault="001E59DD" w:rsidP="001E59DD">
      <w:pPr>
        <w:pStyle w:val="Code"/>
        <w:rPr>
          <w:lang w:val="en-US"/>
        </w:rPr>
      </w:pPr>
      <w:r>
        <w:rPr>
          <w:lang w:val="en-US"/>
        </w:rPr>
        <w:t xml:space="preserve">    x1 = 0.5*x</w:t>
      </w:r>
    </w:p>
    <w:p w14:paraId="4AE4B45D" w14:textId="77777777" w:rsidR="001E59DD" w:rsidRDefault="001E59DD" w:rsidP="001E59DD">
      <w:pPr>
        <w:pStyle w:val="Code"/>
        <w:rPr>
          <w:lang w:val="en-US"/>
        </w:rPr>
      </w:pPr>
      <w:r>
        <w:rPr>
          <w:lang w:val="en-US"/>
        </w:rPr>
        <w:t xml:space="preserve">    y1 = 0.5*y</w:t>
      </w:r>
    </w:p>
    <w:p w14:paraId="42E82755" w14:textId="77777777" w:rsidR="001E59DD" w:rsidRDefault="001E59DD" w:rsidP="001E59DD">
      <w:pPr>
        <w:pStyle w:val="Code"/>
        <w:rPr>
          <w:lang w:val="en-US"/>
        </w:rPr>
      </w:pPr>
      <w:r>
        <w:rPr>
          <w:lang w:val="en-US"/>
        </w:rPr>
        <w:t xml:space="preserve">    return x1, y1</w:t>
      </w:r>
    </w:p>
    <w:p w14:paraId="5F39AFA9" w14:textId="77777777" w:rsidR="001E59DD" w:rsidRDefault="001E59DD" w:rsidP="001E59DD">
      <w:pPr>
        <w:pStyle w:val="Code"/>
        <w:rPr>
          <w:lang w:val="en-US"/>
        </w:rPr>
      </w:pPr>
      <w:proofErr w:type="spellStart"/>
      <w:r>
        <w:rPr>
          <w:lang w:val="en-US"/>
        </w:rPr>
        <w:t>def</w:t>
      </w:r>
      <w:proofErr w:type="spellEnd"/>
      <w:r>
        <w:rPr>
          <w:lang w:val="en-US"/>
        </w:rPr>
        <w:t xml:space="preserve"> transformation_2(p):</w:t>
      </w:r>
    </w:p>
    <w:p w14:paraId="4314C0AF" w14:textId="77777777" w:rsidR="001E59DD" w:rsidRDefault="001E59DD" w:rsidP="001E59DD">
      <w:pPr>
        <w:pStyle w:val="Code"/>
        <w:rPr>
          <w:lang w:val="en-US"/>
        </w:rPr>
      </w:pPr>
      <w:r>
        <w:rPr>
          <w:lang w:val="en-US"/>
        </w:rPr>
        <w:t xml:space="preserve">    x = p[0]</w:t>
      </w:r>
    </w:p>
    <w:p w14:paraId="0E30CEB2" w14:textId="77777777" w:rsidR="001E59DD" w:rsidRDefault="001E59DD" w:rsidP="001E59DD">
      <w:pPr>
        <w:pStyle w:val="Code"/>
        <w:rPr>
          <w:lang w:val="en-US"/>
        </w:rPr>
      </w:pPr>
      <w:r>
        <w:rPr>
          <w:lang w:val="en-US"/>
        </w:rPr>
        <w:t xml:space="preserve">    y = p[1]</w:t>
      </w:r>
    </w:p>
    <w:p w14:paraId="01764355" w14:textId="77777777" w:rsidR="001E59DD" w:rsidRDefault="001E59DD" w:rsidP="001E59DD">
      <w:pPr>
        <w:pStyle w:val="Code"/>
        <w:rPr>
          <w:lang w:val="en-US"/>
        </w:rPr>
      </w:pPr>
      <w:r>
        <w:rPr>
          <w:lang w:val="en-US"/>
        </w:rPr>
        <w:t xml:space="preserve">    x1 = 0.5*x + 0.5</w:t>
      </w:r>
    </w:p>
    <w:p w14:paraId="3101BDFD" w14:textId="77777777" w:rsidR="001E59DD" w:rsidRDefault="001E59DD" w:rsidP="001E59DD">
      <w:pPr>
        <w:pStyle w:val="Code"/>
        <w:rPr>
          <w:lang w:val="en-US"/>
        </w:rPr>
      </w:pPr>
      <w:r>
        <w:rPr>
          <w:lang w:val="en-US"/>
        </w:rPr>
        <w:t xml:space="preserve">    y1 = 0.5*y + 0.5</w:t>
      </w:r>
    </w:p>
    <w:p w14:paraId="2AE26FE6" w14:textId="77777777" w:rsidR="001E59DD" w:rsidRDefault="001E59DD" w:rsidP="001E59DD">
      <w:pPr>
        <w:pStyle w:val="Code"/>
        <w:rPr>
          <w:lang w:val="en-US"/>
        </w:rPr>
      </w:pPr>
      <w:r>
        <w:rPr>
          <w:lang w:val="en-US"/>
        </w:rPr>
        <w:t xml:space="preserve">    return x1, y1</w:t>
      </w:r>
    </w:p>
    <w:p w14:paraId="4BEB997E" w14:textId="77777777" w:rsidR="001E59DD" w:rsidRDefault="001E59DD" w:rsidP="001E59DD">
      <w:pPr>
        <w:pStyle w:val="Code"/>
        <w:rPr>
          <w:lang w:val="en-US"/>
        </w:rPr>
      </w:pPr>
      <w:proofErr w:type="spellStart"/>
      <w:r>
        <w:rPr>
          <w:lang w:val="en-US"/>
        </w:rPr>
        <w:t>def</w:t>
      </w:r>
      <w:proofErr w:type="spellEnd"/>
      <w:r>
        <w:rPr>
          <w:lang w:val="en-US"/>
        </w:rPr>
        <w:t xml:space="preserve"> transformation_3(p):</w:t>
      </w:r>
    </w:p>
    <w:p w14:paraId="286C4B2F" w14:textId="77777777" w:rsidR="001E59DD" w:rsidRDefault="001E59DD" w:rsidP="001E59DD">
      <w:pPr>
        <w:pStyle w:val="Code"/>
        <w:rPr>
          <w:lang w:val="en-US"/>
        </w:rPr>
      </w:pPr>
      <w:r>
        <w:rPr>
          <w:lang w:val="en-US"/>
        </w:rPr>
        <w:t xml:space="preserve">    x = p[0]</w:t>
      </w:r>
    </w:p>
    <w:p w14:paraId="5D8D021E" w14:textId="77777777" w:rsidR="001E59DD" w:rsidRDefault="001E59DD" w:rsidP="001E59DD">
      <w:pPr>
        <w:pStyle w:val="Code"/>
        <w:rPr>
          <w:lang w:val="en-US"/>
        </w:rPr>
      </w:pPr>
      <w:r>
        <w:rPr>
          <w:lang w:val="en-US"/>
        </w:rPr>
        <w:t xml:space="preserve">    y = p[1]</w:t>
      </w:r>
    </w:p>
    <w:p w14:paraId="05973402" w14:textId="77777777" w:rsidR="001E59DD" w:rsidRDefault="001E59DD" w:rsidP="001E59DD">
      <w:pPr>
        <w:pStyle w:val="Code"/>
        <w:rPr>
          <w:lang w:val="en-US"/>
        </w:rPr>
      </w:pPr>
      <w:r>
        <w:rPr>
          <w:lang w:val="en-US"/>
        </w:rPr>
        <w:t xml:space="preserve">    x1 = 0.5*x + 1</w:t>
      </w:r>
    </w:p>
    <w:p w14:paraId="14B2F4EA" w14:textId="77777777" w:rsidR="001E59DD" w:rsidRDefault="001E59DD" w:rsidP="001E59DD">
      <w:pPr>
        <w:pStyle w:val="Code"/>
        <w:rPr>
          <w:lang w:val="en-US"/>
        </w:rPr>
      </w:pPr>
      <w:r>
        <w:rPr>
          <w:lang w:val="en-US"/>
        </w:rPr>
        <w:t xml:space="preserve">    y1 = 0.5*y</w:t>
      </w:r>
    </w:p>
    <w:p w14:paraId="306A73B9" w14:textId="77777777" w:rsidR="001E59DD" w:rsidRDefault="001E59DD" w:rsidP="001E59DD">
      <w:pPr>
        <w:pStyle w:val="Code"/>
        <w:rPr>
          <w:lang w:val="en-US"/>
        </w:rPr>
      </w:pPr>
      <w:r>
        <w:rPr>
          <w:lang w:val="en-US"/>
        </w:rPr>
        <w:t xml:space="preserve">    return x1, y1</w:t>
      </w:r>
    </w:p>
    <w:p w14:paraId="7EE65B51" w14:textId="77777777" w:rsidR="001E59DD" w:rsidRDefault="001E59DD" w:rsidP="001E59DD">
      <w:pPr>
        <w:pStyle w:val="Code"/>
        <w:rPr>
          <w:lang w:val="en-US"/>
        </w:rPr>
      </w:pPr>
      <w:proofErr w:type="spellStart"/>
      <w:r>
        <w:rPr>
          <w:lang w:val="en-US"/>
        </w:rPr>
        <w:t>def</w:t>
      </w:r>
      <w:proofErr w:type="spellEnd"/>
      <w:r>
        <w:rPr>
          <w:lang w:val="en-US"/>
        </w:rPr>
        <w:t xml:space="preserve"> </w:t>
      </w:r>
      <w:proofErr w:type="spellStart"/>
      <w:r>
        <w:rPr>
          <w:lang w:val="en-US"/>
        </w:rPr>
        <w:t>get_index</w:t>
      </w:r>
      <w:proofErr w:type="spellEnd"/>
      <w:r>
        <w:rPr>
          <w:lang w:val="en-US"/>
        </w:rPr>
        <w:t>(probability):</w:t>
      </w:r>
    </w:p>
    <w:p w14:paraId="664A2DD5" w14:textId="77777777" w:rsidR="001E59DD" w:rsidRDefault="001E59DD" w:rsidP="001E59DD">
      <w:pPr>
        <w:pStyle w:val="Code"/>
        <w:rPr>
          <w:lang w:val="en-US"/>
        </w:rPr>
      </w:pPr>
      <w:r>
        <w:rPr>
          <w:lang w:val="en-US"/>
        </w:rPr>
        <w:t xml:space="preserve">    r = </w:t>
      </w:r>
      <w:proofErr w:type="spellStart"/>
      <w:r>
        <w:rPr>
          <w:lang w:val="en-US"/>
        </w:rPr>
        <w:t>random.random</w:t>
      </w:r>
      <w:proofErr w:type="spellEnd"/>
      <w:r>
        <w:rPr>
          <w:lang w:val="en-US"/>
        </w:rPr>
        <w:t>()</w:t>
      </w:r>
    </w:p>
    <w:p w14:paraId="46CD2483" w14:textId="77777777" w:rsidR="001E59DD" w:rsidRDefault="001E59DD" w:rsidP="001E59DD">
      <w:pPr>
        <w:pStyle w:val="Code"/>
        <w:rPr>
          <w:lang w:val="en-US"/>
        </w:rPr>
      </w:pPr>
      <w:r>
        <w:rPr>
          <w:lang w:val="en-US"/>
        </w:rPr>
        <w:t xml:space="preserve">    </w:t>
      </w:r>
      <w:proofErr w:type="spellStart"/>
      <w:r>
        <w:rPr>
          <w:lang w:val="en-US"/>
        </w:rPr>
        <w:t>c_probability</w:t>
      </w:r>
      <w:proofErr w:type="spellEnd"/>
      <w:r>
        <w:rPr>
          <w:lang w:val="en-US"/>
        </w:rPr>
        <w:t xml:space="preserve"> = 0</w:t>
      </w:r>
    </w:p>
    <w:p w14:paraId="46FE9127" w14:textId="77777777" w:rsidR="001E59DD" w:rsidRDefault="001E59DD" w:rsidP="001E59DD">
      <w:pPr>
        <w:pStyle w:val="Code"/>
        <w:rPr>
          <w:lang w:val="en-US"/>
        </w:rPr>
      </w:pPr>
      <w:r>
        <w:rPr>
          <w:lang w:val="en-US"/>
        </w:rPr>
        <w:t xml:space="preserve">    </w:t>
      </w:r>
      <w:proofErr w:type="spellStart"/>
      <w:r>
        <w:rPr>
          <w:lang w:val="en-US"/>
        </w:rPr>
        <w:t>sum_probability</w:t>
      </w:r>
      <w:proofErr w:type="spellEnd"/>
      <w:r>
        <w:rPr>
          <w:lang w:val="en-US"/>
        </w:rPr>
        <w:t xml:space="preserve"> = []</w:t>
      </w:r>
    </w:p>
    <w:p w14:paraId="2F135DA9" w14:textId="77777777" w:rsidR="001E59DD" w:rsidRDefault="001E59DD" w:rsidP="001E59DD">
      <w:pPr>
        <w:pStyle w:val="Code"/>
        <w:rPr>
          <w:lang w:val="en-US"/>
        </w:rPr>
      </w:pPr>
      <w:r>
        <w:rPr>
          <w:lang w:val="en-US"/>
        </w:rPr>
        <w:t xml:space="preserve">    for p in probability:</w:t>
      </w:r>
    </w:p>
    <w:p w14:paraId="14FCE3BB" w14:textId="77777777" w:rsidR="001E59DD" w:rsidRDefault="001E59DD" w:rsidP="001E59DD">
      <w:pPr>
        <w:pStyle w:val="Code"/>
        <w:rPr>
          <w:lang w:val="en-US"/>
        </w:rPr>
      </w:pPr>
      <w:r>
        <w:rPr>
          <w:lang w:val="en-US"/>
        </w:rPr>
        <w:t xml:space="preserve">        </w:t>
      </w:r>
      <w:proofErr w:type="spellStart"/>
      <w:r>
        <w:rPr>
          <w:lang w:val="en-US"/>
        </w:rPr>
        <w:t>c_probability</w:t>
      </w:r>
      <w:proofErr w:type="spellEnd"/>
      <w:r>
        <w:rPr>
          <w:lang w:val="en-US"/>
        </w:rPr>
        <w:t xml:space="preserve"> += p</w:t>
      </w:r>
    </w:p>
    <w:p w14:paraId="44B92D6A" w14:textId="77777777" w:rsidR="001E59DD" w:rsidRDefault="001E59DD" w:rsidP="001E59DD">
      <w:pPr>
        <w:pStyle w:val="Code"/>
        <w:rPr>
          <w:lang w:val="en-US"/>
        </w:rPr>
      </w:pPr>
      <w:r>
        <w:rPr>
          <w:lang w:val="en-US"/>
        </w:rPr>
        <w:t xml:space="preserve">        </w:t>
      </w:r>
      <w:proofErr w:type="spellStart"/>
      <w:r>
        <w:rPr>
          <w:lang w:val="en-US"/>
        </w:rPr>
        <w:t>sum_probability.append</w:t>
      </w:r>
      <w:proofErr w:type="spellEnd"/>
      <w:r>
        <w:rPr>
          <w:lang w:val="en-US"/>
        </w:rPr>
        <w:t>(</w:t>
      </w:r>
      <w:proofErr w:type="spellStart"/>
      <w:r>
        <w:rPr>
          <w:lang w:val="en-US"/>
        </w:rPr>
        <w:t>c_probability</w:t>
      </w:r>
      <w:proofErr w:type="spellEnd"/>
      <w:r>
        <w:rPr>
          <w:lang w:val="en-US"/>
        </w:rPr>
        <w:t>)</w:t>
      </w:r>
    </w:p>
    <w:p w14:paraId="0F1002FE" w14:textId="77777777" w:rsidR="001E59DD" w:rsidRDefault="001E59DD" w:rsidP="001E59DD">
      <w:pPr>
        <w:pStyle w:val="Code"/>
        <w:rPr>
          <w:lang w:val="en-US"/>
        </w:rPr>
      </w:pPr>
      <w:r>
        <w:rPr>
          <w:lang w:val="en-US"/>
        </w:rPr>
        <w:t xml:space="preserve">    for item, </w:t>
      </w:r>
      <w:proofErr w:type="spellStart"/>
      <w:r>
        <w:rPr>
          <w:lang w:val="en-US"/>
        </w:rPr>
        <w:t>sp</w:t>
      </w:r>
      <w:proofErr w:type="spellEnd"/>
      <w:r>
        <w:rPr>
          <w:lang w:val="en-US"/>
        </w:rPr>
        <w:t xml:space="preserve"> in enumerate(</w:t>
      </w:r>
      <w:proofErr w:type="spellStart"/>
      <w:r>
        <w:rPr>
          <w:lang w:val="en-US"/>
        </w:rPr>
        <w:t>sum_probability</w:t>
      </w:r>
      <w:proofErr w:type="spellEnd"/>
      <w:r>
        <w:rPr>
          <w:lang w:val="en-US"/>
        </w:rPr>
        <w:t>):</w:t>
      </w:r>
    </w:p>
    <w:p w14:paraId="744F88B0" w14:textId="77777777" w:rsidR="001E59DD" w:rsidRDefault="001E59DD" w:rsidP="001E59DD">
      <w:pPr>
        <w:pStyle w:val="Code"/>
        <w:rPr>
          <w:lang w:val="en-US"/>
        </w:rPr>
      </w:pPr>
      <w:r>
        <w:rPr>
          <w:lang w:val="en-US"/>
        </w:rPr>
        <w:t xml:space="preserve">        if r &lt;= </w:t>
      </w:r>
      <w:proofErr w:type="spellStart"/>
      <w:r>
        <w:rPr>
          <w:lang w:val="en-US"/>
        </w:rPr>
        <w:t>sp</w:t>
      </w:r>
      <w:proofErr w:type="spellEnd"/>
      <w:r>
        <w:rPr>
          <w:lang w:val="en-US"/>
        </w:rPr>
        <w:t>:</w:t>
      </w:r>
    </w:p>
    <w:p w14:paraId="2A3BAD8B" w14:textId="77777777" w:rsidR="001E59DD" w:rsidRDefault="001E59DD" w:rsidP="001E59DD">
      <w:pPr>
        <w:pStyle w:val="Code"/>
        <w:rPr>
          <w:lang w:val="en-US"/>
        </w:rPr>
      </w:pPr>
      <w:r>
        <w:rPr>
          <w:lang w:val="en-US"/>
        </w:rPr>
        <w:t xml:space="preserve">            return item</w:t>
      </w:r>
    </w:p>
    <w:p w14:paraId="4E7D6CA9" w14:textId="77777777" w:rsidR="001E59DD" w:rsidRDefault="001E59DD" w:rsidP="001E59DD">
      <w:pPr>
        <w:pStyle w:val="Code"/>
        <w:rPr>
          <w:lang w:val="en-US"/>
        </w:rPr>
      </w:pPr>
      <w:r>
        <w:rPr>
          <w:lang w:val="en-US"/>
        </w:rPr>
        <w:t xml:space="preserve">    return </w:t>
      </w:r>
      <w:proofErr w:type="spellStart"/>
      <w:r>
        <w:rPr>
          <w:lang w:val="en-US"/>
        </w:rPr>
        <w:t>len</w:t>
      </w:r>
      <w:proofErr w:type="spellEnd"/>
      <w:r>
        <w:rPr>
          <w:lang w:val="en-US"/>
        </w:rPr>
        <w:t>(probability)-1</w:t>
      </w:r>
    </w:p>
    <w:p w14:paraId="3CBE6DF4" w14:textId="77777777" w:rsidR="001E59DD" w:rsidRDefault="001E59DD" w:rsidP="001E59DD">
      <w:pPr>
        <w:pStyle w:val="Code"/>
        <w:rPr>
          <w:lang w:val="en-US"/>
        </w:rPr>
      </w:pPr>
      <w:proofErr w:type="spellStart"/>
      <w:r>
        <w:rPr>
          <w:lang w:val="en-US"/>
        </w:rPr>
        <w:t>def</w:t>
      </w:r>
      <w:proofErr w:type="spellEnd"/>
      <w:r>
        <w:rPr>
          <w:lang w:val="en-US"/>
        </w:rPr>
        <w:t xml:space="preserve"> transform(p):</w:t>
      </w:r>
    </w:p>
    <w:p w14:paraId="708D0C52" w14:textId="77777777" w:rsidR="001E59DD" w:rsidRDefault="001E59DD" w:rsidP="001E59DD">
      <w:pPr>
        <w:pStyle w:val="Code"/>
        <w:rPr>
          <w:lang w:val="en-US"/>
        </w:rPr>
      </w:pPr>
      <w:r>
        <w:rPr>
          <w:lang w:val="en-US"/>
        </w:rPr>
        <w:t xml:space="preserve">    # list of transformation functions</w:t>
      </w:r>
    </w:p>
    <w:p w14:paraId="6E1E8818" w14:textId="77777777" w:rsidR="001E59DD" w:rsidRDefault="001E59DD" w:rsidP="001E59DD">
      <w:pPr>
        <w:pStyle w:val="Code"/>
        <w:rPr>
          <w:lang w:val="en-US"/>
        </w:rPr>
      </w:pPr>
      <w:r>
        <w:rPr>
          <w:lang w:val="en-US"/>
        </w:rPr>
        <w:t xml:space="preserve">    transformations = [transformation_1, transformation_2, transformation_3]</w:t>
      </w:r>
    </w:p>
    <w:p w14:paraId="2457E68C" w14:textId="77777777" w:rsidR="001E59DD" w:rsidRDefault="001E59DD" w:rsidP="001E59DD">
      <w:pPr>
        <w:pStyle w:val="Code"/>
        <w:rPr>
          <w:lang w:val="en-US"/>
        </w:rPr>
      </w:pPr>
      <w:r>
        <w:rPr>
          <w:lang w:val="en-US"/>
        </w:rPr>
        <w:t xml:space="preserve">    probability = [1/3, 1/3, 1/3]</w:t>
      </w:r>
    </w:p>
    <w:p w14:paraId="5B345D01" w14:textId="77777777" w:rsidR="001E59DD" w:rsidRDefault="001E59DD" w:rsidP="001E59DD">
      <w:pPr>
        <w:pStyle w:val="Code"/>
        <w:rPr>
          <w:lang w:val="en-US"/>
        </w:rPr>
      </w:pPr>
      <w:r>
        <w:rPr>
          <w:lang w:val="en-US"/>
        </w:rPr>
        <w:t xml:space="preserve">    # pick a random transformation function and call it</w:t>
      </w:r>
    </w:p>
    <w:p w14:paraId="02E0C888" w14:textId="77777777" w:rsidR="001E59DD" w:rsidRDefault="001E59DD" w:rsidP="001E59DD">
      <w:pPr>
        <w:pStyle w:val="Code"/>
        <w:rPr>
          <w:lang w:val="en-US"/>
        </w:rPr>
      </w:pPr>
      <w:r>
        <w:rPr>
          <w:lang w:val="en-US"/>
        </w:rPr>
        <w:t xml:space="preserve">    </w:t>
      </w:r>
      <w:proofErr w:type="spellStart"/>
      <w:r>
        <w:rPr>
          <w:lang w:val="en-US"/>
        </w:rPr>
        <w:t>tindex</w:t>
      </w:r>
      <w:proofErr w:type="spellEnd"/>
      <w:r>
        <w:rPr>
          <w:lang w:val="en-US"/>
        </w:rPr>
        <w:t xml:space="preserve"> = </w:t>
      </w:r>
      <w:proofErr w:type="spellStart"/>
      <w:r>
        <w:rPr>
          <w:lang w:val="en-US"/>
        </w:rPr>
        <w:t>get_index</w:t>
      </w:r>
      <w:proofErr w:type="spellEnd"/>
      <w:r>
        <w:rPr>
          <w:lang w:val="en-US"/>
        </w:rPr>
        <w:t>(probability)</w:t>
      </w:r>
    </w:p>
    <w:p w14:paraId="0479C2BB" w14:textId="77777777" w:rsidR="001E59DD" w:rsidRDefault="001E59DD" w:rsidP="001E59DD">
      <w:pPr>
        <w:pStyle w:val="Code"/>
        <w:rPr>
          <w:lang w:val="en-US"/>
        </w:rPr>
      </w:pPr>
      <w:r>
        <w:rPr>
          <w:lang w:val="en-US"/>
        </w:rPr>
        <w:t xml:space="preserve">    t = transformations[</w:t>
      </w:r>
      <w:proofErr w:type="spellStart"/>
      <w:r>
        <w:rPr>
          <w:lang w:val="en-US"/>
        </w:rPr>
        <w:t>tindex</w:t>
      </w:r>
      <w:proofErr w:type="spellEnd"/>
      <w:r>
        <w:rPr>
          <w:lang w:val="en-US"/>
        </w:rPr>
        <w:t>]</w:t>
      </w:r>
    </w:p>
    <w:p w14:paraId="4E3031B0" w14:textId="77777777" w:rsidR="001E59DD" w:rsidRDefault="001E59DD" w:rsidP="001E59DD">
      <w:pPr>
        <w:pStyle w:val="Code"/>
        <w:rPr>
          <w:lang w:val="en-US"/>
        </w:rPr>
      </w:pPr>
      <w:r>
        <w:rPr>
          <w:lang w:val="en-US"/>
        </w:rPr>
        <w:t xml:space="preserve">    x, y = t(p)</w:t>
      </w:r>
    </w:p>
    <w:p w14:paraId="29EF0EC9" w14:textId="77777777" w:rsidR="001E59DD" w:rsidRDefault="001E59DD" w:rsidP="001E59DD">
      <w:pPr>
        <w:pStyle w:val="Code"/>
        <w:rPr>
          <w:lang w:val="en-US"/>
        </w:rPr>
      </w:pPr>
      <w:r>
        <w:rPr>
          <w:lang w:val="en-US"/>
        </w:rPr>
        <w:t xml:space="preserve">    return x, y</w:t>
      </w:r>
    </w:p>
    <w:p w14:paraId="5317081D" w14:textId="77777777" w:rsidR="001E59DD" w:rsidRDefault="001E59DD" w:rsidP="001E59DD">
      <w:pPr>
        <w:pStyle w:val="Code"/>
        <w:rPr>
          <w:lang w:val="en-US"/>
        </w:rPr>
      </w:pPr>
      <w:proofErr w:type="spellStart"/>
      <w:r>
        <w:rPr>
          <w:lang w:val="en-US"/>
        </w:rPr>
        <w:t>def</w:t>
      </w:r>
      <w:proofErr w:type="spellEnd"/>
      <w:r>
        <w:rPr>
          <w:lang w:val="en-US"/>
        </w:rPr>
        <w:t xml:space="preserve"> </w:t>
      </w:r>
      <w:proofErr w:type="spellStart"/>
      <w:r>
        <w:rPr>
          <w:lang w:val="en-US"/>
        </w:rPr>
        <w:t>draw_sierpinski</w:t>
      </w:r>
      <w:proofErr w:type="spellEnd"/>
      <w:r>
        <w:rPr>
          <w:lang w:val="en-US"/>
        </w:rPr>
        <w:t>(n):</w:t>
      </w:r>
    </w:p>
    <w:p w14:paraId="359F2B3C" w14:textId="77777777" w:rsidR="001E59DD" w:rsidRDefault="001E59DD" w:rsidP="001E59DD">
      <w:pPr>
        <w:pStyle w:val="Code"/>
        <w:rPr>
          <w:lang w:val="en-US"/>
        </w:rPr>
      </w:pPr>
      <w:r>
        <w:rPr>
          <w:lang w:val="en-US"/>
        </w:rPr>
        <w:t xml:space="preserve">    # We start with (0, 0)</w:t>
      </w:r>
    </w:p>
    <w:p w14:paraId="364A6973" w14:textId="77777777" w:rsidR="001E59DD" w:rsidRDefault="001E59DD" w:rsidP="001E59DD">
      <w:pPr>
        <w:pStyle w:val="Code"/>
        <w:rPr>
          <w:lang w:val="en-US"/>
        </w:rPr>
      </w:pPr>
      <w:r>
        <w:rPr>
          <w:lang w:val="en-US"/>
        </w:rPr>
        <w:t xml:space="preserve">    x = [0]</w:t>
      </w:r>
    </w:p>
    <w:p w14:paraId="5FBC33A5" w14:textId="77777777" w:rsidR="001E59DD" w:rsidRDefault="001E59DD" w:rsidP="001E59DD">
      <w:pPr>
        <w:pStyle w:val="Code"/>
        <w:rPr>
          <w:lang w:val="en-US"/>
        </w:rPr>
      </w:pPr>
      <w:r>
        <w:rPr>
          <w:lang w:val="en-US"/>
        </w:rPr>
        <w:t xml:space="preserve">    y = [0]</w:t>
      </w:r>
    </w:p>
    <w:p w14:paraId="52163D19" w14:textId="21CD008F" w:rsidR="001E59DD" w:rsidRDefault="001E59DD" w:rsidP="001E59DD">
      <w:pPr>
        <w:pStyle w:val="Code"/>
        <w:rPr>
          <w:lang w:val="en-US"/>
        </w:rPr>
      </w:pPr>
      <w:r>
        <w:rPr>
          <w:lang w:val="en-US"/>
        </w:rPr>
        <w:t xml:space="preserve">    x1, y1 = 0, 0 </w:t>
      </w:r>
    </w:p>
    <w:p w14:paraId="04E9199C" w14:textId="509B247F" w:rsidR="001E59DD" w:rsidRDefault="001E59DD" w:rsidP="001E59DD">
      <w:pPr>
        <w:pStyle w:val="Code"/>
        <w:rPr>
          <w:lang w:val="en-US"/>
        </w:rPr>
      </w:pPr>
      <w:r>
        <w:rPr>
          <w:lang w:val="en-US"/>
        </w:rPr>
        <w:t xml:space="preserve">    for </w:t>
      </w:r>
      <w:proofErr w:type="spellStart"/>
      <w:r>
        <w:rPr>
          <w:lang w:val="en-US"/>
        </w:rPr>
        <w:t>i</w:t>
      </w:r>
      <w:proofErr w:type="spellEnd"/>
      <w:r>
        <w:rPr>
          <w:lang w:val="en-US"/>
        </w:rPr>
        <w:t xml:space="preserve"> in range(n):</w:t>
      </w:r>
    </w:p>
    <w:p w14:paraId="7D88282C" w14:textId="6AD3FEF7" w:rsidR="001E59DD" w:rsidRDefault="001E59DD" w:rsidP="001E59DD">
      <w:pPr>
        <w:pStyle w:val="Code"/>
        <w:rPr>
          <w:lang w:val="en-US"/>
        </w:rPr>
      </w:pPr>
      <w:r>
        <w:rPr>
          <w:lang w:val="en-US"/>
        </w:rPr>
        <w:t xml:space="preserve">        x1, y1 = transform((x1, y1))</w:t>
      </w:r>
    </w:p>
    <w:p w14:paraId="6B7A0A28" w14:textId="61E939F9" w:rsidR="001E59DD" w:rsidRDefault="001E59DD" w:rsidP="001E59DD">
      <w:pPr>
        <w:pStyle w:val="Code"/>
        <w:rPr>
          <w:lang w:val="en-US"/>
        </w:rPr>
      </w:pPr>
      <w:r>
        <w:rPr>
          <w:lang w:val="en-US"/>
        </w:rPr>
        <w:t xml:space="preserve">        </w:t>
      </w:r>
      <w:proofErr w:type="spellStart"/>
      <w:r>
        <w:rPr>
          <w:lang w:val="en-US"/>
        </w:rPr>
        <w:t>x.append</w:t>
      </w:r>
      <w:proofErr w:type="spellEnd"/>
      <w:r>
        <w:rPr>
          <w:lang w:val="en-US"/>
        </w:rPr>
        <w:t>(x1)</w:t>
      </w:r>
    </w:p>
    <w:p w14:paraId="43E48935" w14:textId="4B61E331" w:rsidR="001E59DD" w:rsidRDefault="001E59DD" w:rsidP="001E59DD">
      <w:pPr>
        <w:pStyle w:val="Code"/>
        <w:rPr>
          <w:lang w:val="en-US"/>
        </w:rPr>
      </w:pPr>
      <w:r>
        <w:rPr>
          <w:lang w:val="en-US"/>
        </w:rPr>
        <w:t xml:space="preserve">        </w:t>
      </w:r>
      <w:proofErr w:type="spellStart"/>
      <w:r>
        <w:rPr>
          <w:lang w:val="en-US"/>
        </w:rPr>
        <w:t>y.append</w:t>
      </w:r>
      <w:proofErr w:type="spellEnd"/>
      <w:r>
        <w:rPr>
          <w:lang w:val="en-US"/>
        </w:rPr>
        <w:t>(y1)</w:t>
      </w:r>
    </w:p>
    <w:p w14:paraId="317086A7" w14:textId="0555B18F" w:rsidR="001E59DD" w:rsidRDefault="001E59DD" w:rsidP="001E59DD">
      <w:pPr>
        <w:pStyle w:val="Code"/>
        <w:rPr>
          <w:lang w:val="en-US"/>
        </w:rPr>
      </w:pPr>
      <w:r>
        <w:rPr>
          <w:lang w:val="en-US"/>
        </w:rPr>
        <w:t xml:space="preserve">    return x, y </w:t>
      </w:r>
    </w:p>
    <w:p w14:paraId="44EA8AB0" w14:textId="77777777" w:rsidR="001E59DD" w:rsidRDefault="001E59DD" w:rsidP="001E59DD">
      <w:pPr>
        <w:pStyle w:val="Code"/>
        <w:rPr>
          <w:lang w:val="en-US"/>
        </w:rPr>
      </w:pPr>
      <w:r>
        <w:rPr>
          <w:lang w:val="en-US"/>
        </w:rPr>
        <w:t>if __name__ == '__main__':</w:t>
      </w:r>
    </w:p>
    <w:p w14:paraId="022B5286" w14:textId="4E0F12A4" w:rsidR="001E59DD" w:rsidRDefault="001E59DD" w:rsidP="001E59DD">
      <w:pPr>
        <w:pStyle w:val="Code"/>
        <w:rPr>
          <w:lang w:val="en-US"/>
        </w:rPr>
      </w:pPr>
      <w:r>
        <w:rPr>
          <w:lang w:val="en-US"/>
        </w:rPr>
        <w:t xml:space="preserve">    n = </w:t>
      </w:r>
      <w:proofErr w:type="spellStart"/>
      <w:r>
        <w:rPr>
          <w:lang w:val="en-US"/>
        </w:rPr>
        <w:t>int</w:t>
      </w:r>
      <w:proofErr w:type="spellEnd"/>
      <w:r>
        <w:rPr>
          <w:lang w:val="en-US"/>
        </w:rPr>
        <w:t xml:space="preserve">(input('Enter the desired number of points in the </w:t>
      </w:r>
      <w:proofErr w:type="spellStart"/>
      <w:r>
        <w:rPr>
          <w:lang w:val="en-US"/>
        </w:rPr>
        <w:t>Sierpinski</w:t>
      </w:r>
      <w:proofErr w:type="spellEnd"/>
      <w:r>
        <w:rPr>
          <w:lang w:val="en-US"/>
        </w:rPr>
        <w:t xml:space="preserve"> Triangle: '))</w:t>
      </w:r>
    </w:p>
    <w:p w14:paraId="530999F2" w14:textId="77777777" w:rsidR="001E59DD" w:rsidRDefault="001E59DD" w:rsidP="001E59DD">
      <w:pPr>
        <w:pStyle w:val="Code"/>
        <w:rPr>
          <w:lang w:val="en-US"/>
        </w:rPr>
      </w:pPr>
      <w:r>
        <w:rPr>
          <w:lang w:val="en-US"/>
        </w:rPr>
        <w:t xml:space="preserve">    x, y = </w:t>
      </w:r>
      <w:proofErr w:type="spellStart"/>
      <w:r>
        <w:rPr>
          <w:lang w:val="en-US"/>
        </w:rPr>
        <w:t>draw_sierpinski</w:t>
      </w:r>
      <w:proofErr w:type="spellEnd"/>
      <w:r>
        <w:rPr>
          <w:lang w:val="en-US"/>
        </w:rPr>
        <w:t>(n)</w:t>
      </w:r>
    </w:p>
    <w:p w14:paraId="3263CCC2" w14:textId="77777777" w:rsidR="001E59DD" w:rsidRDefault="001E59DD" w:rsidP="001E59DD">
      <w:pPr>
        <w:pStyle w:val="Code"/>
        <w:rPr>
          <w:lang w:val="en-US"/>
        </w:rPr>
      </w:pPr>
      <w:r>
        <w:rPr>
          <w:lang w:val="en-US"/>
        </w:rPr>
        <w:t xml:space="preserve">    # Plot the points</w:t>
      </w:r>
    </w:p>
    <w:p w14:paraId="39B2F1EA" w14:textId="77777777" w:rsidR="001E59DD" w:rsidRDefault="001E59DD" w:rsidP="001E59DD">
      <w:pPr>
        <w:pStyle w:val="Code"/>
        <w:rPr>
          <w:lang w:val="en-US"/>
        </w:rPr>
      </w:pPr>
      <w:r>
        <w:rPr>
          <w:lang w:val="en-US"/>
        </w:rPr>
        <w:t xml:space="preserve">    </w:t>
      </w:r>
      <w:proofErr w:type="spellStart"/>
      <w:r>
        <w:rPr>
          <w:lang w:val="en-US"/>
        </w:rPr>
        <w:t>plt.plot</w:t>
      </w:r>
      <w:proofErr w:type="spellEnd"/>
      <w:r>
        <w:rPr>
          <w:lang w:val="en-US"/>
        </w:rPr>
        <w:t>(x, y, 'o')</w:t>
      </w:r>
    </w:p>
    <w:p w14:paraId="20F763C5" w14:textId="77777777" w:rsidR="001E59DD" w:rsidRDefault="001E59DD" w:rsidP="001E59DD">
      <w:pPr>
        <w:pStyle w:val="Code"/>
        <w:rPr>
          <w:lang w:val="en-US"/>
        </w:rPr>
      </w:pPr>
      <w:r>
        <w:rPr>
          <w:lang w:val="en-US"/>
        </w:rPr>
        <w:t xml:space="preserve">    </w:t>
      </w:r>
      <w:proofErr w:type="spellStart"/>
      <w:r>
        <w:rPr>
          <w:lang w:val="en-US"/>
        </w:rPr>
        <w:t>plt.title</w:t>
      </w:r>
      <w:proofErr w:type="spellEnd"/>
      <w:r>
        <w:rPr>
          <w:lang w:val="en-US"/>
        </w:rPr>
        <w:t>('</w:t>
      </w:r>
      <w:proofErr w:type="spellStart"/>
      <w:r>
        <w:rPr>
          <w:lang w:val="en-US"/>
        </w:rPr>
        <w:t>Sierpinski</w:t>
      </w:r>
      <w:proofErr w:type="spellEnd"/>
      <w:r>
        <w:rPr>
          <w:lang w:val="en-US"/>
        </w:rPr>
        <w:t xml:space="preserve"> with {0} </w:t>
      </w:r>
      <w:proofErr w:type="spellStart"/>
      <w:r>
        <w:rPr>
          <w:lang w:val="en-US"/>
        </w:rPr>
        <w:t>points'.format</w:t>
      </w:r>
      <w:proofErr w:type="spellEnd"/>
      <w:r>
        <w:rPr>
          <w:lang w:val="en-US"/>
        </w:rPr>
        <w:t>(n))</w:t>
      </w:r>
    </w:p>
    <w:p w14:paraId="4DBB342A" w14:textId="77777777" w:rsidR="001E59DD" w:rsidRDefault="001E59DD" w:rsidP="001E59DD">
      <w:pPr>
        <w:pStyle w:val="Code"/>
        <w:rPr>
          <w:lang w:val="en-US"/>
        </w:rPr>
      </w:pPr>
      <w:r>
        <w:rPr>
          <w:lang w:val="en-US"/>
        </w:rPr>
        <w:t xml:space="preserve">    </w:t>
      </w:r>
      <w:proofErr w:type="spellStart"/>
      <w:r>
        <w:rPr>
          <w:lang w:val="en-US"/>
        </w:rPr>
        <w:t>plt.show</w:t>
      </w:r>
      <w:proofErr w:type="spellEnd"/>
      <w:r>
        <w:rPr>
          <w:lang w:val="en-US"/>
        </w:rPr>
        <w:t>()</w:t>
      </w:r>
    </w:p>
    <w:p w14:paraId="3E61FA63" w14:textId="774036E3" w:rsidR="00DC24E3" w:rsidRDefault="001E59DD" w:rsidP="00DC24E3">
      <w:pPr>
        <w:pStyle w:val="TexteCourant"/>
      </w:pPr>
      <w:r>
        <w:t>Similairement au programme que nous avions écrit pour tracer la fougère de Barnsley, ce programme contient trois fonctions (</w:t>
      </w:r>
      <w:r w:rsidRPr="001E59DD">
        <w:rPr>
          <w:rStyle w:val="CodeDansTexte"/>
        </w:rPr>
        <w:t>transformation_1</w:t>
      </w:r>
      <w:r>
        <w:t xml:space="preserve">, </w:t>
      </w:r>
      <w:r w:rsidRPr="001E59DD">
        <w:rPr>
          <w:rStyle w:val="CodeDansTexte"/>
        </w:rPr>
        <w:t>transformation_2</w:t>
      </w:r>
      <w:r>
        <w:t xml:space="preserve"> et </w:t>
      </w:r>
      <w:r w:rsidRPr="001E59DD">
        <w:rPr>
          <w:rStyle w:val="CodeDansTexte"/>
        </w:rPr>
        <w:t>transformation_3</w:t>
      </w:r>
      <w:r>
        <w:t>) correspondant aux trois transformations possibles sélectionnées avec une probabilité équivalente.</w:t>
      </w:r>
    </w:p>
    <w:p w14:paraId="5D21DDA0" w14:textId="65EF8E34" w:rsidR="001E59DD" w:rsidRDefault="001E59DD" w:rsidP="00DC24E3">
      <w:pPr>
        <w:pStyle w:val="TexteCourant"/>
      </w:pPr>
      <w:r>
        <w:t>Lorsque vous exécutez ce programme, il demande à l’utilisateur de saisir le nombre de points constituant le triangle. Ce nombre correspond aussi au nombre de transformations appliquées à notre point initial (0, 0).</w:t>
      </w:r>
    </w:p>
    <w:p w14:paraId="24E7A69D" w14:textId="2EC3672C" w:rsidR="001E59DD" w:rsidRDefault="001E59DD" w:rsidP="00DC24E3">
      <w:pPr>
        <w:pStyle w:val="TexteCourant"/>
      </w:pPr>
      <w:r>
        <w:t>Essayez ce programme avec des nombres de points différents pour voir l’effet sur la figure tracée.</w:t>
      </w:r>
    </w:p>
    <w:p w14:paraId="4A6F66B1" w14:textId="32FD5F72" w:rsidR="001E59DD" w:rsidRPr="0043787C" w:rsidRDefault="001E59DD" w:rsidP="001E59DD">
      <w:pPr>
        <w:pStyle w:val="TitreNiveau1"/>
      </w:pPr>
      <w:r>
        <w:t>#3 : Explorer la fonction de Hénon</w:t>
      </w:r>
    </w:p>
    <w:p w14:paraId="1BC9BEE6" w14:textId="3D078FCA" w:rsidR="007511C8" w:rsidRDefault="001E59DD" w:rsidP="001E59DD">
      <w:pPr>
        <w:pStyle w:val="TexteCourant"/>
      </w:pPr>
      <w:r>
        <w:t>Le programme créant le graphique de Hénon pour 20000 points est le suivant :</w:t>
      </w:r>
    </w:p>
    <w:p w14:paraId="6DD1B1C3" w14:textId="77777777" w:rsidR="001E59DD" w:rsidRDefault="001E59DD" w:rsidP="001E59DD">
      <w:pPr>
        <w:pStyle w:val="Code"/>
        <w:rPr>
          <w:lang w:val="en-US"/>
        </w:rPr>
      </w:pPr>
      <w:r>
        <w:rPr>
          <w:lang w:val="en-US"/>
        </w:rPr>
        <w:t xml:space="preserve">''' henon.py </w:t>
      </w:r>
    </w:p>
    <w:p w14:paraId="209D897E" w14:textId="77777777" w:rsidR="001E59DD" w:rsidRDefault="001E59DD" w:rsidP="001E59DD">
      <w:pPr>
        <w:pStyle w:val="Code"/>
        <w:rPr>
          <w:lang w:val="en-US"/>
        </w:rPr>
      </w:pPr>
      <w:r>
        <w:rPr>
          <w:lang w:val="en-US"/>
        </w:rPr>
        <w:t xml:space="preserve">Plot 20,000 iterations of the </w:t>
      </w:r>
      <w:proofErr w:type="spellStart"/>
      <w:r>
        <w:rPr>
          <w:lang w:val="en-US"/>
        </w:rPr>
        <w:t>Henon</w:t>
      </w:r>
      <w:proofErr w:type="spellEnd"/>
      <w:r>
        <w:rPr>
          <w:lang w:val="en-US"/>
        </w:rPr>
        <w:t xml:space="preserve"> function</w:t>
      </w:r>
    </w:p>
    <w:p w14:paraId="56B05FCB" w14:textId="77777777" w:rsidR="001E59DD" w:rsidRDefault="001E59DD" w:rsidP="001E59DD">
      <w:pPr>
        <w:pStyle w:val="Code"/>
        <w:rPr>
          <w:lang w:val="en-US"/>
        </w:rPr>
      </w:pPr>
      <w:r>
        <w:rPr>
          <w:lang w:val="en-US"/>
        </w:rPr>
        <w:t>'''</w:t>
      </w:r>
    </w:p>
    <w:p w14:paraId="4757D15A" w14:textId="77777777" w:rsidR="001E59DD" w:rsidRDefault="001E59DD" w:rsidP="001E59DD">
      <w:pPr>
        <w:pStyle w:val="Code"/>
        <w:rPr>
          <w:lang w:val="en-US"/>
        </w:rPr>
      </w:pPr>
      <w:r>
        <w:rPr>
          <w:lang w:val="en-US"/>
        </w:rPr>
        <w:t xml:space="preserve">import </w:t>
      </w:r>
      <w:proofErr w:type="spellStart"/>
      <w:r>
        <w:rPr>
          <w:lang w:val="en-US"/>
        </w:rPr>
        <w:t>matplotlib.pyplot</w:t>
      </w:r>
      <w:proofErr w:type="spellEnd"/>
      <w:r>
        <w:rPr>
          <w:lang w:val="en-US"/>
        </w:rPr>
        <w:t xml:space="preserve"> as </w:t>
      </w:r>
      <w:proofErr w:type="spellStart"/>
      <w:r>
        <w:rPr>
          <w:lang w:val="en-US"/>
        </w:rPr>
        <w:t>plt</w:t>
      </w:r>
      <w:proofErr w:type="spellEnd"/>
    </w:p>
    <w:p w14:paraId="0F074509" w14:textId="77777777" w:rsidR="001E59DD" w:rsidRDefault="001E59DD" w:rsidP="001E59DD">
      <w:pPr>
        <w:pStyle w:val="Code"/>
        <w:rPr>
          <w:lang w:val="en-US"/>
        </w:rPr>
      </w:pPr>
      <w:proofErr w:type="spellStart"/>
      <w:r>
        <w:rPr>
          <w:lang w:val="en-US"/>
        </w:rPr>
        <w:t>def</w:t>
      </w:r>
      <w:proofErr w:type="spellEnd"/>
      <w:r>
        <w:rPr>
          <w:lang w:val="en-US"/>
        </w:rPr>
        <w:t xml:space="preserve"> transform(p):</w:t>
      </w:r>
    </w:p>
    <w:p w14:paraId="24F02DDB" w14:textId="77777777" w:rsidR="001E59DD" w:rsidRDefault="001E59DD" w:rsidP="001E59DD">
      <w:pPr>
        <w:pStyle w:val="Code"/>
        <w:rPr>
          <w:lang w:val="en-US"/>
        </w:rPr>
      </w:pPr>
      <w:r>
        <w:rPr>
          <w:lang w:val="en-US"/>
        </w:rPr>
        <w:t xml:space="preserve">    </w:t>
      </w:r>
      <w:proofErr w:type="spellStart"/>
      <w:r>
        <w:rPr>
          <w:lang w:val="en-US"/>
        </w:rPr>
        <w:t>x,y</w:t>
      </w:r>
      <w:proofErr w:type="spellEnd"/>
      <w:r>
        <w:rPr>
          <w:lang w:val="en-US"/>
        </w:rPr>
        <w:t xml:space="preserve">  = p</w:t>
      </w:r>
    </w:p>
    <w:p w14:paraId="2D1BFE41" w14:textId="77777777" w:rsidR="001E59DD" w:rsidRDefault="001E59DD" w:rsidP="001E59DD">
      <w:pPr>
        <w:pStyle w:val="Code"/>
        <w:rPr>
          <w:lang w:val="en-US"/>
        </w:rPr>
      </w:pPr>
      <w:r>
        <w:rPr>
          <w:lang w:val="en-US"/>
        </w:rPr>
        <w:t xml:space="preserve">    x1 = y + 1.0 - 1.4*x**2</w:t>
      </w:r>
    </w:p>
    <w:p w14:paraId="25F5D955" w14:textId="77777777" w:rsidR="001E59DD" w:rsidRDefault="001E59DD" w:rsidP="001E59DD">
      <w:pPr>
        <w:pStyle w:val="Code"/>
        <w:rPr>
          <w:lang w:val="en-US"/>
        </w:rPr>
      </w:pPr>
      <w:r>
        <w:rPr>
          <w:lang w:val="en-US"/>
        </w:rPr>
        <w:t xml:space="preserve">    y1 = 0.3*x</w:t>
      </w:r>
    </w:p>
    <w:p w14:paraId="639F63EC" w14:textId="6E11664E" w:rsidR="001E59DD" w:rsidRDefault="001E59DD" w:rsidP="001E59DD">
      <w:pPr>
        <w:pStyle w:val="Code"/>
        <w:rPr>
          <w:lang w:val="en-US"/>
        </w:rPr>
      </w:pPr>
      <w:r>
        <w:rPr>
          <w:lang w:val="en-US"/>
        </w:rPr>
        <w:t xml:space="preserve">    return x1, y1 </w:t>
      </w:r>
    </w:p>
    <w:p w14:paraId="74C950F6" w14:textId="77777777" w:rsidR="001E59DD" w:rsidRDefault="001E59DD" w:rsidP="001E59DD">
      <w:pPr>
        <w:pStyle w:val="Code"/>
        <w:rPr>
          <w:lang w:val="en-US"/>
        </w:rPr>
      </w:pPr>
      <w:r>
        <w:rPr>
          <w:lang w:val="en-US"/>
        </w:rPr>
        <w:t>if __name__ == '__main__':</w:t>
      </w:r>
    </w:p>
    <w:p w14:paraId="6A33F3B6" w14:textId="77777777" w:rsidR="001E59DD" w:rsidRDefault="001E59DD" w:rsidP="001E59DD">
      <w:pPr>
        <w:pStyle w:val="Code"/>
        <w:rPr>
          <w:lang w:val="en-US"/>
        </w:rPr>
      </w:pPr>
      <w:r>
        <w:rPr>
          <w:lang w:val="en-US"/>
        </w:rPr>
        <w:t xml:space="preserve">    p = (0, 0)</w:t>
      </w:r>
    </w:p>
    <w:p w14:paraId="6619812E" w14:textId="77777777" w:rsidR="001E59DD" w:rsidRDefault="001E59DD" w:rsidP="001E59DD">
      <w:pPr>
        <w:pStyle w:val="Code"/>
        <w:rPr>
          <w:lang w:val="en-US"/>
        </w:rPr>
      </w:pPr>
      <w:r>
        <w:rPr>
          <w:lang w:val="en-US"/>
        </w:rPr>
        <w:t xml:space="preserve">    x = [p[0]]</w:t>
      </w:r>
    </w:p>
    <w:p w14:paraId="7B7DA969" w14:textId="77777777" w:rsidR="001E59DD" w:rsidRDefault="001E59DD" w:rsidP="001E59DD">
      <w:pPr>
        <w:pStyle w:val="Code"/>
        <w:rPr>
          <w:lang w:val="en-US"/>
        </w:rPr>
      </w:pPr>
      <w:r>
        <w:rPr>
          <w:lang w:val="en-US"/>
        </w:rPr>
        <w:t xml:space="preserve">    y = [p[1]]</w:t>
      </w:r>
    </w:p>
    <w:p w14:paraId="1ED909F9" w14:textId="77777777" w:rsidR="001E59DD" w:rsidRDefault="001E59DD" w:rsidP="001E59DD">
      <w:pPr>
        <w:pStyle w:val="Code"/>
        <w:rPr>
          <w:lang w:val="en-US"/>
        </w:rPr>
      </w:pPr>
      <w:r>
        <w:rPr>
          <w:lang w:val="en-US"/>
        </w:rPr>
        <w:t xml:space="preserve">    for </w:t>
      </w:r>
      <w:proofErr w:type="spellStart"/>
      <w:r>
        <w:rPr>
          <w:lang w:val="en-US"/>
        </w:rPr>
        <w:t>i</w:t>
      </w:r>
      <w:proofErr w:type="spellEnd"/>
      <w:r>
        <w:rPr>
          <w:lang w:val="en-US"/>
        </w:rPr>
        <w:t xml:space="preserve"> in range(20000):</w:t>
      </w:r>
    </w:p>
    <w:p w14:paraId="07604D6F" w14:textId="77777777" w:rsidR="001E59DD" w:rsidRDefault="001E59DD" w:rsidP="001E59DD">
      <w:pPr>
        <w:pStyle w:val="Code"/>
        <w:rPr>
          <w:lang w:val="en-US"/>
        </w:rPr>
      </w:pPr>
      <w:r>
        <w:rPr>
          <w:lang w:val="en-US"/>
        </w:rPr>
        <w:t xml:space="preserve">        p = transform(p)</w:t>
      </w:r>
    </w:p>
    <w:p w14:paraId="2078ACA8" w14:textId="2C8EA879" w:rsidR="001E59DD" w:rsidRDefault="001E59DD" w:rsidP="001E59DD">
      <w:pPr>
        <w:pStyle w:val="Code"/>
        <w:rPr>
          <w:lang w:val="en-US"/>
        </w:rPr>
      </w:pPr>
      <w:r>
        <w:rPr>
          <w:lang w:val="en-US"/>
        </w:rPr>
        <w:t xml:space="preserve">        </w:t>
      </w:r>
      <w:proofErr w:type="spellStart"/>
      <w:r>
        <w:rPr>
          <w:lang w:val="en-US"/>
        </w:rPr>
        <w:t>x.append</w:t>
      </w:r>
      <w:proofErr w:type="spellEnd"/>
      <w:r>
        <w:rPr>
          <w:lang w:val="en-US"/>
        </w:rPr>
        <w:t>(p[0])</w:t>
      </w:r>
    </w:p>
    <w:p w14:paraId="50846101" w14:textId="338D883B" w:rsidR="001E59DD" w:rsidRDefault="001E59DD" w:rsidP="001E59DD">
      <w:pPr>
        <w:pStyle w:val="Code"/>
        <w:rPr>
          <w:lang w:val="en-US"/>
        </w:rPr>
      </w:pPr>
      <w:r>
        <w:rPr>
          <w:lang w:val="en-US"/>
        </w:rPr>
        <w:t xml:space="preserve">        </w:t>
      </w:r>
      <w:proofErr w:type="spellStart"/>
      <w:r>
        <w:rPr>
          <w:lang w:val="en-US"/>
        </w:rPr>
        <w:t>y.append</w:t>
      </w:r>
      <w:proofErr w:type="spellEnd"/>
      <w:r>
        <w:rPr>
          <w:lang w:val="en-US"/>
        </w:rPr>
        <w:t>(p[1])</w:t>
      </w:r>
    </w:p>
    <w:p w14:paraId="018A3125" w14:textId="1AB7D93E" w:rsidR="001E59DD" w:rsidRDefault="001E59DD" w:rsidP="001E59DD">
      <w:pPr>
        <w:pStyle w:val="Code"/>
        <w:rPr>
          <w:lang w:val="en-US"/>
        </w:rPr>
      </w:pPr>
      <w:r>
        <w:rPr>
          <w:lang w:val="en-US"/>
        </w:rPr>
        <w:t xml:space="preserve">    </w:t>
      </w:r>
      <w:proofErr w:type="spellStart"/>
      <w:r>
        <w:rPr>
          <w:lang w:val="en-US"/>
        </w:rPr>
        <w:t>plt.plot</w:t>
      </w:r>
      <w:proofErr w:type="spellEnd"/>
      <w:r>
        <w:rPr>
          <w:lang w:val="en-US"/>
        </w:rPr>
        <w:t>(x, y, 'o')</w:t>
      </w:r>
    </w:p>
    <w:p w14:paraId="2D8BFA63" w14:textId="5218BB00" w:rsidR="001E59DD" w:rsidRDefault="001E59DD" w:rsidP="001E59DD">
      <w:pPr>
        <w:pStyle w:val="Code"/>
        <w:rPr>
          <w:lang w:val="en-US"/>
        </w:rPr>
      </w:pPr>
      <w:r>
        <w:rPr>
          <w:lang w:val="en-US"/>
        </w:rPr>
        <w:t xml:space="preserve">    </w:t>
      </w:r>
      <w:proofErr w:type="spellStart"/>
      <w:r>
        <w:rPr>
          <w:lang w:val="en-US"/>
        </w:rPr>
        <w:t>plt.show</w:t>
      </w:r>
      <w:proofErr w:type="spellEnd"/>
      <w:r>
        <w:rPr>
          <w:lang w:val="en-US"/>
        </w:rPr>
        <w:t>()</w:t>
      </w:r>
    </w:p>
    <w:p w14:paraId="662413A5" w14:textId="29D34761" w:rsidR="001E59DD" w:rsidRDefault="001E59DD" w:rsidP="001E59DD">
      <w:pPr>
        <w:pStyle w:val="TexteCourant"/>
      </w:pPr>
      <w:r>
        <w:t xml:space="preserve">Le point initial (0, 0) subit 20000 transformations. La transformation, dans ce cas, est implémentée dans la fonction </w:t>
      </w:r>
      <w:proofErr w:type="spellStart"/>
      <w:r w:rsidRPr="00801098">
        <w:rPr>
          <w:rStyle w:val="CodeDansTexte"/>
        </w:rPr>
        <w:t>transform</w:t>
      </w:r>
      <w:proofErr w:type="spellEnd"/>
      <w:r w:rsidRPr="00801098">
        <w:rPr>
          <w:rStyle w:val="CodeDansTexte"/>
        </w:rPr>
        <w:t>()</w:t>
      </w:r>
      <w:r>
        <w:t xml:space="preserve">. Nous stockons les coordonnées de chaque nouveau point créé dans les deux listes </w:t>
      </w:r>
      <w:r w:rsidRPr="00801098">
        <w:rPr>
          <w:rStyle w:val="CodeDansTexte"/>
        </w:rPr>
        <w:t>x</w:t>
      </w:r>
      <w:r>
        <w:t xml:space="preserve"> et </w:t>
      </w:r>
      <w:r w:rsidRPr="001E59DD">
        <w:rPr>
          <w:rStyle w:val="CodeDansTexte"/>
        </w:rPr>
        <w:t>y</w:t>
      </w:r>
      <w:r>
        <w:t xml:space="preserve"> pour enfin tracer le graphique.</w:t>
      </w:r>
    </w:p>
    <w:p w14:paraId="111283ED" w14:textId="0D235629" w:rsidR="001E59DD" w:rsidRDefault="001E59DD" w:rsidP="001E59DD">
      <w:pPr>
        <w:pStyle w:val="TexteCourant"/>
      </w:pPr>
      <w:r>
        <w:t>Le programme animant le tracé de la fonction de Hénon nécessite un peu plus d’efforts :</w:t>
      </w:r>
    </w:p>
    <w:p w14:paraId="2B37F6E4" w14:textId="77777777" w:rsidR="001E59DD" w:rsidRDefault="001E59DD" w:rsidP="001E59DD">
      <w:pPr>
        <w:pStyle w:val="Code"/>
        <w:rPr>
          <w:lang w:val="en-US"/>
        </w:rPr>
      </w:pPr>
      <w:r>
        <w:rPr>
          <w:lang w:val="en-US"/>
        </w:rPr>
        <w:t>'''</w:t>
      </w:r>
    </w:p>
    <w:p w14:paraId="1D0764B1" w14:textId="61E1591D" w:rsidR="001E59DD" w:rsidRDefault="001E59DD" w:rsidP="001E59DD">
      <w:pPr>
        <w:pStyle w:val="Code"/>
        <w:rPr>
          <w:lang w:val="en-US"/>
        </w:rPr>
      </w:pPr>
      <w:r>
        <w:rPr>
          <w:lang w:val="en-US"/>
        </w:rPr>
        <w:t>henon_animation.py</w:t>
      </w:r>
    </w:p>
    <w:p w14:paraId="3FAEA84D" w14:textId="1D2492FE" w:rsidR="001E59DD" w:rsidRDefault="001E59DD" w:rsidP="001E59DD">
      <w:pPr>
        <w:pStyle w:val="Code"/>
        <w:rPr>
          <w:lang w:val="en-US"/>
        </w:rPr>
      </w:pPr>
      <w:r>
        <w:rPr>
          <w:lang w:val="en-US"/>
        </w:rPr>
        <w:t xml:space="preserve">Animating 20000 iterations of the </w:t>
      </w:r>
      <w:proofErr w:type="spellStart"/>
      <w:r>
        <w:rPr>
          <w:lang w:val="en-US"/>
        </w:rPr>
        <w:t>Henon</w:t>
      </w:r>
      <w:proofErr w:type="spellEnd"/>
      <w:r>
        <w:rPr>
          <w:lang w:val="en-US"/>
        </w:rPr>
        <w:t xml:space="preserve"> function</w:t>
      </w:r>
    </w:p>
    <w:p w14:paraId="2A7B6F2F" w14:textId="1F27CB81" w:rsidR="001E59DD" w:rsidRDefault="001E59DD" w:rsidP="001E59DD">
      <w:pPr>
        <w:pStyle w:val="Code"/>
        <w:rPr>
          <w:lang w:val="en-US"/>
        </w:rPr>
      </w:pPr>
      <w:r>
        <w:rPr>
          <w:lang w:val="en-US"/>
        </w:rPr>
        <w:t>'''</w:t>
      </w:r>
    </w:p>
    <w:p w14:paraId="5C65366A" w14:textId="54B6D44D" w:rsidR="001E59DD" w:rsidRDefault="001E59DD" w:rsidP="001E59DD">
      <w:pPr>
        <w:pStyle w:val="Code"/>
        <w:rPr>
          <w:lang w:val="en-US"/>
        </w:rPr>
      </w:pPr>
      <w:r>
        <w:rPr>
          <w:lang w:val="en-US"/>
        </w:rPr>
        <w:t xml:space="preserve">import </w:t>
      </w:r>
      <w:proofErr w:type="spellStart"/>
      <w:r>
        <w:rPr>
          <w:lang w:val="en-US"/>
        </w:rPr>
        <w:t>matplotlib.pyplot</w:t>
      </w:r>
      <w:proofErr w:type="spellEnd"/>
      <w:r>
        <w:rPr>
          <w:lang w:val="en-US"/>
        </w:rPr>
        <w:t xml:space="preserve"> as </w:t>
      </w:r>
      <w:proofErr w:type="spellStart"/>
      <w:r>
        <w:rPr>
          <w:lang w:val="en-US"/>
        </w:rPr>
        <w:t>plt</w:t>
      </w:r>
      <w:proofErr w:type="spellEnd"/>
    </w:p>
    <w:p w14:paraId="31E56044" w14:textId="04FB6FE8" w:rsidR="001E59DD" w:rsidRDefault="001E59DD" w:rsidP="001E59DD">
      <w:pPr>
        <w:pStyle w:val="Code"/>
        <w:rPr>
          <w:lang w:val="en-US"/>
        </w:rPr>
      </w:pPr>
      <w:r>
        <w:rPr>
          <w:lang w:val="en-US"/>
        </w:rPr>
        <w:t xml:space="preserve">from </w:t>
      </w:r>
      <w:proofErr w:type="spellStart"/>
      <w:r>
        <w:rPr>
          <w:lang w:val="en-US"/>
        </w:rPr>
        <w:t>matplotlib</w:t>
      </w:r>
      <w:proofErr w:type="spellEnd"/>
      <w:r>
        <w:rPr>
          <w:lang w:val="en-US"/>
        </w:rPr>
        <w:t xml:space="preserve"> import animation</w:t>
      </w:r>
    </w:p>
    <w:p w14:paraId="47AAEFC9" w14:textId="3D00DA45" w:rsidR="001E59DD" w:rsidRDefault="001E59DD" w:rsidP="001E59DD">
      <w:pPr>
        <w:pStyle w:val="Code"/>
        <w:rPr>
          <w:lang w:val="en-US"/>
        </w:rPr>
      </w:pPr>
      <w:proofErr w:type="spellStart"/>
      <w:r>
        <w:rPr>
          <w:lang w:val="en-US"/>
        </w:rPr>
        <w:t>def</w:t>
      </w:r>
      <w:proofErr w:type="spellEnd"/>
      <w:r>
        <w:rPr>
          <w:lang w:val="en-US"/>
        </w:rPr>
        <w:t xml:space="preserve"> transform(p):</w:t>
      </w:r>
    </w:p>
    <w:p w14:paraId="03BDDF1E" w14:textId="64C24B60" w:rsidR="001E59DD" w:rsidRDefault="001E59DD" w:rsidP="001E59DD">
      <w:pPr>
        <w:pStyle w:val="Code"/>
        <w:rPr>
          <w:lang w:val="en-US"/>
        </w:rPr>
      </w:pPr>
      <w:r>
        <w:rPr>
          <w:lang w:val="en-US"/>
        </w:rPr>
        <w:t xml:space="preserve">    </w:t>
      </w:r>
      <w:proofErr w:type="spellStart"/>
      <w:r>
        <w:rPr>
          <w:lang w:val="en-US"/>
        </w:rPr>
        <w:t>x,y</w:t>
      </w:r>
      <w:proofErr w:type="spellEnd"/>
      <w:r>
        <w:rPr>
          <w:lang w:val="en-US"/>
        </w:rPr>
        <w:t xml:space="preserve">  = p</w:t>
      </w:r>
    </w:p>
    <w:p w14:paraId="2625475C" w14:textId="0CD29891" w:rsidR="001E59DD" w:rsidRDefault="001E59DD" w:rsidP="001E59DD">
      <w:pPr>
        <w:pStyle w:val="Code"/>
        <w:rPr>
          <w:lang w:val="en-US"/>
        </w:rPr>
      </w:pPr>
      <w:r>
        <w:rPr>
          <w:lang w:val="en-US"/>
        </w:rPr>
        <w:t xml:space="preserve">    x1 = y + 1.0 - 1.4*x**2</w:t>
      </w:r>
    </w:p>
    <w:p w14:paraId="7F2F5681" w14:textId="06339B5E" w:rsidR="001E59DD" w:rsidRDefault="001E59DD" w:rsidP="001E59DD">
      <w:pPr>
        <w:pStyle w:val="Code"/>
        <w:rPr>
          <w:lang w:val="en-US"/>
        </w:rPr>
      </w:pPr>
      <w:r>
        <w:rPr>
          <w:lang w:val="en-US"/>
        </w:rPr>
        <w:t xml:space="preserve">    y1 = 0.3*x</w:t>
      </w:r>
    </w:p>
    <w:p w14:paraId="56169B02" w14:textId="04DC0A77" w:rsidR="001E59DD" w:rsidRDefault="00130D03" w:rsidP="001E59DD">
      <w:pPr>
        <w:pStyle w:val="Code"/>
        <w:rPr>
          <w:lang w:val="en-US"/>
        </w:rPr>
      </w:pPr>
      <w:r>
        <w:rPr>
          <w:lang w:val="en-US"/>
        </w:rPr>
        <w:t xml:space="preserve">    </w:t>
      </w:r>
      <w:r w:rsidR="001E59DD">
        <w:rPr>
          <w:lang w:val="en-US"/>
        </w:rPr>
        <w:t xml:space="preserve">return x1, y1 </w:t>
      </w:r>
    </w:p>
    <w:p w14:paraId="3C457737" w14:textId="088A3C3E" w:rsidR="001E59DD" w:rsidRDefault="001E59DD" w:rsidP="001E59DD">
      <w:pPr>
        <w:pStyle w:val="Code"/>
        <w:rPr>
          <w:lang w:val="en-US"/>
        </w:rPr>
      </w:pPr>
      <w:proofErr w:type="spellStart"/>
      <w:r>
        <w:rPr>
          <w:lang w:val="en-US"/>
        </w:rPr>
        <w:t>def</w:t>
      </w:r>
      <w:proofErr w:type="spellEnd"/>
      <w:r>
        <w:rPr>
          <w:lang w:val="en-US"/>
        </w:rPr>
        <w:t xml:space="preserve"> </w:t>
      </w:r>
      <w:proofErr w:type="spellStart"/>
      <w:r>
        <w:rPr>
          <w:lang w:val="en-US"/>
        </w:rPr>
        <w:t>update_points</w:t>
      </w:r>
      <w:proofErr w:type="spellEnd"/>
      <w:r>
        <w:rPr>
          <w:lang w:val="en-US"/>
        </w:rPr>
        <w:t>(</w:t>
      </w:r>
      <w:proofErr w:type="spellStart"/>
      <w:r>
        <w:rPr>
          <w:lang w:val="en-US"/>
        </w:rPr>
        <w:t>i</w:t>
      </w:r>
      <w:proofErr w:type="spellEnd"/>
      <w:r>
        <w:rPr>
          <w:lang w:val="en-US"/>
        </w:rPr>
        <w:t>, x, y, plot):</w:t>
      </w:r>
    </w:p>
    <w:p w14:paraId="4FFB4A80" w14:textId="3A35D52A" w:rsidR="001E59DD" w:rsidRDefault="001E59DD" w:rsidP="001E59DD">
      <w:pPr>
        <w:pStyle w:val="Code"/>
        <w:rPr>
          <w:lang w:val="en-US"/>
        </w:rPr>
      </w:pPr>
      <w:r>
        <w:rPr>
          <w:lang w:val="en-US"/>
        </w:rPr>
        <w:t xml:space="preserve">    </w:t>
      </w:r>
      <w:proofErr w:type="spellStart"/>
      <w:r>
        <w:rPr>
          <w:lang w:val="en-US"/>
        </w:rPr>
        <w:t>plot.set_data</w:t>
      </w:r>
      <w:proofErr w:type="spellEnd"/>
      <w:r>
        <w:rPr>
          <w:lang w:val="en-US"/>
        </w:rPr>
        <w:t>(x[:</w:t>
      </w:r>
      <w:proofErr w:type="spellStart"/>
      <w:r>
        <w:rPr>
          <w:lang w:val="en-US"/>
        </w:rPr>
        <w:t>i</w:t>
      </w:r>
      <w:proofErr w:type="spellEnd"/>
      <w:r>
        <w:rPr>
          <w:lang w:val="en-US"/>
        </w:rPr>
        <w:t>], y[:</w:t>
      </w:r>
      <w:proofErr w:type="spellStart"/>
      <w:r>
        <w:rPr>
          <w:lang w:val="en-US"/>
        </w:rPr>
        <w:t>i</w:t>
      </w:r>
      <w:proofErr w:type="spellEnd"/>
      <w:r>
        <w:rPr>
          <w:lang w:val="en-US"/>
        </w:rPr>
        <w:t>])</w:t>
      </w:r>
    </w:p>
    <w:p w14:paraId="76660250" w14:textId="3E3F8067" w:rsidR="001E59DD" w:rsidRDefault="001E59DD" w:rsidP="001E59DD">
      <w:pPr>
        <w:pStyle w:val="Code"/>
        <w:rPr>
          <w:lang w:val="en-US"/>
        </w:rPr>
      </w:pPr>
      <w:r>
        <w:rPr>
          <w:lang w:val="en-US"/>
        </w:rPr>
        <w:t xml:space="preserve">    return plot,</w:t>
      </w:r>
    </w:p>
    <w:p w14:paraId="4273B3E5" w14:textId="252DC896" w:rsidR="001E59DD" w:rsidRDefault="001E59DD" w:rsidP="001E59DD">
      <w:pPr>
        <w:pStyle w:val="Code"/>
        <w:rPr>
          <w:lang w:val="en-US"/>
        </w:rPr>
      </w:pPr>
      <w:r>
        <w:rPr>
          <w:lang w:val="en-US"/>
        </w:rPr>
        <w:t>if __name__ == '__main__':</w:t>
      </w:r>
    </w:p>
    <w:p w14:paraId="6BC92358" w14:textId="6874DBCF" w:rsidR="001E59DD" w:rsidRDefault="001E59DD" w:rsidP="001E59DD">
      <w:pPr>
        <w:pStyle w:val="Code"/>
        <w:rPr>
          <w:lang w:val="en-US"/>
        </w:rPr>
      </w:pPr>
      <w:r>
        <w:rPr>
          <w:lang w:val="en-US"/>
        </w:rPr>
        <w:t xml:space="preserve">    p = (0, 0)</w:t>
      </w:r>
    </w:p>
    <w:p w14:paraId="1E5DC7EE" w14:textId="662192AD" w:rsidR="001E59DD" w:rsidRDefault="001E59DD" w:rsidP="001E59DD">
      <w:pPr>
        <w:pStyle w:val="Code"/>
        <w:rPr>
          <w:lang w:val="en-US"/>
        </w:rPr>
      </w:pPr>
      <w:r>
        <w:rPr>
          <w:lang w:val="en-US"/>
        </w:rPr>
        <w:t xml:space="preserve">    x = [p[0]]</w:t>
      </w:r>
    </w:p>
    <w:p w14:paraId="0ECBAABD" w14:textId="3104E811" w:rsidR="001E59DD" w:rsidRDefault="001E59DD" w:rsidP="001E59DD">
      <w:pPr>
        <w:pStyle w:val="Code"/>
        <w:rPr>
          <w:lang w:val="en-US"/>
        </w:rPr>
      </w:pPr>
      <w:r>
        <w:rPr>
          <w:lang w:val="en-US"/>
        </w:rPr>
        <w:t xml:space="preserve">    y = [p[1]]</w:t>
      </w:r>
    </w:p>
    <w:p w14:paraId="3661CDC2" w14:textId="24479943" w:rsidR="001E59DD" w:rsidRDefault="001E59DD" w:rsidP="001E59DD">
      <w:pPr>
        <w:pStyle w:val="Code"/>
        <w:rPr>
          <w:lang w:val="en-US"/>
        </w:rPr>
      </w:pPr>
      <w:r>
        <w:rPr>
          <w:lang w:val="en-US"/>
        </w:rPr>
        <w:t xml:space="preserve">    for </w:t>
      </w:r>
      <w:proofErr w:type="spellStart"/>
      <w:r>
        <w:rPr>
          <w:lang w:val="en-US"/>
        </w:rPr>
        <w:t>i</w:t>
      </w:r>
      <w:proofErr w:type="spellEnd"/>
      <w:r>
        <w:rPr>
          <w:lang w:val="en-US"/>
        </w:rPr>
        <w:t xml:space="preserve"> in range(10000):</w:t>
      </w:r>
    </w:p>
    <w:p w14:paraId="611F4EB0" w14:textId="69CF64F2" w:rsidR="001E59DD" w:rsidRDefault="001E59DD" w:rsidP="001E59DD">
      <w:pPr>
        <w:pStyle w:val="Code"/>
        <w:rPr>
          <w:lang w:val="en-US"/>
        </w:rPr>
      </w:pPr>
      <w:r>
        <w:rPr>
          <w:lang w:val="en-US"/>
        </w:rPr>
        <w:t xml:space="preserve">        p = transform(p)</w:t>
      </w:r>
    </w:p>
    <w:p w14:paraId="091A8D28" w14:textId="54608E4D" w:rsidR="001E59DD" w:rsidRDefault="001E59DD" w:rsidP="001E59DD">
      <w:pPr>
        <w:pStyle w:val="Code"/>
        <w:rPr>
          <w:lang w:val="en-US"/>
        </w:rPr>
      </w:pPr>
      <w:r>
        <w:rPr>
          <w:lang w:val="en-US"/>
        </w:rPr>
        <w:t xml:space="preserve">        </w:t>
      </w:r>
      <w:proofErr w:type="spellStart"/>
      <w:r>
        <w:rPr>
          <w:lang w:val="en-US"/>
        </w:rPr>
        <w:t>x.append</w:t>
      </w:r>
      <w:proofErr w:type="spellEnd"/>
      <w:r>
        <w:rPr>
          <w:lang w:val="en-US"/>
        </w:rPr>
        <w:t>(p[0])</w:t>
      </w:r>
    </w:p>
    <w:p w14:paraId="5AA5FB7D" w14:textId="173FF984" w:rsidR="001E59DD" w:rsidRDefault="001E59DD" w:rsidP="001E59DD">
      <w:pPr>
        <w:pStyle w:val="Code"/>
        <w:rPr>
          <w:lang w:val="en-US"/>
        </w:rPr>
      </w:pPr>
      <w:r>
        <w:rPr>
          <w:lang w:val="en-US"/>
        </w:rPr>
        <w:t xml:space="preserve">        </w:t>
      </w:r>
      <w:proofErr w:type="spellStart"/>
      <w:r>
        <w:rPr>
          <w:lang w:val="en-US"/>
        </w:rPr>
        <w:t>y.append</w:t>
      </w:r>
      <w:proofErr w:type="spellEnd"/>
      <w:r>
        <w:rPr>
          <w:lang w:val="en-US"/>
        </w:rPr>
        <w:t>(p[1])</w:t>
      </w:r>
    </w:p>
    <w:p w14:paraId="2CADE0F3" w14:textId="0C53F2C1" w:rsidR="001E59DD" w:rsidRDefault="001E59DD" w:rsidP="001E59DD">
      <w:pPr>
        <w:pStyle w:val="Code"/>
        <w:rPr>
          <w:lang w:val="en-US"/>
        </w:rPr>
      </w:pPr>
      <w:r>
        <w:rPr>
          <w:lang w:val="en-US"/>
        </w:rPr>
        <w:t xml:space="preserve">    fig = </w:t>
      </w:r>
      <w:proofErr w:type="spellStart"/>
      <w:r>
        <w:rPr>
          <w:lang w:val="en-US"/>
        </w:rPr>
        <w:t>plt.gcf</w:t>
      </w:r>
      <w:proofErr w:type="spellEnd"/>
      <w:r>
        <w:rPr>
          <w:lang w:val="en-US"/>
        </w:rPr>
        <w:t>()</w:t>
      </w:r>
    </w:p>
    <w:p w14:paraId="5D2F9D56" w14:textId="77777777" w:rsidR="00130D03" w:rsidRDefault="001E59DD" w:rsidP="00130D03">
      <w:pPr>
        <w:pStyle w:val="Code"/>
        <w:rPr>
          <w:lang w:val="en-US"/>
        </w:rPr>
      </w:pPr>
      <w:r>
        <w:rPr>
          <w:lang w:val="en-US"/>
        </w:rPr>
        <w:t xml:space="preserve">    ax = </w:t>
      </w:r>
      <w:proofErr w:type="spellStart"/>
      <w:r>
        <w:rPr>
          <w:lang w:val="en-US"/>
        </w:rPr>
        <w:t>plt.axes</w:t>
      </w:r>
      <w:proofErr w:type="spellEnd"/>
      <w:r>
        <w:rPr>
          <w:lang w:val="en-US"/>
        </w:rPr>
        <w:t>(</w:t>
      </w:r>
      <w:proofErr w:type="spellStart"/>
      <w:r>
        <w:rPr>
          <w:lang w:val="en-US"/>
        </w:rPr>
        <w:t>xlim</w:t>
      </w:r>
      <w:proofErr w:type="spellEnd"/>
      <w:r>
        <w:rPr>
          <w:lang w:val="en-US"/>
        </w:rPr>
        <w:t xml:space="preserve"> = (min(x), max(x)),</w:t>
      </w:r>
      <w:r w:rsidR="00130D03">
        <w:rPr>
          <w:lang w:val="en-US"/>
        </w:rPr>
        <w:t xml:space="preserve"> </w:t>
      </w:r>
      <w:proofErr w:type="spellStart"/>
      <w:r w:rsidR="00130D03">
        <w:rPr>
          <w:lang w:val="en-US"/>
        </w:rPr>
        <w:t>ylim</w:t>
      </w:r>
      <w:proofErr w:type="spellEnd"/>
      <w:r w:rsidR="00130D03">
        <w:rPr>
          <w:lang w:val="en-US"/>
        </w:rPr>
        <w:t xml:space="preserve"> = (min(y), max(y)))</w:t>
      </w:r>
    </w:p>
    <w:p w14:paraId="5B3F4F3F" w14:textId="7213B063" w:rsidR="001E59DD" w:rsidRDefault="00130D03" w:rsidP="00130D03">
      <w:pPr>
        <w:pStyle w:val="Code"/>
        <w:rPr>
          <w:lang w:val="en-US"/>
        </w:rPr>
      </w:pPr>
      <w:r>
        <w:rPr>
          <w:lang w:val="en-US"/>
        </w:rPr>
        <w:t xml:space="preserve">    </w:t>
      </w:r>
      <w:r w:rsidR="001E59DD">
        <w:rPr>
          <w:lang w:val="en-US"/>
        </w:rPr>
        <w:t xml:space="preserve">plot = </w:t>
      </w:r>
      <w:proofErr w:type="spellStart"/>
      <w:r w:rsidR="001E59DD">
        <w:rPr>
          <w:lang w:val="en-US"/>
        </w:rPr>
        <w:t>plt.plot</w:t>
      </w:r>
      <w:proofErr w:type="spellEnd"/>
      <w:r w:rsidR="001E59DD">
        <w:rPr>
          <w:lang w:val="en-US"/>
        </w:rPr>
        <w:t>([], [], 'o')</w:t>
      </w:r>
      <w:r>
        <w:rPr>
          <w:lang w:val="en-US"/>
        </w:rPr>
        <w:t xml:space="preserve">[0] </w:t>
      </w:r>
      <w:r w:rsidRPr="00130D03">
        <w:rPr>
          <w:rStyle w:val="PuceRepere"/>
        </w:rPr>
        <w:t>1</w:t>
      </w:r>
    </w:p>
    <w:p w14:paraId="518AADA7" w14:textId="4E26B16B" w:rsidR="001E59DD" w:rsidRDefault="00130D03" w:rsidP="00130D03">
      <w:pPr>
        <w:pStyle w:val="Code"/>
        <w:rPr>
          <w:lang w:val="en-US"/>
        </w:rPr>
      </w:pPr>
      <w:r>
        <w:rPr>
          <w:lang w:val="en-US"/>
        </w:rPr>
        <w:t xml:space="preserve">    </w:t>
      </w:r>
      <w:proofErr w:type="spellStart"/>
      <w:r w:rsidR="001E59DD">
        <w:rPr>
          <w:lang w:val="en-US"/>
        </w:rPr>
        <w:t>anim</w:t>
      </w:r>
      <w:proofErr w:type="spellEnd"/>
      <w:r w:rsidR="001E59DD">
        <w:rPr>
          <w:lang w:val="en-US"/>
        </w:rPr>
        <w:t xml:space="preserve"> = </w:t>
      </w:r>
      <w:proofErr w:type="spellStart"/>
      <w:r w:rsidR="001E59DD">
        <w:rPr>
          <w:lang w:val="en-US"/>
        </w:rPr>
        <w:t>animation.FuncAnimation</w:t>
      </w:r>
      <w:proofErr w:type="spellEnd"/>
      <w:r w:rsidR="001E59DD">
        <w:rPr>
          <w:lang w:val="en-US"/>
        </w:rPr>
        <w:t xml:space="preserve">(fig, </w:t>
      </w:r>
      <w:proofErr w:type="spellStart"/>
      <w:r w:rsidR="001E59DD">
        <w:rPr>
          <w:lang w:val="en-US"/>
        </w:rPr>
        <w:t>update_points</w:t>
      </w:r>
      <w:proofErr w:type="spellEnd"/>
      <w:r w:rsidR="001E59DD">
        <w:rPr>
          <w:lang w:val="en-US"/>
        </w:rPr>
        <w:t>,</w:t>
      </w:r>
      <w:r>
        <w:rPr>
          <w:lang w:val="en-US"/>
        </w:rPr>
        <w:t xml:space="preserve"> </w:t>
      </w:r>
      <w:proofErr w:type="spellStart"/>
      <w:r w:rsidR="001E59DD">
        <w:rPr>
          <w:lang w:val="en-US"/>
        </w:rPr>
        <w:t>fargs</w:t>
      </w:r>
      <w:proofErr w:type="spellEnd"/>
      <w:r w:rsidR="001E59DD">
        <w:rPr>
          <w:lang w:val="en-US"/>
        </w:rPr>
        <w:t>=(x, y, plot),</w:t>
      </w:r>
      <w:r>
        <w:rPr>
          <w:lang w:val="en-US"/>
        </w:rPr>
        <w:t xml:space="preserve"> </w:t>
      </w:r>
      <w:r w:rsidR="001E59DD">
        <w:rPr>
          <w:lang w:val="en-US"/>
        </w:rPr>
        <w:t xml:space="preserve">frames = </w:t>
      </w:r>
      <w:proofErr w:type="spellStart"/>
      <w:r w:rsidR="001E59DD">
        <w:rPr>
          <w:lang w:val="en-US"/>
        </w:rPr>
        <w:t>len</w:t>
      </w:r>
      <w:proofErr w:type="spellEnd"/>
      <w:r w:rsidR="001E59DD">
        <w:rPr>
          <w:lang w:val="en-US"/>
        </w:rPr>
        <w:t>(x),</w:t>
      </w:r>
      <w:r>
        <w:rPr>
          <w:lang w:val="en-US"/>
        </w:rPr>
        <w:t xml:space="preserve"> </w:t>
      </w:r>
      <w:r w:rsidR="001E59DD">
        <w:rPr>
          <w:lang w:val="en-US"/>
        </w:rPr>
        <w:t>interval = 25)</w:t>
      </w:r>
    </w:p>
    <w:p w14:paraId="5034BC34" w14:textId="382F4296" w:rsidR="001E59DD" w:rsidRDefault="00130D03" w:rsidP="001E59DD">
      <w:pPr>
        <w:pStyle w:val="Code"/>
        <w:rPr>
          <w:lang w:val="en-US"/>
        </w:rPr>
      </w:pPr>
      <w:r>
        <w:rPr>
          <w:lang w:val="en-US"/>
        </w:rPr>
        <w:t xml:space="preserve">    </w:t>
      </w:r>
      <w:proofErr w:type="spellStart"/>
      <w:r w:rsidR="001E59DD">
        <w:rPr>
          <w:lang w:val="en-US"/>
        </w:rPr>
        <w:t>plt.title</w:t>
      </w:r>
      <w:proofErr w:type="spellEnd"/>
      <w:r w:rsidR="001E59DD">
        <w:rPr>
          <w:lang w:val="en-US"/>
        </w:rPr>
        <w:t>('</w:t>
      </w:r>
      <w:proofErr w:type="spellStart"/>
      <w:r w:rsidR="001E59DD">
        <w:rPr>
          <w:lang w:val="en-US"/>
        </w:rPr>
        <w:t>Henon</w:t>
      </w:r>
      <w:proofErr w:type="spellEnd"/>
      <w:r w:rsidR="001E59DD">
        <w:rPr>
          <w:lang w:val="en-US"/>
        </w:rPr>
        <w:t xml:space="preserve"> Function Animation')</w:t>
      </w:r>
    </w:p>
    <w:p w14:paraId="1224FD3F" w14:textId="081A44E5" w:rsidR="001E59DD" w:rsidRDefault="00130D03" w:rsidP="001E59DD">
      <w:pPr>
        <w:pStyle w:val="Code"/>
        <w:rPr>
          <w:lang w:val="en-US"/>
        </w:rPr>
      </w:pPr>
      <w:r>
        <w:rPr>
          <w:lang w:val="en-US"/>
        </w:rPr>
        <w:t xml:space="preserve">    </w:t>
      </w:r>
      <w:proofErr w:type="spellStart"/>
      <w:r w:rsidR="001E59DD">
        <w:rPr>
          <w:lang w:val="en-US"/>
        </w:rPr>
        <w:t>plt.show</w:t>
      </w:r>
      <w:proofErr w:type="spellEnd"/>
      <w:r w:rsidR="001E59DD">
        <w:rPr>
          <w:lang w:val="en-US"/>
        </w:rPr>
        <w:t xml:space="preserve">() </w:t>
      </w:r>
    </w:p>
    <w:p w14:paraId="1FAD2AAE" w14:textId="71AD25F4" w:rsidR="001E59DD" w:rsidRDefault="00130D03" w:rsidP="001E59DD">
      <w:pPr>
        <w:pStyle w:val="TexteCourant"/>
      </w:pPr>
      <w:r>
        <w:t xml:space="preserve">Nous créons d’abord deux listes pour stocker les coordonnées des points calculés. Nous créons ensuite un graphique vide en appelant la fonction </w:t>
      </w:r>
      <w:r w:rsidRPr="00801098">
        <w:rPr>
          <w:rStyle w:val="CodeDansTexte"/>
        </w:rPr>
        <w:t>plot()</w:t>
      </w:r>
      <w:r>
        <w:t xml:space="preserve"> avec deux listes vides </w:t>
      </w:r>
      <w:r w:rsidRPr="00130D03">
        <w:rPr>
          <w:rStyle w:val="PuceRepere"/>
        </w:rPr>
        <w:t>1</w:t>
      </w:r>
      <w:r>
        <w:t xml:space="preserve">. Rappelons que la fonction </w:t>
      </w:r>
      <w:r w:rsidRPr="00801098">
        <w:rPr>
          <w:rStyle w:val="CodeDansTexte"/>
        </w:rPr>
        <w:t>plot()</w:t>
      </w:r>
      <w:r>
        <w:t xml:space="preserve"> de </w:t>
      </w:r>
      <w:proofErr w:type="spellStart"/>
      <w:r>
        <w:t>matplotlib</w:t>
      </w:r>
      <w:proofErr w:type="spellEnd"/>
      <w:r>
        <w:t xml:space="preserve"> retourne une liste d’objets (Chapitre 2). Dans notre cas, cette liste ne contient qu’un seul objet, lequel nous obtenons en utilisant l’index </w:t>
      </w:r>
      <w:r w:rsidRPr="00130D03">
        <w:rPr>
          <w:rStyle w:val="CodeDansTexte"/>
        </w:rPr>
        <w:t>0</w:t>
      </w:r>
      <w:r>
        <w:t xml:space="preserve">. Nous créons un label, plot, pour se référer à cet objet. Nous créons ensuite un objet </w:t>
      </w:r>
      <w:proofErr w:type="spellStart"/>
      <w:r w:rsidRPr="00801098">
        <w:rPr>
          <w:rStyle w:val="CodeDansTexte"/>
        </w:rPr>
        <w:t>FuncAnimation</w:t>
      </w:r>
      <w:proofErr w:type="spellEnd"/>
      <w:r>
        <w:t xml:space="preserve"> avec les arguments adéquats. L’animation utilisera le nombre de points pour définir son nombre d’images. L’image 1 ne contiendra que le premier point, l’image 2 sera composée des deux premiers points et ainsi de suite. La fonction </w:t>
      </w:r>
      <w:proofErr w:type="spellStart"/>
      <w:r w:rsidRPr="00801098">
        <w:rPr>
          <w:rStyle w:val="CodeDansTexte"/>
        </w:rPr>
        <w:t>update_points</w:t>
      </w:r>
      <w:proofErr w:type="spellEnd"/>
      <w:r w:rsidRPr="00801098">
        <w:rPr>
          <w:rStyle w:val="CodeDansTexte"/>
        </w:rPr>
        <w:t>()</w:t>
      </w:r>
      <w:r>
        <w:t xml:space="preserve"> actualise la figure à chaque nouvelle image. Dans cette fonction, nous utilisons la fonction </w:t>
      </w:r>
      <w:proofErr w:type="spellStart"/>
      <w:r w:rsidRPr="00801098">
        <w:rPr>
          <w:rStyle w:val="CodeDansTexte"/>
        </w:rPr>
        <w:t>set_data</w:t>
      </w:r>
      <w:proofErr w:type="spellEnd"/>
      <w:r w:rsidRPr="00801098">
        <w:rPr>
          <w:rStyle w:val="CodeDansTexte"/>
        </w:rPr>
        <w:t>()</w:t>
      </w:r>
      <w:r>
        <w:t xml:space="preserve"> de </w:t>
      </w:r>
      <w:proofErr w:type="spellStart"/>
      <w:r>
        <w:t>matplotlib</w:t>
      </w:r>
      <w:proofErr w:type="spellEnd"/>
      <w:r>
        <w:t xml:space="preserve"> pour ajouter des points à </w:t>
      </w:r>
      <w:r w:rsidRPr="00130D03">
        <w:rPr>
          <w:rStyle w:val="CodeDansTexte"/>
        </w:rPr>
        <w:t>plot</w:t>
      </w:r>
      <w:r>
        <w:t>. La i-</w:t>
      </w:r>
      <w:proofErr w:type="spellStart"/>
      <w:r>
        <w:t>ème</w:t>
      </w:r>
      <w:proofErr w:type="spellEnd"/>
      <w:r>
        <w:t xml:space="preserve"> image contiendra les i premiers points dont les coordonnées sont stockées dans les listes </w:t>
      </w:r>
      <w:r w:rsidRPr="00130D03">
        <w:rPr>
          <w:rStyle w:val="CodeDansTexte"/>
        </w:rPr>
        <w:t>x</w:t>
      </w:r>
      <w:r>
        <w:t xml:space="preserve"> et </w:t>
      </w:r>
      <w:r w:rsidRPr="00130D03">
        <w:rPr>
          <w:rStyle w:val="CodeDansTexte"/>
        </w:rPr>
        <w:t>y</w:t>
      </w:r>
      <w:r>
        <w:t>.</w:t>
      </w:r>
    </w:p>
    <w:p w14:paraId="1992220B" w14:textId="77777777" w:rsidR="002743F7" w:rsidRDefault="002743F7" w:rsidP="002743F7">
      <w:pPr>
        <w:pStyle w:val="TitreNiveau1"/>
        <w:rPr>
          <w:rFonts w:ascii="Times" w:hAnsi="Times" w:cs="Times"/>
          <w:szCs w:val="24"/>
          <w:lang w:val="en-US"/>
        </w:rPr>
      </w:pPr>
      <w:r>
        <w:t>#4 : Dessiner l’ensemble de Mandelbrot</w:t>
      </w:r>
    </w:p>
    <w:p w14:paraId="55400752" w14:textId="77777777" w:rsidR="002743F7" w:rsidRDefault="002743F7" w:rsidP="002743F7">
      <w:pPr>
        <w:pStyle w:val="Code"/>
        <w:rPr>
          <w:lang w:val="en-US"/>
        </w:rPr>
      </w:pPr>
      <w:r>
        <w:rPr>
          <w:lang w:val="en-US"/>
        </w:rPr>
        <w:t>'''</w:t>
      </w:r>
    </w:p>
    <w:p w14:paraId="1465AB1C" w14:textId="77777777" w:rsidR="002743F7" w:rsidRDefault="002743F7" w:rsidP="002743F7">
      <w:pPr>
        <w:pStyle w:val="Code"/>
        <w:rPr>
          <w:lang w:val="en-US"/>
        </w:rPr>
      </w:pPr>
      <w:r>
        <w:rPr>
          <w:lang w:val="en-US"/>
        </w:rPr>
        <w:t>mandelbrot.py</w:t>
      </w:r>
    </w:p>
    <w:p w14:paraId="1B620E3E" w14:textId="77777777" w:rsidR="002743F7" w:rsidRDefault="002743F7" w:rsidP="002743F7">
      <w:pPr>
        <w:pStyle w:val="Code"/>
        <w:rPr>
          <w:lang w:val="en-US"/>
        </w:rPr>
      </w:pPr>
      <w:r>
        <w:rPr>
          <w:lang w:val="en-US"/>
        </w:rPr>
        <w:t>Draw a Mandelbrot set</w:t>
      </w:r>
    </w:p>
    <w:p w14:paraId="1BC9156D" w14:textId="77777777" w:rsidR="002743F7" w:rsidRDefault="002743F7" w:rsidP="002743F7">
      <w:pPr>
        <w:pStyle w:val="Code"/>
        <w:rPr>
          <w:lang w:val="en-US"/>
        </w:rPr>
      </w:pPr>
      <w:r>
        <w:rPr>
          <w:lang w:val="en-US"/>
        </w:rPr>
        <w:t>Using "Escape time algorithm" from:</w:t>
      </w:r>
    </w:p>
    <w:p w14:paraId="0C47B338" w14:textId="77777777" w:rsidR="002743F7" w:rsidRDefault="002743F7" w:rsidP="002743F7">
      <w:pPr>
        <w:pStyle w:val="Code"/>
        <w:rPr>
          <w:lang w:val="en-US"/>
        </w:rPr>
      </w:pPr>
      <w:r>
        <w:rPr>
          <w:lang w:val="en-US"/>
        </w:rPr>
        <w:t>http://en.wikipedia.org/wiki/Mandelbrot_set#Computer_drawings</w:t>
      </w:r>
    </w:p>
    <w:p w14:paraId="35B31CCC" w14:textId="77777777" w:rsidR="002743F7" w:rsidRDefault="002743F7" w:rsidP="002743F7">
      <w:pPr>
        <w:pStyle w:val="Code"/>
        <w:rPr>
          <w:lang w:val="en-US"/>
        </w:rPr>
      </w:pPr>
      <w:r>
        <w:rPr>
          <w:lang w:val="en-US"/>
        </w:rPr>
        <w:t>Thanks to http://www.vallis.org/salon/summary-10.html for some important</w:t>
      </w:r>
    </w:p>
    <w:p w14:paraId="33649374" w14:textId="77777777" w:rsidR="002743F7" w:rsidRDefault="002743F7" w:rsidP="002743F7">
      <w:pPr>
        <w:pStyle w:val="Code"/>
        <w:rPr>
          <w:lang w:val="en-US"/>
        </w:rPr>
      </w:pPr>
      <w:r>
        <w:rPr>
          <w:lang w:val="en-US"/>
        </w:rPr>
        <w:t>ideas for implementation.</w:t>
      </w:r>
    </w:p>
    <w:p w14:paraId="34799EB6" w14:textId="77777777" w:rsidR="002743F7" w:rsidRDefault="002743F7" w:rsidP="002743F7">
      <w:pPr>
        <w:pStyle w:val="Code"/>
        <w:rPr>
          <w:lang w:val="en-US"/>
        </w:rPr>
      </w:pPr>
      <w:r>
        <w:rPr>
          <w:lang w:val="en-US"/>
        </w:rPr>
        <w:t>'''</w:t>
      </w:r>
    </w:p>
    <w:p w14:paraId="38CA703A" w14:textId="77777777" w:rsidR="002743F7" w:rsidRDefault="002743F7" w:rsidP="002743F7">
      <w:pPr>
        <w:pStyle w:val="Code"/>
        <w:rPr>
          <w:lang w:val="en-US"/>
        </w:rPr>
      </w:pPr>
      <w:r>
        <w:rPr>
          <w:lang w:val="en-US"/>
        </w:rPr>
        <w:t xml:space="preserve">import </w:t>
      </w:r>
      <w:proofErr w:type="spellStart"/>
      <w:r>
        <w:rPr>
          <w:lang w:val="en-US"/>
        </w:rPr>
        <w:t>matplotlib.pyplot</w:t>
      </w:r>
      <w:proofErr w:type="spellEnd"/>
      <w:r>
        <w:rPr>
          <w:lang w:val="en-US"/>
        </w:rPr>
        <w:t xml:space="preserve"> as </w:t>
      </w:r>
      <w:proofErr w:type="spellStart"/>
      <w:r>
        <w:rPr>
          <w:lang w:val="en-US"/>
        </w:rPr>
        <w:t>plt</w:t>
      </w:r>
      <w:proofErr w:type="spellEnd"/>
    </w:p>
    <w:p w14:paraId="49403F2E" w14:textId="77777777" w:rsidR="002743F7" w:rsidRDefault="002743F7" w:rsidP="002743F7">
      <w:pPr>
        <w:pStyle w:val="Code"/>
        <w:rPr>
          <w:lang w:val="en-US"/>
        </w:rPr>
      </w:pPr>
      <w:r>
        <w:rPr>
          <w:lang w:val="en-US"/>
        </w:rPr>
        <w:t>import matplotlib.cm as cm</w:t>
      </w:r>
    </w:p>
    <w:p w14:paraId="40C4A6F2" w14:textId="77777777" w:rsidR="002743F7" w:rsidRDefault="002743F7" w:rsidP="002743F7">
      <w:pPr>
        <w:pStyle w:val="Code"/>
        <w:rPr>
          <w:lang w:val="en-US"/>
        </w:rPr>
      </w:pPr>
      <w:r>
        <w:rPr>
          <w:lang w:val="en-US"/>
        </w:rPr>
        <w:t># Subset of the complex plane we are considering</w:t>
      </w:r>
    </w:p>
    <w:p w14:paraId="53456695" w14:textId="77777777" w:rsidR="002743F7" w:rsidRDefault="002743F7" w:rsidP="002743F7">
      <w:pPr>
        <w:pStyle w:val="Code"/>
        <w:rPr>
          <w:lang w:val="en-US"/>
        </w:rPr>
      </w:pPr>
      <w:r>
        <w:rPr>
          <w:lang w:val="en-US"/>
        </w:rPr>
        <w:t>x0, x1 = -2.5, 1</w:t>
      </w:r>
    </w:p>
    <w:p w14:paraId="287D45B6" w14:textId="77777777" w:rsidR="002743F7" w:rsidRDefault="002743F7" w:rsidP="002743F7">
      <w:pPr>
        <w:pStyle w:val="Code"/>
        <w:rPr>
          <w:lang w:val="en-US"/>
        </w:rPr>
      </w:pPr>
      <w:r>
        <w:rPr>
          <w:lang w:val="en-US"/>
        </w:rPr>
        <w:t>y0, y1 = -1, 1</w:t>
      </w:r>
    </w:p>
    <w:p w14:paraId="68E819F3" w14:textId="77777777" w:rsidR="002743F7" w:rsidRDefault="002743F7" w:rsidP="002743F7">
      <w:pPr>
        <w:pStyle w:val="Code"/>
        <w:rPr>
          <w:lang w:val="en-US"/>
        </w:rPr>
      </w:pPr>
      <w:proofErr w:type="spellStart"/>
      <w:r>
        <w:rPr>
          <w:lang w:val="en-US"/>
        </w:rPr>
        <w:t>def</w:t>
      </w:r>
      <w:proofErr w:type="spellEnd"/>
      <w:r>
        <w:rPr>
          <w:lang w:val="en-US"/>
        </w:rPr>
        <w:t xml:space="preserve"> </w:t>
      </w:r>
      <w:proofErr w:type="spellStart"/>
      <w:r>
        <w:rPr>
          <w:lang w:val="en-US"/>
        </w:rPr>
        <w:t>initialize_image</w:t>
      </w:r>
      <w:proofErr w:type="spellEnd"/>
      <w:r>
        <w:rPr>
          <w:lang w:val="en-US"/>
        </w:rPr>
        <w:t>(</w:t>
      </w:r>
      <w:proofErr w:type="spellStart"/>
      <w:r>
        <w:rPr>
          <w:lang w:val="en-US"/>
        </w:rPr>
        <w:t>x_p</w:t>
      </w:r>
      <w:proofErr w:type="spellEnd"/>
      <w:r>
        <w:rPr>
          <w:lang w:val="en-US"/>
        </w:rPr>
        <w:t xml:space="preserve">, </w:t>
      </w:r>
      <w:proofErr w:type="spellStart"/>
      <w:r>
        <w:rPr>
          <w:lang w:val="en-US"/>
        </w:rPr>
        <w:t>y_p</w:t>
      </w:r>
      <w:proofErr w:type="spellEnd"/>
      <w:r>
        <w:rPr>
          <w:lang w:val="en-US"/>
        </w:rPr>
        <w:t>):</w:t>
      </w:r>
    </w:p>
    <w:p w14:paraId="2B388061" w14:textId="77777777" w:rsidR="002743F7" w:rsidRDefault="002743F7" w:rsidP="002743F7">
      <w:pPr>
        <w:pStyle w:val="Code"/>
        <w:rPr>
          <w:lang w:val="en-US"/>
        </w:rPr>
      </w:pPr>
      <w:r>
        <w:rPr>
          <w:lang w:val="en-US"/>
        </w:rPr>
        <w:t xml:space="preserve">    image = []</w:t>
      </w:r>
    </w:p>
    <w:p w14:paraId="31A1E1CE" w14:textId="77777777" w:rsidR="002743F7" w:rsidRDefault="002743F7" w:rsidP="002743F7">
      <w:pPr>
        <w:pStyle w:val="Code"/>
        <w:rPr>
          <w:lang w:val="en-US"/>
        </w:rPr>
      </w:pPr>
      <w:r>
        <w:rPr>
          <w:lang w:val="en-US"/>
        </w:rPr>
        <w:t xml:space="preserve">    for </w:t>
      </w:r>
      <w:proofErr w:type="spellStart"/>
      <w:r>
        <w:rPr>
          <w:lang w:val="en-US"/>
        </w:rPr>
        <w:t>i</w:t>
      </w:r>
      <w:proofErr w:type="spellEnd"/>
      <w:r>
        <w:rPr>
          <w:lang w:val="en-US"/>
        </w:rPr>
        <w:t xml:space="preserve"> in range(</w:t>
      </w:r>
      <w:proofErr w:type="spellStart"/>
      <w:r>
        <w:rPr>
          <w:lang w:val="en-US"/>
        </w:rPr>
        <w:t>y_p</w:t>
      </w:r>
      <w:proofErr w:type="spellEnd"/>
      <w:r>
        <w:rPr>
          <w:lang w:val="en-US"/>
        </w:rPr>
        <w:t>):</w:t>
      </w:r>
    </w:p>
    <w:p w14:paraId="2A606A23" w14:textId="77777777" w:rsidR="002743F7" w:rsidRDefault="002743F7" w:rsidP="002743F7">
      <w:pPr>
        <w:pStyle w:val="Code"/>
        <w:rPr>
          <w:lang w:val="en-US"/>
        </w:rPr>
      </w:pPr>
      <w:r>
        <w:rPr>
          <w:lang w:val="en-US"/>
        </w:rPr>
        <w:t xml:space="preserve">        </w:t>
      </w:r>
      <w:proofErr w:type="spellStart"/>
      <w:r>
        <w:rPr>
          <w:lang w:val="en-US"/>
        </w:rPr>
        <w:t>x_colors</w:t>
      </w:r>
      <w:proofErr w:type="spellEnd"/>
      <w:r>
        <w:rPr>
          <w:lang w:val="en-US"/>
        </w:rPr>
        <w:t xml:space="preserve"> = []</w:t>
      </w:r>
    </w:p>
    <w:p w14:paraId="4FD4936F" w14:textId="77777777" w:rsidR="002743F7" w:rsidRDefault="002743F7" w:rsidP="002743F7">
      <w:pPr>
        <w:pStyle w:val="Code"/>
        <w:rPr>
          <w:lang w:val="en-US"/>
        </w:rPr>
      </w:pPr>
      <w:r>
        <w:rPr>
          <w:lang w:val="en-US"/>
        </w:rPr>
        <w:t xml:space="preserve">        for j in range(</w:t>
      </w:r>
      <w:proofErr w:type="spellStart"/>
      <w:r>
        <w:rPr>
          <w:lang w:val="en-US"/>
        </w:rPr>
        <w:t>x_p</w:t>
      </w:r>
      <w:proofErr w:type="spellEnd"/>
      <w:r>
        <w:rPr>
          <w:lang w:val="en-US"/>
        </w:rPr>
        <w:t>):</w:t>
      </w:r>
    </w:p>
    <w:p w14:paraId="2928F78C" w14:textId="77777777" w:rsidR="002743F7" w:rsidRDefault="002743F7" w:rsidP="002743F7">
      <w:pPr>
        <w:pStyle w:val="Code"/>
        <w:rPr>
          <w:lang w:val="en-US"/>
        </w:rPr>
      </w:pPr>
      <w:r>
        <w:rPr>
          <w:lang w:val="en-US"/>
        </w:rPr>
        <w:t xml:space="preserve">            </w:t>
      </w:r>
      <w:proofErr w:type="spellStart"/>
      <w:r>
        <w:rPr>
          <w:lang w:val="en-US"/>
        </w:rPr>
        <w:t>x_colors.append</w:t>
      </w:r>
      <w:proofErr w:type="spellEnd"/>
      <w:r>
        <w:rPr>
          <w:lang w:val="en-US"/>
        </w:rPr>
        <w:t>(0)</w:t>
      </w:r>
    </w:p>
    <w:p w14:paraId="23AD70C1" w14:textId="77777777" w:rsidR="002743F7" w:rsidRDefault="002743F7" w:rsidP="002743F7">
      <w:pPr>
        <w:pStyle w:val="Code"/>
        <w:rPr>
          <w:lang w:val="en-US"/>
        </w:rPr>
      </w:pPr>
      <w:r>
        <w:rPr>
          <w:lang w:val="en-US"/>
        </w:rPr>
        <w:t xml:space="preserve">        </w:t>
      </w:r>
      <w:proofErr w:type="spellStart"/>
      <w:r>
        <w:rPr>
          <w:lang w:val="en-US"/>
        </w:rPr>
        <w:t>image.append</w:t>
      </w:r>
      <w:proofErr w:type="spellEnd"/>
      <w:r>
        <w:rPr>
          <w:lang w:val="en-US"/>
        </w:rPr>
        <w:t>(</w:t>
      </w:r>
      <w:proofErr w:type="spellStart"/>
      <w:r>
        <w:rPr>
          <w:lang w:val="en-US"/>
        </w:rPr>
        <w:t>x_colors</w:t>
      </w:r>
      <w:proofErr w:type="spellEnd"/>
      <w:r>
        <w:rPr>
          <w:lang w:val="en-US"/>
        </w:rPr>
        <w:t>)</w:t>
      </w:r>
    </w:p>
    <w:p w14:paraId="4FCB6D1C" w14:textId="0802E754" w:rsidR="002743F7" w:rsidRDefault="002743F7" w:rsidP="002743F7">
      <w:pPr>
        <w:pStyle w:val="Code"/>
        <w:rPr>
          <w:lang w:val="en-US"/>
        </w:rPr>
      </w:pPr>
      <w:r>
        <w:rPr>
          <w:lang w:val="en-US"/>
        </w:rPr>
        <w:t xml:space="preserve">    return image </w:t>
      </w:r>
    </w:p>
    <w:p w14:paraId="4A25B293" w14:textId="77777777" w:rsidR="002743F7" w:rsidRDefault="002743F7" w:rsidP="002743F7">
      <w:pPr>
        <w:pStyle w:val="Code"/>
        <w:rPr>
          <w:lang w:val="en-US"/>
        </w:rPr>
      </w:pPr>
      <w:proofErr w:type="spellStart"/>
      <w:r>
        <w:rPr>
          <w:lang w:val="en-US"/>
        </w:rPr>
        <w:t>def</w:t>
      </w:r>
      <w:proofErr w:type="spellEnd"/>
      <w:r>
        <w:rPr>
          <w:lang w:val="en-US"/>
        </w:rPr>
        <w:t xml:space="preserve"> </w:t>
      </w:r>
      <w:proofErr w:type="spellStart"/>
      <w:r>
        <w:rPr>
          <w:lang w:val="en-US"/>
        </w:rPr>
        <w:t>mandelbrot_set</w:t>
      </w:r>
      <w:proofErr w:type="spellEnd"/>
      <w:r>
        <w:rPr>
          <w:lang w:val="en-US"/>
        </w:rPr>
        <w:t>():</w:t>
      </w:r>
    </w:p>
    <w:p w14:paraId="23407E5B" w14:textId="77777777" w:rsidR="002743F7" w:rsidRDefault="002743F7" w:rsidP="002743F7">
      <w:pPr>
        <w:pStyle w:val="Code"/>
        <w:rPr>
          <w:lang w:val="en-US"/>
        </w:rPr>
      </w:pPr>
      <w:r>
        <w:rPr>
          <w:lang w:val="en-US"/>
        </w:rPr>
        <w:t xml:space="preserve">    # Number of divisions along each axis</w:t>
      </w:r>
    </w:p>
    <w:p w14:paraId="7C3C3170" w14:textId="77777777" w:rsidR="002743F7" w:rsidRDefault="002743F7" w:rsidP="002743F7">
      <w:pPr>
        <w:pStyle w:val="Code"/>
        <w:rPr>
          <w:lang w:val="en-US"/>
        </w:rPr>
      </w:pPr>
      <w:r>
        <w:rPr>
          <w:lang w:val="en-US"/>
        </w:rPr>
        <w:t xml:space="preserve">    n = 400</w:t>
      </w:r>
    </w:p>
    <w:p w14:paraId="2C41815C" w14:textId="77777777" w:rsidR="002743F7" w:rsidRDefault="002743F7" w:rsidP="002743F7">
      <w:pPr>
        <w:pStyle w:val="Code"/>
        <w:rPr>
          <w:lang w:val="en-US"/>
        </w:rPr>
      </w:pPr>
      <w:r>
        <w:rPr>
          <w:lang w:val="en-US"/>
        </w:rPr>
        <w:t xml:space="preserve">    # Maximum iterations</w:t>
      </w:r>
    </w:p>
    <w:p w14:paraId="680C8102" w14:textId="77777777" w:rsidR="002743F7" w:rsidRDefault="002743F7" w:rsidP="002743F7">
      <w:pPr>
        <w:pStyle w:val="Code"/>
        <w:rPr>
          <w:lang w:val="en-US"/>
        </w:rPr>
      </w:pPr>
      <w:r>
        <w:rPr>
          <w:lang w:val="en-US"/>
        </w:rPr>
        <w:t xml:space="preserve">    </w:t>
      </w:r>
      <w:proofErr w:type="spellStart"/>
      <w:r>
        <w:rPr>
          <w:lang w:val="en-US"/>
        </w:rPr>
        <w:t>max_iteration</w:t>
      </w:r>
      <w:proofErr w:type="spellEnd"/>
      <w:r>
        <w:rPr>
          <w:lang w:val="en-US"/>
        </w:rPr>
        <w:t>=1000</w:t>
      </w:r>
    </w:p>
    <w:p w14:paraId="09A82123" w14:textId="72713789" w:rsidR="002743F7" w:rsidRDefault="002743F7" w:rsidP="002743F7">
      <w:pPr>
        <w:pStyle w:val="Code"/>
        <w:rPr>
          <w:lang w:val="en-US"/>
        </w:rPr>
      </w:pPr>
      <w:r>
        <w:rPr>
          <w:lang w:val="en-US"/>
        </w:rPr>
        <w:t xml:space="preserve">    image = </w:t>
      </w:r>
      <w:proofErr w:type="spellStart"/>
      <w:r>
        <w:rPr>
          <w:lang w:val="en-US"/>
        </w:rPr>
        <w:t>initialize_image</w:t>
      </w:r>
      <w:proofErr w:type="spellEnd"/>
      <w:r>
        <w:rPr>
          <w:lang w:val="en-US"/>
        </w:rPr>
        <w:t>(n, n)</w:t>
      </w:r>
    </w:p>
    <w:p w14:paraId="120BF08B" w14:textId="69B2BE95" w:rsidR="002743F7" w:rsidRDefault="002743F7" w:rsidP="002743F7">
      <w:pPr>
        <w:pStyle w:val="Code"/>
        <w:rPr>
          <w:lang w:val="en-US"/>
        </w:rPr>
      </w:pPr>
      <w:r>
        <w:rPr>
          <w:lang w:val="en-US"/>
        </w:rPr>
        <w:t xml:space="preserve">    # Generate a set of equally spaced points in the region</w:t>
      </w:r>
    </w:p>
    <w:p w14:paraId="6F17BA24" w14:textId="6B323E7B" w:rsidR="002743F7" w:rsidRDefault="002743F7" w:rsidP="002743F7">
      <w:pPr>
        <w:pStyle w:val="Code"/>
        <w:rPr>
          <w:lang w:val="en-US"/>
        </w:rPr>
      </w:pPr>
      <w:r>
        <w:rPr>
          <w:lang w:val="en-US"/>
        </w:rPr>
        <w:t xml:space="preserve">    # above</w:t>
      </w:r>
    </w:p>
    <w:p w14:paraId="7C4CF960" w14:textId="1FF36A95" w:rsidR="002743F7" w:rsidRDefault="002743F7" w:rsidP="002743F7">
      <w:pPr>
        <w:pStyle w:val="Code"/>
        <w:rPr>
          <w:lang w:val="en-US"/>
        </w:rPr>
      </w:pPr>
      <w:r>
        <w:rPr>
          <w:lang w:val="en-US"/>
        </w:rPr>
        <w:t xml:space="preserve">    dx = (x1-x0)/(n-1)</w:t>
      </w:r>
    </w:p>
    <w:p w14:paraId="3007D348" w14:textId="0D44A598" w:rsidR="002743F7" w:rsidRDefault="002743F7" w:rsidP="002743F7">
      <w:pPr>
        <w:pStyle w:val="Code"/>
        <w:rPr>
          <w:lang w:val="en-US"/>
        </w:rPr>
      </w:pPr>
      <w:r>
        <w:rPr>
          <w:lang w:val="en-US"/>
        </w:rPr>
        <w:t xml:space="preserve">    </w:t>
      </w:r>
      <w:proofErr w:type="spellStart"/>
      <w:r>
        <w:rPr>
          <w:lang w:val="en-US"/>
        </w:rPr>
        <w:t>dy</w:t>
      </w:r>
      <w:proofErr w:type="spellEnd"/>
      <w:r>
        <w:rPr>
          <w:lang w:val="en-US"/>
        </w:rPr>
        <w:t xml:space="preserve"> = (y1-y0)/(n-1)</w:t>
      </w:r>
    </w:p>
    <w:p w14:paraId="7DDC48A2" w14:textId="6F7D7E6D" w:rsidR="002743F7" w:rsidRDefault="002743F7" w:rsidP="002743F7">
      <w:pPr>
        <w:pStyle w:val="Code"/>
        <w:rPr>
          <w:lang w:val="en-US"/>
        </w:rPr>
      </w:pPr>
      <w:r>
        <w:rPr>
          <w:lang w:val="en-US"/>
        </w:rPr>
        <w:t xml:space="preserve">    </w:t>
      </w:r>
      <w:proofErr w:type="spellStart"/>
      <w:r>
        <w:rPr>
          <w:lang w:val="en-US"/>
        </w:rPr>
        <w:t>x_coords</w:t>
      </w:r>
      <w:proofErr w:type="spellEnd"/>
      <w:r>
        <w:rPr>
          <w:lang w:val="en-US"/>
        </w:rPr>
        <w:t xml:space="preserve"> = [x0 + </w:t>
      </w:r>
      <w:proofErr w:type="spellStart"/>
      <w:r>
        <w:rPr>
          <w:lang w:val="en-US"/>
        </w:rPr>
        <w:t>i</w:t>
      </w:r>
      <w:proofErr w:type="spellEnd"/>
      <w:r>
        <w:rPr>
          <w:lang w:val="en-US"/>
        </w:rPr>
        <w:t xml:space="preserve">*dx for </w:t>
      </w:r>
      <w:proofErr w:type="spellStart"/>
      <w:r>
        <w:rPr>
          <w:lang w:val="en-US"/>
        </w:rPr>
        <w:t>i</w:t>
      </w:r>
      <w:proofErr w:type="spellEnd"/>
      <w:r>
        <w:rPr>
          <w:lang w:val="en-US"/>
        </w:rPr>
        <w:t xml:space="preserve"> in range(n)] </w:t>
      </w:r>
      <w:r w:rsidRPr="002743F7">
        <w:rPr>
          <w:rStyle w:val="PuceRepere"/>
        </w:rPr>
        <w:t>1</w:t>
      </w:r>
    </w:p>
    <w:p w14:paraId="3741514A" w14:textId="3C680ED7" w:rsidR="002743F7" w:rsidRDefault="002743F7" w:rsidP="002743F7">
      <w:pPr>
        <w:pStyle w:val="Code"/>
        <w:rPr>
          <w:lang w:val="en-US"/>
        </w:rPr>
      </w:pPr>
      <w:r>
        <w:rPr>
          <w:lang w:val="en-US"/>
        </w:rPr>
        <w:t xml:space="preserve">    </w:t>
      </w:r>
      <w:proofErr w:type="spellStart"/>
      <w:r>
        <w:rPr>
          <w:lang w:val="en-US"/>
        </w:rPr>
        <w:t>y_coords</w:t>
      </w:r>
      <w:proofErr w:type="spellEnd"/>
      <w:r>
        <w:rPr>
          <w:lang w:val="en-US"/>
        </w:rPr>
        <w:t xml:space="preserve"> = [y0 + </w:t>
      </w:r>
      <w:proofErr w:type="spellStart"/>
      <w:r>
        <w:rPr>
          <w:lang w:val="en-US"/>
        </w:rPr>
        <w:t>i</w:t>
      </w:r>
      <w:proofErr w:type="spellEnd"/>
      <w:r>
        <w:rPr>
          <w:lang w:val="en-US"/>
        </w:rPr>
        <w:t>*</w:t>
      </w:r>
      <w:proofErr w:type="spellStart"/>
      <w:r>
        <w:rPr>
          <w:lang w:val="en-US"/>
        </w:rPr>
        <w:t>dy</w:t>
      </w:r>
      <w:proofErr w:type="spellEnd"/>
      <w:r>
        <w:rPr>
          <w:lang w:val="en-US"/>
        </w:rPr>
        <w:t xml:space="preserve"> for </w:t>
      </w:r>
      <w:proofErr w:type="spellStart"/>
      <w:r>
        <w:rPr>
          <w:lang w:val="en-US"/>
        </w:rPr>
        <w:t>i</w:t>
      </w:r>
      <w:proofErr w:type="spellEnd"/>
      <w:r>
        <w:rPr>
          <w:lang w:val="en-US"/>
        </w:rPr>
        <w:t xml:space="preserve"> in range(n)] </w:t>
      </w:r>
      <w:r w:rsidRPr="002743F7">
        <w:rPr>
          <w:rStyle w:val="PuceRepere"/>
        </w:rPr>
        <w:t>2</w:t>
      </w:r>
    </w:p>
    <w:p w14:paraId="5C08A963" w14:textId="6C0970C2" w:rsidR="002743F7" w:rsidRDefault="002743F7" w:rsidP="002743F7">
      <w:pPr>
        <w:pStyle w:val="Code"/>
        <w:rPr>
          <w:lang w:val="en-US"/>
        </w:rPr>
      </w:pPr>
      <w:r>
        <w:rPr>
          <w:lang w:val="en-US"/>
        </w:rPr>
        <w:t xml:space="preserve">    for </w:t>
      </w:r>
      <w:proofErr w:type="spellStart"/>
      <w:r>
        <w:rPr>
          <w:lang w:val="en-US"/>
        </w:rPr>
        <w:t>i</w:t>
      </w:r>
      <w:proofErr w:type="spellEnd"/>
      <w:r>
        <w:rPr>
          <w:lang w:val="en-US"/>
        </w:rPr>
        <w:t>, x in enumerate(</w:t>
      </w:r>
      <w:proofErr w:type="spellStart"/>
      <w:r>
        <w:rPr>
          <w:lang w:val="en-US"/>
        </w:rPr>
        <w:t>x_coords</w:t>
      </w:r>
      <w:proofErr w:type="spellEnd"/>
      <w:r>
        <w:rPr>
          <w:lang w:val="en-US"/>
        </w:rPr>
        <w:t>):</w:t>
      </w:r>
    </w:p>
    <w:p w14:paraId="53572330" w14:textId="77777777" w:rsidR="002743F7" w:rsidRDefault="002743F7" w:rsidP="002743F7">
      <w:pPr>
        <w:pStyle w:val="Code"/>
        <w:rPr>
          <w:lang w:val="en-US"/>
        </w:rPr>
      </w:pPr>
      <w:r>
        <w:rPr>
          <w:lang w:val="en-US"/>
        </w:rPr>
        <w:t xml:space="preserve">        for k, y in enumerate(</w:t>
      </w:r>
      <w:proofErr w:type="spellStart"/>
      <w:r>
        <w:rPr>
          <w:lang w:val="en-US"/>
        </w:rPr>
        <w:t>y_coords</w:t>
      </w:r>
      <w:proofErr w:type="spellEnd"/>
      <w:r>
        <w:rPr>
          <w:lang w:val="en-US"/>
        </w:rPr>
        <w:t>):</w:t>
      </w:r>
    </w:p>
    <w:p w14:paraId="50EDDBAD" w14:textId="77777777" w:rsidR="002743F7" w:rsidRDefault="002743F7" w:rsidP="002743F7">
      <w:pPr>
        <w:pStyle w:val="Code"/>
        <w:rPr>
          <w:lang w:val="en-US"/>
        </w:rPr>
      </w:pPr>
      <w:r>
        <w:rPr>
          <w:lang w:val="en-US"/>
        </w:rPr>
        <w:t xml:space="preserve">            z1 = complex(0, 0)</w:t>
      </w:r>
    </w:p>
    <w:p w14:paraId="5011639F" w14:textId="77777777" w:rsidR="002743F7" w:rsidRDefault="002743F7" w:rsidP="002743F7">
      <w:pPr>
        <w:pStyle w:val="Code"/>
        <w:rPr>
          <w:lang w:val="en-US"/>
        </w:rPr>
      </w:pPr>
      <w:r>
        <w:rPr>
          <w:lang w:val="en-US"/>
        </w:rPr>
        <w:t xml:space="preserve">            iteration = 0</w:t>
      </w:r>
    </w:p>
    <w:p w14:paraId="4627BA8E" w14:textId="77777777" w:rsidR="002743F7" w:rsidRDefault="002743F7" w:rsidP="002743F7">
      <w:pPr>
        <w:pStyle w:val="Code"/>
        <w:rPr>
          <w:lang w:val="en-US"/>
        </w:rPr>
      </w:pPr>
      <w:r>
        <w:rPr>
          <w:lang w:val="en-US"/>
        </w:rPr>
        <w:t xml:space="preserve">            c = complex(x, y)</w:t>
      </w:r>
    </w:p>
    <w:p w14:paraId="7D2CB3B9" w14:textId="7F0E0FAA" w:rsidR="002743F7" w:rsidRDefault="002743F7" w:rsidP="002743F7">
      <w:pPr>
        <w:pStyle w:val="Code"/>
        <w:rPr>
          <w:lang w:val="en-US"/>
        </w:rPr>
      </w:pPr>
      <w:r>
        <w:rPr>
          <w:lang w:val="en-US"/>
        </w:rPr>
        <w:t xml:space="preserve">        while (abs(z1) &lt; 2  and iteration &lt; </w:t>
      </w:r>
      <w:proofErr w:type="spellStart"/>
      <w:r>
        <w:rPr>
          <w:lang w:val="en-US"/>
        </w:rPr>
        <w:t>max_iteration</w:t>
      </w:r>
      <w:proofErr w:type="spellEnd"/>
      <w:r>
        <w:rPr>
          <w:lang w:val="en-US"/>
        </w:rPr>
        <w:t xml:space="preserve">): </w:t>
      </w:r>
      <w:r w:rsidRPr="002743F7">
        <w:rPr>
          <w:rStyle w:val="PuceRepere"/>
        </w:rPr>
        <w:t>3</w:t>
      </w:r>
    </w:p>
    <w:p w14:paraId="36F7ADC1" w14:textId="77777777" w:rsidR="002743F7" w:rsidRDefault="002743F7" w:rsidP="002743F7">
      <w:pPr>
        <w:pStyle w:val="Code"/>
        <w:rPr>
          <w:lang w:val="en-US"/>
        </w:rPr>
      </w:pPr>
      <w:r>
        <w:rPr>
          <w:lang w:val="en-US"/>
        </w:rPr>
        <w:t xml:space="preserve">                z1 = z1**2 + c</w:t>
      </w:r>
    </w:p>
    <w:p w14:paraId="56D18E2B" w14:textId="77777777" w:rsidR="002743F7" w:rsidRDefault="002743F7" w:rsidP="002743F7">
      <w:pPr>
        <w:pStyle w:val="Code"/>
        <w:rPr>
          <w:lang w:val="en-US"/>
        </w:rPr>
      </w:pPr>
      <w:r>
        <w:rPr>
          <w:lang w:val="en-US"/>
        </w:rPr>
        <w:t xml:space="preserve">                iteration += 1</w:t>
      </w:r>
    </w:p>
    <w:p w14:paraId="4047E548" w14:textId="597BEA7C" w:rsidR="002743F7" w:rsidRDefault="002743F7" w:rsidP="002743F7">
      <w:pPr>
        <w:pStyle w:val="Code"/>
        <w:rPr>
          <w:lang w:val="en-US"/>
        </w:rPr>
      </w:pPr>
      <w:r>
        <w:rPr>
          <w:lang w:val="en-US"/>
        </w:rPr>
        <w:t xml:space="preserve">        image[k][</w:t>
      </w:r>
      <w:proofErr w:type="spellStart"/>
      <w:r>
        <w:rPr>
          <w:lang w:val="en-US"/>
        </w:rPr>
        <w:t>i</w:t>
      </w:r>
      <w:proofErr w:type="spellEnd"/>
      <w:r>
        <w:rPr>
          <w:lang w:val="en-US"/>
        </w:rPr>
        <w:t xml:space="preserve">] = iteration </w:t>
      </w:r>
      <w:r w:rsidRPr="002743F7">
        <w:rPr>
          <w:rStyle w:val="PuceRepere"/>
        </w:rPr>
        <w:t>4</w:t>
      </w:r>
    </w:p>
    <w:p w14:paraId="2133D6F2" w14:textId="4137C108" w:rsidR="002743F7" w:rsidRDefault="002743F7" w:rsidP="002743F7">
      <w:pPr>
        <w:pStyle w:val="Code"/>
        <w:rPr>
          <w:lang w:val="en-US"/>
        </w:rPr>
      </w:pPr>
      <w:r>
        <w:rPr>
          <w:lang w:val="en-US"/>
        </w:rPr>
        <w:t xml:space="preserve">    return image </w:t>
      </w:r>
    </w:p>
    <w:p w14:paraId="5CC9C8F2" w14:textId="77777777" w:rsidR="002743F7" w:rsidRDefault="002743F7" w:rsidP="002743F7">
      <w:pPr>
        <w:pStyle w:val="Code"/>
        <w:rPr>
          <w:lang w:val="en-US"/>
        </w:rPr>
      </w:pPr>
      <w:r>
        <w:rPr>
          <w:lang w:val="en-US"/>
        </w:rPr>
        <w:t>if __name__ == '__main__':</w:t>
      </w:r>
    </w:p>
    <w:p w14:paraId="442ECD3F" w14:textId="77777777" w:rsidR="002743F7" w:rsidRDefault="002743F7" w:rsidP="002743F7">
      <w:pPr>
        <w:pStyle w:val="Code"/>
        <w:rPr>
          <w:lang w:val="en-US"/>
        </w:rPr>
      </w:pPr>
      <w:r>
        <w:rPr>
          <w:lang w:val="en-US"/>
        </w:rPr>
        <w:t xml:space="preserve">    image = </w:t>
      </w:r>
      <w:proofErr w:type="spellStart"/>
      <w:r>
        <w:rPr>
          <w:lang w:val="en-US"/>
        </w:rPr>
        <w:t>mandelbrot_set</w:t>
      </w:r>
      <w:proofErr w:type="spellEnd"/>
      <w:r>
        <w:rPr>
          <w:lang w:val="en-US"/>
        </w:rPr>
        <w:t>()</w:t>
      </w:r>
    </w:p>
    <w:p w14:paraId="097834A6" w14:textId="01DF8F76" w:rsidR="002743F7" w:rsidRDefault="002743F7" w:rsidP="002743F7">
      <w:pPr>
        <w:pStyle w:val="Code"/>
        <w:rPr>
          <w:lang w:val="en-US"/>
        </w:rPr>
      </w:pPr>
      <w:r>
        <w:rPr>
          <w:lang w:val="en-US"/>
        </w:rPr>
        <w:t xml:space="preserve">    </w:t>
      </w:r>
      <w:proofErr w:type="spellStart"/>
      <w:r>
        <w:rPr>
          <w:lang w:val="en-US"/>
        </w:rPr>
        <w:t>plt.imshow</w:t>
      </w:r>
      <w:proofErr w:type="spellEnd"/>
      <w:r>
        <w:rPr>
          <w:lang w:val="en-US"/>
        </w:rPr>
        <w:t xml:space="preserve">(image, origin='lower', extent=(x0, x1, y0,y1), </w:t>
      </w:r>
      <w:proofErr w:type="spellStart"/>
      <w:r>
        <w:rPr>
          <w:lang w:val="en-US"/>
        </w:rPr>
        <w:t>cmap</w:t>
      </w:r>
      <w:proofErr w:type="spellEnd"/>
      <w:r>
        <w:rPr>
          <w:lang w:val="en-US"/>
        </w:rPr>
        <w:t>=</w:t>
      </w:r>
      <w:proofErr w:type="spellStart"/>
      <w:r>
        <w:rPr>
          <w:lang w:val="en-US"/>
        </w:rPr>
        <w:t>cm.Greys_r</w:t>
      </w:r>
      <w:proofErr w:type="spellEnd"/>
      <w:r>
        <w:rPr>
          <w:lang w:val="en-US"/>
        </w:rPr>
        <w:t xml:space="preserve">, interpolation='nearest') </w:t>
      </w:r>
      <w:r w:rsidRPr="002743F7">
        <w:rPr>
          <w:rStyle w:val="PuceRepere"/>
        </w:rPr>
        <w:t>5</w:t>
      </w:r>
    </w:p>
    <w:p w14:paraId="63888929" w14:textId="611EA3C4" w:rsidR="002743F7" w:rsidRDefault="002743F7" w:rsidP="002743F7">
      <w:pPr>
        <w:pStyle w:val="Code"/>
        <w:rPr>
          <w:lang w:val="en-US"/>
        </w:rPr>
      </w:pPr>
      <w:r>
        <w:rPr>
          <w:lang w:val="en-US"/>
        </w:rPr>
        <w:t xml:space="preserve">    </w:t>
      </w:r>
      <w:proofErr w:type="spellStart"/>
      <w:r>
        <w:rPr>
          <w:lang w:val="en-US"/>
        </w:rPr>
        <w:t>plt.show</w:t>
      </w:r>
      <w:proofErr w:type="spellEnd"/>
      <w:r>
        <w:rPr>
          <w:lang w:val="en-US"/>
        </w:rPr>
        <w:t xml:space="preserve">() </w:t>
      </w:r>
    </w:p>
    <w:p w14:paraId="3D4378C6" w14:textId="4C102AD4" w:rsidR="001E59DD" w:rsidRDefault="002743F7" w:rsidP="002743F7">
      <w:pPr>
        <w:pStyle w:val="TexteCourant"/>
      </w:pPr>
      <w:r>
        <w:t xml:space="preserve">La fonction </w:t>
      </w:r>
      <w:proofErr w:type="spellStart"/>
      <w:r w:rsidRPr="00801098">
        <w:rPr>
          <w:rStyle w:val="CodeDansTexte"/>
        </w:rPr>
        <w:t>mandelbrot_set</w:t>
      </w:r>
      <w:proofErr w:type="spellEnd"/>
      <w:r w:rsidRPr="00801098">
        <w:rPr>
          <w:rStyle w:val="CodeDansTexte"/>
        </w:rPr>
        <w:t>()</w:t>
      </w:r>
      <w:r>
        <w:t xml:space="preserve"> trace l’ensemble de Mandelbrot dans la ré</w:t>
      </w:r>
      <w:r w:rsidR="00801098">
        <w:t>gion délimitée par les poi</w:t>
      </w:r>
      <w:r>
        <w:t>n</w:t>
      </w:r>
      <w:r w:rsidR="00801098">
        <w:t>t</w:t>
      </w:r>
      <w:r>
        <w:t xml:space="preserve">s (-2,5, -1) et (1, 1) pour un total de 1600 points équidistants. Nous utilisons la fonction </w:t>
      </w:r>
      <w:proofErr w:type="spellStart"/>
      <w:r w:rsidRPr="00801098">
        <w:rPr>
          <w:rStyle w:val="CodeDansTexte"/>
        </w:rPr>
        <w:t>initalize_image</w:t>
      </w:r>
      <w:proofErr w:type="spellEnd"/>
      <w:r w:rsidRPr="00801098">
        <w:rPr>
          <w:rStyle w:val="CodeDansTexte"/>
        </w:rPr>
        <w:t>()</w:t>
      </w:r>
      <w:r>
        <w:t xml:space="preserve"> comme nous en parlions dans la description du problème afin d’initialiser une liste de listes, lesquelles contiendront les couleurs appropriées.</w:t>
      </w:r>
    </w:p>
    <w:p w14:paraId="66F540EA" w14:textId="20248959" w:rsidR="002743F7" w:rsidRDefault="002743F7" w:rsidP="002743F7">
      <w:pPr>
        <w:pStyle w:val="TexteCourant"/>
      </w:pPr>
      <w:r>
        <w:t xml:space="preserve">Nous générons 400 points également espacés le long de chaque axe en </w:t>
      </w:r>
      <w:r w:rsidRPr="002743F7">
        <w:rPr>
          <w:rStyle w:val="PuceRepere"/>
        </w:rPr>
        <w:t>1</w:t>
      </w:r>
      <w:r>
        <w:t xml:space="preserve"> et </w:t>
      </w:r>
      <w:r w:rsidRPr="002743F7">
        <w:rPr>
          <w:rStyle w:val="PuceRepere"/>
        </w:rPr>
        <w:t>2</w:t>
      </w:r>
      <w:r>
        <w:t xml:space="preserve">. Nous utilisons ensuite deux boucles « pour » pour parcourir les 1600 points et leur assigner une couleur. Pour définir quelle couleur doit être assignée, nous commençons pas créer un nombre complexe pour chacun de ces points à l’aide de la fonction </w:t>
      </w:r>
      <w:proofErr w:type="spellStart"/>
      <w:r w:rsidRPr="00801098">
        <w:rPr>
          <w:rStyle w:val="CodeDansTexte"/>
        </w:rPr>
        <w:t>complex</w:t>
      </w:r>
      <w:proofErr w:type="spellEnd"/>
      <w:r w:rsidRPr="00801098">
        <w:rPr>
          <w:rStyle w:val="CodeDansTexte"/>
        </w:rPr>
        <w:t>()</w:t>
      </w:r>
      <w:r>
        <w:t xml:space="preserve">. Puis nous utilisons une boucle « tant que » </w:t>
      </w:r>
      <w:r w:rsidRPr="002743F7">
        <w:rPr>
          <w:rStyle w:val="PuceRepere"/>
        </w:rPr>
        <w:t>3</w:t>
      </w:r>
      <w:r>
        <w:t xml:space="preserve"> pour implémenter les étapes 4 et 5 de l’algorithme décrit dans l’énoncé du problème. Lorsque la boucle « tant que » prend fin, la valeur d’itération détermine la couleur du point </w:t>
      </w:r>
      <w:r w:rsidRPr="002743F7">
        <w:rPr>
          <w:rStyle w:val="PuceRepere"/>
        </w:rPr>
        <w:t>4</w:t>
      </w:r>
      <w:r>
        <w:t>.</w:t>
      </w:r>
    </w:p>
    <w:p w14:paraId="1A95EE11" w14:textId="71AF728B" w:rsidR="00130D03" w:rsidRDefault="002743F7" w:rsidP="002743F7">
      <w:pPr>
        <w:pStyle w:val="TexteCourant"/>
      </w:pPr>
      <w:r>
        <w:t xml:space="preserve">Finalement, nous retournons la liste de listes, </w:t>
      </w:r>
      <w:r w:rsidRPr="002743F7">
        <w:rPr>
          <w:rStyle w:val="CodeDansTexte"/>
        </w:rPr>
        <w:t>image</w:t>
      </w:r>
      <w:r>
        <w:t xml:space="preserve">, laquelle est passée en argument de la fonction </w:t>
      </w:r>
      <w:proofErr w:type="spellStart"/>
      <w:r w:rsidRPr="00801098">
        <w:rPr>
          <w:rStyle w:val="CodeDansTexte"/>
        </w:rPr>
        <w:t>imshow</w:t>
      </w:r>
      <w:proofErr w:type="spellEnd"/>
      <w:r w:rsidRPr="00801098">
        <w:rPr>
          <w:rStyle w:val="CodeDansTexte"/>
        </w:rPr>
        <w:t>()</w:t>
      </w:r>
      <w:r>
        <w:t xml:space="preserve"> </w:t>
      </w:r>
      <w:r w:rsidRPr="002743F7">
        <w:rPr>
          <w:rStyle w:val="PuceRepere"/>
        </w:rPr>
        <w:t>5</w:t>
      </w:r>
      <w:r>
        <w:t xml:space="preserve">. L’argument </w:t>
      </w:r>
      <w:proofErr w:type="spellStart"/>
      <w:r w:rsidRPr="002743F7">
        <w:rPr>
          <w:rStyle w:val="CodeDansTexte"/>
        </w:rPr>
        <w:t>extent</w:t>
      </w:r>
      <w:proofErr w:type="spellEnd"/>
      <w:r w:rsidR="00D662B6">
        <w:t xml:space="preserve"> permet de délimiter la région que nous souhaitons colorier, il suffit de placer les coordonnées x des points en premier, suivis par les coordonnées y. Lorsque vous exécutez ce programme, vous verrez s’afficher l’ensemble de Mandelbrot (Figure 7).</w:t>
      </w:r>
    </w:p>
    <w:p w14:paraId="470781CF" w14:textId="4B2A0BFF" w:rsidR="00D662B6" w:rsidRDefault="00D662B6" w:rsidP="00D662B6">
      <w:pPr>
        <w:pStyle w:val="FigureNomDeFichier"/>
      </w:pPr>
      <w:r>
        <w:t>Figure 7.png</w:t>
      </w:r>
    </w:p>
    <w:p w14:paraId="060BABDC" w14:textId="56D3EE78" w:rsidR="00D662B6" w:rsidRDefault="00D662B6" w:rsidP="00D662B6">
      <w:pPr>
        <w:pStyle w:val="FigureNumero"/>
      </w:pPr>
      <w:r>
        <w:t xml:space="preserve">Figure 7 </w:t>
      </w:r>
    </w:p>
    <w:p w14:paraId="08CCB93E" w14:textId="7570F34B" w:rsidR="00D662B6" w:rsidRDefault="00D662B6" w:rsidP="00D662B6">
      <w:pPr>
        <w:pStyle w:val="FigureLegende"/>
      </w:pPr>
      <w:r>
        <w:t>L’ensemble de Mandelbrot composé de 1600 dans la région délimitée par les points (-2,5, -1,0) et (1,0, 1,0)</w:t>
      </w:r>
    </w:p>
    <w:p w14:paraId="6E0FDD73" w14:textId="1A45309C" w:rsidR="00D662B6" w:rsidRDefault="00D662B6" w:rsidP="002743F7">
      <w:pPr>
        <w:pStyle w:val="TexteCourant"/>
      </w:pPr>
      <w:r>
        <w:t>Si vous changez le nombre de points divisant chaque axe et jouez avec le nombre d’itérations, vous pourrez observer l’effet de ces changements sur la figure finale.</w:t>
      </w:r>
    </w:p>
    <w:p w14:paraId="3CA49C1D" w14:textId="07DAC64B" w:rsidR="00655923" w:rsidRDefault="00655923" w:rsidP="00655923">
      <w:pPr>
        <w:pStyle w:val="ChapitreNumero"/>
      </w:pPr>
      <w:r>
        <w:t>Chapitre 7</w:t>
      </w:r>
    </w:p>
    <w:p w14:paraId="1205D204" w14:textId="77777777" w:rsidR="00655923" w:rsidRDefault="00655923" w:rsidP="00655923">
      <w:pPr>
        <w:pStyle w:val="ChapitreTitre"/>
      </w:pPr>
      <w:r>
        <w:t>Solution aux défis</w:t>
      </w:r>
    </w:p>
    <w:p w14:paraId="49471029" w14:textId="77777777" w:rsidR="00655923" w:rsidRPr="00387369" w:rsidRDefault="00655923" w:rsidP="00655923">
      <w:pPr>
        <w:pStyle w:val="TitreNiveau1"/>
      </w:pPr>
      <w:r>
        <w:t>#1 : Vérifier la continuité d’une fonction en un point</w:t>
      </w:r>
    </w:p>
    <w:p w14:paraId="008C1D1A" w14:textId="475C38AE" w:rsidR="00D662B6" w:rsidRDefault="00655923" w:rsidP="002743F7">
      <w:pPr>
        <w:pStyle w:val="TexteCourant"/>
      </w:pPr>
      <w:r>
        <w:t>La solution à ce défi est un programme permettant de trouver la limite à droite et à gauche d’une fonction en un point donné et évalue la fonction en ce point. Voici le programme :</w:t>
      </w:r>
    </w:p>
    <w:p w14:paraId="48787404" w14:textId="77777777" w:rsidR="00655923" w:rsidRDefault="00655923" w:rsidP="00655923">
      <w:pPr>
        <w:pStyle w:val="Code"/>
        <w:rPr>
          <w:lang w:val="en-US"/>
        </w:rPr>
      </w:pPr>
      <w:r>
        <w:rPr>
          <w:lang w:val="en-US"/>
        </w:rPr>
        <w:t>'''</w:t>
      </w:r>
    </w:p>
    <w:p w14:paraId="50079485" w14:textId="59D3A80F" w:rsidR="00655923" w:rsidRDefault="00655923" w:rsidP="00655923">
      <w:pPr>
        <w:pStyle w:val="Code"/>
        <w:rPr>
          <w:lang w:val="en-US"/>
        </w:rPr>
      </w:pPr>
      <w:r>
        <w:rPr>
          <w:lang w:val="en-US"/>
        </w:rPr>
        <w:t>verify_continuity.py</w:t>
      </w:r>
    </w:p>
    <w:p w14:paraId="4DD98EB4" w14:textId="27E32D94" w:rsidR="00655923" w:rsidRDefault="00655923" w:rsidP="00655923">
      <w:pPr>
        <w:pStyle w:val="Code"/>
        <w:rPr>
          <w:lang w:val="en-US"/>
        </w:rPr>
      </w:pPr>
      <w:r>
        <w:rPr>
          <w:lang w:val="en-US"/>
        </w:rPr>
        <w:t>Verify the continuity of a function</w:t>
      </w:r>
    </w:p>
    <w:p w14:paraId="2E4467CF" w14:textId="51585058" w:rsidR="00655923" w:rsidRDefault="00655923" w:rsidP="00655923">
      <w:pPr>
        <w:pStyle w:val="Code"/>
        <w:rPr>
          <w:lang w:val="en-US"/>
        </w:rPr>
      </w:pPr>
      <w:r>
        <w:rPr>
          <w:lang w:val="en-US"/>
        </w:rPr>
        <w:t>'''</w:t>
      </w:r>
    </w:p>
    <w:p w14:paraId="114F3091" w14:textId="440F280B" w:rsidR="00655923" w:rsidRDefault="00655923" w:rsidP="00655923">
      <w:pPr>
        <w:pStyle w:val="Code"/>
        <w:rPr>
          <w:lang w:val="en-US"/>
        </w:rPr>
      </w:pPr>
      <w:r>
        <w:rPr>
          <w:lang w:val="en-US"/>
        </w:rPr>
        <w:t xml:space="preserve">from </w:t>
      </w:r>
      <w:proofErr w:type="spellStart"/>
      <w:r>
        <w:rPr>
          <w:lang w:val="en-US"/>
        </w:rPr>
        <w:t>sympy</w:t>
      </w:r>
      <w:proofErr w:type="spellEnd"/>
      <w:r>
        <w:rPr>
          <w:lang w:val="en-US"/>
        </w:rPr>
        <w:t xml:space="preserve"> import Limit, Symbol, </w:t>
      </w:r>
      <w:proofErr w:type="spellStart"/>
      <w:r>
        <w:rPr>
          <w:lang w:val="en-US"/>
        </w:rPr>
        <w:t>sympify</w:t>
      </w:r>
      <w:proofErr w:type="spellEnd"/>
      <w:r>
        <w:rPr>
          <w:lang w:val="en-US"/>
        </w:rPr>
        <w:t xml:space="preserve">, </w:t>
      </w:r>
      <w:proofErr w:type="spellStart"/>
      <w:r>
        <w:rPr>
          <w:lang w:val="en-US"/>
        </w:rPr>
        <w:t>SympifyError</w:t>
      </w:r>
      <w:proofErr w:type="spellEnd"/>
    </w:p>
    <w:p w14:paraId="2606DF47" w14:textId="1480134D" w:rsidR="00655923" w:rsidRDefault="00655923" w:rsidP="00655923">
      <w:pPr>
        <w:pStyle w:val="Code"/>
        <w:rPr>
          <w:lang w:val="en-US"/>
        </w:rPr>
      </w:pPr>
      <w:proofErr w:type="spellStart"/>
      <w:r>
        <w:rPr>
          <w:lang w:val="en-US"/>
        </w:rPr>
        <w:t>def</w:t>
      </w:r>
      <w:proofErr w:type="spellEnd"/>
      <w:r>
        <w:rPr>
          <w:lang w:val="en-US"/>
        </w:rPr>
        <w:t xml:space="preserve"> </w:t>
      </w:r>
      <w:proofErr w:type="spellStart"/>
      <w:r>
        <w:rPr>
          <w:lang w:val="en-US"/>
        </w:rPr>
        <w:t>check_continuity</w:t>
      </w:r>
      <w:proofErr w:type="spellEnd"/>
      <w:r>
        <w:rPr>
          <w:lang w:val="en-US"/>
        </w:rPr>
        <w:t xml:space="preserve">(f, </w:t>
      </w:r>
      <w:proofErr w:type="spellStart"/>
      <w:r>
        <w:rPr>
          <w:lang w:val="en-US"/>
        </w:rPr>
        <w:t>var</w:t>
      </w:r>
      <w:proofErr w:type="spellEnd"/>
      <w:r>
        <w:rPr>
          <w:lang w:val="en-US"/>
        </w:rPr>
        <w:t>, a):</w:t>
      </w:r>
    </w:p>
    <w:p w14:paraId="70B06DE6" w14:textId="43EBA5F4" w:rsidR="00655923" w:rsidRDefault="00655923" w:rsidP="00655923">
      <w:pPr>
        <w:pStyle w:val="Code"/>
        <w:rPr>
          <w:lang w:val="en-US"/>
        </w:rPr>
      </w:pPr>
      <w:r>
        <w:rPr>
          <w:lang w:val="en-US"/>
        </w:rPr>
        <w:t xml:space="preserve">    l1 = Limit(f, </w:t>
      </w:r>
      <w:proofErr w:type="spellStart"/>
      <w:r>
        <w:rPr>
          <w:lang w:val="en-US"/>
        </w:rPr>
        <w:t>var</w:t>
      </w:r>
      <w:proofErr w:type="spellEnd"/>
      <w:r>
        <w:rPr>
          <w:lang w:val="en-US"/>
        </w:rPr>
        <w:t xml:space="preserve">, a, </w:t>
      </w:r>
      <w:proofErr w:type="spellStart"/>
      <w:r>
        <w:rPr>
          <w:lang w:val="en-US"/>
        </w:rPr>
        <w:t>dir</w:t>
      </w:r>
      <w:proofErr w:type="spellEnd"/>
      <w:r>
        <w:rPr>
          <w:lang w:val="en-US"/>
        </w:rPr>
        <w:t>='+').</w:t>
      </w:r>
      <w:proofErr w:type="spellStart"/>
      <w:r>
        <w:rPr>
          <w:lang w:val="en-US"/>
        </w:rPr>
        <w:t>doit</w:t>
      </w:r>
      <w:proofErr w:type="spellEnd"/>
      <w:r>
        <w:rPr>
          <w:lang w:val="en-US"/>
        </w:rPr>
        <w:t>()</w:t>
      </w:r>
      <w:r w:rsidR="00F63CAA">
        <w:rPr>
          <w:lang w:val="en-US"/>
        </w:rPr>
        <w:t xml:space="preserve"> </w:t>
      </w:r>
      <w:r w:rsidR="00F63CAA" w:rsidRPr="00F63CAA">
        <w:rPr>
          <w:rStyle w:val="PuceRepere"/>
        </w:rPr>
        <w:t>1</w:t>
      </w:r>
    </w:p>
    <w:p w14:paraId="0C179915" w14:textId="424A4A79" w:rsidR="00655923" w:rsidRDefault="00655923" w:rsidP="00655923">
      <w:pPr>
        <w:pStyle w:val="Code"/>
        <w:rPr>
          <w:lang w:val="en-US"/>
        </w:rPr>
      </w:pPr>
      <w:r>
        <w:rPr>
          <w:lang w:val="en-US"/>
        </w:rPr>
        <w:t xml:space="preserve">    l2 = Limit(f, </w:t>
      </w:r>
      <w:proofErr w:type="spellStart"/>
      <w:r>
        <w:rPr>
          <w:lang w:val="en-US"/>
        </w:rPr>
        <w:t>var</w:t>
      </w:r>
      <w:proofErr w:type="spellEnd"/>
      <w:r>
        <w:rPr>
          <w:lang w:val="en-US"/>
        </w:rPr>
        <w:t xml:space="preserve">, a, </w:t>
      </w:r>
      <w:proofErr w:type="spellStart"/>
      <w:r>
        <w:rPr>
          <w:lang w:val="en-US"/>
        </w:rPr>
        <w:t>dir</w:t>
      </w:r>
      <w:proofErr w:type="spellEnd"/>
      <w:r>
        <w:rPr>
          <w:lang w:val="en-US"/>
        </w:rPr>
        <w:t>='-').</w:t>
      </w:r>
      <w:proofErr w:type="spellStart"/>
      <w:r>
        <w:rPr>
          <w:lang w:val="en-US"/>
        </w:rPr>
        <w:t>doit</w:t>
      </w:r>
      <w:proofErr w:type="spellEnd"/>
      <w:r>
        <w:rPr>
          <w:lang w:val="en-US"/>
        </w:rPr>
        <w:t>()</w:t>
      </w:r>
      <w:r w:rsidR="00F63CAA">
        <w:rPr>
          <w:lang w:val="en-US"/>
        </w:rPr>
        <w:t xml:space="preserve"> </w:t>
      </w:r>
      <w:r w:rsidR="00F63CAA" w:rsidRPr="00F63CAA">
        <w:rPr>
          <w:rStyle w:val="PuceRepere"/>
        </w:rPr>
        <w:t>2</w:t>
      </w:r>
    </w:p>
    <w:p w14:paraId="3B74F8DB" w14:textId="3D688545" w:rsidR="00655923" w:rsidRDefault="00655923" w:rsidP="00655923">
      <w:pPr>
        <w:pStyle w:val="Code"/>
        <w:rPr>
          <w:lang w:val="en-US"/>
        </w:rPr>
      </w:pPr>
      <w:r>
        <w:rPr>
          <w:lang w:val="en-US"/>
        </w:rPr>
        <w:t xml:space="preserve">    </w:t>
      </w:r>
      <w:proofErr w:type="spellStart"/>
      <w:r>
        <w:rPr>
          <w:lang w:val="en-US"/>
        </w:rPr>
        <w:t>f_val</w:t>
      </w:r>
      <w:proofErr w:type="spellEnd"/>
      <w:r>
        <w:rPr>
          <w:lang w:val="en-US"/>
        </w:rPr>
        <w:t xml:space="preserve"> = </w:t>
      </w:r>
      <w:proofErr w:type="spellStart"/>
      <w:r>
        <w:rPr>
          <w:lang w:val="en-US"/>
        </w:rPr>
        <w:t>f.subs</w:t>
      </w:r>
      <w:proofErr w:type="spellEnd"/>
      <w:r>
        <w:rPr>
          <w:lang w:val="en-US"/>
        </w:rPr>
        <w:t>({</w:t>
      </w:r>
      <w:proofErr w:type="spellStart"/>
      <w:r>
        <w:rPr>
          <w:lang w:val="en-US"/>
        </w:rPr>
        <w:t>var:a</w:t>
      </w:r>
      <w:proofErr w:type="spellEnd"/>
      <w:r>
        <w:rPr>
          <w:lang w:val="en-US"/>
        </w:rPr>
        <w:t>})</w:t>
      </w:r>
    </w:p>
    <w:p w14:paraId="117BBD68" w14:textId="6DCD8101" w:rsidR="00655923" w:rsidRDefault="00655923" w:rsidP="00655923">
      <w:pPr>
        <w:pStyle w:val="Code"/>
        <w:rPr>
          <w:lang w:val="en-US"/>
        </w:rPr>
      </w:pPr>
      <w:r>
        <w:rPr>
          <w:rFonts w:ascii="Courier" w:hAnsi="Courier" w:cs="Courier"/>
          <w:lang w:val="en-US"/>
        </w:rPr>
        <w:t> </w:t>
      </w:r>
      <w:r>
        <w:rPr>
          <w:lang w:val="en-US"/>
        </w:rPr>
        <w:t xml:space="preserve">    if l1 == l2 and </w:t>
      </w:r>
      <w:proofErr w:type="spellStart"/>
      <w:r>
        <w:rPr>
          <w:lang w:val="en-US"/>
        </w:rPr>
        <w:t>f_val</w:t>
      </w:r>
      <w:proofErr w:type="spellEnd"/>
      <w:r>
        <w:rPr>
          <w:lang w:val="en-US"/>
        </w:rPr>
        <w:t xml:space="preserve"> == l1:</w:t>
      </w:r>
    </w:p>
    <w:p w14:paraId="531DFC12" w14:textId="0DE2DD7F" w:rsidR="00655923" w:rsidRDefault="00655923" w:rsidP="00655923">
      <w:pPr>
        <w:pStyle w:val="Code"/>
        <w:rPr>
          <w:lang w:val="en-US"/>
        </w:rPr>
      </w:pPr>
      <w:r>
        <w:rPr>
          <w:lang w:val="en-US"/>
        </w:rPr>
        <w:t xml:space="preserve">        print('{0} is continuous at {1}'.format(f, a))</w:t>
      </w:r>
    </w:p>
    <w:p w14:paraId="405C2EB5" w14:textId="53580283" w:rsidR="00655923" w:rsidRDefault="00655923" w:rsidP="00655923">
      <w:pPr>
        <w:pStyle w:val="Code"/>
        <w:rPr>
          <w:lang w:val="en-US"/>
        </w:rPr>
      </w:pPr>
      <w:r>
        <w:rPr>
          <w:rFonts w:ascii="Courier" w:hAnsi="Courier" w:cs="Courier"/>
          <w:lang w:val="en-US"/>
        </w:rPr>
        <w:t> </w:t>
      </w:r>
      <w:r>
        <w:rPr>
          <w:lang w:val="en-US"/>
        </w:rPr>
        <w:t xml:space="preserve">    else:</w:t>
      </w:r>
    </w:p>
    <w:p w14:paraId="2B78AC5F" w14:textId="078E3511" w:rsidR="00655923" w:rsidRDefault="00655923" w:rsidP="00655923">
      <w:pPr>
        <w:pStyle w:val="Code"/>
        <w:rPr>
          <w:lang w:val="en-US"/>
        </w:rPr>
      </w:pPr>
      <w:r>
        <w:rPr>
          <w:lang w:val="en-US"/>
        </w:rPr>
        <w:t xml:space="preserve">        print('{0} is not continuous at {1}'.format(f, a))</w:t>
      </w:r>
    </w:p>
    <w:p w14:paraId="4F799173" w14:textId="75968F69" w:rsidR="00655923" w:rsidRDefault="00655923" w:rsidP="00655923">
      <w:pPr>
        <w:pStyle w:val="Code"/>
        <w:rPr>
          <w:lang w:val="en-US"/>
        </w:rPr>
      </w:pPr>
      <w:r>
        <w:rPr>
          <w:rFonts w:ascii="Courier" w:hAnsi="Courier" w:cs="Courier"/>
          <w:lang w:val="en-US"/>
        </w:rPr>
        <w:t> </w:t>
      </w:r>
      <w:r>
        <w:rPr>
          <w:lang w:val="en-US"/>
        </w:rPr>
        <w:t>if __name__ == '__main__':</w:t>
      </w:r>
    </w:p>
    <w:p w14:paraId="05CDD9EC" w14:textId="1E01CEAE" w:rsidR="00655923" w:rsidRDefault="00655923" w:rsidP="00655923">
      <w:pPr>
        <w:pStyle w:val="Code"/>
        <w:rPr>
          <w:lang w:val="en-US"/>
        </w:rPr>
      </w:pPr>
      <w:r>
        <w:rPr>
          <w:lang w:val="en-US"/>
        </w:rPr>
        <w:t xml:space="preserve">    f = input('Enter a function in one variable: ')</w:t>
      </w:r>
    </w:p>
    <w:p w14:paraId="452DF0DA" w14:textId="4662AD9F" w:rsidR="00655923" w:rsidRDefault="00655923" w:rsidP="00655923">
      <w:pPr>
        <w:pStyle w:val="Code"/>
        <w:rPr>
          <w:lang w:val="en-US"/>
        </w:rPr>
      </w:pPr>
      <w:r>
        <w:rPr>
          <w:lang w:val="en-US"/>
        </w:rPr>
        <w:t xml:space="preserve">    </w:t>
      </w:r>
      <w:proofErr w:type="spellStart"/>
      <w:r>
        <w:rPr>
          <w:lang w:val="en-US"/>
        </w:rPr>
        <w:t>var</w:t>
      </w:r>
      <w:proofErr w:type="spellEnd"/>
      <w:r>
        <w:rPr>
          <w:lang w:val="en-US"/>
        </w:rPr>
        <w:t xml:space="preserve"> = input('Enter the variable: ')</w:t>
      </w:r>
    </w:p>
    <w:p w14:paraId="0E7DA4EE" w14:textId="52AB8062" w:rsidR="00655923" w:rsidRDefault="00655923" w:rsidP="00655923">
      <w:pPr>
        <w:pStyle w:val="Code"/>
        <w:rPr>
          <w:lang w:val="en-US"/>
        </w:rPr>
      </w:pPr>
      <w:r>
        <w:rPr>
          <w:lang w:val="en-US"/>
        </w:rPr>
        <w:t xml:space="preserve">    a = float(input('Enter the point to check the continuity at: '))</w:t>
      </w:r>
    </w:p>
    <w:p w14:paraId="052CE7C0" w14:textId="1868FE5B" w:rsidR="00655923" w:rsidRDefault="00655923" w:rsidP="00655923">
      <w:pPr>
        <w:pStyle w:val="Code"/>
        <w:rPr>
          <w:lang w:val="en-US"/>
        </w:rPr>
      </w:pPr>
      <w:r>
        <w:rPr>
          <w:lang w:val="en-US"/>
        </w:rPr>
        <w:t xml:space="preserve">    try:</w:t>
      </w:r>
    </w:p>
    <w:p w14:paraId="26C36773" w14:textId="0EF298DE" w:rsidR="00655923" w:rsidRDefault="00655923" w:rsidP="00655923">
      <w:pPr>
        <w:pStyle w:val="Code"/>
        <w:rPr>
          <w:lang w:val="en-US"/>
        </w:rPr>
      </w:pPr>
      <w:r>
        <w:rPr>
          <w:rFonts w:ascii="Courier" w:hAnsi="Courier" w:cs="Courier"/>
          <w:lang w:val="en-US"/>
        </w:rPr>
        <w:t> </w:t>
      </w:r>
      <w:r>
        <w:rPr>
          <w:lang w:val="en-US"/>
        </w:rPr>
        <w:t xml:space="preserve">        f = </w:t>
      </w:r>
      <w:proofErr w:type="spellStart"/>
      <w:r>
        <w:rPr>
          <w:lang w:val="en-US"/>
        </w:rPr>
        <w:t>sympify</w:t>
      </w:r>
      <w:proofErr w:type="spellEnd"/>
      <w:r>
        <w:rPr>
          <w:lang w:val="en-US"/>
        </w:rPr>
        <w:t>(f)</w:t>
      </w:r>
    </w:p>
    <w:p w14:paraId="3164712F" w14:textId="0BDF2BC8" w:rsidR="00655923" w:rsidRDefault="00655923" w:rsidP="00655923">
      <w:pPr>
        <w:pStyle w:val="Code"/>
        <w:rPr>
          <w:lang w:val="en-US"/>
        </w:rPr>
      </w:pPr>
      <w:r>
        <w:rPr>
          <w:lang w:val="en-US"/>
        </w:rPr>
        <w:t xml:space="preserve">    except </w:t>
      </w:r>
      <w:proofErr w:type="spellStart"/>
      <w:r>
        <w:rPr>
          <w:lang w:val="en-US"/>
        </w:rPr>
        <w:t>SympifyError</w:t>
      </w:r>
      <w:proofErr w:type="spellEnd"/>
      <w:r>
        <w:rPr>
          <w:lang w:val="en-US"/>
        </w:rPr>
        <w:t>:</w:t>
      </w:r>
    </w:p>
    <w:p w14:paraId="7556D9B5" w14:textId="0B9F54CD" w:rsidR="00655923" w:rsidRDefault="00655923" w:rsidP="00655923">
      <w:pPr>
        <w:pStyle w:val="Code"/>
        <w:rPr>
          <w:lang w:val="en-US"/>
        </w:rPr>
      </w:pPr>
      <w:r>
        <w:rPr>
          <w:rFonts w:ascii="Courier" w:hAnsi="Courier" w:cs="Courier"/>
          <w:lang w:val="en-US"/>
        </w:rPr>
        <w:t> </w:t>
      </w:r>
      <w:r>
        <w:rPr>
          <w:lang w:val="en-US"/>
        </w:rPr>
        <w:t xml:space="preserve">        print('Invalid function entered')</w:t>
      </w:r>
    </w:p>
    <w:p w14:paraId="1FEAF974" w14:textId="7A84F856" w:rsidR="00655923" w:rsidRDefault="00655923" w:rsidP="00655923">
      <w:pPr>
        <w:pStyle w:val="Code"/>
        <w:rPr>
          <w:lang w:val="en-US"/>
        </w:rPr>
      </w:pPr>
      <w:r>
        <w:rPr>
          <w:lang w:val="en-US"/>
        </w:rPr>
        <w:t xml:space="preserve">    else:</w:t>
      </w:r>
    </w:p>
    <w:p w14:paraId="1470A4FE" w14:textId="30ED99CC" w:rsidR="00655923" w:rsidRDefault="00655923" w:rsidP="00655923">
      <w:pPr>
        <w:pStyle w:val="Code"/>
        <w:rPr>
          <w:lang w:val="en-US"/>
        </w:rPr>
      </w:pPr>
      <w:r>
        <w:rPr>
          <w:rFonts w:ascii="Courier" w:hAnsi="Courier" w:cs="Courier"/>
          <w:lang w:val="en-US"/>
        </w:rPr>
        <w:t> </w:t>
      </w:r>
      <w:r>
        <w:rPr>
          <w:lang w:val="en-US"/>
        </w:rPr>
        <w:t xml:space="preserve">        </w:t>
      </w:r>
      <w:proofErr w:type="spellStart"/>
      <w:r>
        <w:rPr>
          <w:lang w:val="en-US"/>
        </w:rPr>
        <w:t>var</w:t>
      </w:r>
      <w:proofErr w:type="spellEnd"/>
      <w:r>
        <w:rPr>
          <w:lang w:val="en-US"/>
        </w:rPr>
        <w:t xml:space="preserve"> = Symbol(</w:t>
      </w:r>
      <w:proofErr w:type="spellStart"/>
      <w:r>
        <w:rPr>
          <w:lang w:val="en-US"/>
        </w:rPr>
        <w:t>var</w:t>
      </w:r>
      <w:proofErr w:type="spellEnd"/>
      <w:r>
        <w:rPr>
          <w:lang w:val="en-US"/>
        </w:rPr>
        <w:t>)</w:t>
      </w:r>
    </w:p>
    <w:p w14:paraId="1B3BA272" w14:textId="5958A703" w:rsidR="00655923" w:rsidRPr="00655923" w:rsidRDefault="00655923" w:rsidP="00655923">
      <w:pPr>
        <w:pStyle w:val="Code"/>
        <w:rPr>
          <w:lang w:val="en-US"/>
        </w:rPr>
      </w:pPr>
      <w:r>
        <w:rPr>
          <w:lang w:val="en-US"/>
        </w:rPr>
        <w:t xml:space="preserve">    d = </w:t>
      </w:r>
      <w:proofErr w:type="spellStart"/>
      <w:r>
        <w:rPr>
          <w:lang w:val="en-US"/>
        </w:rPr>
        <w:t>check_continuity</w:t>
      </w:r>
      <w:proofErr w:type="spellEnd"/>
      <w:r>
        <w:rPr>
          <w:lang w:val="en-US"/>
        </w:rPr>
        <w:t xml:space="preserve">(f, </w:t>
      </w:r>
      <w:proofErr w:type="spellStart"/>
      <w:r>
        <w:rPr>
          <w:lang w:val="en-US"/>
        </w:rPr>
        <w:t>var</w:t>
      </w:r>
      <w:proofErr w:type="spellEnd"/>
      <w:r>
        <w:rPr>
          <w:lang w:val="en-US"/>
        </w:rPr>
        <w:t>, a)</w:t>
      </w:r>
    </w:p>
    <w:p w14:paraId="37F73ED5" w14:textId="6496E7BB" w:rsidR="00655923" w:rsidRDefault="00655923" w:rsidP="002743F7">
      <w:pPr>
        <w:pStyle w:val="TexteCourant"/>
      </w:pPr>
      <w:r>
        <w:t xml:space="preserve">La fonction </w:t>
      </w:r>
      <w:proofErr w:type="spellStart"/>
      <w:r w:rsidR="00F97E05">
        <w:rPr>
          <w:rStyle w:val="CodeDansTexte"/>
        </w:rPr>
        <w:t>ssolutions</w:t>
      </w:r>
      <w:proofErr w:type="spellEnd"/>
      <w:r>
        <w:t xml:space="preserve"> prend en entrée une fonction, la variable de cette fonction et le point auquel on souhaite vérifier la limite. Elle évalue ensuite les limites à gauche et à droite à l’aide du mot-clé </w:t>
      </w:r>
      <w:proofErr w:type="spellStart"/>
      <w:r w:rsidRPr="00655923">
        <w:rPr>
          <w:rStyle w:val="CodeDansTexte"/>
        </w:rPr>
        <w:t>dir</w:t>
      </w:r>
      <w:proofErr w:type="spellEnd"/>
      <w:r>
        <w:t xml:space="preserve"> lors de la création de l’objet </w:t>
      </w:r>
      <w:proofErr w:type="spellStart"/>
      <w:r w:rsidRPr="00655923">
        <w:rPr>
          <w:rStyle w:val="CodeDansTexte"/>
        </w:rPr>
        <w:t>Limit</w:t>
      </w:r>
      <w:proofErr w:type="spellEnd"/>
      <w:r>
        <w:t xml:space="preserve"> en </w:t>
      </w:r>
      <w:r w:rsidRPr="00655923">
        <w:rPr>
          <w:rStyle w:val="PuceRepere"/>
        </w:rPr>
        <w:t>1</w:t>
      </w:r>
      <w:r>
        <w:t xml:space="preserve"> et en </w:t>
      </w:r>
      <w:r w:rsidRPr="00655923">
        <w:rPr>
          <w:rStyle w:val="PuceRepere"/>
        </w:rPr>
        <w:t>2</w:t>
      </w:r>
      <w:r>
        <w:t xml:space="preserve">, ainsi que la valeur de la fonction au point donné à l’aide de la méthode </w:t>
      </w:r>
      <w:proofErr w:type="spellStart"/>
      <w:r>
        <w:t>subs</w:t>
      </w:r>
      <w:proofErr w:type="spellEnd"/>
      <w:r>
        <w:t xml:space="preserve">(). Enfin, on vérifie si les limites </w:t>
      </w:r>
      <w:r w:rsidRPr="00F63CAA">
        <w:rPr>
          <w:rStyle w:val="CodeDansTexte"/>
        </w:rPr>
        <w:t>l1</w:t>
      </w:r>
      <w:r>
        <w:t xml:space="preserve"> et </w:t>
      </w:r>
      <w:r w:rsidRPr="00F63CAA">
        <w:rPr>
          <w:rStyle w:val="CodeDansTexte"/>
        </w:rPr>
        <w:t>l2</w:t>
      </w:r>
      <w:r>
        <w:t xml:space="preserve"> sont égales et</w:t>
      </w:r>
      <w:r w:rsidR="00F63CAA">
        <w:t>,</w:t>
      </w:r>
      <w:r>
        <w:t xml:space="preserve"> dans le cas échéant</w:t>
      </w:r>
      <w:r w:rsidR="00F63CAA">
        <w:t>, on vérifie si elles sont égales à la valeur de la fonction en ce point. Si toutes les conditions sont vérifiées, la fonction est continue en ce point.</w:t>
      </w:r>
    </w:p>
    <w:p w14:paraId="27154A45" w14:textId="77777777" w:rsidR="00F63CAA" w:rsidRDefault="00F63CAA" w:rsidP="00F63CAA">
      <w:pPr>
        <w:pStyle w:val="TitreNiveau1"/>
      </w:pPr>
      <w:r>
        <w:t>#2 : Implémenter l’algorithme du gradient descendant</w:t>
      </w:r>
    </w:p>
    <w:p w14:paraId="34B5E058" w14:textId="7518792F" w:rsidR="002743F7" w:rsidRDefault="00F63CAA" w:rsidP="00F63CAA">
      <w:pPr>
        <w:pStyle w:val="TexteCourant"/>
      </w:pPr>
      <w:r>
        <w:t>Comme il est dit dans l’énoncé, la seule différence entre la solution à ce défi et le programme implémentant l’algorithme du gradient ascendant est la manière avec laquelle est créé chaque nouveau point. Le programme suivant implémente l’algorithme du gradient descendant afin de trouver la valeur minimum d’une fonction :</w:t>
      </w:r>
    </w:p>
    <w:p w14:paraId="1BB7E070" w14:textId="77777777" w:rsidR="00F63CAA" w:rsidRDefault="00F63CAA" w:rsidP="00F63CAA">
      <w:pPr>
        <w:pStyle w:val="Code"/>
        <w:rPr>
          <w:lang w:val="en-US"/>
        </w:rPr>
      </w:pPr>
      <w:r>
        <w:rPr>
          <w:lang w:val="en-US"/>
        </w:rPr>
        <w:t>'''</w:t>
      </w:r>
    </w:p>
    <w:p w14:paraId="7829D6D7" w14:textId="6AB85548" w:rsidR="00F63CAA" w:rsidRDefault="00F63CAA" w:rsidP="00F63CAA">
      <w:pPr>
        <w:pStyle w:val="Code"/>
        <w:rPr>
          <w:lang w:val="en-US"/>
        </w:rPr>
      </w:pPr>
      <w:r>
        <w:rPr>
          <w:lang w:val="en-US"/>
        </w:rPr>
        <w:t>grad_descent.py</w:t>
      </w:r>
    </w:p>
    <w:p w14:paraId="7823F21C" w14:textId="3CACABBC" w:rsidR="00F63CAA" w:rsidRDefault="00F63CAA" w:rsidP="00F63CAA">
      <w:pPr>
        <w:pStyle w:val="Code"/>
        <w:rPr>
          <w:lang w:val="en-US"/>
        </w:rPr>
      </w:pPr>
      <w:r>
        <w:rPr>
          <w:lang w:val="en-US"/>
        </w:rPr>
        <w:t>Use gradient descent to find the minimum value of a</w:t>
      </w:r>
    </w:p>
    <w:p w14:paraId="160C0DB1" w14:textId="47451972" w:rsidR="00F63CAA" w:rsidRDefault="00F63CAA" w:rsidP="00F63CAA">
      <w:pPr>
        <w:pStyle w:val="Code"/>
        <w:rPr>
          <w:lang w:val="en-US"/>
        </w:rPr>
      </w:pPr>
      <w:r>
        <w:rPr>
          <w:lang w:val="en-US"/>
        </w:rPr>
        <w:t>single variable function. This also checks for the existence</w:t>
      </w:r>
    </w:p>
    <w:p w14:paraId="6775F9F8" w14:textId="40EE1590" w:rsidR="00F63CAA" w:rsidRDefault="00F63CAA" w:rsidP="00F63CAA">
      <w:pPr>
        <w:pStyle w:val="Code"/>
        <w:rPr>
          <w:lang w:val="en-US"/>
        </w:rPr>
      </w:pPr>
      <w:r>
        <w:rPr>
          <w:lang w:val="en-US"/>
        </w:rPr>
        <w:t>of a solution for the equation f'(x)=0 and plots the intermediate</w:t>
      </w:r>
    </w:p>
    <w:p w14:paraId="3403818D" w14:textId="08BE056A" w:rsidR="00F63CAA" w:rsidRDefault="00F63CAA" w:rsidP="00F63CAA">
      <w:pPr>
        <w:pStyle w:val="Code"/>
        <w:rPr>
          <w:lang w:val="en-US"/>
        </w:rPr>
      </w:pPr>
      <w:r>
        <w:rPr>
          <w:lang w:val="en-US"/>
        </w:rPr>
        <w:t>points traversed.</w:t>
      </w:r>
    </w:p>
    <w:p w14:paraId="058DCBA1" w14:textId="7CE26DA6" w:rsidR="00F63CAA" w:rsidRDefault="00F63CAA" w:rsidP="00F63CAA">
      <w:pPr>
        <w:pStyle w:val="Code"/>
        <w:rPr>
          <w:lang w:val="en-US"/>
        </w:rPr>
      </w:pPr>
      <w:r>
        <w:rPr>
          <w:lang w:val="en-US"/>
        </w:rPr>
        <w:t>'''</w:t>
      </w:r>
    </w:p>
    <w:p w14:paraId="2BC984F4" w14:textId="159577B6" w:rsidR="00F63CAA" w:rsidRDefault="00F63CAA" w:rsidP="00F63CAA">
      <w:pPr>
        <w:pStyle w:val="Code"/>
        <w:rPr>
          <w:lang w:val="en-US"/>
        </w:rPr>
      </w:pPr>
      <w:r>
        <w:rPr>
          <w:lang w:val="en-US"/>
        </w:rPr>
        <w:t xml:space="preserve">from </w:t>
      </w:r>
      <w:proofErr w:type="spellStart"/>
      <w:r>
        <w:rPr>
          <w:lang w:val="en-US"/>
        </w:rPr>
        <w:t>sympy</w:t>
      </w:r>
      <w:proofErr w:type="spellEnd"/>
      <w:r>
        <w:rPr>
          <w:lang w:val="en-US"/>
        </w:rPr>
        <w:t xml:space="preserve"> import Derivative, Symbol, </w:t>
      </w:r>
      <w:proofErr w:type="spellStart"/>
      <w:r>
        <w:rPr>
          <w:lang w:val="en-US"/>
        </w:rPr>
        <w:t>sympify</w:t>
      </w:r>
      <w:proofErr w:type="spellEnd"/>
      <w:r>
        <w:rPr>
          <w:lang w:val="en-US"/>
        </w:rPr>
        <w:t>, solve</w:t>
      </w:r>
    </w:p>
    <w:p w14:paraId="6CFE5795" w14:textId="221E4514" w:rsidR="00F63CAA" w:rsidRDefault="00F63CAA" w:rsidP="00F63CAA">
      <w:pPr>
        <w:pStyle w:val="Code"/>
        <w:rPr>
          <w:lang w:val="en-US"/>
        </w:rPr>
      </w:pPr>
      <w:r>
        <w:rPr>
          <w:lang w:val="en-US"/>
        </w:rPr>
        <w:t xml:space="preserve">import </w:t>
      </w:r>
      <w:proofErr w:type="spellStart"/>
      <w:r>
        <w:rPr>
          <w:lang w:val="en-US"/>
        </w:rPr>
        <w:t>matplotlib.pyplot</w:t>
      </w:r>
      <w:proofErr w:type="spellEnd"/>
      <w:r>
        <w:rPr>
          <w:lang w:val="en-US"/>
        </w:rPr>
        <w:t xml:space="preserve"> as </w:t>
      </w:r>
      <w:proofErr w:type="spellStart"/>
      <w:r>
        <w:rPr>
          <w:lang w:val="en-US"/>
        </w:rPr>
        <w:t>plt</w:t>
      </w:r>
      <w:proofErr w:type="spellEnd"/>
    </w:p>
    <w:p w14:paraId="7472F240" w14:textId="7E4CE06F" w:rsidR="00F63CAA" w:rsidRDefault="00F63CAA" w:rsidP="00F63CAA">
      <w:pPr>
        <w:pStyle w:val="Code"/>
        <w:rPr>
          <w:lang w:val="en-US"/>
        </w:rPr>
      </w:pPr>
      <w:proofErr w:type="spellStart"/>
      <w:r>
        <w:rPr>
          <w:lang w:val="en-US"/>
        </w:rPr>
        <w:t>def</w:t>
      </w:r>
      <w:proofErr w:type="spellEnd"/>
      <w:r>
        <w:rPr>
          <w:lang w:val="en-US"/>
        </w:rPr>
        <w:t xml:space="preserve"> </w:t>
      </w:r>
      <w:proofErr w:type="spellStart"/>
      <w:r>
        <w:rPr>
          <w:lang w:val="en-US"/>
        </w:rPr>
        <w:t>grad_descent</w:t>
      </w:r>
      <w:proofErr w:type="spellEnd"/>
      <w:r>
        <w:rPr>
          <w:lang w:val="en-US"/>
        </w:rPr>
        <w:t>(x0, f1x, x):</w:t>
      </w:r>
    </w:p>
    <w:p w14:paraId="78C47CA7" w14:textId="664B1029" w:rsidR="00F63CAA" w:rsidRDefault="00F63CAA" w:rsidP="00F63CAA">
      <w:pPr>
        <w:pStyle w:val="Code"/>
        <w:rPr>
          <w:lang w:val="en-US"/>
        </w:rPr>
      </w:pPr>
      <w:r>
        <w:rPr>
          <w:lang w:val="en-US"/>
        </w:rPr>
        <w:t xml:space="preserve">    # check if f1x=0 has a solution</w:t>
      </w:r>
    </w:p>
    <w:p w14:paraId="24EF192B" w14:textId="68B7EF40" w:rsidR="00F63CAA" w:rsidRDefault="00F63CAA" w:rsidP="00F63CAA">
      <w:pPr>
        <w:pStyle w:val="Code"/>
        <w:rPr>
          <w:lang w:val="en-US"/>
        </w:rPr>
      </w:pPr>
      <w:r>
        <w:rPr>
          <w:lang w:val="en-US"/>
        </w:rPr>
        <w:t xml:space="preserve">    if not solve(f1x):</w:t>
      </w:r>
    </w:p>
    <w:p w14:paraId="74F79FA6" w14:textId="6B0426D2" w:rsidR="00F63CAA" w:rsidRDefault="00F63CAA" w:rsidP="00F63CAA">
      <w:pPr>
        <w:pStyle w:val="Code"/>
        <w:rPr>
          <w:lang w:val="en-US"/>
        </w:rPr>
      </w:pPr>
      <w:r>
        <w:rPr>
          <w:lang w:val="en-US"/>
        </w:rPr>
        <w:t xml:space="preserve">        print('Cannot continue, solution for {0}=0 does not </w:t>
      </w:r>
      <w:proofErr w:type="spellStart"/>
      <w:r>
        <w:rPr>
          <w:lang w:val="en-US"/>
        </w:rPr>
        <w:t>exist'.format</w:t>
      </w:r>
      <w:proofErr w:type="spellEnd"/>
      <w:r>
        <w:rPr>
          <w:lang w:val="en-US"/>
        </w:rPr>
        <w:t>(f1x))</w:t>
      </w:r>
    </w:p>
    <w:p w14:paraId="5AB48CE1" w14:textId="479B1D59" w:rsidR="00F63CAA" w:rsidRDefault="00F63CAA" w:rsidP="00F63CAA">
      <w:pPr>
        <w:pStyle w:val="Code"/>
        <w:rPr>
          <w:lang w:val="en-US"/>
        </w:rPr>
      </w:pPr>
      <w:r>
        <w:rPr>
          <w:lang w:val="en-US"/>
        </w:rPr>
        <w:t xml:space="preserve">        return None</w:t>
      </w:r>
    </w:p>
    <w:p w14:paraId="5B8D6B07" w14:textId="03674D1C" w:rsidR="00F63CAA" w:rsidRDefault="00F63CAA" w:rsidP="00F63CAA">
      <w:pPr>
        <w:pStyle w:val="Code"/>
        <w:rPr>
          <w:lang w:val="en-US"/>
        </w:rPr>
      </w:pPr>
      <w:r>
        <w:rPr>
          <w:lang w:val="en-US"/>
        </w:rPr>
        <w:t xml:space="preserve">    epsilon =  1e-6</w:t>
      </w:r>
    </w:p>
    <w:p w14:paraId="5B4FDCD5" w14:textId="54B9FDCC" w:rsidR="00F63CAA" w:rsidRDefault="00F63CAA" w:rsidP="00F63CAA">
      <w:pPr>
        <w:pStyle w:val="Code"/>
        <w:rPr>
          <w:lang w:val="en-US"/>
        </w:rPr>
      </w:pPr>
      <w:r>
        <w:rPr>
          <w:lang w:val="en-US"/>
        </w:rPr>
        <w:t xml:space="preserve">    </w:t>
      </w:r>
      <w:proofErr w:type="spellStart"/>
      <w:r>
        <w:rPr>
          <w:lang w:val="en-US"/>
        </w:rPr>
        <w:t>step_size</w:t>
      </w:r>
      <w:proofErr w:type="spellEnd"/>
      <w:r>
        <w:rPr>
          <w:lang w:val="en-US"/>
        </w:rPr>
        <w:t xml:space="preserve"> = 1e-4</w:t>
      </w:r>
    </w:p>
    <w:p w14:paraId="162B4966" w14:textId="77777777" w:rsidR="00F63CAA" w:rsidRDefault="00F63CAA" w:rsidP="00F63CAA">
      <w:pPr>
        <w:pStyle w:val="Code"/>
        <w:rPr>
          <w:lang w:val="en-US"/>
        </w:rPr>
      </w:pPr>
      <w:r>
        <w:rPr>
          <w:lang w:val="en-US"/>
        </w:rPr>
        <w:t xml:space="preserve">    </w:t>
      </w:r>
      <w:proofErr w:type="spellStart"/>
      <w:r>
        <w:rPr>
          <w:lang w:val="en-US"/>
        </w:rPr>
        <w:t>x_old</w:t>
      </w:r>
      <w:proofErr w:type="spellEnd"/>
      <w:r>
        <w:rPr>
          <w:lang w:val="en-US"/>
        </w:rPr>
        <w:t xml:space="preserve"> = x0</w:t>
      </w:r>
    </w:p>
    <w:p w14:paraId="21D7C9CC" w14:textId="757FD1A0" w:rsidR="00F63CAA" w:rsidRDefault="00F63CAA" w:rsidP="00F63CAA">
      <w:pPr>
        <w:pStyle w:val="Code"/>
        <w:rPr>
          <w:lang w:val="en-US"/>
        </w:rPr>
      </w:pPr>
      <w:r>
        <w:rPr>
          <w:lang w:val="en-US"/>
        </w:rPr>
        <w:t xml:space="preserve">    </w:t>
      </w:r>
      <w:proofErr w:type="spellStart"/>
      <w:r>
        <w:rPr>
          <w:lang w:val="en-US"/>
        </w:rPr>
        <w:t>x_new</w:t>
      </w:r>
      <w:proofErr w:type="spellEnd"/>
      <w:r>
        <w:rPr>
          <w:lang w:val="en-US"/>
        </w:rPr>
        <w:t xml:space="preserve"> = </w:t>
      </w:r>
      <w:proofErr w:type="spellStart"/>
      <w:r>
        <w:rPr>
          <w:lang w:val="en-US"/>
        </w:rPr>
        <w:t>x_old</w:t>
      </w:r>
      <w:proofErr w:type="spellEnd"/>
      <w:r>
        <w:rPr>
          <w:lang w:val="en-US"/>
        </w:rPr>
        <w:t>–</w:t>
      </w:r>
      <w:proofErr w:type="spellStart"/>
      <w:r>
        <w:rPr>
          <w:lang w:val="en-US"/>
        </w:rPr>
        <w:t>step_size</w:t>
      </w:r>
      <w:proofErr w:type="spellEnd"/>
      <w:r>
        <w:rPr>
          <w:lang w:val="en-US"/>
        </w:rPr>
        <w:t xml:space="preserve">*f1x.subs({x: </w:t>
      </w:r>
      <w:proofErr w:type="spellStart"/>
      <w:r>
        <w:rPr>
          <w:lang w:val="en-US"/>
        </w:rPr>
        <w:t>x_old</w:t>
      </w:r>
      <w:proofErr w:type="spellEnd"/>
      <w:r>
        <w:rPr>
          <w:lang w:val="en-US"/>
        </w:rPr>
        <w:t>}).</w:t>
      </w:r>
      <w:proofErr w:type="spellStart"/>
      <w:r>
        <w:rPr>
          <w:lang w:val="en-US"/>
        </w:rPr>
        <w:t>evalf</w:t>
      </w:r>
      <w:proofErr w:type="spellEnd"/>
      <w:r>
        <w:rPr>
          <w:lang w:val="en-US"/>
        </w:rPr>
        <w:t xml:space="preserve">() </w:t>
      </w:r>
      <w:r w:rsidRPr="00F63CAA">
        <w:rPr>
          <w:rStyle w:val="PuceRepere"/>
        </w:rPr>
        <w:t>1</w:t>
      </w:r>
    </w:p>
    <w:p w14:paraId="6E655898" w14:textId="62B3E186" w:rsidR="00F63CAA" w:rsidRDefault="00F63CAA" w:rsidP="00F63CAA">
      <w:pPr>
        <w:pStyle w:val="Code"/>
        <w:rPr>
          <w:lang w:val="en-US"/>
        </w:rPr>
      </w:pPr>
      <w:r>
        <w:rPr>
          <w:lang w:val="en-US"/>
        </w:rPr>
        <w:t xml:space="preserve">    # list to store the X values traversed</w:t>
      </w:r>
    </w:p>
    <w:p w14:paraId="7A643B7B" w14:textId="77777777" w:rsidR="00F63CAA" w:rsidRDefault="00F63CAA" w:rsidP="00F63CAA">
      <w:pPr>
        <w:pStyle w:val="Code"/>
        <w:rPr>
          <w:lang w:val="en-US"/>
        </w:rPr>
      </w:pPr>
      <w:r>
        <w:rPr>
          <w:lang w:val="en-US"/>
        </w:rPr>
        <w:t xml:space="preserve">    </w:t>
      </w:r>
      <w:proofErr w:type="spellStart"/>
      <w:r>
        <w:rPr>
          <w:lang w:val="en-US"/>
        </w:rPr>
        <w:t>X_traversed</w:t>
      </w:r>
      <w:proofErr w:type="spellEnd"/>
      <w:r>
        <w:rPr>
          <w:lang w:val="en-US"/>
        </w:rPr>
        <w:t xml:space="preserve"> = []</w:t>
      </w:r>
    </w:p>
    <w:p w14:paraId="47D1EBC3" w14:textId="2BA1B3EA" w:rsidR="00F63CAA" w:rsidRDefault="00F63CAA" w:rsidP="00F63CAA">
      <w:pPr>
        <w:pStyle w:val="Code"/>
        <w:rPr>
          <w:lang w:val="en-US"/>
        </w:rPr>
      </w:pPr>
      <w:r>
        <w:rPr>
          <w:lang w:val="en-US"/>
        </w:rPr>
        <w:t xml:space="preserve">    while abs(</w:t>
      </w:r>
      <w:proofErr w:type="spellStart"/>
      <w:r>
        <w:rPr>
          <w:lang w:val="en-US"/>
        </w:rPr>
        <w:t>x_old</w:t>
      </w:r>
      <w:proofErr w:type="spellEnd"/>
      <w:r>
        <w:rPr>
          <w:lang w:val="en-US"/>
        </w:rPr>
        <w:t xml:space="preserve"> - </w:t>
      </w:r>
      <w:proofErr w:type="spellStart"/>
      <w:r>
        <w:rPr>
          <w:lang w:val="en-US"/>
        </w:rPr>
        <w:t>x_new</w:t>
      </w:r>
      <w:proofErr w:type="spellEnd"/>
      <w:r>
        <w:rPr>
          <w:lang w:val="en-US"/>
        </w:rPr>
        <w:t xml:space="preserve">) &gt; epsilon: </w:t>
      </w:r>
      <w:r w:rsidRPr="00F63CAA">
        <w:rPr>
          <w:rStyle w:val="PuceRepere"/>
        </w:rPr>
        <w:t>2</w:t>
      </w:r>
    </w:p>
    <w:p w14:paraId="4104B5FB" w14:textId="77A90E97" w:rsidR="00F63CAA" w:rsidRDefault="00F63CAA" w:rsidP="00F63CAA">
      <w:pPr>
        <w:pStyle w:val="Code"/>
        <w:rPr>
          <w:lang w:val="en-US"/>
        </w:rPr>
      </w:pPr>
      <w:r>
        <w:rPr>
          <w:lang w:val="en-US"/>
        </w:rPr>
        <w:t xml:space="preserve">        </w:t>
      </w:r>
      <w:proofErr w:type="spellStart"/>
      <w:r>
        <w:rPr>
          <w:lang w:val="en-US"/>
        </w:rPr>
        <w:t>X_traversed.append</w:t>
      </w:r>
      <w:proofErr w:type="spellEnd"/>
      <w:r>
        <w:rPr>
          <w:lang w:val="en-US"/>
        </w:rPr>
        <w:t>(</w:t>
      </w:r>
      <w:proofErr w:type="spellStart"/>
      <w:r>
        <w:rPr>
          <w:lang w:val="en-US"/>
        </w:rPr>
        <w:t>x_new</w:t>
      </w:r>
      <w:proofErr w:type="spellEnd"/>
      <w:r>
        <w:rPr>
          <w:lang w:val="en-US"/>
        </w:rPr>
        <w:t xml:space="preserve">) </w:t>
      </w:r>
      <w:r w:rsidRPr="00F63CAA">
        <w:rPr>
          <w:rStyle w:val="PuceRepere"/>
        </w:rPr>
        <w:t>3</w:t>
      </w:r>
    </w:p>
    <w:p w14:paraId="6CC63446" w14:textId="2E9BD38B" w:rsidR="00F63CAA" w:rsidRDefault="00F63CAA" w:rsidP="00F63CAA">
      <w:pPr>
        <w:pStyle w:val="Code"/>
        <w:rPr>
          <w:lang w:val="en-US"/>
        </w:rPr>
      </w:pPr>
      <w:r>
        <w:rPr>
          <w:lang w:val="en-US"/>
        </w:rPr>
        <w:t xml:space="preserve">        </w:t>
      </w:r>
      <w:proofErr w:type="spellStart"/>
      <w:r>
        <w:rPr>
          <w:lang w:val="en-US"/>
        </w:rPr>
        <w:t>x_old</w:t>
      </w:r>
      <w:proofErr w:type="spellEnd"/>
      <w:r>
        <w:rPr>
          <w:lang w:val="en-US"/>
        </w:rPr>
        <w:t xml:space="preserve"> = </w:t>
      </w:r>
      <w:proofErr w:type="spellStart"/>
      <w:r>
        <w:rPr>
          <w:lang w:val="en-US"/>
        </w:rPr>
        <w:t>x_new</w:t>
      </w:r>
      <w:proofErr w:type="spellEnd"/>
    </w:p>
    <w:p w14:paraId="0AD05652" w14:textId="7C7A3751" w:rsidR="00F63CAA" w:rsidRDefault="00F63CAA" w:rsidP="00F63CAA">
      <w:pPr>
        <w:pStyle w:val="Code"/>
        <w:rPr>
          <w:lang w:val="en-US"/>
        </w:rPr>
      </w:pPr>
      <w:r>
        <w:rPr>
          <w:lang w:val="en-US"/>
        </w:rPr>
        <w:t xml:space="preserve">        </w:t>
      </w:r>
      <w:proofErr w:type="spellStart"/>
      <w:r>
        <w:rPr>
          <w:lang w:val="en-US"/>
        </w:rPr>
        <w:t>x_new</w:t>
      </w:r>
      <w:proofErr w:type="spellEnd"/>
      <w:r>
        <w:rPr>
          <w:lang w:val="en-US"/>
        </w:rPr>
        <w:t xml:space="preserve"> = </w:t>
      </w:r>
      <w:proofErr w:type="spellStart"/>
      <w:r>
        <w:rPr>
          <w:lang w:val="en-US"/>
        </w:rPr>
        <w:t>x_old</w:t>
      </w:r>
      <w:proofErr w:type="spellEnd"/>
      <w:r>
        <w:rPr>
          <w:lang w:val="en-US"/>
        </w:rPr>
        <w:t xml:space="preserve"> - </w:t>
      </w:r>
      <w:proofErr w:type="spellStart"/>
      <w:r>
        <w:rPr>
          <w:lang w:val="en-US"/>
        </w:rPr>
        <w:t>step_size</w:t>
      </w:r>
      <w:proofErr w:type="spellEnd"/>
      <w:r>
        <w:rPr>
          <w:lang w:val="en-US"/>
        </w:rPr>
        <w:t>*f1x.subs({</w:t>
      </w:r>
      <w:proofErr w:type="spellStart"/>
      <w:r>
        <w:rPr>
          <w:lang w:val="en-US"/>
        </w:rPr>
        <w:t>x:x_old</w:t>
      </w:r>
      <w:proofErr w:type="spellEnd"/>
      <w:r>
        <w:rPr>
          <w:lang w:val="en-US"/>
        </w:rPr>
        <w:t>}).</w:t>
      </w:r>
      <w:proofErr w:type="spellStart"/>
      <w:r>
        <w:rPr>
          <w:lang w:val="en-US"/>
        </w:rPr>
        <w:t>evalf</w:t>
      </w:r>
      <w:proofErr w:type="spellEnd"/>
      <w:r>
        <w:rPr>
          <w:lang w:val="en-US"/>
        </w:rPr>
        <w:t>()</w:t>
      </w:r>
    </w:p>
    <w:p w14:paraId="758C490C" w14:textId="611F6C24" w:rsidR="00F63CAA" w:rsidRDefault="00F63CAA" w:rsidP="00F63CAA">
      <w:pPr>
        <w:pStyle w:val="Code"/>
        <w:rPr>
          <w:lang w:val="en-US"/>
        </w:rPr>
      </w:pPr>
      <w:r>
        <w:rPr>
          <w:lang w:val="en-US"/>
        </w:rPr>
        <w:t xml:space="preserve">    return </w:t>
      </w:r>
      <w:proofErr w:type="spellStart"/>
      <w:r>
        <w:rPr>
          <w:lang w:val="en-US"/>
        </w:rPr>
        <w:t>x_new</w:t>
      </w:r>
      <w:proofErr w:type="spellEnd"/>
      <w:r>
        <w:rPr>
          <w:lang w:val="en-US"/>
        </w:rPr>
        <w:t xml:space="preserve">, </w:t>
      </w:r>
      <w:proofErr w:type="spellStart"/>
      <w:r>
        <w:rPr>
          <w:lang w:val="en-US"/>
        </w:rPr>
        <w:t>X_traversed</w:t>
      </w:r>
      <w:proofErr w:type="spellEnd"/>
    </w:p>
    <w:p w14:paraId="21DB5995" w14:textId="2FB40C4D" w:rsidR="00F63CAA" w:rsidRDefault="00F63CAA" w:rsidP="00F63CAA">
      <w:pPr>
        <w:pStyle w:val="Code"/>
        <w:rPr>
          <w:lang w:val="en-US"/>
        </w:rPr>
      </w:pPr>
      <w:proofErr w:type="spellStart"/>
      <w:r>
        <w:rPr>
          <w:lang w:val="en-US"/>
        </w:rPr>
        <w:t>def</w:t>
      </w:r>
      <w:proofErr w:type="spellEnd"/>
      <w:r>
        <w:rPr>
          <w:lang w:val="en-US"/>
        </w:rPr>
        <w:t xml:space="preserve"> </w:t>
      </w:r>
      <w:proofErr w:type="spellStart"/>
      <w:r>
        <w:rPr>
          <w:lang w:val="en-US"/>
        </w:rPr>
        <w:t>frange</w:t>
      </w:r>
      <w:proofErr w:type="spellEnd"/>
      <w:r>
        <w:rPr>
          <w:lang w:val="en-US"/>
        </w:rPr>
        <w:t>(start, final, interval):</w:t>
      </w:r>
    </w:p>
    <w:p w14:paraId="7708654B" w14:textId="2948B5EC" w:rsidR="00F63CAA" w:rsidRDefault="00F63CAA" w:rsidP="00F63CAA">
      <w:pPr>
        <w:pStyle w:val="Code"/>
        <w:rPr>
          <w:lang w:val="en-US"/>
        </w:rPr>
      </w:pPr>
      <w:r>
        <w:rPr>
          <w:lang w:val="en-US"/>
        </w:rPr>
        <w:t xml:space="preserve">    numbers = []</w:t>
      </w:r>
    </w:p>
    <w:p w14:paraId="1822E8FB" w14:textId="6577F14E" w:rsidR="00F63CAA" w:rsidRDefault="00F63CAA" w:rsidP="00F63CAA">
      <w:pPr>
        <w:pStyle w:val="Code"/>
        <w:rPr>
          <w:lang w:val="en-US"/>
        </w:rPr>
      </w:pPr>
      <w:r>
        <w:rPr>
          <w:lang w:val="en-US"/>
        </w:rPr>
        <w:t xml:space="preserve">    while start &lt; final:</w:t>
      </w:r>
    </w:p>
    <w:p w14:paraId="0E50AD0B" w14:textId="45711D9E" w:rsidR="00F63CAA" w:rsidRDefault="00F63CAA" w:rsidP="00F63CAA">
      <w:pPr>
        <w:pStyle w:val="Code"/>
        <w:rPr>
          <w:lang w:val="en-US"/>
        </w:rPr>
      </w:pPr>
      <w:r>
        <w:rPr>
          <w:lang w:val="en-US"/>
        </w:rPr>
        <w:t xml:space="preserve">        </w:t>
      </w:r>
      <w:proofErr w:type="spellStart"/>
      <w:r>
        <w:rPr>
          <w:lang w:val="en-US"/>
        </w:rPr>
        <w:t>numbers.append</w:t>
      </w:r>
      <w:proofErr w:type="spellEnd"/>
      <w:r>
        <w:rPr>
          <w:lang w:val="en-US"/>
        </w:rPr>
        <w:t>(start)</w:t>
      </w:r>
    </w:p>
    <w:p w14:paraId="480B39E4" w14:textId="1F8A1FE6" w:rsidR="00F63CAA" w:rsidRDefault="00F63CAA" w:rsidP="00F63CAA">
      <w:pPr>
        <w:pStyle w:val="Code"/>
        <w:rPr>
          <w:lang w:val="en-US"/>
        </w:rPr>
      </w:pPr>
      <w:r>
        <w:rPr>
          <w:lang w:val="en-US"/>
        </w:rPr>
        <w:t xml:space="preserve">        start = start + interval</w:t>
      </w:r>
    </w:p>
    <w:p w14:paraId="71B8B0D3" w14:textId="10F68ACE" w:rsidR="00F63CAA" w:rsidRDefault="00F63CAA" w:rsidP="00F63CAA">
      <w:pPr>
        <w:pStyle w:val="Code"/>
        <w:rPr>
          <w:lang w:val="en-US"/>
        </w:rPr>
      </w:pPr>
      <w:r>
        <w:rPr>
          <w:lang w:val="en-US"/>
        </w:rPr>
        <w:t xml:space="preserve">    return numbers</w:t>
      </w:r>
    </w:p>
    <w:p w14:paraId="75ACDA41" w14:textId="77777777" w:rsidR="00F63CAA" w:rsidRDefault="00F63CAA" w:rsidP="00F63CAA">
      <w:pPr>
        <w:pStyle w:val="Code"/>
        <w:rPr>
          <w:lang w:val="en-US"/>
        </w:rPr>
      </w:pPr>
      <w:proofErr w:type="spellStart"/>
      <w:r>
        <w:rPr>
          <w:lang w:val="en-US"/>
        </w:rPr>
        <w:t>def</w:t>
      </w:r>
      <w:proofErr w:type="spellEnd"/>
      <w:r>
        <w:rPr>
          <w:lang w:val="en-US"/>
        </w:rPr>
        <w:t xml:space="preserve"> </w:t>
      </w:r>
      <w:proofErr w:type="spellStart"/>
      <w:r>
        <w:rPr>
          <w:lang w:val="en-US"/>
        </w:rPr>
        <w:t>create_plot</w:t>
      </w:r>
      <w:proofErr w:type="spellEnd"/>
      <w:r>
        <w:rPr>
          <w:lang w:val="en-US"/>
        </w:rPr>
        <w:t>(</w:t>
      </w:r>
      <w:proofErr w:type="spellStart"/>
      <w:r>
        <w:rPr>
          <w:lang w:val="en-US"/>
        </w:rPr>
        <w:t>X_traversed</w:t>
      </w:r>
      <w:proofErr w:type="spellEnd"/>
      <w:r>
        <w:rPr>
          <w:lang w:val="en-US"/>
        </w:rPr>
        <w:t xml:space="preserve">, f, </w:t>
      </w:r>
      <w:proofErr w:type="spellStart"/>
      <w:r>
        <w:rPr>
          <w:lang w:val="en-US"/>
        </w:rPr>
        <w:t>var</w:t>
      </w:r>
      <w:proofErr w:type="spellEnd"/>
      <w:r>
        <w:rPr>
          <w:lang w:val="en-US"/>
        </w:rPr>
        <w:t>):</w:t>
      </w:r>
    </w:p>
    <w:p w14:paraId="033DD765" w14:textId="5D37C8EA" w:rsidR="00F63CAA" w:rsidRDefault="00F63CAA" w:rsidP="00F63CAA">
      <w:pPr>
        <w:pStyle w:val="Code"/>
        <w:rPr>
          <w:lang w:val="en-US"/>
        </w:rPr>
      </w:pPr>
      <w:r>
        <w:rPr>
          <w:lang w:val="en-US"/>
        </w:rPr>
        <w:t xml:space="preserve">    # First create the graph of the function itself</w:t>
      </w:r>
    </w:p>
    <w:p w14:paraId="767CE0D4" w14:textId="4023AF2C" w:rsidR="00F63CAA" w:rsidRDefault="00F63CAA" w:rsidP="00F63CAA">
      <w:pPr>
        <w:pStyle w:val="Code"/>
        <w:rPr>
          <w:lang w:val="en-US"/>
        </w:rPr>
      </w:pPr>
      <w:r>
        <w:rPr>
          <w:lang w:val="en-US"/>
        </w:rPr>
        <w:t xml:space="preserve">    </w:t>
      </w:r>
      <w:proofErr w:type="spellStart"/>
      <w:r>
        <w:rPr>
          <w:lang w:val="en-US"/>
        </w:rPr>
        <w:t>x_val</w:t>
      </w:r>
      <w:proofErr w:type="spellEnd"/>
      <w:r>
        <w:rPr>
          <w:lang w:val="en-US"/>
        </w:rPr>
        <w:t xml:space="preserve"> = </w:t>
      </w:r>
      <w:proofErr w:type="spellStart"/>
      <w:r>
        <w:rPr>
          <w:lang w:val="en-US"/>
        </w:rPr>
        <w:t>frange</w:t>
      </w:r>
      <w:proofErr w:type="spellEnd"/>
      <w:r>
        <w:rPr>
          <w:lang w:val="en-US"/>
        </w:rPr>
        <w:t>(-1, 1, 0.01)</w:t>
      </w:r>
    </w:p>
    <w:p w14:paraId="2FCA2C7D" w14:textId="160C68ED" w:rsidR="00F63CAA" w:rsidRDefault="00F63CAA" w:rsidP="00F63CAA">
      <w:pPr>
        <w:pStyle w:val="Code"/>
        <w:rPr>
          <w:lang w:val="en-US"/>
        </w:rPr>
      </w:pPr>
      <w:r>
        <w:rPr>
          <w:lang w:val="en-US"/>
        </w:rPr>
        <w:t xml:space="preserve">    </w:t>
      </w:r>
      <w:proofErr w:type="spellStart"/>
      <w:r>
        <w:rPr>
          <w:lang w:val="en-US"/>
        </w:rPr>
        <w:t>f_val</w:t>
      </w:r>
      <w:proofErr w:type="spellEnd"/>
      <w:r>
        <w:rPr>
          <w:lang w:val="en-US"/>
        </w:rPr>
        <w:t xml:space="preserve"> = [</w:t>
      </w:r>
      <w:proofErr w:type="spellStart"/>
      <w:r>
        <w:rPr>
          <w:lang w:val="en-US"/>
        </w:rPr>
        <w:t>f.subs</w:t>
      </w:r>
      <w:proofErr w:type="spellEnd"/>
      <w:r>
        <w:rPr>
          <w:lang w:val="en-US"/>
        </w:rPr>
        <w:t>({</w:t>
      </w:r>
      <w:proofErr w:type="spellStart"/>
      <w:r>
        <w:rPr>
          <w:lang w:val="en-US"/>
        </w:rPr>
        <w:t>var:x</w:t>
      </w:r>
      <w:proofErr w:type="spellEnd"/>
      <w:r>
        <w:rPr>
          <w:lang w:val="en-US"/>
        </w:rPr>
        <w:t xml:space="preserve">}) for x in </w:t>
      </w:r>
      <w:proofErr w:type="spellStart"/>
      <w:r>
        <w:rPr>
          <w:lang w:val="en-US"/>
        </w:rPr>
        <w:t>x_val</w:t>
      </w:r>
      <w:proofErr w:type="spellEnd"/>
      <w:r>
        <w:rPr>
          <w:lang w:val="en-US"/>
        </w:rPr>
        <w:t>]</w:t>
      </w:r>
    </w:p>
    <w:p w14:paraId="7A19918C" w14:textId="36928257" w:rsidR="00F63CAA" w:rsidRDefault="00F63CAA" w:rsidP="00F63CAA">
      <w:pPr>
        <w:pStyle w:val="Code"/>
        <w:rPr>
          <w:lang w:val="en-US"/>
        </w:rPr>
      </w:pPr>
      <w:r>
        <w:rPr>
          <w:lang w:val="en-US"/>
        </w:rPr>
        <w:t xml:space="preserve">    </w:t>
      </w:r>
      <w:proofErr w:type="spellStart"/>
      <w:r>
        <w:rPr>
          <w:lang w:val="en-US"/>
        </w:rPr>
        <w:t>plt.plot</w:t>
      </w:r>
      <w:proofErr w:type="spellEnd"/>
      <w:r>
        <w:rPr>
          <w:lang w:val="en-US"/>
        </w:rPr>
        <w:t>(</w:t>
      </w:r>
      <w:proofErr w:type="spellStart"/>
      <w:r>
        <w:rPr>
          <w:lang w:val="en-US"/>
        </w:rPr>
        <w:t>x_val</w:t>
      </w:r>
      <w:proofErr w:type="spellEnd"/>
      <w:r>
        <w:rPr>
          <w:lang w:val="en-US"/>
        </w:rPr>
        <w:t xml:space="preserve">, </w:t>
      </w:r>
      <w:proofErr w:type="spellStart"/>
      <w:r>
        <w:rPr>
          <w:lang w:val="en-US"/>
        </w:rPr>
        <w:t>f_val</w:t>
      </w:r>
      <w:proofErr w:type="spellEnd"/>
      <w:r>
        <w:rPr>
          <w:lang w:val="en-US"/>
        </w:rPr>
        <w:t>, '</w:t>
      </w:r>
      <w:proofErr w:type="spellStart"/>
      <w:r>
        <w:rPr>
          <w:lang w:val="en-US"/>
        </w:rPr>
        <w:t>bo</w:t>
      </w:r>
      <w:proofErr w:type="spellEnd"/>
      <w:r>
        <w:rPr>
          <w:lang w:val="en-US"/>
        </w:rPr>
        <w:t>')</w:t>
      </w:r>
    </w:p>
    <w:p w14:paraId="41F19568" w14:textId="4A0049B1" w:rsidR="00F63CAA" w:rsidRDefault="00F63CAA" w:rsidP="00F63CAA">
      <w:pPr>
        <w:pStyle w:val="Code"/>
        <w:rPr>
          <w:lang w:val="en-US"/>
        </w:rPr>
      </w:pPr>
      <w:r>
        <w:rPr>
          <w:lang w:val="en-US"/>
        </w:rPr>
        <w:t xml:space="preserve">    # calculate the function value at each of the intermediate</w:t>
      </w:r>
    </w:p>
    <w:p w14:paraId="6BFD7FD5" w14:textId="1939D6AF" w:rsidR="00F63CAA" w:rsidRDefault="00F63CAA" w:rsidP="00F63CAA">
      <w:pPr>
        <w:pStyle w:val="Code"/>
        <w:rPr>
          <w:lang w:val="en-US"/>
        </w:rPr>
      </w:pPr>
      <w:r>
        <w:rPr>
          <w:lang w:val="en-US"/>
        </w:rPr>
        <w:t xml:space="preserve">    # points traversed</w:t>
      </w:r>
    </w:p>
    <w:p w14:paraId="771E1266" w14:textId="69AE3011" w:rsidR="00F63CAA" w:rsidRDefault="00F63CAA" w:rsidP="00F63CAA">
      <w:pPr>
        <w:pStyle w:val="Code"/>
        <w:rPr>
          <w:lang w:val="en-US"/>
        </w:rPr>
      </w:pPr>
      <w:r>
        <w:rPr>
          <w:lang w:val="en-US"/>
        </w:rPr>
        <w:t xml:space="preserve">    </w:t>
      </w:r>
      <w:proofErr w:type="spellStart"/>
      <w:r>
        <w:rPr>
          <w:lang w:val="en-US"/>
        </w:rPr>
        <w:t>f_traversed</w:t>
      </w:r>
      <w:proofErr w:type="spellEnd"/>
      <w:r>
        <w:rPr>
          <w:lang w:val="en-US"/>
        </w:rPr>
        <w:t xml:space="preserve"> = [</w:t>
      </w:r>
      <w:proofErr w:type="spellStart"/>
      <w:r>
        <w:rPr>
          <w:lang w:val="en-US"/>
        </w:rPr>
        <w:t>f.subs</w:t>
      </w:r>
      <w:proofErr w:type="spellEnd"/>
      <w:r>
        <w:rPr>
          <w:lang w:val="en-US"/>
        </w:rPr>
        <w:t>({</w:t>
      </w:r>
      <w:proofErr w:type="spellStart"/>
      <w:r>
        <w:rPr>
          <w:lang w:val="en-US"/>
        </w:rPr>
        <w:t>var:x</w:t>
      </w:r>
      <w:proofErr w:type="spellEnd"/>
      <w:r>
        <w:rPr>
          <w:lang w:val="en-US"/>
        </w:rPr>
        <w:t xml:space="preserve">}) for x in </w:t>
      </w:r>
      <w:proofErr w:type="spellStart"/>
      <w:r>
        <w:rPr>
          <w:lang w:val="en-US"/>
        </w:rPr>
        <w:t>X_traversed</w:t>
      </w:r>
      <w:proofErr w:type="spellEnd"/>
      <w:r>
        <w:rPr>
          <w:lang w:val="en-US"/>
        </w:rPr>
        <w:t>]</w:t>
      </w:r>
    </w:p>
    <w:p w14:paraId="57B4D55B" w14:textId="1EF406FC" w:rsidR="00F63CAA" w:rsidRDefault="00F63CAA" w:rsidP="00F63CAA">
      <w:pPr>
        <w:pStyle w:val="Code"/>
        <w:rPr>
          <w:lang w:val="en-US"/>
        </w:rPr>
      </w:pPr>
      <w:r>
        <w:rPr>
          <w:lang w:val="en-US"/>
        </w:rPr>
        <w:t xml:space="preserve">    </w:t>
      </w:r>
      <w:proofErr w:type="spellStart"/>
      <w:r>
        <w:rPr>
          <w:lang w:val="en-US"/>
        </w:rPr>
        <w:t>plt.plot</w:t>
      </w:r>
      <w:proofErr w:type="spellEnd"/>
      <w:r>
        <w:rPr>
          <w:lang w:val="en-US"/>
        </w:rPr>
        <w:t>(</w:t>
      </w:r>
      <w:proofErr w:type="spellStart"/>
      <w:r>
        <w:rPr>
          <w:lang w:val="en-US"/>
        </w:rPr>
        <w:t>X_traversed</w:t>
      </w:r>
      <w:proofErr w:type="spellEnd"/>
      <w:r>
        <w:rPr>
          <w:lang w:val="en-US"/>
        </w:rPr>
        <w:t xml:space="preserve">, </w:t>
      </w:r>
      <w:proofErr w:type="spellStart"/>
      <w:r>
        <w:rPr>
          <w:lang w:val="en-US"/>
        </w:rPr>
        <w:t>f_traversed</w:t>
      </w:r>
      <w:proofErr w:type="spellEnd"/>
      <w:r>
        <w:rPr>
          <w:lang w:val="en-US"/>
        </w:rPr>
        <w:t>, 'r.')</w:t>
      </w:r>
    </w:p>
    <w:p w14:paraId="4F69D91A" w14:textId="6DB13F35" w:rsidR="00F63CAA" w:rsidRDefault="00F63CAA" w:rsidP="00F63CAA">
      <w:pPr>
        <w:pStyle w:val="Code"/>
        <w:rPr>
          <w:lang w:val="en-US"/>
        </w:rPr>
      </w:pPr>
      <w:r>
        <w:rPr>
          <w:lang w:val="en-US"/>
        </w:rPr>
        <w:t xml:space="preserve">    </w:t>
      </w:r>
      <w:proofErr w:type="spellStart"/>
      <w:r>
        <w:rPr>
          <w:lang w:val="en-US"/>
        </w:rPr>
        <w:t>plt.legend</w:t>
      </w:r>
      <w:proofErr w:type="spellEnd"/>
      <w:r>
        <w:rPr>
          <w:lang w:val="en-US"/>
        </w:rPr>
        <w:t xml:space="preserve">(['Function', 'Intermediate points'], </w:t>
      </w:r>
      <w:proofErr w:type="spellStart"/>
      <w:r>
        <w:rPr>
          <w:lang w:val="en-US"/>
        </w:rPr>
        <w:t>loc</w:t>
      </w:r>
      <w:proofErr w:type="spellEnd"/>
      <w:r>
        <w:rPr>
          <w:lang w:val="en-US"/>
        </w:rPr>
        <w:t>='best')</w:t>
      </w:r>
    </w:p>
    <w:p w14:paraId="2ABA9A81" w14:textId="06B80616" w:rsidR="00F63CAA" w:rsidRDefault="00F63CAA" w:rsidP="00F63CAA">
      <w:pPr>
        <w:pStyle w:val="Code"/>
        <w:rPr>
          <w:lang w:val="en-US"/>
        </w:rPr>
      </w:pPr>
      <w:r>
        <w:rPr>
          <w:lang w:val="en-US"/>
        </w:rPr>
        <w:t xml:space="preserve">    </w:t>
      </w:r>
      <w:proofErr w:type="spellStart"/>
      <w:r>
        <w:rPr>
          <w:lang w:val="en-US"/>
        </w:rPr>
        <w:t>plt.show</w:t>
      </w:r>
      <w:proofErr w:type="spellEnd"/>
      <w:r>
        <w:rPr>
          <w:lang w:val="en-US"/>
        </w:rPr>
        <w:t>()</w:t>
      </w:r>
    </w:p>
    <w:p w14:paraId="53C61B75" w14:textId="5CCE3748" w:rsidR="00F63CAA" w:rsidRDefault="00F63CAA" w:rsidP="00F63CAA">
      <w:pPr>
        <w:pStyle w:val="Code"/>
        <w:rPr>
          <w:lang w:val="en-US"/>
        </w:rPr>
      </w:pPr>
      <w:r>
        <w:rPr>
          <w:lang w:val="en-US"/>
        </w:rPr>
        <w:t>if __name__ == '__main__':</w:t>
      </w:r>
    </w:p>
    <w:p w14:paraId="7218341D" w14:textId="1DD807C6" w:rsidR="00F63CAA" w:rsidRDefault="00F63CAA" w:rsidP="00F63CAA">
      <w:pPr>
        <w:pStyle w:val="Code"/>
        <w:rPr>
          <w:lang w:val="en-US"/>
        </w:rPr>
      </w:pPr>
      <w:r>
        <w:rPr>
          <w:lang w:val="en-US"/>
        </w:rPr>
        <w:t xml:space="preserve">    f = input('Enter a function in one variable: ')</w:t>
      </w:r>
    </w:p>
    <w:p w14:paraId="259429DC" w14:textId="7BDD4D32" w:rsidR="00F63CAA" w:rsidRDefault="00F63CAA" w:rsidP="00F63CAA">
      <w:pPr>
        <w:pStyle w:val="Code"/>
        <w:rPr>
          <w:lang w:val="en-US"/>
        </w:rPr>
      </w:pPr>
      <w:r>
        <w:rPr>
          <w:lang w:val="en-US"/>
        </w:rPr>
        <w:t xml:space="preserve">    </w:t>
      </w:r>
      <w:proofErr w:type="spellStart"/>
      <w:r>
        <w:rPr>
          <w:lang w:val="en-US"/>
        </w:rPr>
        <w:t>var</w:t>
      </w:r>
      <w:proofErr w:type="spellEnd"/>
      <w:r>
        <w:rPr>
          <w:lang w:val="en-US"/>
        </w:rPr>
        <w:t xml:space="preserve"> = input('Enter the variable to differentiate with respect to: ')</w:t>
      </w:r>
    </w:p>
    <w:p w14:paraId="401690FF" w14:textId="73E76D2C" w:rsidR="00F63CAA" w:rsidRDefault="00F63CAA" w:rsidP="00F63CAA">
      <w:pPr>
        <w:pStyle w:val="Code"/>
        <w:rPr>
          <w:lang w:val="en-US"/>
        </w:rPr>
      </w:pPr>
      <w:r>
        <w:rPr>
          <w:lang w:val="en-US"/>
        </w:rPr>
        <w:t xml:space="preserve">    var0 = float(input('Enter the initial value of the variable: '))</w:t>
      </w:r>
    </w:p>
    <w:p w14:paraId="3CC569B1" w14:textId="1054347D" w:rsidR="00F63CAA" w:rsidRDefault="00F63CAA" w:rsidP="00F63CAA">
      <w:pPr>
        <w:pStyle w:val="Code"/>
        <w:rPr>
          <w:lang w:val="en-US"/>
        </w:rPr>
      </w:pPr>
      <w:r>
        <w:rPr>
          <w:lang w:val="en-US"/>
        </w:rPr>
        <w:t xml:space="preserve">    try:</w:t>
      </w:r>
    </w:p>
    <w:p w14:paraId="7C748A15" w14:textId="096E4A7F" w:rsidR="00F63CAA" w:rsidRDefault="00F63CAA" w:rsidP="00F63CAA">
      <w:pPr>
        <w:pStyle w:val="Code"/>
        <w:rPr>
          <w:lang w:val="en-US"/>
        </w:rPr>
      </w:pPr>
      <w:r>
        <w:rPr>
          <w:lang w:val="en-US"/>
        </w:rPr>
        <w:t xml:space="preserve">        f = </w:t>
      </w:r>
      <w:proofErr w:type="spellStart"/>
      <w:r>
        <w:rPr>
          <w:lang w:val="en-US"/>
        </w:rPr>
        <w:t>sympify</w:t>
      </w:r>
      <w:proofErr w:type="spellEnd"/>
      <w:r>
        <w:rPr>
          <w:lang w:val="en-US"/>
        </w:rPr>
        <w:t>(f)</w:t>
      </w:r>
    </w:p>
    <w:p w14:paraId="1DE23F38" w14:textId="672CAE9E" w:rsidR="00F63CAA" w:rsidRDefault="00F63CAA" w:rsidP="00F63CAA">
      <w:pPr>
        <w:pStyle w:val="Code"/>
        <w:rPr>
          <w:lang w:val="en-US"/>
        </w:rPr>
      </w:pPr>
      <w:r>
        <w:rPr>
          <w:lang w:val="en-US"/>
        </w:rPr>
        <w:t xml:space="preserve">    except </w:t>
      </w:r>
      <w:proofErr w:type="spellStart"/>
      <w:r>
        <w:rPr>
          <w:lang w:val="en-US"/>
        </w:rPr>
        <w:t>SympifyError</w:t>
      </w:r>
      <w:proofErr w:type="spellEnd"/>
      <w:r>
        <w:rPr>
          <w:lang w:val="en-US"/>
        </w:rPr>
        <w:t>:</w:t>
      </w:r>
    </w:p>
    <w:p w14:paraId="0B9FF6ED" w14:textId="3833E45A" w:rsidR="00F63CAA" w:rsidRDefault="00F63CAA" w:rsidP="00F63CAA">
      <w:pPr>
        <w:pStyle w:val="Code"/>
        <w:rPr>
          <w:lang w:val="en-US"/>
        </w:rPr>
      </w:pPr>
      <w:r>
        <w:rPr>
          <w:lang w:val="en-US"/>
        </w:rPr>
        <w:t xml:space="preserve">        print('Invalid function entered')</w:t>
      </w:r>
    </w:p>
    <w:p w14:paraId="12D0A2B0" w14:textId="39CC1B53" w:rsidR="00F63CAA" w:rsidRDefault="00F63CAA" w:rsidP="00F63CAA">
      <w:pPr>
        <w:pStyle w:val="Code"/>
        <w:rPr>
          <w:lang w:val="en-US"/>
        </w:rPr>
      </w:pPr>
      <w:r>
        <w:rPr>
          <w:lang w:val="en-US"/>
        </w:rPr>
        <w:t xml:space="preserve">    else:</w:t>
      </w:r>
    </w:p>
    <w:p w14:paraId="68FE0371" w14:textId="664115B1" w:rsidR="00F63CAA" w:rsidRDefault="00F63CAA" w:rsidP="00F63CAA">
      <w:pPr>
        <w:pStyle w:val="Code"/>
        <w:rPr>
          <w:lang w:val="en-US"/>
        </w:rPr>
      </w:pPr>
      <w:r>
        <w:rPr>
          <w:lang w:val="en-US"/>
        </w:rPr>
        <w:t xml:space="preserve">        </w:t>
      </w:r>
      <w:proofErr w:type="spellStart"/>
      <w:r>
        <w:rPr>
          <w:lang w:val="en-US"/>
        </w:rPr>
        <w:t>var</w:t>
      </w:r>
      <w:proofErr w:type="spellEnd"/>
      <w:r>
        <w:rPr>
          <w:lang w:val="en-US"/>
        </w:rPr>
        <w:t xml:space="preserve"> = Symbol(</w:t>
      </w:r>
      <w:proofErr w:type="spellStart"/>
      <w:r>
        <w:rPr>
          <w:lang w:val="en-US"/>
        </w:rPr>
        <w:t>var</w:t>
      </w:r>
      <w:proofErr w:type="spellEnd"/>
      <w:r>
        <w:rPr>
          <w:lang w:val="en-US"/>
        </w:rPr>
        <w:t>)</w:t>
      </w:r>
    </w:p>
    <w:p w14:paraId="73D6E728" w14:textId="69EA1FA2" w:rsidR="00F63CAA" w:rsidRDefault="00F63CAA" w:rsidP="00F63CAA">
      <w:pPr>
        <w:pStyle w:val="Code"/>
        <w:rPr>
          <w:lang w:val="en-US"/>
        </w:rPr>
      </w:pPr>
      <w:r>
        <w:rPr>
          <w:lang w:val="en-US"/>
        </w:rPr>
        <w:t xml:space="preserve">        d = Derivative(f, </w:t>
      </w:r>
      <w:proofErr w:type="spellStart"/>
      <w:r>
        <w:rPr>
          <w:lang w:val="en-US"/>
        </w:rPr>
        <w:t>var</w:t>
      </w:r>
      <w:proofErr w:type="spellEnd"/>
      <w:r>
        <w:rPr>
          <w:lang w:val="en-US"/>
        </w:rPr>
        <w:t>).</w:t>
      </w:r>
      <w:proofErr w:type="spellStart"/>
      <w:r>
        <w:rPr>
          <w:lang w:val="en-US"/>
        </w:rPr>
        <w:t>doit</w:t>
      </w:r>
      <w:proofErr w:type="spellEnd"/>
      <w:r>
        <w:rPr>
          <w:lang w:val="en-US"/>
        </w:rPr>
        <w:t>()</w:t>
      </w:r>
    </w:p>
    <w:p w14:paraId="166ED2F5" w14:textId="55CC7F1D" w:rsidR="00F63CAA" w:rsidRDefault="00F63CAA" w:rsidP="00F63CAA">
      <w:pPr>
        <w:pStyle w:val="Code"/>
        <w:rPr>
          <w:lang w:val="en-US"/>
        </w:rPr>
      </w:pPr>
      <w:r>
        <w:rPr>
          <w:lang w:val="en-US"/>
        </w:rPr>
        <w:t xml:space="preserve">        </w:t>
      </w:r>
      <w:proofErr w:type="spellStart"/>
      <w:r>
        <w:rPr>
          <w:lang w:val="en-US"/>
        </w:rPr>
        <w:t>var_min</w:t>
      </w:r>
      <w:proofErr w:type="spellEnd"/>
      <w:r>
        <w:rPr>
          <w:lang w:val="en-US"/>
        </w:rPr>
        <w:t xml:space="preserve">, </w:t>
      </w:r>
      <w:proofErr w:type="spellStart"/>
      <w:r>
        <w:rPr>
          <w:lang w:val="en-US"/>
        </w:rPr>
        <w:t>X_traversed</w:t>
      </w:r>
      <w:proofErr w:type="spellEnd"/>
      <w:r>
        <w:rPr>
          <w:lang w:val="en-US"/>
        </w:rPr>
        <w:t xml:space="preserve"> = </w:t>
      </w:r>
      <w:proofErr w:type="spellStart"/>
      <w:r>
        <w:rPr>
          <w:lang w:val="en-US"/>
        </w:rPr>
        <w:t>grad_descent</w:t>
      </w:r>
      <w:proofErr w:type="spellEnd"/>
      <w:r>
        <w:rPr>
          <w:lang w:val="en-US"/>
        </w:rPr>
        <w:t xml:space="preserve">(var0, d, </w:t>
      </w:r>
      <w:proofErr w:type="spellStart"/>
      <w:r>
        <w:rPr>
          <w:lang w:val="en-US"/>
        </w:rPr>
        <w:t>var</w:t>
      </w:r>
      <w:proofErr w:type="spellEnd"/>
      <w:r>
        <w:rPr>
          <w:lang w:val="en-US"/>
        </w:rPr>
        <w:t>)</w:t>
      </w:r>
    </w:p>
    <w:p w14:paraId="349FCA5C" w14:textId="21355FA4" w:rsidR="00F63CAA" w:rsidRDefault="00F63CAA" w:rsidP="00F63CAA">
      <w:pPr>
        <w:pStyle w:val="Code"/>
        <w:rPr>
          <w:lang w:val="en-US"/>
        </w:rPr>
      </w:pPr>
      <w:r>
        <w:rPr>
          <w:lang w:val="en-US"/>
        </w:rPr>
        <w:t xml:space="preserve">        if </w:t>
      </w:r>
      <w:proofErr w:type="spellStart"/>
      <w:r>
        <w:rPr>
          <w:lang w:val="en-US"/>
        </w:rPr>
        <w:t>var_min</w:t>
      </w:r>
      <w:proofErr w:type="spellEnd"/>
      <w:r>
        <w:rPr>
          <w:lang w:val="en-US"/>
        </w:rPr>
        <w:t>:</w:t>
      </w:r>
    </w:p>
    <w:p w14:paraId="7122FE97" w14:textId="17A2E3D5" w:rsidR="00F63CAA" w:rsidRDefault="00F63CAA" w:rsidP="00F63CAA">
      <w:pPr>
        <w:pStyle w:val="Code"/>
        <w:rPr>
          <w:lang w:val="en-US"/>
        </w:rPr>
      </w:pPr>
      <w:r>
        <w:rPr>
          <w:lang w:val="en-US"/>
        </w:rPr>
        <w:t xml:space="preserve">            print('{0}: {1}'.format(var.name, </w:t>
      </w:r>
      <w:proofErr w:type="spellStart"/>
      <w:r>
        <w:rPr>
          <w:lang w:val="en-US"/>
        </w:rPr>
        <w:t>var_min</w:t>
      </w:r>
      <w:proofErr w:type="spellEnd"/>
      <w:r>
        <w:rPr>
          <w:lang w:val="en-US"/>
        </w:rPr>
        <w:t>))</w:t>
      </w:r>
    </w:p>
    <w:p w14:paraId="1A4BE3A1" w14:textId="28BB2FEB" w:rsidR="00F63CAA" w:rsidRDefault="00F63CAA" w:rsidP="00F63CAA">
      <w:pPr>
        <w:pStyle w:val="Code"/>
        <w:rPr>
          <w:lang w:val="en-US"/>
        </w:rPr>
      </w:pPr>
      <w:r>
        <w:rPr>
          <w:lang w:val="en-US"/>
        </w:rPr>
        <w:t xml:space="preserve">            print('Minimum value: {0}'.format(</w:t>
      </w:r>
      <w:proofErr w:type="spellStart"/>
      <w:r>
        <w:rPr>
          <w:lang w:val="en-US"/>
        </w:rPr>
        <w:t>f.subs</w:t>
      </w:r>
      <w:proofErr w:type="spellEnd"/>
      <w:r>
        <w:rPr>
          <w:lang w:val="en-US"/>
        </w:rPr>
        <w:t>({</w:t>
      </w:r>
      <w:proofErr w:type="spellStart"/>
      <w:r>
        <w:rPr>
          <w:lang w:val="en-US"/>
        </w:rPr>
        <w:t>var:var_min</w:t>
      </w:r>
      <w:proofErr w:type="spellEnd"/>
      <w:r>
        <w:rPr>
          <w:lang w:val="en-US"/>
        </w:rPr>
        <w:t>})))</w:t>
      </w:r>
    </w:p>
    <w:p w14:paraId="668DD885" w14:textId="4399DB1D" w:rsidR="00F63CAA" w:rsidRDefault="00F63CAA" w:rsidP="00F63CAA">
      <w:pPr>
        <w:pStyle w:val="Code"/>
        <w:rPr>
          <w:lang w:val="en-US"/>
        </w:rPr>
      </w:pPr>
      <w:r>
        <w:rPr>
          <w:lang w:val="en-US"/>
        </w:rPr>
        <w:t xml:space="preserve">        </w:t>
      </w:r>
      <w:proofErr w:type="spellStart"/>
      <w:r>
        <w:rPr>
          <w:lang w:val="en-US"/>
        </w:rPr>
        <w:t>create_plot</w:t>
      </w:r>
      <w:proofErr w:type="spellEnd"/>
      <w:r>
        <w:rPr>
          <w:lang w:val="en-US"/>
        </w:rPr>
        <w:t>(</w:t>
      </w:r>
      <w:proofErr w:type="spellStart"/>
      <w:r>
        <w:rPr>
          <w:lang w:val="en-US"/>
        </w:rPr>
        <w:t>X_traversed</w:t>
      </w:r>
      <w:proofErr w:type="spellEnd"/>
      <w:r>
        <w:rPr>
          <w:lang w:val="en-US"/>
        </w:rPr>
        <w:t xml:space="preserve">, f, </w:t>
      </w:r>
      <w:proofErr w:type="spellStart"/>
      <w:r>
        <w:rPr>
          <w:lang w:val="en-US"/>
        </w:rPr>
        <w:t>var</w:t>
      </w:r>
      <w:proofErr w:type="spellEnd"/>
      <w:r>
        <w:rPr>
          <w:lang w:val="en-US"/>
        </w:rPr>
        <w:t xml:space="preserve">) </w:t>
      </w:r>
      <w:r w:rsidRPr="00F63CAA">
        <w:rPr>
          <w:rStyle w:val="PuceRepere"/>
        </w:rPr>
        <w:t>4</w:t>
      </w:r>
    </w:p>
    <w:p w14:paraId="46EDF6C3" w14:textId="2BAEC99D" w:rsidR="00F63CAA" w:rsidRDefault="00F63CAA" w:rsidP="00F63CAA">
      <w:pPr>
        <w:pStyle w:val="TexteCourant"/>
      </w:pPr>
      <w:r>
        <w:t xml:space="preserve">En </w:t>
      </w:r>
      <w:r w:rsidRPr="00F63CAA">
        <w:rPr>
          <w:rStyle w:val="PuceRepere"/>
        </w:rPr>
        <w:t>1</w:t>
      </w:r>
      <w:r>
        <w:t xml:space="preserve"> nous créons le point. Comme dans le programme du gradient ascendant, nous continuons d’explorer de nouveaux points jusqu’à ce que la différence entre le point actuel et le point suivant soit inférieure à </w:t>
      </w:r>
      <w:r w:rsidRPr="00F63CAA">
        <w:rPr>
          <w:rStyle w:val="CodeDansTexte"/>
        </w:rPr>
        <w:t>1e-6</w:t>
      </w:r>
      <w:r w:rsidRPr="00F63CAA">
        <w:t xml:space="preserve"> </w:t>
      </w:r>
      <w:r w:rsidRPr="00F63CAA">
        <w:rPr>
          <w:rStyle w:val="PuceRepere"/>
        </w:rPr>
        <w:t>2</w:t>
      </w:r>
      <w:r w:rsidRPr="00F63CAA">
        <w:t>. Nous stockons aussi tous les points</w:t>
      </w:r>
      <w:r>
        <w:t xml:space="preserve"> parcourus dans une liste, </w:t>
      </w:r>
      <w:proofErr w:type="spellStart"/>
      <w:r w:rsidRPr="00444A87">
        <w:rPr>
          <w:rStyle w:val="CodeDansTexte"/>
        </w:rPr>
        <w:t>X_traversed</w:t>
      </w:r>
      <w:proofErr w:type="spellEnd"/>
      <w:r>
        <w:t xml:space="preserve"> </w:t>
      </w:r>
      <w:r w:rsidRPr="00444A87">
        <w:rPr>
          <w:rStyle w:val="PuceRepere"/>
        </w:rPr>
        <w:t>3</w:t>
      </w:r>
      <w:r>
        <w:t xml:space="preserve">, afin de pouvoir les marquer sur le graphique dans la fonction </w:t>
      </w:r>
      <w:proofErr w:type="spellStart"/>
      <w:r w:rsidRPr="00444A87">
        <w:rPr>
          <w:rStyle w:val="CodeDansTexte"/>
        </w:rPr>
        <w:t>create_plot</w:t>
      </w:r>
      <w:proofErr w:type="spellEnd"/>
      <w:r w:rsidRPr="00444A87">
        <w:rPr>
          <w:rStyle w:val="CodeDansTexte"/>
        </w:rPr>
        <w:t>()</w:t>
      </w:r>
      <w:r>
        <w:t>. Une exécution de ce programme pourrait ressembler à ceci :</w:t>
      </w:r>
    </w:p>
    <w:p w14:paraId="75734FC6" w14:textId="77777777" w:rsidR="0042793B" w:rsidRDefault="0042793B" w:rsidP="0042793B">
      <w:pPr>
        <w:pStyle w:val="Code"/>
        <w:rPr>
          <w:b/>
          <w:bCs/>
          <w:lang w:val="en-US"/>
        </w:rPr>
      </w:pPr>
      <w:r>
        <w:rPr>
          <w:lang w:val="en-US"/>
        </w:rPr>
        <w:t xml:space="preserve">Enter a function in one variable: </w:t>
      </w:r>
      <w:r>
        <w:rPr>
          <w:b/>
          <w:bCs/>
          <w:lang w:val="en-US"/>
        </w:rPr>
        <w:t>3*x**2 + 2*x</w:t>
      </w:r>
    </w:p>
    <w:p w14:paraId="551C8162" w14:textId="6A1B2899" w:rsidR="0042793B" w:rsidRDefault="0042793B" w:rsidP="0042793B">
      <w:pPr>
        <w:pStyle w:val="Code"/>
        <w:rPr>
          <w:b/>
          <w:bCs/>
          <w:lang w:val="en-US"/>
        </w:rPr>
      </w:pPr>
      <w:r>
        <w:rPr>
          <w:lang w:val="en-US"/>
        </w:rPr>
        <w:t xml:space="preserve">Enter the variable to differentiate with respect to: </w:t>
      </w:r>
      <w:r>
        <w:rPr>
          <w:b/>
          <w:bCs/>
          <w:lang w:val="en-US"/>
        </w:rPr>
        <w:t>x</w:t>
      </w:r>
    </w:p>
    <w:p w14:paraId="2965FF77" w14:textId="77777777" w:rsidR="0042793B" w:rsidRDefault="0042793B" w:rsidP="0042793B">
      <w:pPr>
        <w:pStyle w:val="Code"/>
        <w:rPr>
          <w:b/>
          <w:bCs/>
          <w:lang w:val="en-US"/>
        </w:rPr>
      </w:pPr>
      <w:r>
        <w:rPr>
          <w:lang w:val="en-US"/>
        </w:rPr>
        <w:t xml:space="preserve">Enter the initial value of the variable: </w:t>
      </w:r>
      <w:r>
        <w:rPr>
          <w:b/>
          <w:bCs/>
          <w:lang w:val="en-US"/>
        </w:rPr>
        <w:t>0.1 </w:t>
      </w:r>
    </w:p>
    <w:p w14:paraId="0E937BBD" w14:textId="77777777" w:rsidR="0042793B" w:rsidRDefault="0042793B" w:rsidP="0042793B">
      <w:pPr>
        <w:pStyle w:val="Code"/>
        <w:rPr>
          <w:lang w:val="en-US"/>
        </w:rPr>
      </w:pPr>
      <w:r>
        <w:rPr>
          <w:lang w:val="en-US"/>
        </w:rPr>
        <w:t>x: -0.331668643986980</w:t>
      </w:r>
    </w:p>
    <w:p w14:paraId="2581890C" w14:textId="2EF175A3" w:rsidR="0042793B" w:rsidRDefault="0042793B" w:rsidP="0042793B">
      <w:pPr>
        <w:pStyle w:val="Code"/>
        <w:rPr>
          <w:lang w:val="en-US"/>
        </w:rPr>
      </w:pPr>
      <w:r>
        <w:rPr>
          <w:lang w:val="en-US"/>
        </w:rPr>
        <w:t>Minimum value: -0.333325019761474</w:t>
      </w:r>
    </w:p>
    <w:p w14:paraId="6B79444E" w14:textId="66C998E8" w:rsidR="00F63CAA" w:rsidRDefault="0042793B" w:rsidP="00F63CAA">
      <w:pPr>
        <w:pStyle w:val="TexteCourant"/>
      </w:pPr>
      <w:r>
        <w:t>La Figure 8 montre le graphique de cet exemple.</w:t>
      </w:r>
    </w:p>
    <w:p w14:paraId="0D2DC394" w14:textId="647FFF2B" w:rsidR="0042793B" w:rsidRDefault="0042793B" w:rsidP="0042793B">
      <w:pPr>
        <w:pStyle w:val="FigureNomDeFichier"/>
      </w:pPr>
      <w:r>
        <w:t>Figure 8.png</w:t>
      </w:r>
    </w:p>
    <w:p w14:paraId="2FB4C1FC" w14:textId="7B0A083D" w:rsidR="0042793B" w:rsidRDefault="0042793B" w:rsidP="0042793B">
      <w:pPr>
        <w:pStyle w:val="FigureNumero"/>
      </w:pPr>
      <w:r>
        <w:t>Figure 8</w:t>
      </w:r>
    </w:p>
    <w:p w14:paraId="4482A362" w14:textId="6F70BDC5" w:rsidR="0042793B" w:rsidRDefault="0042793B" w:rsidP="0042793B">
      <w:pPr>
        <w:pStyle w:val="FigureLegende"/>
      </w:pPr>
      <w:r>
        <w:t>Graphique de la fonction 3x</w:t>
      </w:r>
      <w:r w:rsidRPr="0042793B">
        <w:rPr>
          <w:rStyle w:val="Exposant"/>
        </w:rPr>
        <w:t>2</w:t>
      </w:r>
      <w:r>
        <w:t>+2x montrant comment l’algorithme du gradient ascendant trouve le minimum de la fonction</w:t>
      </w:r>
    </w:p>
    <w:p w14:paraId="03A7F883" w14:textId="77777777" w:rsidR="0042793B" w:rsidRDefault="0042793B" w:rsidP="0042793B">
      <w:pPr>
        <w:pStyle w:val="TitreNiveau1"/>
      </w:pPr>
      <w:r>
        <w:t>#3 : L’aire entre deux courbes</w:t>
      </w:r>
    </w:p>
    <w:p w14:paraId="003AB1F4" w14:textId="2BADD39E" w:rsidR="0042793B" w:rsidRDefault="0042793B" w:rsidP="00F63CAA">
      <w:pPr>
        <w:pStyle w:val="TexteCourant"/>
      </w:pPr>
      <w:r>
        <w:t>Voici la solution à ce défi :</w:t>
      </w:r>
    </w:p>
    <w:p w14:paraId="43646DC3" w14:textId="77777777" w:rsidR="0042793B" w:rsidRDefault="0042793B" w:rsidP="0042793B">
      <w:pPr>
        <w:pStyle w:val="Code"/>
        <w:rPr>
          <w:lang w:val="en-US"/>
        </w:rPr>
      </w:pPr>
      <w:r>
        <w:rPr>
          <w:lang w:val="en-US"/>
        </w:rPr>
        <w:t>'''</w:t>
      </w:r>
    </w:p>
    <w:p w14:paraId="7ED3A7A1" w14:textId="77777777" w:rsidR="0042793B" w:rsidRDefault="0042793B" w:rsidP="0042793B">
      <w:pPr>
        <w:pStyle w:val="Code"/>
        <w:rPr>
          <w:lang w:val="en-US"/>
        </w:rPr>
      </w:pPr>
      <w:r>
        <w:rPr>
          <w:lang w:val="en-US"/>
        </w:rPr>
        <w:t>area_curves.py</w:t>
      </w:r>
    </w:p>
    <w:p w14:paraId="18D2CADE" w14:textId="77777777" w:rsidR="0042793B" w:rsidRDefault="0042793B" w:rsidP="0042793B">
      <w:pPr>
        <w:pStyle w:val="Code"/>
        <w:rPr>
          <w:lang w:val="en-US"/>
        </w:rPr>
      </w:pPr>
      <w:r>
        <w:rPr>
          <w:lang w:val="en-US"/>
        </w:rPr>
        <w:t>Find the area enclosed by two curves between two points</w:t>
      </w:r>
    </w:p>
    <w:p w14:paraId="69BD7865" w14:textId="77777777" w:rsidR="0042793B" w:rsidRDefault="0042793B" w:rsidP="0042793B">
      <w:pPr>
        <w:pStyle w:val="Code"/>
        <w:rPr>
          <w:lang w:val="en-US"/>
        </w:rPr>
      </w:pPr>
      <w:r>
        <w:rPr>
          <w:lang w:val="en-US"/>
        </w:rPr>
        <w:t>'''</w:t>
      </w:r>
    </w:p>
    <w:p w14:paraId="24C09B0D" w14:textId="77777777" w:rsidR="0042793B" w:rsidRDefault="0042793B" w:rsidP="0042793B">
      <w:pPr>
        <w:pStyle w:val="Code"/>
        <w:rPr>
          <w:lang w:val="en-US"/>
        </w:rPr>
      </w:pPr>
      <w:r>
        <w:rPr>
          <w:lang w:val="en-US"/>
        </w:rPr>
        <w:t xml:space="preserve">from </w:t>
      </w:r>
      <w:proofErr w:type="spellStart"/>
      <w:r>
        <w:rPr>
          <w:lang w:val="en-US"/>
        </w:rPr>
        <w:t>sympy</w:t>
      </w:r>
      <w:proofErr w:type="spellEnd"/>
      <w:r>
        <w:rPr>
          <w:lang w:val="en-US"/>
        </w:rPr>
        <w:t xml:space="preserve"> import Integral, Symbol, </w:t>
      </w:r>
      <w:proofErr w:type="spellStart"/>
      <w:r>
        <w:rPr>
          <w:lang w:val="en-US"/>
        </w:rPr>
        <w:t>SympifyError</w:t>
      </w:r>
      <w:proofErr w:type="spellEnd"/>
      <w:r>
        <w:rPr>
          <w:lang w:val="en-US"/>
        </w:rPr>
        <w:t xml:space="preserve">, </w:t>
      </w:r>
      <w:proofErr w:type="spellStart"/>
      <w:r>
        <w:rPr>
          <w:lang w:val="en-US"/>
        </w:rPr>
        <w:t>sympify</w:t>
      </w:r>
      <w:proofErr w:type="spellEnd"/>
    </w:p>
    <w:p w14:paraId="0C090BD5" w14:textId="77777777" w:rsidR="0042793B" w:rsidRDefault="0042793B" w:rsidP="0042793B">
      <w:pPr>
        <w:pStyle w:val="Code"/>
        <w:rPr>
          <w:lang w:val="en-US"/>
        </w:rPr>
      </w:pPr>
      <w:proofErr w:type="spellStart"/>
      <w:r>
        <w:rPr>
          <w:lang w:val="en-US"/>
        </w:rPr>
        <w:t>def</w:t>
      </w:r>
      <w:proofErr w:type="spellEnd"/>
      <w:r>
        <w:rPr>
          <w:lang w:val="en-US"/>
        </w:rPr>
        <w:t xml:space="preserve"> </w:t>
      </w:r>
      <w:proofErr w:type="spellStart"/>
      <w:r>
        <w:rPr>
          <w:lang w:val="en-US"/>
        </w:rPr>
        <w:t>find_area</w:t>
      </w:r>
      <w:proofErr w:type="spellEnd"/>
      <w:r>
        <w:rPr>
          <w:lang w:val="en-US"/>
        </w:rPr>
        <w:t xml:space="preserve">(f, g, </w:t>
      </w:r>
      <w:proofErr w:type="spellStart"/>
      <w:r>
        <w:rPr>
          <w:lang w:val="en-US"/>
        </w:rPr>
        <w:t>var</w:t>
      </w:r>
      <w:proofErr w:type="spellEnd"/>
      <w:r>
        <w:rPr>
          <w:lang w:val="en-US"/>
        </w:rPr>
        <w:t>, a, b):</w:t>
      </w:r>
    </w:p>
    <w:p w14:paraId="52179024" w14:textId="77777777" w:rsidR="0042793B" w:rsidRDefault="0042793B" w:rsidP="0042793B">
      <w:pPr>
        <w:pStyle w:val="Code"/>
        <w:rPr>
          <w:lang w:val="en-US"/>
        </w:rPr>
      </w:pPr>
      <w:r>
        <w:rPr>
          <w:lang w:val="en-US"/>
        </w:rPr>
        <w:t xml:space="preserve">    a = Integral(f-g, (</w:t>
      </w:r>
      <w:proofErr w:type="spellStart"/>
      <w:r>
        <w:rPr>
          <w:lang w:val="en-US"/>
        </w:rPr>
        <w:t>var</w:t>
      </w:r>
      <w:proofErr w:type="spellEnd"/>
      <w:r>
        <w:rPr>
          <w:lang w:val="en-US"/>
        </w:rPr>
        <w:t>, a, b)).</w:t>
      </w:r>
      <w:proofErr w:type="spellStart"/>
      <w:r>
        <w:rPr>
          <w:lang w:val="en-US"/>
        </w:rPr>
        <w:t>doit</w:t>
      </w:r>
      <w:proofErr w:type="spellEnd"/>
      <w:r>
        <w:rPr>
          <w:lang w:val="en-US"/>
        </w:rPr>
        <w:t>()</w:t>
      </w:r>
    </w:p>
    <w:p w14:paraId="6D01A3E5" w14:textId="77777777" w:rsidR="0042793B" w:rsidRDefault="0042793B" w:rsidP="0042793B">
      <w:pPr>
        <w:pStyle w:val="Code"/>
        <w:rPr>
          <w:lang w:val="en-US"/>
        </w:rPr>
      </w:pPr>
      <w:r>
        <w:rPr>
          <w:lang w:val="en-US"/>
        </w:rPr>
        <w:t xml:space="preserve">    return a</w:t>
      </w:r>
    </w:p>
    <w:p w14:paraId="72F97AD4" w14:textId="77777777" w:rsidR="0042793B" w:rsidRDefault="0042793B" w:rsidP="0042793B">
      <w:pPr>
        <w:pStyle w:val="Code"/>
        <w:rPr>
          <w:lang w:val="en-US"/>
        </w:rPr>
      </w:pPr>
      <w:r>
        <w:rPr>
          <w:lang w:val="en-US"/>
        </w:rPr>
        <w:t>if __name__ == '__main__':</w:t>
      </w:r>
    </w:p>
    <w:p w14:paraId="67EA13EB" w14:textId="77777777" w:rsidR="0042793B" w:rsidRDefault="0042793B" w:rsidP="0042793B">
      <w:pPr>
        <w:pStyle w:val="Code"/>
        <w:rPr>
          <w:lang w:val="en-US"/>
        </w:rPr>
      </w:pPr>
      <w:r>
        <w:rPr>
          <w:lang w:val="en-US"/>
        </w:rPr>
        <w:t xml:space="preserve">    f = input('Enter the upper function in one variable: ')</w:t>
      </w:r>
    </w:p>
    <w:p w14:paraId="1A0B16C9" w14:textId="77777777" w:rsidR="0042793B" w:rsidRDefault="0042793B" w:rsidP="0042793B">
      <w:pPr>
        <w:pStyle w:val="Code"/>
        <w:rPr>
          <w:lang w:val="en-US"/>
        </w:rPr>
      </w:pPr>
      <w:r>
        <w:rPr>
          <w:lang w:val="en-US"/>
        </w:rPr>
        <w:t xml:space="preserve">    g = input('Enter the lower function in one variable: ')</w:t>
      </w:r>
    </w:p>
    <w:p w14:paraId="3675CC86" w14:textId="77777777" w:rsidR="0042793B" w:rsidRDefault="0042793B" w:rsidP="0042793B">
      <w:pPr>
        <w:pStyle w:val="Code"/>
        <w:rPr>
          <w:lang w:val="en-US"/>
        </w:rPr>
      </w:pPr>
      <w:r>
        <w:rPr>
          <w:lang w:val="en-US"/>
        </w:rPr>
        <w:t xml:space="preserve">    </w:t>
      </w:r>
      <w:proofErr w:type="spellStart"/>
      <w:r>
        <w:rPr>
          <w:lang w:val="en-US"/>
        </w:rPr>
        <w:t>var</w:t>
      </w:r>
      <w:proofErr w:type="spellEnd"/>
      <w:r>
        <w:rPr>
          <w:lang w:val="en-US"/>
        </w:rPr>
        <w:t xml:space="preserve"> = input('Enter the variable: ')</w:t>
      </w:r>
    </w:p>
    <w:p w14:paraId="603410A9" w14:textId="77777777" w:rsidR="0042793B" w:rsidRDefault="0042793B" w:rsidP="0042793B">
      <w:pPr>
        <w:pStyle w:val="Code"/>
        <w:rPr>
          <w:lang w:val="en-US"/>
        </w:rPr>
      </w:pPr>
      <w:r>
        <w:rPr>
          <w:lang w:val="en-US"/>
        </w:rPr>
        <w:t xml:space="preserve">    l = float(input('Enter the lower bound of the enclosed region: '))</w:t>
      </w:r>
    </w:p>
    <w:p w14:paraId="48701762" w14:textId="77777777" w:rsidR="0042793B" w:rsidRDefault="0042793B" w:rsidP="0042793B">
      <w:pPr>
        <w:pStyle w:val="Code"/>
        <w:rPr>
          <w:lang w:val="en-US"/>
        </w:rPr>
      </w:pPr>
      <w:r>
        <w:rPr>
          <w:lang w:val="en-US"/>
        </w:rPr>
        <w:t xml:space="preserve">    u = float(input('Enter the upper bound of the enclosed region: '))</w:t>
      </w:r>
    </w:p>
    <w:p w14:paraId="0F3DEB56" w14:textId="77777777" w:rsidR="0042793B" w:rsidRDefault="0042793B" w:rsidP="0042793B">
      <w:pPr>
        <w:pStyle w:val="Code"/>
        <w:rPr>
          <w:lang w:val="en-US"/>
        </w:rPr>
      </w:pPr>
      <w:r>
        <w:rPr>
          <w:lang w:val="en-US"/>
        </w:rPr>
        <w:t xml:space="preserve">    try:</w:t>
      </w:r>
    </w:p>
    <w:p w14:paraId="557A08D3" w14:textId="77777777" w:rsidR="0042793B" w:rsidRDefault="0042793B" w:rsidP="0042793B">
      <w:pPr>
        <w:pStyle w:val="Code"/>
        <w:rPr>
          <w:lang w:val="en-US"/>
        </w:rPr>
      </w:pPr>
      <w:r>
        <w:rPr>
          <w:lang w:val="en-US"/>
        </w:rPr>
        <w:t xml:space="preserve">        f = </w:t>
      </w:r>
      <w:proofErr w:type="spellStart"/>
      <w:r>
        <w:rPr>
          <w:lang w:val="en-US"/>
        </w:rPr>
        <w:t>sympify</w:t>
      </w:r>
      <w:proofErr w:type="spellEnd"/>
      <w:r>
        <w:rPr>
          <w:lang w:val="en-US"/>
        </w:rPr>
        <w:t>(f)</w:t>
      </w:r>
    </w:p>
    <w:p w14:paraId="45B1648A" w14:textId="77777777" w:rsidR="0042793B" w:rsidRDefault="0042793B" w:rsidP="0042793B">
      <w:pPr>
        <w:pStyle w:val="Code"/>
        <w:rPr>
          <w:lang w:val="en-US"/>
        </w:rPr>
      </w:pPr>
      <w:r>
        <w:rPr>
          <w:lang w:val="en-US"/>
        </w:rPr>
        <w:t xml:space="preserve">        g = </w:t>
      </w:r>
      <w:proofErr w:type="spellStart"/>
      <w:r>
        <w:rPr>
          <w:lang w:val="en-US"/>
        </w:rPr>
        <w:t>sympify</w:t>
      </w:r>
      <w:proofErr w:type="spellEnd"/>
      <w:r>
        <w:rPr>
          <w:lang w:val="en-US"/>
        </w:rPr>
        <w:t>(g)</w:t>
      </w:r>
    </w:p>
    <w:p w14:paraId="109273AB" w14:textId="4DC2DEFE" w:rsidR="0042793B" w:rsidRDefault="0042793B" w:rsidP="0042793B">
      <w:pPr>
        <w:pStyle w:val="Code"/>
        <w:rPr>
          <w:lang w:val="en-US"/>
        </w:rPr>
      </w:pPr>
      <w:r>
        <w:rPr>
          <w:lang w:val="en-US"/>
        </w:rPr>
        <w:t xml:space="preserve">    except </w:t>
      </w:r>
      <w:proofErr w:type="spellStart"/>
      <w:r>
        <w:rPr>
          <w:lang w:val="en-US"/>
        </w:rPr>
        <w:t>SympifyError</w:t>
      </w:r>
      <w:proofErr w:type="spellEnd"/>
      <w:r>
        <w:rPr>
          <w:lang w:val="en-US"/>
        </w:rPr>
        <w:t>:</w:t>
      </w:r>
    </w:p>
    <w:p w14:paraId="5D6C1C9E" w14:textId="77777777" w:rsidR="0042793B" w:rsidRDefault="0042793B" w:rsidP="0042793B">
      <w:pPr>
        <w:pStyle w:val="Code"/>
        <w:rPr>
          <w:lang w:val="en-US"/>
        </w:rPr>
      </w:pPr>
      <w:r>
        <w:rPr>
          <w:lang w:val="en-US"/>
        </w:rPr>
        <w:t xml:space="preserve">        print('One of the functions entered is invalid')</w:t>
      </w:r>
    </w:p>
    <w:p w14:paraId="1792CDC4" w14:textId="77777777" w:rsidR="0042793B" w:rsidRDefault="0042793B" w:rsidP="0042793B">
      <w:pPr>
        <w:pStyle w:val="Code"/>
        <w:rPr>
          <w:lang w:val="en-US"/>
        </w:rPr>
      </w:pPr>
      <w:r>
        <w:rPr>
          <w:lang w:val="en-US"/>
        </w:rPr>
        <w:t xml:space="preserve">    else:</w:t>
      </w:r>
    </w:p>
    <w:p w14:paraId="75EC8F0C" w14:textId="77777777" w:rsidR="0042793B" w:rsidRDefault="0042793B" w:rsidP="0042793B">
      <w:pPr>
        <w:pStyle w:val="Code"/>
        <w:rPr>
          <w:lang w:val="en-US"/>
        </w:rPr>
      </w:pPr>
      <w:r>
        <w:rPr>
          <w:lang w:val="en-US"/>
        </w:rPr>
        <w:t xml:space="preserve">        </w:t>
      </w:r>
      <w:proofErr w:type="spellStart"/>
      <w:r>
        <w:rPr>
          <w:lang w:val="en-US"/>
        </w:rPr>
        <w:t>var</w:t>
      </w:r>
      <w:proofErr w:type="spellEnd"/>
      <w:r>
        <w:rPr>
          <w:lang w:val="en-US"/>
        </w:rPr>
        <w:t xml:space="preserve"> = Symbol(</w:t>
      </w:r>
      <w:proofErr w:type="spellStart"/>
      <w:r>
        <w:rPr>
          <w:lang w:val="en-US"/>
        </w:rPr>
        <w:t>var</w:t>
      </w:r>
      <w:proofErr w:type="spellEnd"/>
      <w:r>
        <w:rPr>
          <w:lang w:val="en-US"/>
        </w:rPr>
        <w:t>)</w:t>
      </w:r>
    </w:p>
    <w:p w14:paraId="0F38BE11" w14:textId="77777777" w:rsidR="0042793B" w:rsidRDefault="0042793B" w:rsidP="0042793B">
      <w:pPr>
        <w:pStyle w:val="Code"/>
        <w:rPr>
          <w:lang w:val="en-US"/>
        </w:rPr>
      </w:pPr>
      <w:r>
        <w:rPr>
          <w:lang w:val="en-US"/>
        </w:rPr>
        <w:t xml:space="preserve">        print('Area enclosed by {0} and {1} is: {2} '.</w:t>
      </w:r>
    </w:p>
    <w:p w14:paraId="0EE04BA6" w14:textId="77777777" w:rsidR="0042793B" w:rsidRDefault="0042793B" w:rsidP="0042793B">
      <w:pPr>
        <w:pStyle w:val="Code"/>
        <w:rPr>
          <w:lang w:val="en-US"/>
        </w:rPr>
      </w:pPr>
      <w:r>
        <w:rPr>
          <w:lang w:val="en-US"/>
        </w:rPr>
        <w:t xml:space="preserve">              format(f, g, </w:t>
      </w:r>
      <w:proofErr w:type="spellStart"/>
      <w:r>
        <w:rPr>
          <w:lang w:val="en-US"/>
        </w:rPr>
        <w:t>find_area</w:t>
      </w:r>
      <w:proofErr w:type="spellEnd"/>
      <w:r>
        <w:rPr>
          <w:lang w:val="en-US"/>
        </w:rPr>
        <w:t xml:space="preserve">(f, g, </w:t>
      </w:r>
      <w:proofErr w:type="spellStart"/>
      <w:r>
        <w:rPr>
          <w:lang w:val="en-US"/>
        </w:rPr>
        <w:t>var</w:t>
      </w:r>
      <w:proofErr w:type="spellEnd"/>
      <w:r>
        <w:rPr>
          <w:lang w:val="en-US"/>
        </w:rPr>
        <w:t>, l, u)))</w:t>
      </w:r>
    </w:p>
    <w:p w14:paraId="4BF7EDC9" w14:textId="499A4AAC" w:rsidR="0042793B" w:rsidRDefault="0042793B" w:rsidP="0042793B">
      <w:pPr>
        <w:pStyle w:val="TexteCourant"/>
      </w:pPr>
      <w:r>
        <w:t xml:space="preserve">Lorsque le programme est lancé, il demande à l’utilisateur de saisir les deux fonctions et leurs valeurs de départ et d’arrivée. Il appelle alors la fonction </w:t>
      </w:r>
      <w:proofErr w:type="spellStart"/>
      <w:r w:rsidRPr="00444A87">
        <w:rPr>
          <w:rStyle w:val="CodeDansTexte"/>
        </w:rPr>
        <w:t>find_area</w:t>
      </w:r>
      <w:proofErr w:type="spellEnd"/>
      <w:r w:rsidRPr="00444A87">
        <w:rPr>
          <w:rStyle w:val="CodeDansTexte"/>
        </w:rPr>
        <w:t>()</w:t>
      </w:r>
      <w:r>
        <w:t xml:space="preserve"> avec ces valeurs. Cette fonction calcule alors l’intégrale </w:t>
      </w:r>
      <m:oMath>
        <m:nary>
          <m:naryPr>
            <m:limLoc m:val="subSup"/>
            <m:ctrlPr>
              <w:rPr>
                <w:rFonts w:ascii="Cambria Math" w:hAnsi="Cambria Math"/>
                <w:i/>
              </w:rPr>
            </m:ctrlPr>
          </m:naryPr>
          <m:sub>
            <m:r>
              <w:rPr>
                <w:rFonts w:ascii="Cambria Math" w:hAnsi="Cambria Math"/>
              </w:rPr>
              <m:t>a</m:t>
            </m:r>
          </m:sub>
          <m:sup>
            <m:r>
              <w:rPr>
                <w:rFonts w:ascii="Cambria Math" w:hAnsi="Cambria Math"/>
              </w:rPr>
              <m:t>b</m:t>
            </m:r>
          </m:sup>
          <m:e>
            <m:d>
              <m:dPr>
                <m:ctrlPr>
                  <w:rPr>
                    <w:rFonts w:ascii="Cambria Math" w:hAnsi="Cambria Math"/>
                    <w:i/>
                  </w:rPr>
                </m:ctrlPr>
              </m:dPr>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-g(x)</m:t>
                </m:r>
              </m:e>
            </m:d>
            <m:r>
              <w:rPr>
                <w:rFonts w:ascii="Cambria Math" w:hAnsi="Cambria Math"/>
              </w:rPr>
              <m:t>dx</m:t>
            </m:r>
          </m:e>
        </m:nary>
      </m:oMath>
      <w:r>
        <w:t xml:space="preserve"> en créant un objet </w:t>
      </w:r>
      <w:proofErr w:type="spellStart"/>
      <w:r w:rsidRPr="0042793B">
        <w:rPr>
          <w:rStyle w:val="CodeDansTexte"/>
        </w:rPr>
        <w:t>Integral</w:t>
      </w:r>
      <w:proofErr w:type="spellEnd"/>
      <w:r w:rsidRPr="0042793B">
        <w:t>,</w:t>
      </w:r>
      <w:r>
        <w:t xml:space="preserve"> représentant l’aire entre les deux courbes en entre </w:t>
      </w:r>
      <w:r w:rsidRPr="0042793B">
        <w:rPr>
          <w:rStyle w:val="CodeDansTexte"/>
        </w:rPr>
        <w:t>a</w:t>
      </w:r>
      <w:r>
        <w:t xml:space="preserve"> et </w:t>
      </w:r>
      <w:r w:rsidRPr="0042793B">
        <w:rPr>
          <w:rStyle w:val="CodeDansTexte"/>
        </w:rPr>
        <w:t>b</w:t>
      </w:r>
      <w:r>
        <w:t>. Voici un exemple d’exécution de ce programme :</w:t>
      </w:r>
    </w:p>
    <w:p w14:paraId="5144B7BF" w14:textId="77777777" w:rsidR="0042793B" w:rsidRDefault="0042793B" w:rsidP="0042793B">
      <w:pPr>
        <w:pStyle w:val="Code"/>
        <w:rPr>
          <w:b/>
          <w:bCs/>
          <w:lang w:val="en-US"/>
        </w:rPr>
      </w:pPr>
      <w:r>
        <w:rPr>
          <w:lang w:val="en-US"/>
        </w:rPr>
        <w:t xml:space="preserve">Enter the upper function in one variable: </w:t>
      </w:r>
      <w:r>
        <w:rPr>
          <w:b/>
          <w:bCs/>
          <w:lang w:val="en-US"/>
        </w:rPr>
        <w:t>x+1</w:t>
      </w:r>
    </w:p>
    <w:p w14:paraId="139D0EE9" w14:textId="619B89F4" w:rsidR="0042793B" w:rsidRDefault="0042793B" w:rsidP="0042793B">
      <w:pPr>
        <w:pStyle w:val="Code"/>
        <w:rPr>
          <w:b/>
          <w:bCs/>
          <w:lang w:val="en-US"/>
        </w:rPr>
      </w:pPr>
      <w:r>
        <w:rPr>
          <w:lang w:val="en-US"/>
        </w:rPr>
        <w:t xml:space="preserve">Enter the lower upper function in one variable: </w:t>
      </w:r>
      <w:r>
        <w:rPr>
          <w:b/>
          <w:bCs/>
          <w:lang w:val="en-US"/>
        </w:rPr>
        <w:t>x*</w:t>
      </w:r>
      <w:proofErr w:type="spellStart"/>
      <w:r>
        <w:rPr>
          <w:b/>
          <w:bCs/>
          <w:lang w:val="en-US"/>
        </w:rPr>
        <w:t>exp</w:t>
      </w:r>
      <w:proofErr w:type="spellEnd"/>
      <w:r>
        <w:rPr>
          <w:b/>
          <w:bCs/>
          <w:lang w:val="en-US"/>
        </w:rPr>
        <w:t>(-x**2)</w:t>
      </w:r>
    </w:p>
    <w:p w14:paraId="574CE862" w14:textId="010F47FB" w:rsidR="0042793B" w:rsidRDefault="0042793B" w:rsidP="0042793B">
      <w:pPr>
        <w:pStyle w:val="Code"/>
        <w:rPr>
          <w:b/>
          <w:bCs/>
          <w:lang w:val="en-US"/>
        </w:rPr>
      </w:pPr>
      <w:r>
        <w:rPr>
          <w:lang w:val="en-US"/>
        </w:rPr>
        <w:t xml:space="preserve">Enter the variable: </w:t>
      </w:r>
      <w:r>
        <w:rPr>
          <w:b/>
          <w:bCs/>
          <w:lang w:val="en-US"/>
        </w:rPr>
        <w:t>x</w:t>
      </w:r>
    </w:p>
    <w:p w14:paraId="760A631D" w14:textId="684709DB" w:rsidR="0042793B" w:rsidRDefault="0042793B" w:rsidP="0042793B">
      <w:pPr>
        <w:pStyle w:val="Code"/>
        <w:rPr>
          <w:b/>
          <w:bCs/>
          <w:lang w:val="en-US"/>
        </w:rPr>
      </w:pPr>
      <w:r>
        <w:rPr>
          <w:lang w:val="en-US"/>
        </w:rPr>
        <w:t xml:space="preserve">Enter the lower bound of the enclosed region: </w:t>
      </w:r>
      <w:r>
        <w:rPr>
          <w:b/>
          <w:bCs/>
          <w:lang w:val="en-US"/>
        </w:rPr>
        <w:t>0</w:t>
      </w:r>
    </w:p>
    <w:p w14:paraId="3ACD4B82" w14:textId="070AD2DA" w:rsidR="0042793B" w:rsidRDefault="0042793B" w:rsidP="0042793B">
      <w:pPr>
        <w:pStyle w:val="Code"/>
        <w:rPr>
          <w:b/>
          <w:bCs/>
          <w:lang w:val="en-US"/>
        </w:rPr>
      </w:pPr>
      <w:r>
        <w:rPr>
          <w:lang w:val="en-US"/>
        </w:rPr>
        <w:t xml:space="preserve">Enter the upper bound of the enclosed region: </w:t>
      </w:r>
      <w:r>
        <w:rPr>
          <w:b/>
          <w:bCs/>
          <w:lang w:val="en-US"/>
        </w:rPr>
        <w:t>2</w:t>
      </w:r>
    </w:p>
    <w:p w14:paraId="1C1D8209" w14:textId="4AC267C0" w:rsidR="0042793B" w:rsidRDefault="0042793B" w:rsidP="0042793B">
      <w:pPr>
        <w:pStyle w:val="Code"/>
        <w:rPr>
          <w:lang w:val="en-US"/>
        </w:rPr>
      </w:pPr>
      <w:r>
        <w:rPr>
          <w:lang w:val="en-US"/>
        </w:rPr>
        <w:t>Area enclosed by x + 1 and x*</w:t>
      </w:r>
      <w:proofErr w:type="spellStart"/>
      <w:r>
        <w:rPr>
          <w:lang w:val="en-US"/>
        </w:rPr>
        <w:t>exp</w:t>
      </w:r>
      <w:proofErr w:type="spellEnd"/>
      <w:r>
        <w:rPr>
          <w:lang w:val="en-US"/>
        </w:rPr>
        <w:t>(-x**2) is: 3.50915781944437</w:t>
      </w:r>
    </w:p>
    <w:p w14:paraId="5EB48D40" w14:textId="3A060612" w:rsidR="0042793B" w:rsidRDefault="0042793B" w:rsidP="0042793B">
      <w:pPr>
        <w:pStyle w:val="TexteCourant"/>
      </w:pPr>
      <w:r>
        <w:t xml:space="preserve">Je dois vous informer que ce défi décrit un cas spécifique de calcul d’aire entre deux courbes. Vous pouvez en apprendre plus sur les autres cas que vous pourrez rencontrer à l’adresse </w:t>
      </w:r>
      <w:r w:rsidRPr="0042793B">
        <w:rPr>
          <w:rStyle w:val="URL"/>
        </w:rPr>
        <w:t>http://tutorial.math .lamar.edu/Classes/</w:t>
      </w:r>
      <w:proofErr w:type="spellStart"/>
      <w:r w:rsidRPr="0042793B">
        <w:rPr>
          <w:rStyle w:val="URL"/>
        </w:rPr>
        <w:t>CalcI</w:t>
      </w:r>
      <w:proofErr w:type="spellEnd"/>
      <w:r w:rsidRPr="0042793B">
        <w:rPr>
          <w:rStyle w:val="URL"/>
        </w:rPr>
        <w:t>/AreaBetweenCurves.aspx</w:t>
      </w:r>
      <w:r w:rsidRPr="0042793B">
        <w:t xml:space="preserve"> e</w:t>
      </w:r>
      <w:r>
        <w:t>t écrire des programmes pour les</w:t>
      </w:r>
      <w:r w:rsidR="00417D15">
        <w:t xml:space="preserve"> résoudre. Notre exemple est une résolution de l’exemple 2 du site web.</w:t>
      </w:r>
    </w:p>
    <w:p w14:paraId="37142B0B" w14:textId="77777777" w:rsidR="00417D15" w:rsidRPr="002640FC" w:rsidRDefault="00417D15" w:rsidP="00417D15">
      <w:pPr>
        <w:pStyle w:val="TitreNiveau1"/>
      </w:pPr>
      <w:r>
        <w:t>#4 : Trouver la longueur d’une courbe</w:t>
      </w:r>
    </w:p>
    <w:p w14:paraId="38308FB6" w14:textId="55B8990D" w:rsidR="00417D15" w:rsidRDefault="00417D15" w:rsidP="0042793B">
      <w:pPr>
        <w:pStyle w:val="TexteCourant"/>
        <w:rPr>
          <w:rFonts w:ascii="Times" w:hAnsi="Times" w:cs="Times"/>
          <w:szCs w:val="24"/>
        </w:rPr>
      </w:pPr>
      <w:r>
        <w:rPr>
          <w:rFonts w:ascii="Times" w:hAnsi="Times" w:cs="Times"/>
          <w:szCs w:val="24"/>
        </w:rPr>
        <w:t>Ce programme calcule la longueur d’une fonction entre deux points :</w:t>
      </w:r>
    </w:p>
    <w:p w14:paraId="2290FDBD" w14:textId="77777777" w:rsidR="00417D15" w:rsidRDefault="00417D15" w:rsidP="00417D15">
      <w:pPr>
        <w:pStyle w:val="Code"/>
        <w:rPr>
          <w:lang w:val="en-US"/>
        </w:rPr>
      </w:pPr>
      <w:r>
        <w:rPr>
          <w:lang w:val="en-US"/>
        </w:rPr>
        <w:t>'''</w:t>
      </w:r>
    </w:p>
    <w:p w14:paraId="2F6305B1" w14:textId="77777777" w:rsidR="00417D15" w:rsidRDefault="00417D15" w:rsidP="00417D15">
      <w:pPr>
        <w:pStyle w:val="Code"/>
        <w:rPr>
          <w:lang w:val="en-US"/>
        </w:rPr>
      </w:pPr>
      <w:r>
        <w:rPr>
          <w:lang w:val="en-US"/>
        </w:rPr>
        <w:t>length_curve.py</w:t>
      </w:r>
    </w:p>
    <w:p w14:paraId="04DE1C77" w14:textId="77777777" w:rsidR="00417D15" w:rsidRDefault="00417D15" w:rsidP="00417D15">
      <w:pPr>
        <w:pStyle w:val="Code"/>
        <w:rPr>
          <w:lang w:val="en-US"/>
        </w:rPr>
      </w:pPr>
      <w:r>
        <w:rPr>
          <w:lang w:val="en-US"/>
        </w:rPr>
        <w:t>Find the length of a curve between two points</w:t>
      </w:r>
    </w:p>
    <w:p w14:paraId="57F6A771" w14:textId="77777777" w:rsidR="00417D15" w:rsidRDefault="00417D15" w:rsidP="00417D15">
      <w:pPr>
        <w:pStyle w:val="Code"/>
        <w:rPr>
          <w:lang w:val="en-US"/>
        </w:rPr>
      </w:pPr>
      <w:r>
        <w:rPr>
          <w:lang w:val="en-US"/>
        </w:rPr>
        <w:t>'''</w:t>
      </w:r>
    </w:p>
    <w:p w14:paraId="2C828C51" w14:textId="77777777" w:rsidR="00417D15" w:rsidRDefault="00417D15" w:rsidP="00417D15">
      <w:pPr>
        <w:pStyle w:val="Code"/>
        <w:rPr>
          <w:lang w:val="en-US"/>
        </w:rPr>
      </w:pPr>
      <w:r>
        <w:rPr>
          <w:lang w:val="en-US"/>
        </w:rPr>
        <w:t xml:space="preserve">from </w:t>
      </w:r>
      <w:proofErr w:type="spellStart"/>
      <w:r>
        <w:rPr>
          <w:lang w:val="en-US"/>
        </w:rPr>
        <w:t>sympy</w:t>
      </w:r>
      <w:proofErr w:type="spellEnd"/>
      <w:r>
        <w:rPr>
          <w:lang w:val="en-US"/>
        </w:rPr>
        <w:t xml:space="preserve"> import Derivative, Integral, Symbol, </w:t>
      </w:r>
      <w:proofErr w:type="spellStart"/>
      <w:r>
        <w:rPr>
          <w:lang w:val="en-US"/>
        </w:rPr>
        <w:t>sqrt</w:t>
      </w:r>
      <w:proofErr w:type="spellEnd"/>
      <w:r>
        <w:rPr>
          <w:lang w:val="en-US"/>
        </w:rPr>
        <w:t xml:space="preserve">, </w:t>
      </w:r>
      <w:proofErr w:type="spellStart"/>
      <w:r>
        <w:rPr>
          <w:lang w:val="en-US"/>
        </w:rPr>
        <w:t>SympifyError</w:t>
      </w:r>
      <w:proofErr w:type="spellEnd"/>
      <w:r>
        <w:rPr>
          <w:lang w:val="en-US"/>
        </w:rPr>
        <w:t xml:space="preserve">, </w:t>
      </w:r>
      <w:proofErr w:type="spellStart"/>
      <w:r>
        <w:rPr>
          <w:lang w:val="en-US"/>
        </w:rPr>
        <w:t>sympify</w:t>
      </w:r>
      <w:proofErr w:type="spellEnd"/>
    </w:p>
    <w:p w14:paraId="274DD957" w14:textId="77777777" w:rsidR="00417D15" w:rsidRDefault="00417D15" w:rsidP="00417D15">
      <w:pPr>
        <w:pStyle w:val="Code"/>
        <w:rPr>
          <w:lang w:val="en-US"/>
        </w:rPr>
      </w:pPr>
      <w:proofErr w:type="spellStart"/>
      <w:r>
        <w:rPr>
          <w:lang w:val="en-US"/>
        </w:rPr>
        <w:t>def</w:t>
      </w:r>
      <w:proofErr w:type="spellEnd"/>
      <w:r>
        <w:rPr>
          <w:lang w:val="en-US"/>
        </w:rPr>
        <w:t xml:space="preserve"> </w:t>
      </w:r>
      <w:proofErr w:type="spellStart"/>
      <w:r>
        <w:rPr>
          <w:lang w:val="en-US"/>
        </w:rPr>
        <w:t>find_length</w:t>
      </w:r>
      <w:proofErr w:type="spellEnd"/>
      <w:r>
        <w:rPr>
          <w:lang w:val="en-US"/>
        </w:rPr>
        <w:t>(</w:t>
      </w:r>
      <w:proofErr w:type="spellStart"/>
      <w:r>
        <w:rPr>
          <w:lang w:val="en-US"/>
        </w:rPr>
        <w:t>fx</w:t>
      </w:r>
      <w:proofErr w:type="spellEnd"/>
      <w:r>
        <w:rPr>
          <w:lang w:val="en-US"/>
        </w:rPr>
        <w:t xml:space="preserve">, </w:t>
      </w:r>
      <w:proofErr w:type="spellStart"/>
      <w:r>
        <w:rPr>
          <w:lang w:val="en-US"/>
        </w:rPr>
        <w:t>var</w:t>
      </w:r>
      <w:proofErr w:type="spellEnd"/>
      <w:r>
        <w:rPr>
          <w:lang w:val="en-US"/>
        </w:rPr>
        <w:t>, a, b):</w:t>
      </w:r>
    </w:p>
    <w:p w14:paraId="7097B73E" w14:textId="77777777" w:rsidR="00417D15" w:rsidRDefault="00417D15" w:rsidP="00417D15">
      <w:pPr>
        <w:pStyle w:val="Code"/>
        <w:rPr>
          <w:lang w:val="en-US"/>
        </w:rPr>
      </w:pPr>
      <w:r>
        <w:rPr>
          <w:lang w:val="en-US"/>
        </w:rPr>
        <w:t xml:space="preserve">    </w:t>
      </w:r>
      <w:proofErr w:type="spellStart"/>
      <w:r>
        <w:rPr>
          <w:lang w:val="en-US"/>
        </w:rPr>
        <w:t>deriv</w:t>
      </w:r>
      <w:proofErr w:type="spellEnd"/>
      <w:r>
        <w:rPr>
          <w:lang w:val="en-US"/>
        </w:rPr>
        <w:t xml:space="preserve"> = Derivative(</w:t>
      </w:r>
      <w:proofErr w:type="spellStart"/>
      <w:r>
        <w:rPr>
          <w:lang w:val="en-US"/>
        </w:rPr>
        <w:t>fx</w:t>
      </w:r>
      <w:proofErr w:type="spellEnd"/>
      <w:r>
        <w:rPr>
          <w:lang w:val="en-US"/>
        </w:rPr>
        <w:t xml:space="preserve">, </w:t>
      </w:r>
      <w:proofErr w:type="spellStart"/>
      <w:r>
        <w:rPr>
          <w:lang w:val="en-US"/>
        </w:rPr>
        <w:t>var</w:t>
      </w:r>
      <w:proofErr w:type="spellEnd"/>
      <w:r>
        <w:rPr>
          <w:lang w:val="en-US"/>
        </w:rPr>
        <w:t>).</w:t>
      </w:r>
      <w:proofErr w:type="spellStart"/>
      <w:r>
        <w:rPr>
          <w:lang w:val="en-US"/>
        </w:rPr>
        <w:t>doit</w:t>
      </w:r>
      <w:proofErr w:type="spellEnd"/>
      <w:r>
        <w:rPr>
          <w:lang w:val="en-US"/>
        </w:rPr>
        <w:t>()</w:t>
      </w:r>
    </w:p>
    <w:p w14:paraId="075DC129" w14:textId="77777777" w:rsidR="00417D15" w:rsidRDefault="00417D15" w:rsidP="00417D15">
      <w:pPr>
        <w:pStyle w:val="Code"/>
        <w:rPr>
          <w:lang w:val="en-US"/>
        </w:rPr>
      </w:pPr>
      <w:r>
        <w:rPr>
          <w:lang w:val="en-US"/>
        </w:rPr>
        <w:t xml:space="preserve">    length = Integral(</w:t>
      </w:r>
      <w:proofErr w:type="spellStart"/>
      <w:r>
        <w:rPr>
          <w:lang w:val="en-US"/>
        </w:rPr>
        <w:t>sqrt</w:t>
      </w:r>
      <w:proofErr w:type="spellEnd"/>
      <w:r>
        <w:rPr>
          <w:lang w:val="en-US"/>
        </w:rPr>
        <w:t>(1+deriv**2), (</w:t>
      </w:r>
      <w:proofErr w:type="spellStart"/>
      <w:r>
        <w:rPr>
          <w:lang w:val="en-US"/>
        </w:rPr>
        <w:t>var</w:t>
      </w:r>
      <w:proofErr w:type="spellEnd"/>
      <w:r>
        <w:rPr>
          <w:lang w:val="en-US"/>
        </w:rPr>
        <w:t>, a, b)).</w:t>
      </w:r>
      <w:proofErr w:type="spellStart"/>
      <w:r>
        <w:rPr>
          <w:lang w:val="en-US"/>
        </w:rPr>
        <w:t>doit</w:t>
      </w:r>
      <w:proofErr w:type="spellEnd"/>
      <w:r>
        <w:rPr>
          <w:lang w:val="en-US"/>
        </w:rPr>
        <w:t>().</w:t>
      </w:r>
      <w:proofErr w:type="spellStart"/>
      <w:r>
        <w:rPr>
          <w:lang w:val="en-US"/>
        </w:rPr>
        <w:t>evalf</w:t>
      </w:r>
      <w:proofErr w:type="spellEnd"/>
      <w:r>
        <w:rPr>
          <w:lang w:val="en-US"/>
        </w:rPr>
        <w:t>()</w:t>
      </w:r>
    </w:p>
    <w:p w14:paraId="32C7EA48" w14:textId="77777777" w:rsidR="00417D15" w:rsidRDefault="00417D15" w:rsidP="00417D15">
      <w:pPr>
        <w:pStyle w:val="Code"/>
        <w:rPr>
          <w:lang w:val="en-US"/>
        </w:rPr>
      </w:pPr>
      <w:r>
        <w:rPr>
          <w:lang w:val="en-US"/>
        </w:rPr>
        <w:t xml:space="preserve">    return length</w:t>
      </w:r>
    </w:p>
    <w:p w14:paraId="3A73A253" w14:textId="77777777" w:rsidR="00417D15" w:rsidRDefault="00417D15" w:rsidP="00417D15">
      <w:pPr>
        <w:pStyle w:val="Code"/>
        <w:rPr>
          <w:lang w:val="en-US"/>
        </w:rPr>
      </w:pPr>
      <w:r>
        <w:rPr>
          <w:lang w:val="en-US"/>
        </w:rPr>
        <w:t>if __name__ == '__main__':</w:t>
      </w:r>
    </w:p>
    <w:p w14:paraId="01271FA6" w14:textId="77777777" w:rsidR="00417D15" w:rsidRDefault="00417D15" w:rsidP="00417D15">
      <w:pPr>
        <w:pStyle w:val="Code"/>
        <w:rPr>
          <w:lang w:val="en-US"/>
        </w:rPr>
      </w:pPr>
      <w:r>
        <w:rPr>
          <w:lang w:val="en-US"/>
        </w:rPr>
        <w:t xml:space="preserve">    f = input('Enter a function in one variable: ')</w:t>
      </w:r>
    </w:p>
    <w:p w14:paraId="54F5E072" w14:textId="77777777" w:rsidR="00417D15" w:rsidRDefault="00417D15" w:rsidP="00417D15">
      <w:pPr>
        <w:pStyle w:val="Code"/>
        <w:rPr>
          <w:lang w:val="en-US"/>
        </w:rPr>
      </w:pPr>
      <w:r>
        <w:rPr>
          <w:lang w:val="en-US"/>
        </w:rPr>
        <w:t xml:space="preserve">    </w:t>
      </w:r>
      <w:proofErr w:type="spellStart"/>
      <w:r>
        <w:rPr>
          <w:lang w:val="en-US"/>
        </w:rPr>
        <w:t>var</w:t>
      </w:r>
      <w:proofErr w:type="spellEnd"/>
      <w:r>
        <w:rPr>
          <w:lang w:val="en-US"/>
        </w:rPr>
        <w:t xml:space="preserve"> = input('Enter the variable: ')</w:t>
      </w:r>
    </w:p>
    <w:p w14:paraId="77B057A5" w14:textId="77777777" w:rsidR="00417D15" w:rsidRDefault="00417D15" w:rsidP="00417D15">
      <w:pPr>
        <w:pStyle w:val="Code"/>
        <w:rPr>
          <w:lang w:val="en-US"/>
        </w:rPr>
      </w:pPr>
      <w:r>
        <w:rPr>
          <w:lang w:val="en-US"/>
        </w:rPr>
        <w:t xml:space="preserve">    l = float(input('Enter the lower limit of the variable: '))</w:t>
      </w:r>
    </w:p>
    <w:p w14:paraId="431F3F44" w14:textId="77777777" w:rsidR="00417D15" w:rsidRDefault="00417D15" w:rsidP="00417D15">
      <w:pPr>
        <w:pStyle w:val="Code"/>
        <w:rPr>
          <w:lang w:val="en-US"/>
        </w:rPr>
      </w:pPr>
      <w:r>
        <w:rPr>
          <w:lang w:val="en-US"/>
        </w:rPr>
        <w:t xml:space="preserve">    u = float(input('Enter the upper limit of the variable: '))</w:t>
      </w:r>
    </w:p>
    <w:p w14:paraId="01F78AB9" w14:textId="267E6FA9" w:rsidR="00417D15" w:rsidRDefault="00417D15" w:rsidP="00417D15">
      <w:pPr>
        <w:pStyle w:val="Code"/>
        <w:rPr>
          <w:lang w:val="en-US"/>
        </w:rPr>
      </w:pPr>
      <w:r>
        <w:rPr>
          <w:lang w:val="en-US"/>
        </w:rPr>
        <w:t xml:space="preserve">    try:</w:t>
      </w:r>
    </w:p>
    <w:p w14:paraId="10919CB3" w14:textId="77777777" w:rsidR="00417D15" w:rsidRDefault="00417D15" w:rsidP="00417D15">
      <w:pPr>
        <w:pStyle w:val="Code"/>
        <w:rPr>
          <w:lang w:val="en-US"/>
        </w:rPr>
      </w:pPr>
      <w:r>
        <w:rPr>
          <w:lang w:val="en-US"/>
        </w:rPr>
        <w:t xml:space="preserve">        f = </w:t>
      </w:r>
      <w:proofErr w:type="spellStart"/>
      <w:r>
        <w:rPr>
          <w:lang w:val="en-US"/>
        </w:rPr>
        <w:t>sympify</w:t>
      </w:r>
      <w:proofErr w:type="spellEnd"/>
      <w:r>
        <w:rPr>
          <w:lang w:val="en-US"/>
        </w:rPr>
        <w:t>(f)</w:t>
      </w:r>
    </w:p>
    <w:p w14:paraId="3D352911" w14:textId="77777777" w:rsidR="00417D15" w:rsidRDefault="00417D15" w:rsidP="00417D15">
      <w:pPr>
        <w:pStyle w:val="Code"/>
        <w:rPr>
          <w:lang w:val="en-US"/>
        </w:rPr>
      </w:pPr>
      <w:r>
        <w:rPr>
          <w:lang w:val="en-US"/>
        </w:rPr>
        <w:t xml:space="preserve">    except </w:t>
      </w:r>
      <w:proofErr w:type="spellStart"/>
      <w:r>
        <w:rPr>
          <w:lang w:val="en-US"/>
        </w:rPr>
        <w:t>SympifyError</w:t>
      </w:r>
      <w:proofErr w:type="spellEnd"/>
      <w:r>
        <w:rPr>
          <w:lang w:val="en-US"/>
        </w:rPr>
        <w:t>:</w:t>
      </w:r>
    </w:p>
    <w:p w14:paraId="3B7537D5" w14:textId="77777777" w:rsidR="00417D15" w:rsidRDefault="00417D15" w:rsidP="00417D15">
      <w:pPr>
        <w:pStyle w:val="Code"/>
        <w:rPr>
          <w:lang w:val="en-US"/>
        </w:rPr>
      </w:pPr>
      <w:r>
        <w:rPr>
          <w:lang w:val="en-US"/>
        </w:rPr>
        <w:t xml:space="preserve">        print('Invalid function entered')</w:t>
      </w:r>
    </w:p>
    <w:p w14:paraId="1AEBCB3C" w14:textId="77777777" w:rsidR="00417D15" w:rsidRDefault="00417D15" w:rsidP="00417D15">
      <w:pPr>
        <w:pStyle w:val="Code"/>
        <w:rPr>
          <w:lang w:val="en-US"/>
        </w:rPr>
      </w:pPr>
      <w:r>
        <w:rPr>
          <w:lang w:val="en-US"/>
        </w:rPr>
        <w:t xml:space="preserve">    else:</w:t>
      </w:r>
    </w:p>
    <w:p w14:paraId="62E08301" w14:textId="77777777" w:rsidR="00417D15" w:rsidRDefault="00417D15" w:rsidP="00417D15">
      <w:pPr>
        <w:pStyle w:val="Code"/>
        <w:rPr>
          <w:lang w:val="en-US"/>
        </w:rPr>
      </w:pPr>
      <w:r>
        <w:rPr>
          <w:lang w:val="en-US"/>
        </w:rPr>
        <w:t xml:space="preserve">        </w:t>
      </w:r>
      <w:proofErr w:type="spellStart"/>
      <w:r>
        <w:rPr>
          <w:lang w:val="en-US"/>
        </w:rPr>
        <w:t>var</w:t>
      </w:r>
      <w:proofErr w:type="spellEnd"/>
      <w:r>
        <w:rPr>
          <w:lang w:val="en-US"/>
        </w:rPr>
        <w:t xml:space="preserve"> = Symbol(</w:t>
      </w:r>
      <w:proofErr w:type="spellStart"/>
      <w:r>
        <w:rPr>
          <w:lang w:val="en-US"/>
        </w:rPr>
        <w:t>var</w:t>
      </w:r>
      <w:proofErr w:type="spellEnd"/>
      <w:r>
        <w:rPr>
          <w:lang w:val="en-US"/>
        </w:rPr>
        <w:t>)</w:t>
      </w:r>
    </w:p>
    <w:p w14:paraId="7DEDCA7F" w14:textId="030E642A" w:rsidR="00417D15" w:rsidRDefault="00417D15" w:rsidP="00417D15">
      <w:pPr>
        <w:pStyle w:val="Code"/>
        <w:rPr>
          <w:lang w:val="en-US"/>
        </w:rPr>
      </w:pPr>
      <w:r>
        <w:rPr>
          <w:lang w:val="en-US"/>
        </w:rPr>
        <w:t xml:space="preserve">        print('Length of {0} between {1} and {2} is: {3} '.format(f, l, u, </w:t>
      </w:r>
      <w:proofErr w:type="spellStart"/>
      <w:r>
        <w:rPr>
          <w:lang w:val="en-US"/>
        </w:rPr>
        <w:t>find_length</w:t>
      </w:r>
      <w:proofErr w:type="spellEnd"/>
      <w:r>
        <w:rPr>
          <w:lang w:val="en-US"/>
        </w:rPr>
        <w:t xml:space="preserve">(f, </w:t>
      </w:r>
      <w:proofErr w:type="spellStart"/>
      <w:r>
        <w:rPr>
          <w:lang w:val="en-US"/>
        </w:rPr>
        <w:t>var</w:t>
      </w:r>
      <w:proofErr w:type="spellEnd"/>
      <w:r>
        <w:rPr>
          <w:lang w:val="en-US"/>
        </w:rPr>
        <w:t>, l, u)))</w:t>
      </w:r>
    </w:p>
    <w:p w14:paraId="25D47DD0" w14:textId="1D270DB8" w:rsidR="00417D15" w:rsidRDefault="003B6EC4" w:rsidP="0042793B">
      <w:pPr>
        <w:pStyle w:val="TexteCourant"/>
        <w:rPr>
          <w:rFonts w:ascii="Times" w:hAnsi="Times" w:cs="Times"/>
          <w:szCs w:val="24"/>
        </w:rPr>
      </w:pPr>
      <w:r>
        <w:rPr>
          <w:rFonts w:ascii="Times" w:hAnsi="Times" w:cs="Times"/>
          <w:szCs w:val="24"/>
        </w:rPr>
        <w:t>Un exemple d’exécution de ce programme est montré ci-après. Nous utilisons les données de l’énoncé du défi :</w:t>
      </w:r>
    </w:p>
    <w:p w14:paraId="12386979" w14:textId="77777777" w:rsidR="003B6EC4" w:rsidRDefault="003B6EC4" w:rsidP="003B6EC4">
      <w:pPr>
        <w:pStyle w:val="Code"/>
        <w:rPr>
          <w:lang w:val="en-US"/>
        </w:rPr>
      </w:pPr>
      <w:r>
        <w:rPr>
          <w:lang w:val="en-US"/>
        </w:rPr>
        <w:t>Enter a function in one variable: 2*x**2 + 3*x + 1</w:t>
      </w:r>
    </w:p>
    <w:p w14:paraId="19330BBE" w14:textId="77777777" w:rsidR="003B6EC4" w:rsidRDefault="003B6EC4" w:rsidP="003B6EC4">
      <w:pPr>
        <w:pStyle w:val="Code"/>
        <w:rPr>
          <w:lang w:val="en-US"/>
        </w:rPr>
      </w:pPr>
      <w:r>
        <w:rPr>
          <w:lang w:val="en-US"/>
        </w:rPr>
        <w:t>Enter the variable: x</w:t>
      </w:r>
    </w:p>
    <w:p w14:paraId="5656481F" w14:textId="77777777" w:rsidR="003B6EC4" w:rsidRDefault="003B6EC4" w:rsidP="003B6EC4">
      <w:pPr>
        <w:pStyle w:val="Code"/>
        <w:rPr>
          <w:lang w:val="en-US"/>
        </w:rPr>
      </w:pPr>
      <w:r>
        <w:rPr>
          <w:lang w:val="en-US"/>
        </w:rPr>
        <w:t>Enter the lower limit of the variable: -5</w:t>
      </w:r>
    </w:p>
    <w:p w14:paraId="4719ADC5" w14:textId="77777777" w:rsidR="003B6EC4" w:rsidRDefault="003B6EC4" w:rsidP="003B6EC4">
      <w:pPr>
        <w:pStyle w:val="Code"/>
        <w:rPr>
          <w:lang w:val="en-US"/>
        </w:rPr>
      </w:pPr>
      <w:r>
        <w:rPr>
          <w:lang w:val="en-US"/>
        </w:rPr>
        <w:t>Enter the upper limit of the variable: 10</w:t>
      </w:r>
    </w:p>
    <w:p w14:paraId="3F2C369C" w14:textId="5C2FB127" w:rsidR="003B6EC4" w:rsidRDefault="003B6EC4" w:rsidP="003B6EC4">
      <w:pPr>
        <w:pStyle w:val="Code"/>
        <w:rPr>
          <w:lang w:val="en-US"/>
        </w:rPr>
      </w:pPr>
      <w:r>
        <w:rPr>
          <w:lang w:val="en-US"/>
        </w:rPr>
        <w:t>Length of 2*x**2 + 3*x + 1 between -5.0 and 10.0 is: 268.372650946022</w:t>
      </w:r>
    </w:p>
    <w:p w14:paraId="47D24788" w14:textId="02F7F44B" w:rsidR="003B6EC4" w:rsidRDefault="003B6EC4" w:rsidP="003B6EC4">
      <w:pPr>
        <w:pStyle w:val="TexteCourant"/>
        <w:rPr>
          <w:lang w:val="en-US"/>
        </w:rPr>
      </w:pPr>
      <w:r>
        <w:rPr>
          <w:szCs w:val="24"/>
        </w:rPr>
        <w:t xml:space="preserve">Voici autre exemple avec des données issues de Khan </w:t>
      </w:r>
      <w:proofErr w:type="spellStart"/>
      <w:r>
        <w:rPr>
          <w:szCs w:val="24"/>
        </w:rPr>
        <w:t>Academy</w:t>
      </w:r>
      <w:proofErr w:type="spellEnd"/>
      <w:r>
        <w:rPr>
          <w:szCs w:val="24"/>
        </w:rPr>
        <w:t xml:space="preserve"> (</w:t>
      </w:r>
      <w:r w:rsidRPr="003B6EC4">
        <w:rPr>
          <w:rStyle w:val="URL"/>
        </w:rPr>
        <w:t>https://www .khanacademy.org/math/integral-calculus/solid_revolution_topic/arc-length/v/ arc-length-example-2</w:t>
      </w:r>
      <w:r>
        <w:rPr>
          <w:lang w:val="en-US"/>
        </w:rPr>
        <w:t>):</w:t>
      </w:r>
    </w:p>
    <w:p w14:paraId="05B0F570" w14:textId="77777777" w:rsidR="003B6EC4" w:rsidRDefault="003B6EC4" w:rsidP="003B6EC4">
      <w:pPr>
        <w:pStyle w:val="Code"/>
        <w:rPr>
          <w:b/>
          <w:bCs/>
          <w:lang w:val="en-US"/>
        </w:rPr>
      </w:pPr>
      <w:r>
        <w:rPr>
          <w:lang w:val="en-US"/>
        </w:rPr>
        <w:t xml:space="preserve">Enter a function in one variable: </w:t>
      </w:r>
      <w:r>
        <w:rPr>
          <w:b/>
          <w:bCs/>
          <w:lang w:val="en-US"/>
        </w:rPr>
        <w:t>x**3/6 + 1/(2*x)</w:t>
      </w:r>
    </w:p>
    <w:p w14:paraId="3E9213F4" w14:textId="77777777" w:rsidR="003B6EC4" w:rsidRDefault="003B6EC4" w:rsidP="003B6EC4">
      <w:pPr>
        <w:pStyle w:val="Code"/>
        <w:rPr>
          <w:b/>
          <w:bCs/>
          <w:lang w:val="en-US"/>
        </w:rPr>
      </w:pPr>
      <w:r>
        <w:rPr>
          <w:lang w:val="en-US"/>
        </w:rPr>
        <w:t xml:space="preserve">Enter the variable: </w:t>
      </w:r>
      <w:r>
        <w:rPr>
          <w:b/>
          <w:bCs/>
          <w:lang w:val="en-US"/>
        </w:rPr>
        <w:t>x</w:t>
      </w:r>
    </w:p>
    <w:p w14:paraId="77DCE979" w14:textId="63EB2BFC" w:rsidR="003B6EC4" w:rsidRDefault="003B6EC4" w:rsidP="003B6EC4">
      <w:pPr>
        <w:pStyle w:val="Code"/>
        <w:rPr>
          <w:b/>
          <w:bCs/>
          <w:lang w:val="en-US"/>
        </w:rPr>
      </w:pPr>
      <w:r>
        <w:rPr>
          <w:lang w:val="en-US"/>
        </w:rPr>
        <w:t xml:space="preserve">Enter the lower limit of the variable: </w:t>
      </w:r>
      <w:r>
        <w:rPr>
          <w:b/>
          <w:bCs/>
          <w:lang w:val="en-US"/>
        </w:rPr>
        <w:t>1</w:t>
      </w:r>
    </w:p>
    <w:p w14:paraId="34585952" w14:textId="50033CC3" w:rsidR="003B6EC4" w:rsidRDefault="003B6EC4" w:rsidP="003B6EC4">
      <w:pPr>
        <w:pStyle w:val="Code"/>
        <w:rPr>
          <w:lang w:val="en-US"/>
        </w:rPr>
      </w:pPr>
      <w:r>
        <w:rPr>
          <w:lang w:val="en-US"/>
        </w:rPr>
        <w:t xml:space="preserve">Enter the upper limit of the variable: </w:t>
      </w:r>
      <w:r>
        <w:rPr>
          <w:b/>
          <w:bCs/>
          <w:lang w:val="en-US"/>
        </w:rPr>
        <w:t>2</w:t>
      </w:r>
    </w:p>
    <w:p w14:paraId="3C675E7B" w14:textId="77777777" w:rsidR="003B6EC4" w:rsidRDefault="003B6EC4" w:rsidP="003B6EC4">
      <w:pPr>
        <w:pStyle w:val="Code"/>
        <w:rPr>
          <w:lang w:val="en-US"/>
        </w:rPr>
      </w:pPr>
      <w:r>
        <w:rPr>
          <w:lang w:val="en-US"/>
        </w:rPr>
        <w:t>Length of x**3/6 + 1/(2*x) between 1.0 and 2.0 is: 1.41666666666667</w:t>
      </w:r>
    </w:p>
    <w:p w14:paraId="607D0E08" w14:textId="77777777" w:rsidR="001E59DD" w:rsidRPr="00DC24E3" w:rsidRDefault="001E59DD" w:rsidP="00F63CAA">
      <w:pPr>
        <w:pStyle w:val="TexteCourant"/>
      </w:pPr>
      <w:bookmarkStart w:id="1" w:name="_GoBack"/>
      <w:bookmarkEnd w:id="1"/>
    </w:p>
    <w:sectPr w:rsidR="001E59DD" w:rsidRPr="00DC24E3">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418" w:right="1418" w:bottom="1418" w:left="1985"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B3174A" w14:textId="77777777" w:rsidR="00F97E05" w:rsidRDefault="00F97E05">
      <w:pPr>
        <w:spacing w:before="0" w:after="0"/>
      </w:pPr>
      <w:r>
        <w:separator/>
      </w:r>
    </w:p>
  </w:endnote>
  <w:endnote w:type="continuationSeparator" w:id="0">
    <w:p w14:paraId="4291F23B" w14:textId="77777777" w:rsidR="00F97E05" w:rsidRDefault="00F97E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Rounded MT Bold">
    <w:panose1 w:val="020F07040305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Wingdings 2">
    <w:panose1 w:val="05020102010507070707"/>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EBA93" w14:textId="77777777" w:rsidR="00F97E05" w:rsidRDefault="00F97E05">
    <w:pPr>
      <w:framePr w:wrap="auto" w:vAnchor="text" w:hAnchor="page" w:y="1"/>
      <w:jc w:val="left"/>
    </w:pPr>
  </w:p>
  <w:p w14:paraId="33686ADA" w14:textId="77777777" w:rsidR="00F97E05" w:rsidRDefault="00F97E05">
    <w:pPr>
      <w:ind w:left="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F7ACD" w14:textId="77777777" w:rsidR="00F97E05" w:rsidRDefault="00F97E05">
    <w:pPr>
      <w:framePr w:wrap="auto" w:vAnchor="text" w:hAnchor="margin" w:xAlign="outside" w:y="1"/>
    </w:pPr>
  </w:p>
  <w:p w14:paraId="63F6D519" w14:textId="77777777" w:rsidR="00F97E05" w:rsidRDefault="00F97E05">
    <w:pPr>
      <w:ind w:right="360" w:firstLine="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61C1C" w14:textId="77777777" w:rsidR="00F97E05" w:rsidRDefault="00F97E0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A0D944" w14:textId="77777777" w:rsidR="00F97E05" w:rsidRDefault="00F97E05">
      <w:pPr>
        <w:spacing w:before="0" w:after="0"/>
      </w:pPr>
      <w:r>
        <w:separator/>
      </w:r>
    </w:p>
  </w:footnote>
  <w:footnote w:type="continuationSeparator" w:id="0">
    <w:p w14:paraId="427F6297" w14:textId="77777777" w:rsidR="00F97E05" w:rsidRDefault="00F97E05">
      <w:pPr>
        <w:spacing w:before="0"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57EF3" w14:textId="77777777" w:rsidR="00F97E05" w:rsidRDefault="00F97E0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76077" w14:textId="77777777" w:rsidR="00F97E05" w:rsidRDefault="00F97E05">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6E7E3" w14:textId="77777777" w:rsidR="00F97E05" w:rsidRDefault="00F97E0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5724D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AE6E24E"/>
    <w:lvl w:ilvl="0">
      <w:start w:val="1"/>
      <w:numFmt w:val="decimal"/>
      <w:lvlText w:val="%1."/>
      <w:lvlJc w:val="left"/>
      <w:pPr>
        <w:tabs>
          <w:tab w:val="num" w:pos="1492"/>
        </w:tabs>
        <w:ind w:left="1492" w:hanging="360"/>
      </w:pPr>
    </w:lvl>
  </w:abstractNum>
  <w:abstractNum w:abstractNumId="2">
    <w:nsid w:val="FFFFFF7D"/>
    <w:multiLevelType w:val="singleLevel"/>
    <w:tmpl w:val="FFD66588"/>
    <w:lvl w:ilvl="0">
      <w:start w:val="1"/>
      <w:numFmt w:val="decimal"/>
      <w:lvlText w:val="%1."/>
      <w:lvlJc w:val="left"/>
      <w:pPr>
        <w:tabs>
          <w:tab w:val="num" w:pos="1209"/>
        </w:tabs>
        <w:ind w:left="1209" w:hanging="360"/>
      </w:pPr>
    </w:lvl>
  </w:abstractNum>
  <w:abstractNum w:abstractNumId="3">
    <w:nsid w:val="FFFFFF7E"/>
    <w:multiLevelType w:val="singleLevel"/>
    <w:tmpl w:val="D382BC30"/>
    <w:lvl w:ilvl="0">
      <w:start w:val="1"/>
      <w:numFmt w:val="decimal"/>
      <w:lvlText w:val="%1."/>
      <w:lvlJc w:val="left"/>
      <w:pPr>
        <w:tabs>
          <w:tab w:val="num" w:pos="926"/>
        </w:tabs>
        <w:ind w:left="926" w:hanging="360"/>
      </w:pPr>
    </w:lvl>
  </w:abstractNum>
  <w:abstractNum w:abstractNumId="4">
    <w:nsid w:val="FFFFFF7F"/>
    <w:multiLevelType w:val="singleLevel"/>
    <w:tmpl w:val="C0982F58"/>
    <w:lvl w:ilvl="0">
      <w:start w:val="1"/>
      <w:numFmt w:val="decimal"/>
      <w:lvlText w:val="%1."/>
      <w:lvlJc w:val="left"/>
      <w:pPr>
        <w:tabs>
          <w:tab w:val="num" w:pos="643"/>
        </w:tabs>
        <w:ind w:left="643" w:hanging="360"/>
      </w:pPr>
    </w:lvl>
  </w:abstractNum>
  <w:abstractNum w:abstractNumId="5">
    <w:nsid w:val="FFFFFF80"/>
    <w:multiLevelType w:val="singleLevel"/>
    <w:tmpl w:val="DDEC3A0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68AC090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560869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4D24CFC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C064D1C"/>
    <w:lvl w:ilvl="0">
      <w:start w:val="1"/>
      <w:numFmt w:val="decimal"/>
      <w:lvlText w:val="%1."/>
      <w:lvlJc w:val="left"/>
      <w:pPr>
        <w:tabs>
          <w:tab w:val="num" w:pos="360"/>
        </w:tabs>
        <w:ind w:left="360" w:hanging="360"/>
      </w:pPr>
    </w:lvl>
  </w:abstractNum>
  <w:abstractNum w:abstractNumId="10">
    <w:nsid w:val="FFFFFF89"/>
    <w:multiLevelType w:val="singleLevel"/>
    <w:tmpl w:val="8E4201E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2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2"/>
    <w:multiLevelType w:val="hybridMultilevel"/>
    <w:tmpl w:val="00000002"/>
    <w:lvl w:ilvl="0" w:tplc="00000065">
      <w:start w:val="24"/>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7DC2E5F"/>
    <w:multiLevelType w:val="hybridMultilevel"/>
    <w:tmpl w:val="67B89A6E"/>
    <w:lvl w:ilvl="0" w:tplc="54861468">
      <w:start w:val="1"/>
      <w:numFmt w:val="bullet"/>
      <w:pStyle w:val="ListeNiveau2"/>
      <w:lvlText w:val=""/>
      <w:lvlJc w:val="left"/>
      <w:pPr>
        <w:tabs>
          <w:tab w:val="num" w:pos="2948"/>
        </w:tabs>
        <w:ind w:left="2948" w:hanging="510"/>
      </w:pPr>
      <w:rPr>
        <w:rFonts w:ascii="Symbol" w:hAnsi="Symbol" w:hint="default"/>
        <w:sz w:val="20"/>
      </w:rPr>
    </w:lvl>
    <w:lvl w:ilvl="1" w:tplc="59A21CA0" w:tentative="1">
      <w:start w:val="1"/>
      <w:numFmt w:val="bullet"/>
      <w:lvlText w:val="o"/>
      <w:lvlJc w:val="left"/>
      <w:pPr>
        <w:tabs>
          <w:tab w:val="num" w:pos="1440"/>
        </w:tabs>
        <w:ind w:left="1440" w:hanging="360"/>
      </w:pPr>
      <w:rPr>
        <w:rFonts w:ascii="Courier New" w:hAnsi="Courier New" w:hint="default"/>
      </w:rPr>
    </w:lvl>
    <w:lvl w:ilvl="2" w:tplc="989E6D48" w:tentative="1">
      <w:start w:val="1"/>
      <w:numFmt w:val="bullet"/>
      <w:lvlText w:val=""/>
      <w:lvlJc w:val="left"/>
      <w:pPr>
        <w:tabs>
          <w:tab w:val="num" w:pos="2160"/>
        </w:tabs>
        <w:ind w:left="2160" w:hanging="360"/>
      </w:pPr>
      <w:rPr>
        <w:rFonts w:ascii="Wingdings" w:hAnsi="Wingdings" w:hint="default"/>
      </w:rPr>
    </w:lvl>
    <w:lvl w:ilvl="3" w:tplc="D8E092EC" w:tentative="1">
      <w:start w:val="1"/>
      <w:numFmt w:val="bullet"/>
      <w:lvlText w:val=""/>
      <w:lvlJc w:val="left"/>
      <w:pPr>
        <w:tabs>
          <w:tab w:val="num" w:pos="2880"/>
        </w:tabs>
        <w:ind w:left="2880" w:hanging="360"/>
      </w:pPr>
      <w:rPr>
        <w:rFonts w:ascii="Symbol" w:hAnsi="Symbol" w:hint="default"/>
      </w:rPr>
    </w:lvl>
    <w:lvl w:ilvl="4" w:tplc="D3FAC062" w:tentative="1">
      <w:start w:val="1"/>
      <w:numFmt w:val="bullet"/>
      <w:lvlText w:val="o"/>
      <w:lvlJc w:val="left"/>
      <w:pPr>
        <w:tabs>
          <w:tab w:val="num" w:pos="3600"/>
        </w:tabs>
        <w:ind w:left="3600" w:hanging="360"/>
      </w:pPr>
      <w:rPr>
        <w:rFonts w:ascii="Courier New" w:hAnsi="Courier New" w:hint="default"/>
      </w:rPr>
    </w:lvl>
    <w:lvl w:ilvl="5" w:tplc="1ABA904A" w:tentative="1">
      <w:start w:val="1"/>
      <w:numFmt w:val="bullet"/>
      <w:lvlText w:val=""/>
      <w:lvlJc w:val="left"/>
      <w:pPr>
        <w:tabs>
          <w:tab w:val="num" w:pos="4320"/>
        </w:tabs>
        <w:ind w:left="4320" w:hanging="360"/>
      </w:pPr>
      <w:rPr>
        <w:rFonts w:ascii="Wingdings" w:hAnsi="Wingdings" w:hint="default"/>
      </w:rPr>
    </w:lvl>
    <w:lvl w:ilvl="6" w:tplc="E88E138E" w:tentative="1">
      <w:start w:val="1"/>
      <w:numFmt w:val="bullet"/>
      <w:lvlText w:val=""/>
      <w:lvlJc w:val="left"/>
      <w:pPr>
        <w:tabs>
          <w:tab w:val="num" w:pos="5040"/>
        </w:tabs>
        <w:ind w:left="5040" w:hanging="360"/>
      </w:pPr>
      <w:rPr>
        <w:rFonts w:ascii="Symbol" w:hAnsi="Symbol" w:hint="default"/>
      </w:rPr>
    </w:lvl>
    <w:lvl w:ilvl="7" w:tplc="7C5AF550" w:tentative="1">
      <w:start w:val="1"/>
      <w:numFmt w:val="bullet"/>
      <w:lvlText w:val="o"/>
      <w:lvlJc w:val="left"/>
      <w:pPr>
        <w:tabs>
          <w:tab w:val="num" w:pos="5760"/>
        </w:tabs>
        <w:ind w:left="5760" w:hanging="360"/>
      </w:pPr>
      <w:rPr>
        <w:rFonts w:ascii="Courier New" w:hAnsi="Courier New" w:hint="default"/>
      </w:rPr>
    </w:lvl>
    <w:lvl w:ilvl="8" w:tplc="C1D242C0" w:tentative="1">
      <w:start w:val="1"/>
      <w:numFmt w:val="bullet"/>
      <w:lvlText w:val=""/>
      <w:lvlJc w:val="left"/>
      <w:pPr>
        <w:tabs>
          <w:tab w:val="num" w:pos="6480"/>
        </w:tabs>
        <w:ind w:left="6480" w:hanging="360"/>
      </w:pPr>
      <w:rPr>
        <w:rFonts w:ascii="Wingdings" w:hAnsi="Wingdings" w:hint="default"/>
      </w:rPr>
    </w:lvl>
  </w:abstractNum>
  <w:abstractNum w:abstractNumId="14">
    <w:nsid w:val="0FD46C33"/>
    <w:multiLevelType w:val="hybridMultilevel"/>
    <w:tmpl w:val="79FAE1C6"/>
    <w:lvl w:ilvl="0" w:tplc="1674C58C">
      <w:start w:val="1"/>
      <w:numFmt w:val="decimal"/>
      <w:lvlText w:val="%1."/>
      <w:lvlJc w:val="left"/>
      <w:pPr>
        <w:tabs>
          <w:tab w:val="num" w:pos="2390"/>
        </w:tabs>
        <w:ind w:left="2390" w:hanging="405"/>
      </w:pPr>
      <w:rPr>
        <w:rFonts w:hint="default"/>
      </w:rPr>
    </w:lvl>
    <w:lvl w:ilvl="1" w:tplc="040C0019" w:tentative="1">
      <w:start w:val="1"/>
      <w:numFmt w:val="lowerLetter"/>
      <w:lvlText w:val="%2."/>
      <w:lvlJc w:val="left"/>
      <w:pPr>
        <w:tabs>
          <w:tab w:val="num" w:pos="3065"/>
        </w:tabs>
        <w:ind w:left="3065" w:hanging="360"/>
      </w:pPr>
    </w:lvl>
    <w:lvl w:ilvl="2" w:tplc="040C001B" w:tentative="1">
      <w:start w:val="1"/>
      <w:numFmt w:val="lowerRoman"/>
      <w:lvlText w:val="%3."/>
      <w:lvlJc w:val="right"/>
      <w:pPr>
        <w:tabs>
          <w:tab w:val="num" w:pos="3785"/>
        </w:tabs>
        <w:ind w:left="3785" w:hanging="180"/>
      </w:pPr>
    </w:lvl>
    <w:lvl w:ilvl="3" w:tplc="040C000F" w:tentative="1">
      <w:start w:val="1"/>
      <w:numFmt w:val="decimal"/>
      <w:lvlText w:val="%4."/>
      <w:lvlJc w:val="left"/>
      <w:pPr>
        <w:tabs>
          <w:tab w:val="num" w:pos="4505"/>
        </w:tabs>
        <w:ind w:left="4505" w:hanging="360"/>
      </w:pPr>
    </w:lvl>
    <w:lvl w:ilvl="4" w:tplc="040C0019" w:tentative="1">
      <w:start w:val="1"/>
      <w:numFmt w:val="lowerLetter"/>
      <w:lvlText w:val="%5."/>
      <w:lvlJc w:val="left"/>
      <w:pPr>
        <w:tabs>
          <w:tab w:val="num" w:pos="5225"/>
        </w:tabs>
        <w:ind w:left="5225" w:hanging="360"/>
      </w:pPr>
    </w:lvl>
    <w:lvl w:ilvl="5" w:tplc="040C001B" w:tentative="1">
      <w:start w:val="1"/>
      <w:numFmt w:val="lowerRoman"/>
      <w:lvlText w:val="%6."/>
      <w:lvlJc w:val="right"/>
      <w:pPr>
        <w:tabs>
          <w:tab w:val="num" w:pos="5945"/>
        </w:tabs>
        <w:ind w:left="5945" w:hanging="180"/>
      </w:pPr>
    </w:lvl>
    <w:lvl w:ilvl="6" w:tplc="040C000F" w:tentative="1">
      <w:start w:val="1"/>
      <w:numFmt w:val="decimal"/>
      <w:lvlText w:val="%7."/>
      <w:lvlJc w:val="left"/>
      <w:pPr>
        <w:tabs>
          <w:tab w:val="num" w:pos="6665"/>
        </w:tabs>
        <w:ind w:left="6665" w:hanging="360"/>
      </w:pPr>
    </w:lvl>
    <w:lvl w:ilvl="7" w:tplc="040C0019" w:tentative="1">
      <w:start w:val="1"/>
      <w:numFmt w:val="lowerLetter"/>
      <w:lvlText w:val="%8."/>
      <w:lvlJc w:val="left"/>
      <w:pPr>
        <w:tabs>
          <w:tab w:val="num" w:pos="7385"/>
        </w:tabs>
        <w:ind w:left="7385" w:hanging="360"/>
      </w:pPr>
    </w:lvl>
    <w:lvl w:ilvl="8" w:tplc="040C001B" w:tentative="1">
      <w:start w:val="1"/>
      <w:numFmt w:val="lowerRoman"/>
      <w:lvlText w:val="%9."/>
      <w:lvlJc w:val="right"/>
      <w:pPr>
        <w:tabs>
          <w:tab w:val="num" w:pos="8105"/>
        </w:tabs>
        <w:ind w:left="8105" w:hanging="180"/>
      </w:pPr>
    </w:lvl>
  </w:abstractNum>
  <w:abstractNum w:abstractNumId="15">
    <w:nsid w:val="46AB5718"/>
    <w:multiLevelType w:val="hybridMultilevel"/>
    <w:tmpl w:val="B0A8989E"/>
    <w:lvl w:ilvl="0" w:tplc="79D69BD6">
      <w:start w:val="1"/>
      <w:numFmt w:val="bullet"/>
      <w:pStyle w:val="PartieSommaire"/>
      <w:lvlText w:val=""/>
      <w:lvlJc w:val="left"/>
      <w:pPr>
        <w:ind w:left="2705" w:hanging="360"/>
      </w:pPr>
      <w:rPr>
        <w:rFonts w:ascii="Wingdings" w:hAnsi="Wingdings"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16">
    <w:nsid w:val="7E9E3478"/>
    <w:multiLevelType w:val="singleLevel"/>
    <w:tmpl w:val="27CC48B6"/>
    <w:lvl w:ilvl="0">
      <w:start w:val="1"/>
      <w:numFmt w:val="bullet"/>
      <w:pStyle w:val="ListeAPuce"/>
      <w:lvlText w:val=""/>
      <w:lvlJc w:val="left"/>
      <w:pPr>
        <w:tabs>
          <w:tab w:val="num" w:pos="360"/>
        </w:tabs>
        <w:ind w:left="360" w:hanging="360"/>
      </w:pPr>
      <w:rPr>
        <w:rFonts w:ascii="Symbol" w:hAnsi="Symbol" w:hint="default"/>
      </w:rPr>
    </w:lvl>
  </w:abstractNum>
  <w:num w:numId="1">
    <w:abstractNumId w:val="13"/>
  </w:num>
  <w:num w:numId="2">
    <w:abstractNumId w:val="16"/>
  </w:num>
  <w:num w:numId="3">
    <w:abstractNumId w:val="15"/>
  </w:num>
  <w:num w:numId="4">
    <w:abstractNumId w:val="14"/>
  </w:num>
  <w:num w:numId="5">
    <w:abstractNumId w:val="9"/>
  </w:num>
  <w:num w:numId="6">
    <w:abstractNumId w:val="4"/>
  </w:num>
  <w:num w:numId="7">
    <w:abstractNumId w:val="3"/>
  </w:num>
  <w:num w:numId="8">
    <w:abstractNumId w:val="2"/>
  </w:num>
  <w:num w:numId="9">
    <w:abstractNumId w:val="1"/>
  </w:num>
  <w:num w:numId="10">
    <w:abstractNumId w:val="10"/>
  </w:num>
  <w:num w:numId="11">
    <w:abstractNumId w:val="8"/>
  </w:num>
  <w:num w:numId="12">
    <w:abstractNumId w:val="7"/>
  </w:num>
  <w:num w:numId="13">
    <w:abstractNumId w:val="6"/>
  </w:num>
  <w:num w:numId="14">
    <w:abstractNumId w:val="5"/>
  </w:num>
  <w:num w:numId="15">
    <w:abstractNumId w:val="0"/>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attachedTemplate r:id="rId1"/>
  <w:defaultTabStop w:val="397"/>
  <w:consecutiveHyphenLimit w:val="2"/>
  <w:hyphenationZone w:val="42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932"/>
    <w:rsid w:val="00004A7F"/>
    <w:rsid w:val="0001179A"/>
    <w:rsid w:val="00032F2C"/>
    <w:rsid w:val="00036244"/>
    <w:rsid w:val="00077F63"/>
    <w:rsid w:val="000808DB"/>
    <w:rsid w:val="00090E4B"/>
    <w:rsid w:val="00092EC0"/>
    <w:rsid w:val="000C4988"/>
    <w:rsid w:val="000D5438"/>
    <w:rsid w:val="0011241E"/>
    <w:rsid w:val="00130D03"/>
    <w:rsid w:val="0013337E"/>
    <w:rsid w:val="00136B94"/>
    <w:rsid w:val="00137164"/>
    <w:rsid w:val="00143EB4"/>
    <w:rsid w:val="001462E7"/>
    <w:rsid w:val="00164211"/>
    <w:rsid w:val="001847B0"/>
    <w:rsid w:val="00184E30"/>
    <w:rsid w:val="00187517"/>
    <w:rsid w:val="00187CE8"/>
    <w:rsid w:val="0019374A"/>
    <w:rsid w:val="001B4C4F"/>
    <w:rsid w:val="001C55D1"/>
    <w:rsid w:val="001D5411"/>
    <w:rsid w:val="001E59DD"/>
    <w:rsid w:val="00211F45"/>
    <w:rsid w:val="002650F4"/>
    <w:rsid w:val="002743F7"/>
    <w:rsid w:val="002A44E9"/>
    <w:rsid w:val="002D30CF"/>
    <w:rsid w:val="002E0AD5"/>
    <w:rsid w:val="002E33EE"/>
    <w:rsid w:val="00301C4D"/>
    <w:rsid w:val="003048DF"/>
    <w:rsid w:val="00322CE3"/>
    <w:rsid w:val="00326A48"/>
    <w:rsid w:val="00337C4F"/>
    <w:rsid w:val="00352628"/>
    <w:rsid w:val="003536E6"/>
    <w:rsid w:val="0036124D"/>
    <w:rsid w:val="0036399B"/>
    <w:rsid w:val="003B0B60"/>
    <w:rsid w:val="003B6EC4"/>
    <w:rsid w:val="003C354C"/>
    <w:rsid w:val="003C3B01"/>
    <w:rsid w:val="003C4881"/>
    <w:rsid w:val="003C4EA8"/>
    <w:rsid w:val="003D0F88"/>
    <w:rsid w:val="003D1842"/>
    <w:rsid w:val="003D18E3"/>
    <w:rsid w:val="003E1ADD"/>
    <w:rsid w:val="003F0D51"/>
    <w:rsid w:val="003F17CA"/>
    <w:rsid w:val="003F7632"/>
    <w:rsid w:val="00417D15"/>
    <w:rsid w:val="0042793B"/>
    <w:rsid w:val="00444A87"/>
    <w:rsid w:val="00456E54"/>
    <w:rsid w:val="0048556B"/>
    <w:rsid w:val="004858C9"/>
    <w:rsid w:val="004C4851"/>
    <w:rsid w:val="004D53E9"/>
    <w:rsid w:val="004D6CB2"/>
    <w:rsid w:val="004E59D5"/>
    <w:rsid w:val="004F374B"/>
    <w:rsid w:val="004F4E5A"/>
    <w:rsid w:val="005B4759"/>
    <w:rsid w:val="005B6730"/>
    <w:rsid w:val="005C0FA1"/>
    <w:rsid w:val="0060736C"/>
    <w:rsid w:val="00615FD1"/>
    <w:rsid w:val="006200E1"/>
    <w:rsid w:val="00635EAF"/>
    <w:rsid w:val="0065191C"/>
    <w:rsid w:val="00655923"/>
    <w:rsid w:val="006721A4"/>
    <w:rsid w:val="00672A48"/>
    <w:rsid w:val="006779F9"/>
    <w:rsid w:val="00687A5C"/>
    <w:rsid w:val="00693E6F"/>
    <w:rsid w:val="00696947"/>
    <w:rsid w:val="006C3BE9"/>
    <w:rsid w:val="006E30E9"/>
    <w:rsid w:val="006F4626"/>
    <w:rsid w:val="00703D02"/>
    <w:rsid w:val="00713868"/>
    <w:rsid w:val="007401A6"/>
    <w:rsid w:val="007511C8"/>
    <w:rsid w:val="00751D57"/>
    <w:rsid w:val="00767BD2"/>
    <w:rsid w:val="00771D45"/>
    <w:rsid w:val="00774801"/>
    <w:rsid w:val="007770FC"/>
    <w:rsid w:val="00792232"/>
    <w:rsid w:val="00793B83"/>
    <w:rsid w:val="007D1BF1"/>
    <w:rsid w:val="007F7A1A"/>
    <w:rsid w:val="00801098"/>
    <w:rsid w:val="008155E9"/>
    <w:rsid w:val="00840410"/>
    <w:rsid w:val="00860709"/>
    <w:rsid w:val="00863FA4"/>
    <w:rsid w:val="00874151"/>
    <w:rsid w:val="0089054B"/>
    <w:rsid w:val="008B4B1F"/>
    <w:rsid w:val="008D1150"/>
    <w:rsid w:val="009320BD"/>
    <w:rsid w:val="00973B65"/>
    <w:rsid w:val="009751F8"/>
    <w:rsid w:val="009A6167"/>
    <w:rsid w:val="009B7924"/>
    <w:rsid w:val="009D33CE"/>
    <w:rsid w:val="009D720F"/>
    <w:rsid w:val="009F51F4"/>
    <w:rsid w:val="00A00478"/>
    <w:rsid w:val="00A40355"/>
    <w:rsid w:val="00A62506"/>
    <w:rsid w:val="00A62B31"/>
    <w:rsid w:val="00A70324"/>
    <w:rsid w:val="00A71C44"/>
    <w:rsid w:val="00AB5007"/>
    <w:rsid w:val="00AC0DA7"/>
    <w:rsid w:val="00AC2919"/>
    <w:rsid w:val="00AC60E5"/>
    <w:rsid w:val="00AF146B"/>
    <w:rsid w:val="00AF6459"/>
    <w:rsid w:val="00B03DFC"/>
    <w:rsid w:val="00B0490B"/>
    <w:rsid w:val="00B06F59"/>
    <w:rsid w:val="00B1133A"/>
    <w:rsid w:val="00B14648"/>
    <w:rsid w:val="00B2392B"/>
    <w:rsid w:val="00B31EFB"/>
    <w:rsid w:val="00B558DD"/>
    <w:rsid w:val="00B73450"/>
    <w:rsid w:val="00B74644"/>
    <w:rsid w:val="00B75C79"/>
    <w:rsid w:val="00BD1E12"/>
    <w:rsid w:val="00BD27E4"/>
    <w:rsid w:val="00BD7894"/>
    <w:rsid w:val="00BE3932"/>
    <w:rsid w:val="00C035AF"/>
    <w:rsid w:val="00C10AB6"/>
    <w:rsid w:val="00C239B8"/>
    <w:rsid w:val="00CB44D3"/>
    <w:rsid w:val="00CB53AD"/>
    <w:rsid w:val="00CD0CCE"/>
    <w:rsid w:val="00CE0EFA"/>
    <w:rsid w:val="00CE26A4"/>
    <w:rsid w:val="00D22699"/>
    <w:rsid w:val="00D24D61"/>
    <w:rsid w:val="00D36775"/>
    <w:rsid w:val="00D401C8"/>
    <w:rsid w:val="00D40601"/>
    <w:rsid w:val="00D51033"/>
    <w:rsid w:val="00D662B6"/>
    <w:rsid w:val="00D85E6A"/>
    <w:rsid w:val="00DB368B"/>
    <w:rsid w:val="00DB7D78"/>
    <w:rsid w:val="00DC1D53"/>
    <w:rsid w:val="00DC24E3"/>
    <w:rsid w:val="00DC3504"/>
    <w:rsid w:val="00DF1705"/>
    <w:rsid w:val="00E050CA"/>
    <w:rsid w:val="00E2619B"/>
    <w:rsid w:val="00E27546"/>
    <w:rsid w:val="00E47252"/>
    <w:rsid w:val="00E71DA5"/>
    <w:rsid w:val="00E74FDF"/>
    <w:rsid w:val="00E8295B"/>
    <w:rsid w:val="00E85C0E"/>
    <w:rsid w:val="00E86A90"/>
    <w:rsid w:val="00EB1A53"/>
    <w:rsid w:val="00EB4BCE"/>
    <w:rsid w:val="00EB4CED"/>
    <w:rsid w:val="00EF0CD1"/>
    <w:rsid w:val="00F360BF"/>
    <w:rsid w:val="00F47829"/>
    <w:rsid w:val="00F5592A"/>
    <w:rsid w:val="00F622F6"/>
    <w:rsid w:val="00F63CAA"/>
    <w:rsid w:val="00F85816"/>
    <w:rsid w:val="00F96F32"/>
    <w:rsid w:val="00F97973"/>
    <w:rsid w:val="00F97E05"/>
    <w:rsid w:val="00FA23E9"/>
    <w:rsid w:val="00FC3737"/>
    <w:rsid w:val="00FC5168"/>
    <w:rsid w:val="00FE588A"/>
    <w:rsid w:val="00FE6CB7"/>
    <w:rsid w:val="00FE76F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E8C1A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4E3"/>
    <w:pPr>
      <w:spacing w:before="100" w:after="60"/>
      <w:ind w:left="1985"/>
      <w:jc w:val="both"/>
    </w:pPr>
  </w:style>
  <w:style w:type="paragraph" w:styleId="Heading1">
    <w:name w:val="heading 1"/>
    <w:basedOn w:val="Normal"/>
    <w:next w:val="Normal"/>
    <w:qFormat/>
    <w:pPr>
      <w:spacing w:before="400" w:after="100"/>
      <w:ind w:left="0"/>
      <w:jc w:val="left"/>
      <w:outlineLvl w:val="0"/>
    </w:pPr>
    <w:rPr>
      <w:rFonts w:ascii="Arial" w:hAnsi="Arial"/>
      <w:b/>
      <w:sz w:val="48"/>
    </w:rPr>
  </w:style>
  <w:style w:type="paragraph" w:styleId="Heading2">
    <w:name w:val="heading 2"/>
    <w:basedOn w:val="Normal"/>
    <w:next w:val="Normal"/>
    <w:qFormat/>
    <w:pPr>
      <w:keepNext/>
      <w:spacing w:before="320" w:after="0"/>
      <w:ind w:left="0"/>
      <w:jc w:val="left"/>
      <w:outlineLvl w:val="1"/>
    </w:pPr>
    <w:rPr>
      <w:rFonts w:ascii="Arial" w:hAnsi="Arial"/>
      <w:b/>
      <w:sz w:val="36"/>
    </w:rPr>
  </w:style>
  <w:style w:type="paragraph" w:styleId="Heading3">
    <w:name w:val="heading 3"/>
    <w:basedOn w:val="Normal"/>
    <w:next w:val="Normal"/>
    <w:qFormat/>
    <w:pPr>
      <w:keepNext/>
      <w:keepLines/>
      <w:tabs>
        <w:tab w:val="left" w:leader="underscore" w:pos="1985"/>
      </w:tabs>
      <w:spacing w:before="240" w:after="0"/>
      <w:ind w:left="0"/>
      <w:jc w:val="left"/>
      <w:outlineLvl w:val="2"/>
    </w:pPr>
    <w:rPr>
      <w:rFonts w:ascii="Arial" w:hAnsi="Arial"/>
      <w:b/>
      <w:sz w:val="28"/>
    </w:rPr>
  </w:style>
  <w:style w:type="paragraph" w:styleId="Heading4">
    <w:name w:val="heading 4"/>
    <w:basedOn w:val="Normal"/>
    <w:next w:val="Normal"/>
    <w:qFormat/>
    <w:pPr>
      <w:keepNext/>
      <w:keepLines/>
      <w:spacing w:before="160" w:after="80"/>
      <w:jc w:val="left"/>
      <w:outlineLvl w:val="3"/>
    </w:pPr>
    <w:rPr>
      <w:rFonts w:ascii="Arial" w:hAnsi="Arial"/>
      <w:b/>
      <w:sz w:val="22"/>
    </w:rPr>
  </w:style>
  <w:style w:type="paragraph" w:styleId="Heading5">
    <w:name w:val="heading 5"/>
    <w:basedOn w:val="Heading4"/>
    <w:next w:val="Normal"/>
    <w:qFormat/>
    <w:pPr>
      <w:outlineLvl w:val="4"/>
    </w:pPr>
    <w:rPr>
      <w:b w:val="0"/>
      <w:i/>
      <w:sz w:val="20"/>
    </w:rPr>
  </w:style>
  <w:style w:type="paragraph" w:styleId="Heading6">
    <w:name w:val="heading 6"/>
    <w:basedOn w:val="Normal"/>
    <w:next w:val="Normal"/>
    <w:qFormat/>
    <w:pPr>
      <w:spacing w:before="240"/>
      <w:outlineLvl w:val="5"/>
    </w:pPr>
    <w:rPr>
      <w:rFonts w:ascii="Arial" w:hAnsi="Arial"/>
      <w:b/>
      <w:sz w:val="18"/>
    </w:rPr>
  </w:style>
  <w:style w:type="paragraph" w:styleId="Heading7">
    <w:name w:val="heading 7"/>
    <w:basedOn w:val="Normal"/>
    <w:next w:val="Normal"/>
    <w:qFormat/>
    <w:pPr>
      <w:spacing w:before="240"/>
      <w:ind w:left="0"/>
      <w:outlineLvl w:val="6"/>
    </w:pPr>
    <w:rPr>
      <w:rFonts w:ascii="Arial" w:hAnsi="Arial"/>
    </w:rPr>
  </w:style>
  <w:style w:type="paragraph" w:styleId="Heading8">
    <w:name w:val="heading 8"/>
    <w:basedOn w:val="Normal"/>
    <w:next w:val="Normal"/>
    <w:qFormat/>
    <w:pPr>
      <w:spacing w:before="240"/>
      <w:ind w:left="0"/>
      <w:outlineLvl w:val="7"/>
    </w:pPr>
    <w:rPr>
      <w:rFonts w:ascii="Arial" w:hAnsi="Arial"/>
      <w:i/>
    </w:rPr>
  </w:style>
  <w:style w:type="paragraph" w:styleId="Heading9">
    <w:name w:val="heading 9"/>
    <w:basedOn w:val="Normal"/>
    <w:next w:val="Normal"/>
    <w:qFormat/>
    <w:pPr>
      <w:spacing w:before="240"/>
      <w:ind w:left="0"/>
      <w:outlineLvl w:val="8"/>
    </w:pPr>
    <w:rPr>
      <w:rFonts w:ascii="Arial" w:hAnsi="Arial"/>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Courant">
    <w:name w:val="TexteCourant"/>
    <w:pPr>
      <w:spacing w:before="120" w:after="120"/>
      <w:ind w:left="1985"/>
      <w:jc w:val="both"/>
    </w:pPr>
    <w:rPr>
      <w:sz w:val="24"/>
      <w:lang w:eastAsia="fr-FR"/>
    </w:rPr>
  </w:style>
  <w:style w:type="paragraph" w:styleId="Header">
    <w:name w:val="header"/>
    <w:basedOn w:val="Normal"/>
    <w:semiHidden/>
    <w:pPr>
      <w:tabs>
        <w:tab w:val="center" w:pos="4536"/>
        <w:tab w:val="right" w:pos="9072"/>
      </w:tabs>
    </w:pPr>
  </w:style>
  <w:style w:type="paragraph" w:customStyle="1" w:styleId="ListeNiveau2">
    <w:name w:val="ListeNiveau2"/>
    <w:basedOn w:val="TexteCourant"/>
    <w:pPr>
      <w:numPr>
        <w:numId w:val="1"/>
      </w:numPr>
      <w:tabs>
        <w:tab w:val="left" w:pos="2444"/>
      </w:tabs>
      <w:spacing w:before="0"/>
    </w:pPr>
  </w:style>
  <w:style w:type="character" w:customStyle="1" w:styleId="CodeDansTexte">
    <w:name w:val="CodeDansTexte"/>
    <w:rPr>
      <w:rFonts w:ascii="Courier New" w:hAnsi="Courier New"/>
      <w:sz w:val="24"/>
    </w:rPr>
  </w:style>
  <w:style w:type="paragraph" w:customStyle="1" w:styleId="FigureNumero">
    <w:name w:val="FigureNumero"/>
    <w:basedOn w:val="TexteCourant"/>
    <w:next w:val="FigureLegende"/>
    <w:pPr>
      <w:jc w:val="center"/>
    </w:pPr>
    <w:rPr>
      <w:b/>
      <w:color w:val="808080"/>
    </w:rPr>
  </w:style>
  <w:style w:type="paragraph" w:customStyle="1" w:styleId="FigureLegende">
    <w:name w:val="FigureLegende"/>
    <w:basedOn w:val="TexteCourant"/>
    <w:next w:val="TexteCourant"/>
    <w:pPr>
      <w:spacing w:before="0"/>
      <w:jc w:val="center"/>
    </w:pPr>
    <w:rPr>
      <w:i/>
    </w:rPr>
  </w:style>
  <w:style w:type="character" w:customStyle="1" w:styleId="CodeCommentaire">
    <w:name w:val="CodeCommentaire"/>
    <w:rPr>
      <w:rFonts w:ascii="Courier New" w:hAnsi="Courier New"/>
      <w:color w:val="999999"/>
      <w:sz w:val="16"/>
      <w:lang w:val="fr-FR"/>
    </w:rPr>
  </w:style>
  <w:style w:type="paragraph" w:customStyle="1" w:styleId="PartieIntroduction">
    <w:name w:val="PartieIntroduction"/>
    <w:basedOn w:val="TexteCourant"/>
    <w:next w:val="ChapitreNumero"/>
  </w:style>
  <w:style w:type="paragraph" w:customStyle="1" w:styleId="ChapitreNumero">
    <w:name w:val="ChapitreNumero"/>
    <w:basedOn w:val="TexteCourant"/>
    <w:next w:val="ChapitreTitre"/>
    <w:pPr>
      <w:ind w:left="0"/>
      <w:jc w:val="right"/>
      <w:outlineLvl w:val="0"/>
    </w:pPr>
    <w:rPr>
      <w:rFonts w:ascii="Arial" w:hAnsi="Arial"/>
      <w:b/>
      <w:position w:val="-100"/>
      <w:sz w:val="72"/>
    </w:rPr>
  </w:style>
  <w:style w:type="paragraph" w:customStyle="1" w:styleId="ChapitreTitre">
    <w:name w:val="ChapitreTitre"/>
    <w:basedOn w:val="TexteCourant"/>
    <w:next w:val="ChapitreIntroduction"/>
    <w:pPr>
      <w:spacing w:after="1080"/>
      <w:ind w:left="0"/>
      <w:jc w:val="right"/>
      <w:outlineLvl w:val="0"/>
    </w:pPr>
    <w:rPr>
      <w:rFonts w:ascii="Arial" w:hAnsi="Arial"/>
      <w:b/>
      <w:sz w:val="72"/>
    </w:rPr>
  </w:style>
  <w:style w:type="paragraph" w:customStyle="1" w:styleId="ChapitreIntroduction">
    <w:name w:val="ChapitreIntroduction"/>
    <w:basedOn w:val="TexteCourant"/>
    <w:next w:val="TitreNiveau1"/>
  </w:style>
  <w:style w:type="paragraph" w:customStyle="1" w:styleId="TitreNiveau1">
    <w:name w:val="TitreNiveau1"/>
    <w:basedOn w:val="TexteCourant"/>
    <w:next w:val="TexteCourant"/>
    <w:pPr>
      <w:spacing w:before="600"/>
      <w:ind w:left="0"/>
      <w:outlineLvl w:val="0"/>
    </w:pPr>
    <w:rPr>
      <w:rFonts w:ascii="Arial" w:hAnsi="Arial"/>
      <w:b/>
      <w:color w:val="808080"/>
      <w:sz w:val="56"/>
    </w:rPr>
  </w:style>
  <w:style w:type="paragraph" w:customStyle="1" w:styleId="FigureLegendeInFigure">
    <w:name w:val="FigureLegendeInFigure"/>
    <w:basedOn w:val="TexteCourant"/>
    <w:next w:val="FigureNumero"/>
    <w:pPr>
      <w:spacing w:after="0"/>
      <w:jc w:val="center"/>
    </w:pPr>
    <w:rPr>
      <w:color w:val="FF00FF"/>
    </w:rPr>
  </w:style>
  <w:style w:type="paragraph" w:customStyle="1" w:styleId="Code">
    <w:name w:val="Code"/>
    <w:basedOn w:val="TexteCourant"/>
    <w:pPr>
      <w:pBdr>
        <w:left w:val="single" w:sz="24" w:space="4" w:color="C0C0C0"/>
      </w:pBdr>
      <w:spacing w:before="40" w:after="40"/>
    </w:pPr>
    <w:rPr>
      <w:rFonts w:ascii="Courier New" w:hAnsi="Courier New"/>
      <w:sz w:val="16"/>
    </w:rPr>
  </w:style>
  <w:style w:type="paragraph" w:customStyle="1" w:styleId="ListeANumero">
    <w:name w:val="ListeANumero"/>
    <w:basedOn w:val="TexteCourant"/>
    <w:pPr>
      <w:ind w:left="2342" w:hanging="357"/>
    </w:pPr>
  </w:style>
  <w:style w:type="paragraph" w:customStyle="1" w:styleId="ListeAPuce">
    <w:name w:val="ListeAPuce"/>
    <w:basedOn w:val="TexteCourant"/>
    <w:pPr>
      <w:numPr>
        <w:numId w:val="2"/>
      </w:numPr>
      <w:ind w:left="2342" w:hanging="357"/>
    </w:pPr>
  </w:style>
  <w:style w:type="paragraph" w:customStyle="1" w:styleId="ListeRetraitNiveau2">
    <w:name w:val="ListeRetraitNiveau2"/>
    <w:basedOn w:val="ListeNiveau2"/>
    <w:next w:val="ListeNiveau2"/>
    <w:pPr>
      <w:numPr>
        <w:numId w:val="0"/>
      </w:numPr>
      <w:ind w:left="2438" w:firstLine="510"/>
    </w:pPr>
  </w:style>
  <w:style w:type="paragraph" w:customStyle="1" w:styleId="CodeDansTableau">
    <w:name w:val="CodeDansTableau"/>
    <w:basedOn w:val="Code"/>
    <w:pPr>
      <w:keepNext/>
      <w:spacing w:before="120" w:after="120"/>
      <w:ind w:left="0"/>
      <w:jc w:val="left"/>
    </w:pPr>
  </w:style>
  <w:style w:type="paragraph" w:customStyle="1" w:styleId="TableauNumero">
    <w:name w:val="TableauNumero"/>
    <w:basedOn w:val="TexteCourant"/>
    <w:next w:val="TableauTitre"/>
    <w:pPr>
      <w:jc w:val="center"/>
    </w:pPr>
    <w:rPr>
      <w:b/>
      <w:color w:val="808080"/>
    </w:rPr>
  </w:style>
  <w:style w:type="paragraph" w:customStyle="1" w:styleId="TableauTitre">
    <w:name w:val="TableauTitre"/>
    <w:basedOn w:val="TexteCourant"/>
    <w:next w:val="TableauTitreColonne"/>
    <w:pPr>
      <w:keepNext/>
      <w:keepLines/>
      <w:widowControl w:val="0"/>
      <w:spacing w:before="0" w:after="240"/>
      <w:jc w:val="center"/>
    </w:pPr>
    <w:rPr>
      <w:b/>
    </w:rPr>
  </w:style>
  <w:style w:type="paragraph" w:customStyle="1" w:styleId="TableauTitreColonne">
    <w:name w:val="TableauTitreColonne"/>
    <w:basedOn w:val="TexteCourant"/>
    <w:next w:val="TableauTexte"/>
    <w:pPr>
      <w:keepNext/>
      <w:widowControl w:val="0"/>
      <w:ind w:left="0"/>
      <w:jc w:val="center"/>
    </w:pPr>
    <w:rPr>
      <w:rFonts w:ascii="Arial" w:hAnsi="Arial"/>
      <w:b/>
      <w:smallCaps/>
      <w:sz w:val="18"/>
    </w:rPr>
  </w:style>
  <w:style w:type="paragraph" w:customStyle="1" w:styleId="TableauTexte">
    <w:name w:val="TableauTexte"/>
    <w:basedOn w:val="TexteCourant"/>
    <w:pPr>
      <w:keepLines/>
      <w:widowControl w:val="0"/>
      <w:tabs>
        <w:tab w:val="left" w:pos="284"/>
        <w:tab w:val="left" w:pos="454"/>
        <w:tab w:val="left" w:pos="624"/>
      </w:tabs>
      <w:ind w:left="0"/>
    </w:pPr>
    <w:rPr>
      <w:rFonts w:ascii="Arial" w:hAnsi="Arial"/>
      <w:sz w:val="18"/>
      <w:lang w:val="en-GB"/>
    </w:rPr>
  </w:style>
  <w:style w:type="paragraph" w:customStyle="1" w:styleId="EncadreTexte">
    <w:name w:val="EncadreTexte"/>
    <w:basedOn w:val="TexteCourant"/>
    <w:pPr>
      <w:shd w:val="clear" w:color="auto" w:fill="E6E6E6"/>
      <w:tabs>
        <w:tab w:val="left" w:pos="1418"/>
      </w:tabs>
    </w:pPr>
    <w:rPr>
      <w:rFonts w:ascii="Arial" w:hAnsi="Arial"/>
      <w:sz w:val="18"/>
    </w:rPr>
  </w:style>
  <w:style w:type="paragraph" w:customStyle="1" w:styleId="TitreNiveau2">
    <w:name w:val="TitreNiveau2"/>
    <w:basedOn w:val="TexteCourant"/>
    <w:next w:val="TexteCourant"/>
    <w:pPr>
      <w:spacing w:before="360"/>
      <w:ind w:left="567"/>
      <w:outlineLvl w:val="1"/>
    </w:pPr>
    <w:rPr>
      <w:rFonts w:ascii="Arial" w:hAnsi="Arial"/>
      <w:b/>
      <w:color w:val="808080"/>
      <w:sz w:val="44"/>
    </w:rPr>
  </w:style>
  <w:style w:type="paragraph" w:customStyle="1" w:styleId="TitreNiveau3">
    <w:name w:val="TitreNiveau3"/>
    <w:basedOn w:val="TexteCourant"/>
    <w:next w:val="TexteCourant"/>
    <w:pPr>
      <w:spacing w:before="360"/>
      <w:ind w:left="851"/>
      <w:outlineLvl w:val="2"/>
    </w:pPr>
    <w:rPr>
      <w:rFonts w:ascii="Arial" w:hAnsi="Arial"/>
      <w:b/>
      <w:color w:val="C0C0C0"/>
      <w:sz w:val="36"/>
    </w:rPr>
  </w:style>
  <w:style w:type="paragraph" w:customStyle="1" w:styleId="TitreNiveau4">
    <w:name w:val="TitreNiveau4"/>
    <w:basedOn w:val="TexteCourant"/>
    <w:next w:val="TexteCourant"/>
    <w:pPr>
      <w:spacing w:before="240" w:after="0"/>
      <w:ind w:left="1134"/>
      <w:outlineLvl w:val="3"/>
    </w:pPr>
    <w:rPr>
      <w:rFonts w:ascii="Arial" w:hAnsi="Arial"/>
      <w:color w:val="808080"/>
      <w:sz w:val="28"/>
      <w:szCs w:val="28"/>
    </w:rPr>
  </w:style>
  <w:style w:type="paragraph" w:styleId="DocumentMap">
    <w:name w:val="Document Map"/>
    <w:basedOn w:val="Normal"/>
    <w:semiHidden/>
    <w:pPr>
      <w:shd w:val="clear" w:color="auto" w:fill="000080"/>
    </w:pPr>
    <w:rPr>
      <w:rFonts w:ascii="Tahoma" w:hAnsi="Tahoma" w:cs="Arial Rounded MT Bold"/>
    </w:rPr>
  </w:style>
  <w:style w:type="paragraph" w:styleId="Footer">
    <w:name w:val="footer"/>
    <w:basedOn w:val="Normal"/>
    <w:semiHidden/>
    <w:pPr>
      <w:tabs>
        <w:tab w:val="center" w:pos="4536"/>
        <w:tab w:val="right" w:pos="9072"/>
      </w:tabs>
    </w:pPr>
  </w:style>
  <w:style w:type="paragraph" w:customStyle="1" w:styleId="ListeRetrait">
    <w:name w:val="ListeRetrait"/>
    <w:basedOn w:val="ListeAPuce"/>
    <w:pPr>
      <w:numPr>
        <w:numId w:val="0"/>
      </w:numPr>
      <w:spacing w:before="0" w:after="0"/>
      <w:ind w:left="2325"/>
    </w:pPr>
  </w:style>
  <w:style w:type="paragraph" w:customStyle="1" w:styleId="EncadreTitre">
    <w:name w:val="EncadreTitre"/>
    <w:basedOn w:val="TexteCourant"/>
    <w:next w:val="EncadreTexte"/>
    <w:pPr>
      <w:shd w:val="clear" w:color="auto" w:fill="D9D9D9"/>
      <w:spacing w:before="240"/>
      <w:jc w:val="center"/>
    </w:pPr>
    <w:rPr>
      <w:rFonts w:ascii="Arial" w:hAnsi="Arial"/>
      <w:b/>
    </w:rPr>
  </w:style>
  <w:style w:type="paragraph" w:customStyle="1" w:styleId="PartieNumero">
    <w:name w:val="PartieNumero"/>
    <w:basedOn w:val="TexteCourant"/>
    <w:next w:val="PartieTitre"/>
    <w:pPr>
      <w:widowControl w:val="0"/>
      <w:pBdr>
        <w:top w:val="single" w:sz="30" w:space="8" w:color="auto"/>
      </w:pBdr>
      <w:spacing w:before="1000" w:after="400"/>
      <w:ind w:left="0"/>
      <w:jc w:val="center"/>
      <w:outlineLvl w:val="0"/>
    </w:pPr>
    <w:rPr>
      <w:rFonts w:ascii="Arial" w:hAnsi="Arial"/>
      <w:smallCaps/>
      <w:sz w:val="44"/>
    </w:rPr>
  </w:style>
  <w:style w:type="paragraph" w:customStyle="1" w:styleId="PartieTitre">
    <w:name w:val="PartieTitre"/>
    <w:basedOn w:val="TexteCourant"/>
    <w:next w:val="PartieIntroduction"/>
    <w:pPr>
      <w:widowControl w:val="0"/>
      <w:spacing w:before="1200" w:after="600"/>
      <w:ind w:left="0"/>
      <w:jc w:val="center"/>
      <w:outlineLvl w:val="0"/>
    </w:pPr>
    <w:rPr>
      <w:rFonts w:ascii="Arial" w:hAnsi="Arial"/>
      <w:b/>
      <w:sz w:val="72"/>
    </w:rPr>
  </w:style>
  <w:style w:type="paragraph" w:customStyle="1" w:styleId="NoteTitre">
    <w:name w:val="NoteTitre"/>
    <w:basedOn w:val="TexteCourant"/>
    <w:next w:val="NoteTexte"/>
    <w:pPr>
      <w:spacing w:after="0"/>
      <w:ind w:left="2268"/>
    </w:pPr>
    <w:rPr>
      <w:rFonts w:ascii="Arial" w:hAnsi="Arial"/>
      <w:b/>
      <w:sz w:val="18"/>
    </w:rPr>
  </w:style>
  <w:style w:type="paragraph" w:customStyle="1" w:styleId="NoteTexte">
    <w:name w:val="NoteTexte"/>
    <w:basedOn w:val="TexteCourant"/>
    <w:next w:val="Normal"/>
    <w:pPr>
      <w:spacing w:before="40"/>
      <w:ind w:left="2268"/>
    </w:pPr>
    <w:rPr>
      <w:rFonts w:ascii="Arial" w:hAnsi="Arial"/>
      <w:sz w:val="18"/>
    </w:rPr>
  </w:style>
  <w:style w:type="paragraph" w:customStyle="1" w:styleId="FigureSource">
    <w:name w:val="FigureSource"/>
    <w:basedOn w:val="Normal"/>
    <w:pPr>
      <w:spacing w:before="0" w:after="120"/>
      <w:jc w:val="center"/>
    </w:pPr>
    <w:rPr>
      <w:sz w:val="24"/>
      <w:lang w:eastAsia="fr-FR"/>
    </w:rPr>
  </w:style>
  <w:style w:type="paragraph" w:customStyle="1" w:styleId="EncadreListeAPuce">
    <w:name w:val="EncadreListeAPuce"/>
    <w:basedOn w:val="TexteCourant"/>
    <w:next w:val="TexteCourant"/>
    <w:qFormat/>
    <w:pPr>
      <w:numPr>
        <w:numId w:val="3"/>
      </w:numPr>
      <w:shd w:val="clear" w:color="auto" w:fill="E6E6E6"/>
      <w:spacing w:before="0" w:after="0"/>
      <w:ind w:left="1985" w:firstLine="0"/>
      <w:contextualSpacing/>
    </w:pPr>
    <w:rPr>
      <w:rFonts w:ascii="Arial" w:hAnsi="Arial" w:cs="Arial"/>
      <w:sz w:val="18"/>
      <w:szCs w:val="18"/>
    </w:rPr>
  </w:style>
  <w:style w:type="paragraph" w:customStyle="1" w:styleId="CodeResultat">
    <w:name w:val="CodeResultat"/>
    <w:basedOn w:val="Code"/>
    <w:pPr>
      <w:pBdr>
        <w:top w:val="single" w:sz="12" w:space="1" w:color="C0C0C0"/>
        <w:left w:val="single" w:sz="12" w:space="4" w:color="C0C0C0"/>
        <w:bottom w:val="single" w:sz="12" w:space="1" w:color="C0C0C0"/>
        <w:right w:val="single" w:sz="12" w:space="4" w:color="C0C0C0"/>
      </w:pBdr>
      <w:spacing w:after="100"/>
      <w:jc w:val="left"/>
    </w:pPr>
  </w:style>
  <w:style w:type="paragraph" w:customStyle="1" w:styleId="ChapitreSommaire">
    <w:name w:val="ChapitreSommaire"/>
    <w:basedOn w:val="TexteCourant"/>
    <w:next w:val="TexteCourant"/>
    <w:pPr>
      <w:spacing w:after="240"/>
      <w:jc w:val="left"/>
    </w:pPr>
    <w:rPr>
      <w:rFonts w:ascii="Arial" w:hAnsi="Arial"/>
      <w:i/>
    </w:rPr>
  </w:style>
  <w:style w:type="paragraph" w:customStyle="1" w:styleId="ListeANumeroNiveau2">
    <w:name w:val="ListeANumeroNiveau2"/>
    <w:basedOn w:val="ListeNiveau2"/>
    <w:pPr>
      <w:numPr>
        <w:numId w:val="0"/>
      </w:numPr>
      <w:spacing w:before="120"/>
      <w:ind w:left="2948" w:hanging="510"/>
    </w:pPr>
  </w:style>
  <w:style w:type="paragraph" w:customStyle="1" w:styleId="PartieSommaire">
    <w:name w:val="PartieSommaire"/>
    <w:basedOn w:val="TexteCourant"/>
    <w:rPr>
      <w:rFonts w:ascii="Arial" w:hAnsi="Arial"/>
      <w:i/>
    </w:rPr>
  </w:style>
  <w:style w:type="character" w:customStyle="1" w:styleId="URL">
    <w:name w:val="URL"/>
    <w:basedOn w:val="DefaultParagraphFont"/>
    <w:rPr>
      <w:rFonts w:ascii="Arial" w:hAnsi="Arial"/>
      <w:i/>
      <w:sz w:val="20"/>
    </w:rPr>
  </w:style>
  <w:style w:type="character" w:customStyle="1" w:styleId="CodeExergue">
    <w:name w:val="CodeExergue"/>
    <w:basedOn w:val="DefaultParagraphFont"/>
    <w:rPr>
      <w:rFonts w:ascii="Courier New" w:hAnsi="Courier New"/>
      <w:b/>
      <w:sz w:val="16"/>
    </w:rPr>
  </w:style>
  <w:style w:type="paragraph" w:customStyle="1" w:styleId="FigureNomDeFichier">
    <w:name w:val="FigureNomDeFichier"/>
    <w:basedOn w:val="TexteCourant"/>
    <w:qFormat/>
    <w:pPr>
      <w:spacing w:after="0"/>
      <w:jc w:val="center"/>
    </w:pPr>
    <w:rPr>
      <w:b/>
      <w:color w:val="C0504D"/>
    </w:rPr>
  </w:style>
  <w:style w:type="character" w:customStyle="1" w:styleId="Indice">
    <w:name w:val="Indice"/>
    <w:basedOn w:val="DefaultParagraphFont"/>
    <w:qFormat/>
    <w:rPr>
      <w:vertAlign w:val="subscript"/>
    </w:rPr>
  </w:style>
  <w:style w:type="character" w:customStyle="1" w:styleId="Exposant">
    <w:name w:val="Exposant"/>
    <w:basedOn w:val="DefaultParagraphFont"/>
    <w:qFormat/>
    <w:rPr>
      <w:vertAlign w:val="superscript"/>
    </w:rPr>
  </w:style>
  <w:style w:type="character" w:customStyle="1" w:styleId="Bold">
    <w:name w:val="Bold"/>
    <w:basedOn w:val="DefaultParagraphFont"/>
    <w:qFormat/>
    <w:rPr>
      <w:b/>
    </w:rPr>
  </w:style>
  <w:style w:type="character" w:customStyle="1" w:styleId="Ital">
    <w:name w:val="Ital"/>
    <w:basedOn w:val="DefaultParagraphFont"/>
    <w:qFormat/>
    <w:rPr>
      <w:i/>
    </w:rPr>
  </w:style>
  <w:style w:type="character" w:customStyle="1" w:styleId="ItalBold">
    <w:name w:val="ItalBold"/>
    <w:basedOn w:val="DefaultParagraphFont"/>
    <w:qFormat/>
    <w:rPr>
      <w:b/>
      <w:i/>
    </w:rPr>
  </w:style>
  <w:style w:type="character" w:customStyle="1" w:styleId="PetitesCapitales">
    <w:name w:val="PetitesCapitales"/>
    <w:basedOn w:val="DefaultParagraphFont"/>
    <w:qFormat/>
    <w:rPr>
      <w:smallCaps/>
    </w:rPr>
  </w:style>
  <w:style w:type="paragraph" w:customStyle="1" w:styleId="ChapitreMotsCles">
    <w:name w:val="ChapitreMotsCles"/>
    <w:basedOn w:val="TexteCourant"/>
    <w:qFormat/>
    <w:pPr>
      <w:spacing w:before="40" w:after="40"/>
      <w:ind w:left="0"/>
      <w:jc w:val="left"/>
    </w:pPr>
    <w:rPr>
      <w:rFonts w:ascii="Arial" w:hAnsi="Arial" w:cs="Arial"/>
      <w:color w:val="A6A6A6"/>
    </w:rPr>
  </w:style>
  <w:style w:type="paragraph" w:customStyle="1" w:styleId="xBalisageTitre">
    <w:name w:val="xBalisageTitre"/>
    <w:basedOn w:val="TexteCourant"/>
    <w:next w:val="xBalisageSous-Titre"/>
    <w:qFormat/>
    <w:pPr>
      <w:ind w:left="0"/>
    </w:pPr>
    <w:rPr>
      <w:rFonts w:ascii="Arial" w:hAnsi="Arial" w:cs="Arial"/>
      <w:color w:val="A6A6A6"/>
      <w:sz w:val="20"/>
    </w:rPr>
  </w:style>
  <w:style w:type="paragraph" w:customStyle="1" w:styleId="xBalisageSous-Titre">
    <w:name w:val="xBalisageSous-Titre"/>
    <w:basedOn w:val="TexteCourant"/>
    <w:next w:val="xBalisageAuteur"/>
    <w:qFormat/>
    <w:pPr>
      <w:ind w:left="0"/>
    </w:pPr>
    <w:rPr>
      <w:rFonts w:ascii="Arial" w:hAnsi="Arial"/>
      <w:color w:val="A6A6A6"/>
      <w:sz w:val="20"/>
    </w:rPr>
  </w:style>
  <w:style w:type="paragraph" w:customStyle="1" w:styleId="xBalisageAuteur">
    <w:name w:val="xBalisageAuteur"/>
    <w:basedOn w:val="TexteCourant"/>
    <w:next w:val="xBalisageMaisondEdition"/>
    <w:qFormat/>
    <w:pPr>
      <w:ind w:left="0"/>
    </w:pPr>
    <w:rPr>
      <w:rFonts w:ascii="Arial" w:hAnsi="Arial"/>
      <w:color w:val="A6A6A6"/>
      <w:sz w:val="20"/>
    </w:rPr>
  </w:style>
  <w:style w:type="paragraph" w:customStyle="1" w:styleId="xBalisageMaisondEdition">
    <w:name w:val="xBalisageMaisondEdition"/>
    <w:basedOn w:val="TexteCourant"/>
    <w:next w:val="xBalisageCopyright"/>
    <w:qFormat/>
    <w:pPr>
      <w:ind w:left="0"/>
    </w:pPr>
    <w:rPr>
      <w:rFonts w:ascii="Arial" w:hAnsi="Arial"/>
      <w:color w:val="A6A6A6"/>
      <w:sz w:val="20"/>
    </w:rPr>
  </w:style>
  <w:style w:type="paragraph" w:customStyle="1" w:styleId="xBalisageCopyright">
    <w:name w:val="xBalisageCopyright"/>
    <w:basedOn w:val="TexteCourant"/>
    <w:next w:val="xBalisageDatePublication"/>
    <w:qFormat/>
    <w:pPr>
      <w:ind w:left="0"/>
    </w:pPr>
    <w:rPr>
      <w:rFonts w:ascii="Arial" w:hAnsi="Arial"/>
      <w:color w:val="A6A6A6"/>
      <w:sz w:val="20"/>
    </w:rPr>
  </w:style>
  <w:style w:type="paragraph" w:customStyle="1" w:styleId="xBalisageDatePublication">
    <w:name w:val="xBalisageDatePublication"/>
    <w:basedOn w:val="TexteCourant"/>
    <w:next w:val="xBalisageISBN"/>
    <w:qFormat/>
    <w:pPr>
      <w:ind w:left="0"/>
    </w:pPr>
    <w:rPr>
      <w:rFonts w:ascii="Arial" w:hAnsi="Arial"/>
      <w:color w:val="A6A6A6"/>
      <w:sz w:val="20"/>
    </w:rPr>
  </w:style>
  <w:style w:type="paragraph" w:customStyle="1" w:styleId="xBalisageISBN">
    <w:name w:val="xBalisageISBN"/>
    <w:basedOn w:val="TexteCourant"/>
    <w:next w:val="TexteCourant"/>
    <w:qFormat/>
    <w:pPr>
      <w:ind w:left="0"/>
    </w:pPr>
    <w:rPr>
      <w:rFonts w:ascii="Arial" w:hAnsi="Arial"/>
      <w:color w:val="A6A6A6"/>
      <w:sz w:val="20"/>
    </w:rPr>
  </w:style>
  <w:style w:type="paragraph" w:customStyle="1" w:styleId="CitationExergueAuteur">
    <w:name w:val="CitationExergueAuteur"/>
    <w:basedOn w:val="TexteCourant"/>
    <w:next w:val="TexteCourant"/>
    <w:qFormat/>
    <w:pPr>
      <w:spacing w:before="0"/>
      <w:jc w:val="right"/>
    </w:pPr>
    <w:rPr>
      <w:szCs w:val="24"/>
    </w:rPr>
  </w:style>
  <w:style w:type="paragraph" w:customStyle="1" w:styleId="CitationExergue">
    <w:name w:val="CitationExergue"/>
    <w:basedOn w:val="TexteCourant"/>
    <w:next w:val="CitationExergueAuteur"/>
    <w:qFormat/>
    <w:pPr>
      <w:jc w:val="right"/>
    </w:pPr>
    <w:rPr>
      <w:i/>
    </w:rPr>
  </w:style>
  <w:style w:type="character" w:customStyle="1" w:styleId="PuceRepere">
    <w:name w:val="PuceRepere"/>
    <w:basedOn w:val="DefaultParagraphFont"/>
    <w:qFormat/>
    <w:rPr>
      <w:rFonts w:ascii="Arial" w:hAnsi="Arial"/>
      <w:b/>
      <w:color w:val="FFFFFF"/>
      <w:sz w:val="20"/>
      <w:bdr w:val="none" w:sz="0" w:space="0" w:color="auto"/>
      <w:shd w:val="clear" w:color="auto" w:fill="800000"/>
    </w:rPr>
  </w:style>
  <w:style w:type="paragraph" w:customStyle="1" w:styleId="CodeTitre">
    <w:name w:val="CodeTitre"/>
    <w:basedOn w:val="Code"/>
    <w:next w:val="Code"/>
    <w:pPr>
      <w:pBdr>
        <w:left w:val="none" w:sz="0" w:space="0" w:color="auto"/>
      </w:pBdr>
      <w:spacing w:before="120"/>
    </w:pPr>
    <w:rPr>
      <w:b/>
      <w:sz w:val="20"/>
    </w:rPr>
  </w:style>
  <w:style w:type="paragraph" w:customStyle="1" w:styleId="EncadreListeANumeros">
    <w:name w:val="EncadreListeANumeros"/>
    <w:basedOn w:val="TexteCourant"/>
    <w:pPr>
      <w:shd w:val="clear" w:color="auto" w:fill="E6E6E6"/>
      <w:spacing w:before="0" w:after="0"/>
    </w:pPr>
    <w:rPr>
      <w:rFonts w:ascii="Arial" w:hAnsi="Arial"/>
      <w:sz w:val="18"/>
    </w:rPr>
  </w:style>
  <w:style w:type="paragraph" w:customStyle="1" w:styleId="EncadreListeRetrait">
    <w:name w:val="EncadreListeRetrait"/>
    <w:basedOn w:val="TexteCourant"/>
    <w:pPr>
      <w:shd w:val="clear" w:color="auto" w:fill="E6E6E6"/>
      <w:spacing w:before="0" w:after="0"/>
    </w:pPr>
    <w:rPr>
      <w:rFonts w:ascii="Arial" w:hAnsi="Arial"/>
      <w:sz w:val="18"/>
    </w:rPr>
  </w:style>
  <w:style w:type="paragraph" w:customStyle="1" w:styleId="EncadreSousTitre">
    <w:name w:val="EncadreSousTitre"/>
    <w:basedOn w:val="EncadreTexte"/>
    <w:next w:val="EncadreTexte"/>
    <w:rPr>
      <w:b/>
    </w:rPr>
  </w:style>
  <w:style w:type="character" w:customStyle="1" w:styleId="NotePreTitre">
    <w:name w:val="NotePreTitre"/>
    <w:basedOn w:val="DefaultParagraphFont"/>
    <w:rPr>
      <w:rFonts w:ascii="Arial" w:hAnsi="Arial"/>
      <w:b/>
      <w:smallCaps/>
      <w:color w:val="808080"/>
      <w:sz w:val="18"/>
      <w:u w:val="single"/>
    </w:rPr>
  </w:style>
  <w:style w:type="character" w:customStyle="1" w:styleId="IndicationMaquettiste">
    <w:name w:val="IndicationMaquettiste"/>
    <w:basedOn w:val="DefaultParagraphFont"/>
    <w:rPr>
      <w:rFonts w:ascii="Times New Roman" w:hAnsi="Times New Roman"/>
      <w:color w:val="FF00FF"/>
      <w:sz w:val="24"/>
    </w:rPr>
  </w:style>
  <w:style w:type="character" w:customStyle="1" w:styleId="Menu">
    <w:name w:val="Menu"/>
    <w:basedOn w:val="DefaultParagraphFont"/>
    <w:rsid w:val="00D36775"/>
    <w:rPr>
      <w:rFonts w:ascii="Times" w:hAnsi="Times"/>
      <w:b/>
      <w:i/>
      <w:color w:val="0424C4"/>
      <w:sz w:val="26"/>
    </w:rPr>
  </w:style>
  <w:style w:type="character" w:styleId="PlaceholderText">
    <w:name w:val="Placeholder Text"/>
    <w:basedOn w:val="DefaultParagraphFont"/>
    <w:uiPriority w:val="67"/>
    <w:rsid w:val="00B03DFC"/>
    <w:rPr>
      <w:color w:val="808080"/>
    </w:rPr>
  </w:style>
  <w:style w:type="paragraph" w:styleId="BalloonText">
    <w:name w:val="Balloon Text"/>
    <w:basedOn w:val="Normal"/>
    <w:link w:val="BalloonTextChar"/>
    <w:uiPriority w:val="99"/>
    <w:semiHidden/>
    <w:unhideWhenUsed/>
    <w:rsid w:val="00B03DFC"/>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3DFC"/>
    <w:rPr>
      <w:rFonts w:ascii="Lucida Grande" w:hAnsi="Lucida Grande" w:cs="Lucida Grande"/>
      <w:sz w:val="18"/>
      <w:szCs w:val="18"/>
    </w:rPr>
  </w:style>
  <w:style w:type="character" w:styleId="Hyperlink">
    <w:name w:val="Hyperlink"/>
    <w:basedOn w:val="DefaultParagraphFont"/>
    <w:uiPriority w:val="99"/>
    <w:unhideWhenUsed/>
    <w:rsid w:val="005C0FA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4E3"/>
    <w:pPr>
      <w:spacing w:before="100" w:after="60"/>
      <w:ind w:left="1985"/>
      <w:jc w:val="both"/>
    </w:pPr>
  </w:style>
  <w:style w:type="paragraph" w:styleId="Heading1">
    <w:name w:val="heading 1"/>
    <w:basedOn w:val="Normal"/>
    <w:next w:val="Normal"/>
    <w:qFormat/>
    <w:pPr>
      <w:spacing w:before="400" w:after="100"/>
      <w:ind w:left="0"/>
      <w:jc w:val="left"/>
      <w:outlineLvl w:val="0"/>
    </w:pPr>
    <w:rPr>
      <w:rFonts w:ascii="Arial" w:hAnsi="Arial"/>
      <w:b/>
      <w:sz w:val="48"/>
    </w:rPr>
  </w:style>
  <w:style w:type="paragraph" w:styleId="Heading2">
    <w:name w:val="heading 2"/>
    <w:basedOn w:val="Normal"/>
    <w:next w:val="Normal"/>
    <w:qFormat/>
    <w:pPr>
      <w:keepNext/>
      <w:spacing w:before="320" w:after="0"/>
      <w:ind w:left="0"/>
      <w:jc w:val="left"/>
      <w:outlineLvl w:val="1"/>
    </w:pPr>
    <w:rPr>
      <w:rFonts w:ascii="Arial" w:hAnsi="Arial"/>
      <w:b/>
      <w:sz w:val="36"/>
    </w:rPr>
  </w:style>
  <w:style w:type="paragraph" w:styleId="Heading3">
    <w:name w:val="heading 3"/>
    <w:basedOn w:val="Normal"/>
    <w:next w:val="Normal"/>
    <w:qFormat/>
    <w:pPr>
      <w:keepNext/>
      <w:keepLines/>
      <w:tabs>
        <w:tab w:val="left" w:leader="underscore" w:pos="1985"/>
      </w:tabs>
      <w:spacing w:before="240" w:after="0"/>
      <w:ind w:left="0"/>
      <w:jc w:val="left"/>
      <w:outlineLvl w:val="2"/>
    </w:pPr>
    <w:rPr>
      <w:rFonts w:ascii="Arial" w:hAnsi="Arial"/>
      <w:b/>
      <w:sz w:val="28"/>
    </w:rPr>
  </w:style>
  <w:style w:type="paragraph" w:styleId="Heading4">
    <w:name w:val="heading 4"/>
    <w:basedOn w:val="Normal"/>
    <w:next w:val="Normal"/>
    <w:qFormat/>
    <w:pPr>
      <w:keepNext/>
      <w:keepLines/>
      <w:spacing w:before="160" w:after="80"/>
      <w:jc w:val="left"/>
      <w:outlineLvl w:val="3"/>
    </w:pPr>
    <w:rPr>
      <w:rFonts w:ascii="Arial" w:hAnsi="Arial"/>
      <w:b/>
      <w:sz w:val="22"/>
    </w:rPr>
  </w:style>
  <w:style w:type="paragraph" w:styleId="Heading5">
    <w:name w:val="heading 5"/>
    <w:basedOn w:val="Heading4"/>
    <w:next w:val="Normal"/>
    <w:qFormat/>
    <w:pPr>
      <w:outlineLvl w:val="4"/>
    </w:pPr>
    <w:rPr>
      <w:b w:val="0"/>
      <w:i/>
      <w:sz w:val="20"/>
    </w:rPr>
  </w:style>
  <w:style w:type="paragraph" w:styleId="Heading6">
    <w:name w:val="heading 6"/>
    <w:basedOn w:val="Normal"/>
    <w:next w:val="Normal"/>
    <w:qFormat/>
    <w:pPr>
      <w:spacing w:before="240"/>
      <w:outlineLvl w:val="5"/>
    </w:pPr>
    <w:rPr>
      <w:rFonts w:ascii="Arial" w:hAnsi="Arial"/>
      <w:b/>
      <w:sz w:val="18"/>
    </w:rPr>
  </w:style>
  <w:style w:type="paragraph" w:styleId="Heading7">
    <w:name w:val="heading 7"/>
    <w:basedOn w:val="Normal"/>
    <w:next w:val="Normal"/>
    <w:qFormat/>
    <w:pPr>
      <w:spacing w:before="240"/>
      <w:ind w:left="0"/>
      <w:outlineLvl w:val="6"/>
    </w:pPr>
    <w:rPr>
      <w:rFonts w:ascii="Arial" w:hAnsi="Arial"/>
    </w:rPr>
  </w:style>
  <w:style w:type="paragraph" w:styleId="Heading8">
    <w:name w:val="heading 8"/>
    <w:basedOn w:val="Normal"/>
    <w:next w:val="Normal"/>
    <w:qFormat/>
    <w:pPr>
      <w:spacing w:before="240"/>
      <w:ind w:left="0"/>
      <w:outlineLvl w:val="7"/>
    </w:pPr>
    <w:rPr>
      <w:rFonts w:ascii="Arial" w:hAnsi="Arial"/>
      <w:i/>
    </w:rPr>
  </w:style>
  <w:style w:type="paragraph" w:styleId="Heading9">
    <w:name w:val="heading 9"/>
    <w:basedOn w:val="Normal"/>
    <w:next w:val="Normal"/>
    <w:qFormat/>
    <w:pPr>
      <w:spacing w:before="240"/>
      <w:ind w:left="0"/>
      <w:outlineLvl w:val="8"/>
    </w:pPr>
    <w:rPr>
      <w:rFonts w:ascii="Arial" w:hAnsi="Arial"/>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Courant">
    <w:name w:val="TexteCourant"/>
    <w:pPr>
      <w:spacing w:before="120" w:after="120"/>
      <w:ind w:left="1985"/>
      <w:jc w:val="both"/>
    </w:pPr>
    <w:rPr>
      <w:sz w:val="24"/>
      <w:lang w:eastAsia="fr-FR"/>
    </w:rPr>
  </w:style>
  <w:style w:type="paragraph" w:styleId="Header">
    <w:name w:val="header"/>
    <w:basedOn w:val="Normal"/>
    <w:semiHidden/>
    <w:pPr>
      <w:tabs>
        <w:tab w:val="center" w:pos="4536"/>
        <w:tab w:val="right" w:pos="9072"/>
      </w:tabs>
    </w:pPr>
  </w:style>
  <w:style w:type="paragraph" w:customStyle="1" w:styleId="ListeNiveau2">
    <w:name w:val="ListeNiveau2"/>
    <w:basedOn w:val="TexteCourant"/>
    <w:pPr>
      <w:numPr>
        <w:numId w:val="1"/>
      </w:numPr>
      <w:tabs>
        <w:tab w:val="left" w:pos="2444"/>
      </w:tabs>
      <w:spacing w:before="0"/>
    </w:pPr>
  </w:style>
  <w:style w:type="character" w:customStyle="1" w:styleId="CodeDansTexte">
    <w:name w:val="CodeDansTexte"/>
    <w:rPr>
      <w:rFonts w:ascii="Courier New" w:hAnsi="Courier New"/>
      <w:sz w:val="24"/>
    </w:rPr>
  </w:style>
  <w:style w:type="paragraph" w:customStyle="1" w:styleId="FigureNumero">
    <w:name w:val="FigureNumero"/>
    <w:basedOn w:val="TexteCourant"/>
    <w:next w:val="FigureLegende"/>
    <w:pPr>
      <w:jc w:val="center"/>
    </w:pPr>
    <w:rPr>
      <w:b/>
      <w:color w:val="808080"/>
    </w:rPr>
  </w:style>
  <w:style w:type="paragraph" w:customStyle="1" w:styleId="FigureLegende">
    <w:name w:val="FigureLegende"/>
    <w:basedOn w:val="TexteCourant"/>
    <w:next w:val="TexteCourant"/>
    <w:pPr>
      <w:spacing w:before="0"/>
      <w:jc w:val="center"/>
    </w:pPr>
    <w:rPr>
      <w:i/>
    </w:rPr>
  </w:style>
  <w:style w:type="character" w:customStyle="1" w:styleId="CodeCommentaire">
    <w:name w:val="CodeCommentaire"/>
    <w:rPr>
      <w:rFonts w:ascii="Courier New" w:hAnsi="Courier New"/>
      <w:color w:val="999999"/>
      <w:sz w:val="16"/>
      <w:lang w:val="fr-FR"/>
    </w:rPr>
  </w:style>
  <w:style w:type="paragraph" w:customStyle="1" w:styleId="PartieIntroduction">
    <w:name w:val="PartieIntroduction"/>
    <w:basedOn w:val="TexteCourant"/>
    <w:next w:val="ChapitreNumero"/>
  </w:style>
  <w:style w:type="paragraph" w:customStyle="1" w:styleId="ChapitreNumero">
    <w:name w:val="ChapitreNumero"/>
    <w:basedOn w:val="TexteCourant"/>
    <w:next w:val="ChapitreTitre"/>
    <w:pPr>
      <w:ind w:left="0"/>
      <w:jc w:val="right"/>
      <w:outlineLvl w:val="0"/>
    </w:pPr>
    <w:rPr>
      <w:rFonts w:ascii="Arial" w:hAnsi="Arial"/>
      <w:b/>
      <w:position w:val="-100"/>
      <w:sz w:val="72"/>
    </w:rPr>
  </w:style>
  <w:style w:type="paragraph" w:customStyle="1" w:styleId="ChapitreTitre">
    <w:name w:val="ChapitreTitre"/>
    <w:basedOn w:val="TexteCourant"/>
    <w:next w:val="ChapitreIntroduction"/>
    <w:pPr>
      <w:spacing w:after="1080"/>
      <w:ind w:left="0"/>
      <w:jc w:val="right"/>
      <w:outlineLvl w:val="0"/>
    </w:pPr>
    <w:rPr>
      <w:rFonts w:ascii="Arial" w:hAnsi="Arial"/>
      <w:b/>
      <w:sz w:val="72"/>
    </w:rPr>
  </w:style>
  <w:style w:type="paragraph" w:customStyle="1" w:styleId="ChapitreIntroduction">
    <w:name w:val="ChapitreIntroduction"/>
    <w:basedOn w:val="TexteCourant"/>
    <w:next w:val="TitreNiveau1"/>
  </w:style>
  <w:style w:type="paragraph" w:customStyle="1" w:styleId="TitreNiveau1">
    <w:name w:val="TitreNiveau1"/>
    <w:basedOn w:val="TexteCourant"/>
    <w:next w:val="TexteCourant"/>
    <w:pPr>
      <w:spacing w:before="600"/>
      <w:ind w:left="0"/>
      <w:outlineLvl w:val="0"/>
    </w:pPr>
    <w:rPr>
      <w:rFonts w:ascii="Arial" w:hAnsi="Arial"/>
      <w:b/>
      <w:color w:val="808080"/>
      <w:sz w:val="56"/>
    </w:rPr>
  </w:style>
  <w:style w:type="paragraph" w:customStyle="1" w:styleId="FigureLegendeInFigure">
    <w:name w:val="FigureLegendeInFigure"/>
    <w:basedOn w:val="TexteCourant"/>
    <w:next w:val="FigureNumero"/>
    <w:pPr>
      <w:spacing w:after="0"/>
      <w:jc w:val="center"/>
    </w:pPr>
    <w:rPr>
      <w:color w:val="FF00FF"/>
    </w:rPr>
  </w:style>
  <w:style w:type="paragraph" w:customStyle="1" w:styleId="Code">
    <w:name w:val="Code"/>
    <w:basedOn w:val="TexteCourant"/>
    <w:pPr>
      <w:pBdr>
        <w:left w:val="single" w:sz="24" w:space="4" w:color="C0C0C0"/>
      </w:pBdr>
      <w:spacing w:before="40" w:after="40"/>
    </w:pPr>
    <w:rPr>
      <w:rFonts w:ascii="Courier New" w:hAnsi="Courier New"/>
      <w:sz w:val="16"/>
    </w:rPr>
  </w:style>
  <w:style w:type="paragraph" w:customStyle="1" w:styleId="ListeANumero">
    <w:name w:val="ListeANumero"/>
    <w:basedOn w:val="TexteCourant"/>
    <w:pPr>
      <w:ind w:left="2342" w:hanging="357"/>
    </w:pPr>
  </w:style>
  <w:style w:type="paragraph" w:customStyle="1" w:styleId="ListeAPuce">
    <w:name w:val="ListeAPuce"/>
    <w:basedOn w:val="TexteCourant"/>
    <w:pPr>
      <w:numPr>
        <w:numId w:val="2"/>
      </w:numPr>
      <w:ind w:left="2342" w:hanging="357"/>
    </w:pPr>
  </w:style>
  <w:style w:type="paragraph" w:customStyle="1" w:styleId="ListeRetraitNiveau2">
    <w:name w:val="ListeRetraitNiveau2"/>
    <w:basedOn w:val="ListeNiveau2"/>
    <w:next w:val="ListeNiveau2"/>
    <w:pPr>
      <w:numPr>
        <w:numId w:val="0"/>
      </w:numPr>
      <w:ind w:left="2438" w:firstLine="510"/>
    </w:pPr>
  </w:style>
  <w:style w:type="paragraph" w:customStyle="1" w:styleId="CodeDansTableau">
    <w:name w:val="CodeDansTableau"/>
    <w:basedOn w:val="Code"/>
    <w:pPr>
      <w:keepNext/>
      <w:spacing w:before="120" w:after="120"/>
      <w:ind w:left="0"/>
      <w:jc w:val="left"/>
    </w:pPr>
  </w:style>
  <w:style w:type="paragraph" w:customStyle="1" w:styleId="TableauNumero">
    <w:name w:val="TableauNumero"/>
    <w:basedOn w:val="TexteCourant"/>
    <w:next w:val="TableauTitre"/>
    <w:pPr>
      <w:jc w:val="center"/>
    </w:pPr>
    <w:rPr>
      <w:b/>
      <w:color w:val="808080"/>
    </w:rPr>
  </w:style>
  <w:style w:type="paragraph" w:customStyle="1" w:styleId="TableauTitre">
    <w:name w:val="TableauTitre"/>
    <w:basedOn w:val="TexteCourant"/>
    <w:next w:val="TableauTitreColonne"/>
    <w:pPr>
      <w:keepNext/>
      <w:keepLines/>
      <w:widowControl w:val="0"/>
      <w:spacing w:before="0" w:after="240"/>
      <w:jc w:val="center"/>
    </w:pPr>
    <w:rPr>
      <w:b/>
    </w:rPr>
  </w:style>
  <w:style w:type="paragraph" w:customStyle="1" w:styleId="TableauTitreColonne">
    <w:name w:val="TableauTitreColonne"/>
    <w:basedOn w:val="TexteCourant"/>
    <w:next w:val="TableauTexte"/>
    <w:pPr>
      <w:keepNext/>
      <w:widowControl w:val="0"/>
      <w:ind w:left="0"/>
      <w:jc w:val="center"/>
    </w:pPr>
    <w:rPr>
      <w:rFonts w:ascii="Arial" w:hAnsi="Arial"/>
      <w:b/>
      <w:smallCaps/>
      <w:sz w:val="18"/>
    </w:rPr>
  </w:style>
  <w:style w:type="paragraph" w:customStyle="1" w:styleId="TableauTexte">
    <w:name w:val="TableauTexte"/>
    <w:basedOn w:val="TexteCourant"/>
    <w:pPr>
      <w:keepLines/>
      <w:widowControl w:val="0"/>
      <w:tabs>
        <w:tab w:val="left" w:pos="284"/>
        <w:tab w:val="left" w:pos="454"/>
        <w:tab w:val="left" w:pos="624"/>
      </w:tabs>
      <w:ind w:left="0"/>
    </w:pPr>
    <w:rPr>
      <w:rFonts w:ascii="Arial" w:hAnsi="Arial"/>
      <w:sz w:val="18"/>
      <w:lang w:val="en-GB"/>
    </w:rPr>
  </w:style>
  <w:style w:type="paragraph" w:customStyle="1" w:styleId="EncadreTexte">
    <w:name w:val="EncadreTexte"/>
    <w:basedOn w:val="TexteCourant"/>
    <w:pPr>
      <w:shd w:val="clear" w:color="auto" w:fill="E6E6E6"/>
      <w:tabs>
        <w:tab w:val="left" w:pos="1418"/>
      </w:tabs>
    </w:pPr>
    <w:rPr>
      <w:rFonts w:ascii="Arial" w:hAnsi="Arial"/>
      <w:sz w:val="18"/>
    </w:rPr>
  </w:style>
  <w:style w:type="paragraph" w:customStyle="1" w:styleId="TitreNiveau2">
    <w:name w:val="TitreNiveau2"/>
    <w:basedOn w:val="TexteCourant"/>
    <w:next w:val="TexteCourant"/>
    <w:pPr>
      <w:spacing w:before="360"/>
      <w:ind w:left="567"/>
      <w:outlineLvl w:val="1"/>
    </w:pPr>
    <w:rPr>
      <w:rFonts w:ascii="Arial" w:hAnsi="Arial"/>
      <w:b/>
      <w:color w:val="808080"/>
      <w:sz w:val="44"/>
    </w:rPr>
  </w:style>
  <w:style w:type="paragraph" w:customStyle="1" w:styleId="TitreNiveau3">
    <w:name w:val="TitreNiveau3"/>
    <w:basedOn w:val="TexteCourant"/>
    <w:next w:val="TexteCourant"/>
    <w:pPr>
      <w:spacing w:before="360"/>
      <w:ind w:left="851"/>
      <w:outlineLvl w:val="2"/>
    </w:pPr>
    <w:rPr>
      <w:rFonts w:ascii="Arial" w:hAnsi="Arial"/>
      <w:b/>
      <w:color w:val="C0C0C0"/>
      <w:sz w:val="36"/>
    </w:rPr>
  </w:style>
  <w:style w:type="paragraph" w:customStyle="1" w:styleId="TitreNiveau4">
    <w:name w:val="TitreNiveau4"/>
    <w:basedOn w:val="TexteCourant"/>
    <w:next w:val="TexteCourant"/>
    <w:pPr>
      <w:spacing w:before="240" w:after="0"/>
      <w:ind w:left="1134"/>
      <w:outlineLvl w:val="3"/>
    </w:pPr>
    <w:rPr>
      <w:rFonts w:ascii="Arial" w:hAnsi="Arial"/>
      <w:color w:val="808080"/>
      <w:sz w:val="28"/>
      <w:szCs w:val="28"/>
    </w:rPr>
  </w:style>
  <w:style w:type="paragraph" w:styleId="DocumentMap">
    <w:name w:val="Document Map"/>
    <w:basedOn w:val="Normal"/>
    <w:semiHidden/>
    <w:pPr>
      <w:shd w:val="clear" w:color="auto" w:fill="000080"/>
    </w:pPr>
    <w:rPr>
      <w:rFonts w:ascii="Tahoma" w:hAnsi="Tahoma" w:cs="Arial Rounded MT Bold"/>
    </w:rPr>
  </w:style>
  <w:style w:type="paragraph" w:styleId="Footer">
    <w:name w:val="footer"/>
    <w:basedOn w:val="Normal"/>
    <w:semiHidden/>
    <w:pPr>
      <w:tabs>
        <w:tab w:val="center" w:pos="4536"/>
        <w:tab w:val="right" w:pos="9072"/>
      </w:tabs>
    </w:pPr>
  </w:style>
  <w:style w:type="paragraph" w:customStyle="1" w:styleId="ListeRetrait">
    <w:name w:val="ListeRetrait"/>
    <w:basedOn w:val="ListeAPuce"/>
    <w:pPr>
      <w:numPr>
        <w:numId w:val="0"/>
      </w:numPr>
      <w:spacing w:before="0" w:after="0"/>
      <w:ind w:left="2325"/>
    </w:pPr>
  </w:style>
  <w:style w:type="paragraph" w:customStyle="1" w:styleId="EncadreTitre">
    <w:name w:val="EncadreTitre"/>
    <w:basedOn w:val="TexteCourant"/>
    <w:next w:val="EncadreTexte"/>
    <w:pPr>
      <w:shd w:val="clear" w:color="auto" w:fill="D9D9D9"/>
      <w:spacing w:before="240"/>
      <w:jc w:val="center"/>
    </w:pPr>
    <w:rPr>
      <w:rFonts w:ascii="Arial" w:hAnsi="Arial"/>
      <w:b/>
    </w:rPr>
  </w:style>
  <w:style w:type="paragraph" w:customStyle="1" w:styleId="PartieNumero">
    <w:name w:val="PartieNumero"/>
    <w:basedOn w:val="TexteCourant"/>
    <w:next w:val="PartieTitre"/>
    <w:pPr>
      <w:widowControl w:val="0"/>
      <w:pBdr>
        <w:top w:val="single" w:sz="30" w:space="8" w:color="auto"/>
      </w:pBdr>
      <w:spacing w:before="1000" w:after="400"/>
      <w:ind w:left="0"/>
      <w:jc w:val="center"/>
      <w:outlineLvl w:val="0"/>
    </w:pPr>
    <w:rPr>
      <w:rFonts w:ascii="Arial" w:hAnsi="Arial"/>
      <w:smallCaps/>
      <w:sz w:val="44"/>
    </w:rPr>
  </w:style>
  <w:style w:type="paragraph" w:customStyle="1" w:styleId="PartieTitre">
    <w:name w:val="PartieTitre"/>
    <w:basedOn w:val="TexteCourant"/>
    <w:next w:val="PartieIntroduction"/>
    <w:pPr>
      <w:widowControl w:val="0"/>
      <w:spacing w:before="1200" w:after="600"/>
      <w:ind w:left="0"/>
      <w:jc w:val="center"/>
      <w:outlineLvl w:val="0"/>
    </w:pPr>
    <w:rPr>
      <w:rFonts w:ascii="Arial" w:hAnsi="Arial"/>
      <w:b/>
      <w:sz w:val="72"/>
    </w:rPr>
  </w:style>
  <w:style w:type="paragraph" w:customStyle="1" w:styleId="NoteTitre">
    <w:name w:val="NoteTitre"/>
    <w:basedOn w:val="TexteCourant"/>
    <w:next w:val="NoteTexte"/>
    <w:pPr>
      <w:spacing w:after="0"/>
      <w:ind w:left="2268"/>
    </w:pPr>
    <w:rPr>
      <w:rFonts w:ascii="Arial" w:hAnsi="Arial"/>
      <w:b/>
      <w:sz w:val="18"/>
    </w:rPr>
  </w:style>
  <w:style w:type="paragraph" w:customStyle="1" w:styleId="NoteTexte">
    <w:name w:val="NoteTexte"/>
    <w:basedOn w:val="TexteCourant"/>
    <w:next w:val="Normal"/>
    <w:pPr>
      <w:spacing w:before="40"/>
      <w:ind w:left="2268"/>
    </w:pPr>
    <w:rPr>
      <w:rFonts w:ascii="Arial" w:hAnsi="Arial"/>
      <w:sz w:val="18"/>
    </w:rPr>
  </w:style>
  <w:style w:type="paragraph" w:customStyle="1" w:styleId="FigureSource">
    <w:name w:val="FigureSource"/>
    <w:basedOn w:val="Normal"/>
    <w:pPr>
      <w:spacing w:before="0" w:after="120"/>
      <w:jc w:val="center"/>
    </w:pPr>
    <w:rPr>
      <w:sz w:val="24"/>
      <w:lang w:eastAsia="fr-FR"/>
    </w:rPr>
  </w:style>
  <w:style w:type="paragraph" w:customStyle="1" w:styleId="EncadreListeAPuce">
    <w:name w:val="EncadreListeAPuce"/>
    <w:basedOn w:val="TexteCourant"/>
    <w:next w:val="TexteCourant"/>
    <w:qFormat/>
    <w:pPr>
      <w:numPr>
        <w:numId w:val="3"/>
      </w:numPr>
      <w:shd w:val="clear" w:color="auto" w:fill="E6E6E6"/>
      <w:spacing w:before="0" w:after="0"/>
      <w:ind w:left="1985" w:firstLine="0"/>
      <w:contextualSpacing/>
    </w:pPr>
    <w:rPr>
      <w:rFonts w:ascii="Arial" w:hAnsi="Arial" w:cs="Arial"/>
      <w:sz w:val="18"/>
      <w:szCs w:val="18"/>
    </w:rPr>
  </w:style>
  <w:style w:type="paragraph" w:customStyle="1" w:styleId="CodeResultat">
    <w:name w:val="CodeResultat"/>
    <w:basedOn w:val="Code"/>
    <w:pPr>
      <w:pBdr>
        <w:top w:val="single" w:sz="12" w:space="1" w:color="C0C0C0"/>
        <w:left w:val="single" w:sz="12" w:space="4" w:color="C0C0C0"/>
        <w:bottom w:val="single" w:sz="12" w:space="1" w:color="C0C0C0"/>
        <w:right w:val="single" w:sz="12" w:space="4" w:color="C0C0C0"/>
      </w:pBdr>
      <w:spacing w:after="100"/>
      <w:jc w:val="left"/>
    </w:pPr>
  </w:style>
  <w:style w:type="paragraph" w:customStyle="1" w:styleId="ChapitreSommaire">
    <w:name w:val="ChapitreSommaire"/>
    <w:basedOn w:val="TexteCourant"/>
    <w:next w:val="TexteCourant"/>
    <w:pPr>
      <w:spacing w:after="240"/>
      <w:jc w:val="left"/>
    </w:pPr>
    <w:rPr>
      <w:rFonts w:ascii="Arial" w:hAnsi="Arial"/>
      <w:i/>
    </w:rPr>
  </w:style>
  <w:style w:type="paragraph" w:customStyle="1" w:styleId="ListeANumeroNiveau2">
    <w:name w:val="ListeANumeroNiveau2"/>
    <w:basedOn w:val="ListeNiveau2"/>
    <w:pPr>
      <w:numPr>
        <w:numId w:val="0"/>
      </w:numPr>
      <w:spacing w:before="120"/>
      <w:ind w:left="2948" w:hanging="510"/>
    </w:pPr>
  </w:style>
  <w:style w:type="paragraph" w:customStyle="1" w:styleId="PartieSommaire">
    <w:name w:val="PartieSommaire"/>
    <w:basedOn w:val="TexteCourant"/>
    <w:rPr>
      <w:rFonts w:ascii="Arial" w:hAnsi="Arial"/>
      <w:i/>
    </w:rPr>
  </w:style>
  <w:style w:type="character" w:customStyle="1" w:styleId="URL">
    <w:name w:val="URL"/>
    <w:basedOn w:val="DefaultParagraphFont"/>
    <w:rPr>
      <w:rFonts w:ascii="Arial" w:hAnsi="Arial"/>
      <w:i/>
      <w:sz w:val="20"/>
    </w:rPr>
  </w:style>
  <w:style w:type="character" w:customStyle="1" w:styleId="CodeExergue">
    <w:name w:val="CodeExergue"/>
    <w:basedOn w:val="DefaultParagraphFont"/>
    <w:rPr>
      <w:rFonts w:ascii="Courier New" w:hAnsi="Courier New"/>
      <w:b/>
      <w:sz w:val="16"/>
    </w:rPr>
  </w:style>
  <w:style w:type="paragraph" w:customStyle="1" w:styleId="FigureNomDeFichier">
    <w:name w:val="FigureNomDeFichier"/>
    <w:basedOn w:val="TexteCourant"/>
    <w:qFormat/>
    <w:pPr>
      <w:spacing w:after="0"/>
      <w:jc w:val="center"/>
    </w:pPr>
    <w:rPr>
      <w:b/>
      <w:color w:val="C0504D"/>
    </w:rPr>
  </w:style>
  <w:style w:type="character" w:customStyle="1" w:styleId="Indice">
    <w:name w:val="Indice"/>
    <w:basedOn w:val="DefaultParagraphFont"/>
    <w:qFormat/>
    <w:rPr>
      <w:vertAlign w:val="subscript"/>
    </w:rPr>
  </w:style>
  <w:style w:type="character" w:customStyle="1" w:styleId="Exposant">
    <w:name w:val="Exposant"/>
    <w:basedOn w:val="DefaultParagraphFont"/>
    <w:qFormat/>
    <w:rPr>
      <w:vertAlign w:val="superscript"/>
    </w:rPr>
  </w:style>
  <w:style w:type="character" w:customStyle="1" w:styleId="Bold">
    <w:name w:val="Bold"/>
    <w:basedOn w:val="DefaultParagraphFont"/>
    <w:qFormat/>
    <w:rPr>
      <w:b/>
    </w:rPr>
  </w:style>
  <w:style w:type="character" w:customStyle="1" w:styleId="Ital">
    <w:name w:val="Ital"/>
    <w:basedOn w:val="DefaultParagraphFont"/>
    <w:qFormat/>
    <w:rPr>
      <w:i/>
    </w:rPr>
  </w:style>
  <w:style w:type="character" w:customStyle="1" w:styleId="ItalBold">
    <w:name w:val="ItalBold"/>
    <w:basedOn w:val="DefaultParagraphFont"/>
    <w:qFormat/>
    <w:rPr>
      <w:b/>
      <w:i/>
    </w:rPr>
  </w:style>
  <w:style w:type="character" w:customStyle="1" w:styleId="PetitesCapitales">
    <w:name w:val="PetitesCapitales"/>
    <w:basedOn w:val="DefaultParagraphFont"/>
    <w:qFormat/>
    <w:rPr>
      <w:smallCaps/>
    </w:rPr>
  </w:style>
  <w:style w:type="paragraph" w:customStyle="1" w:styleId="ChapitreMotsCles">
    <w:name w:val="ChapitreMotsCles"/>
    <w:basedOn w:val="TexteCourant"/>
    <w:qFormat/>
    <w:pPr>
      <w:spacing w:before="40" w:after="40"/>
      <w:ind w:left="0"/>
      <w:jc w:val="left"/>
    </w:pPr>
    <w:rPr>
      <w:rFonts w:ascii="Arial" w:hAnsi="Arial" w:cs="Arial"/>
      <w:color w:val="A6A6A6"/>
    </w:rPr>
  </w:style>
  <w:style w:type="paragraph" w:customStyle="1" w:styleId="xBalisageTitre">
    <w:name w:val="xBalisageTitre"/>
    <w:basedOn w:val="TexteCourant"/>
    <w:next w:val="xBalisageSous-Titre"/>
    <w:qFormat/>
    <w:pPr>
      <w:ind w:left="0"/>
    </w:pPr>
    <w:rPr>
      <w:rFonts w:ascii="Arial" w:hAnsi="Arial" w:cs="Arial"/>
      <w:color w:val="A6A6A6"/>
      <w:sz w:val="20"/>
    </w:rPr>
  </w:style>
  <w:style w:type="paragraph" w:customStyle="1" w:styleId="xBalisageSous-Titre">
    <w:name w:val="xBalisageSous-Titre"/>
    <w:basedOn w:val="TexteCourant"/>
    <w:next w:val="xBalisageAuteur"/>
    <w:qFormat/>
    <w:pPr>
      <w:ind w:left="0"/>
    </w:pPr>
    <w:rPr>
      <w:rFonts w:ascii="Arial" w:hAnsi="Arial"/>
      <w:color w:val="A6A6A6"/>
      <w:sz w:val="20"/>
    </w:rPr>
  </w:style>
  <w:style w:type="paragraph" w:customStyle="1" w:styleId="xBalisageAuteur">
    <w:name w:val="xBalisageAuteur"/>
    <w:basedOn w:val="TexteCourant"/>
    <w:next w:val="xBalisageMaisondEdition"/>
    <w:qFormat/>
    <w:pPr>
      <w:ind w:left="0"/>
    </w:pPr>
    <w:rPr>
      <w:rFonts w:ascii="Arial" w:hAnsi="Arial"/>
      <w:color w:val="A6A6A6"/>
      <w:sz w:val="20"/>
    </w:rPr>
  </w:style>
  <w:style w:type="paragraph" w:customStyle="1" w:styleId="xBalisageMaisondEdition">
    <w:name w:val="xBalisageMaisondEdition"/>
    <w:basedOn w:val="TexteCourant"/>
    <w:next w:val="xBalisageCopyright"/>
    <w:qFormat/>
    <w:pPr>
      <w:ind w:left="0"/>
    </w:pPr>
    <w:rPr>
      <w:rFonts w:ascii="Arial" w:hAnsi="Arial"/>
      <w:color w:val="A6A6A6"/>
      <w:sz w:val="20"/>
    </w:rPr>
  </w:style>
  <w:style w:type="paragraph" w:customStyle="1" w:styleId="xBalisageCopyright">
    <w:name w:val="xBalisageCopyright"/>
    <w:basedOn w:val="TexteCourant"/>
    <w:next w:val="xBalisageDatePublication"/>
    <w:qFormat/>
    <w:pPr>
      <w:ind w:left="0"/>
    </w:pPr>
    <w:rPr>
      <w:rFonts w:ascii="Arial" w:hAnsi="Arial"/>
      <w:color w:val="A6A6A6"/>
      <w:sz w:val="20"/>
    </w:rPr>
  </w:style>
  <w:style w:type="paragraph" w:customStyle="1" w:styleId="xBalisageDatePublication">
    <w:name w:val="xBalisageDatePublication"/>
    <w:basedOn w:val="TexteCourant"/>
    <w:next w:val="xBalisageISBN"/>
    <w:qFormat/>
    <w:pPr>
      <w:ind w:left="0"/>
    </w:pPr>
    <w:rPr>
      <w:rFonts w:ascii="Arial" w:hAnsi="Arial"/>
      <w:color w:val="A6A6A6"/>
      <w:sz w:val="20"/>
    </w:rPr>
  </w:style>
  <w:style w:type="paragraph" w:customStyle="1" w:styleId="xBalisageISBN">
    <w:name w:val="xBalisageISBN"/>
    <w:basedOn w:val="TexteCourant"/>
    <w:next w:val="TexteCourant"/>
    <w:qFormat/>
    <w:pPr>
      <w:ind w:left="0"/>
    </w:pPr>
    <w:rPr>
      <w:rFonts w:ascii="Arial" w:hAnsi="Arial"/>
      <w:color w:val="A6A6A6"/>
      <w:sz w:val="20"/>
    </w:rPr>
  </w:style>
  <w:style w:type="paragraph" w:customStyle="1" w:styleId="CitationExergueAuteur">
    <w:name w:val="CitationExergueAuteur"/>
    <w:basedOn w:val="TexteCourant"/>
    <w:next w:val="TexteCourant"/>
    <w:qFormat/>
    <w:pPr>
      <w:spacing w:before="0"/>
      <w:jc w:val="right"/>
    </w:pPr>
    <w:rPr>
      <w:szCs w:val="24"/>
    </w:rPr>
  </w:style>
  <w:style w:type="paragraph" w:customStyle="1" w:styleId="CitationExergue">
    <w:name w:val="CitationExergue"/>
    <w:basedOn w:val="TexteCourant"/>
    <w:next w:val="CitationExergueAuteur"/>
    <w:qFormat/>
    <w:pPr>
      <w:jc w:val="right"/>
    </w:pPr>
    <w:rPr>
      <w:i/>
    </w:rPr>
  </w:style>
  <w:style w:type="character" w:customStyle="1" w:styleId="PuceRepere">
    <w:name w:val="PuceRepere"/>
    <w:basedOn w:val="DefaultParagraphFont"/>
    <w:qFormat/>
    <w:rPr>
      <w:rFonts w:ascii="Arial" w:hAnsi="Arial"/>
      <w:b/>
      <w:color w:val="FFFFFF"/>
      <w:sz w:val="20"/>
      <w:bdr w:val="none" w:sz="0" w:space="0" w:color="auto"/>
      <w:shd w:val="clear" w:color="auto" w:fill="800000"/>
    </w:rPr>
  </w:style>
  <w:style w:type="paragraph" w:customStyle="1" w:styleId="CodeTitre">
    <w:name w:val="CodeTitre"/>
    <w:basedOn w:val="Code"/>
    <w:next w:val="Code"/>
    <w:pPr>
      <w:pBdr>
        <w:left w:val="none" w:sz="0" w:space="0" w:color="auto"/>
      </w:pBdr>
      <w:spacing w:before="120"/>
    </w:pPr>
    <w:rPr>
      <w:b/>
      <w:sz w:val="20"/>
    </w:rPr>
  </w:style>
  <w:style w:type="paragraph" w:customStyle="1" w:styleId="EncadreListeANumeros">
    <w:name w:val="EncadreListeANumeros"/>
    <w:basedOn w:val="TexteCourant"/>
    <w:pPr>
      <w:shd w:val="clear" w:color="auto" w:fill="E6E6E6"/>
      <w:spacing w:before="0" w:after="0"/>
    </w:pPr>
    <w:rPr>
      <w:rFonts w:ascii="Arial" w:hAnsi="Arial"/>
      <w:sz w:val="18"/>
    </w:rPr>
  </w:style>
  <w:style w:type="paragraph" w:customStyle="1" w:styleId="EncadreListeRetrait">
    <w:name w:val="EncadreListeRetrait"/>
    <w:basedOn w:val="TexteCourant"/>
    <w:pPr>
      <w:shd w:val="clear" w:color="auto" w:fill="E6E6E6"/>
      <w:spacing w:before="0" w:after="0"/>
    </w:pPr>
    <w:rPr>
      <w:rFonts w:ascii="Arial" w:hAnsi="Arial"/>
      <w:sz w:val="18"/>
    </w:rPr>
  </w:style>
  <w:style w:type="paragraph" w:customStyle="1" w:styleId="EncadreSousTitre">
    <w:name w:val="EncadreSousTitre"/>
    <w:basedOn w:val="EncadreTexte"/>
    <w:next w:val="EncadreTexte"/>
    <w:rPr>
      <w:b/>
    </w:rPr>
  </w:style>
  <w:style w:type="character" w:customStyle="1" w:styleId="NotePreTitre">
    <w:name w:val="NotePreTitre"/>
    <w:basedOn w:val="DefaultParagraphFont"/>
    <w:rPr>
      <w:rFonts w:ascii="Arial" w:hAnsi="Arial"/>
      <w:b/>
      <w:smallCaps/>
      <w:color w:val="808080"/>
      <w:sz w:val="18"/>
      <w:u w:val="single"/>
    </w:rPr>
  </w:style>
  <w:style w:type="character" w:customStyle="1" w:styleId="IndicationMaquettiste">
    <w:name w:val="IndicationMaquettiste"/>
    <w:basedOn w:val="DefaultParagraphFont"/>
    <w:rPr>
      <w:rFonts w:ascii="Times New Roman" w:hAnsi="Times New Roman"/>
      <w:color w:val="FF00FF"/>
      <w:sz w:val="24"/>
    </w:rPr>
  </w:style>
  <w:style w:type="character" w:customStyle="1" w:styleId="Menu">
    <w:name w:val="Menu"/>
    <w:basedOn w:val="DefaultParagraphFont"/>
    <w:rsid w:val="00D36775"/>
    <w:rPr>
      <w:rFonts w:ascii="Times" w:hAnsi="Times"/>
      <w:b/>
      <w:i/>
      <w:color w:val="0424C4"/>
      <w:sz w:val="26"/>
    </w:rPr>
  </w:style>
  <w:style w:type="character" w:styleId="PlaceholderText">
    <w:name w:val="Placeholder Text"/>
    <w:basedOn w:val="DefaultParagraphFont"/>
    <w:uiPriority w:val="67"/>
    <w:rsid w:val="00B03DFC"/>
    <w:rPr>
      <w:color w:val="808080"/>
    </w:rPr>
  </w:style>
  <w:style w:type="paragraph" w:styleId="BalloonText">
    <w:name w:val="Balloon Text"/>
    <w:basedOn w:val="Normal"/>
    <w:link w:val="BalloonTextChar"/>
    <w:uiPriority w:val="99"/>
    <w:semiHidden/>
    <w:unhideWhenUsed/>
    <w:rsid w:val="00B03DFC"/>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3DFC"/>
    <w:rPr>
      <w:rFonts w:ascii="Lucida Grande" w:hAnsi="Lucida Grande" w:cs="Lucida Grande"/>
      <w:sz w:val="18"/>
      <w:szCs w:val="18"/>
    </w:rPr>
  </w:style>
  <w:style w:type="character" w:styleId="Hyperlink">
    <w:name w:val="Hyperlink"/>
    <w:basedOn w:val="DefaultParagraphFont"/>
    <w:uiPriority w:val="99"/>
    <w:unhideWhenUsed/>
    <w:rsid w:val="005C0F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n.wikipedia.org/wiki/Percentile" TargetMode="Externa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paul:Library:Containers:com.apple.mail:Data:Library:Mail%20Downloads:AA1C134C-2847-4E95-A192-02572621EF9B:FeuilleStyles_Eyrolles_Informatique_20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FeuilleStyles_Eyrolles_Informatique_2010.dot</Template>
  <TotalTime>127</TotalTime>
  <Pages>38</Pages>
  <Words>10362</Words>
  <Characters>59069</Characters>
  <Application>Microsoft Macintosh Word</Application>
  <DocSecurity>0</DocSecurity>
  <Lines>492</Lines>
  <Paragraphs>138</Paragraphs>
  <ScaleCrop>false</ScaleCrop>
  <HeadingPairs>
    <vt:vector size="2" baseType="variant">
      <vt:variant>
        <vt:lpstr>Titre</vt:lpstr>
      </vt:variant>
      <vt:variant>
        <vt:i4>1</vt:i4>
      </vt:variant>
    </vt:vector>
  </HeadingPairs>
  <TitlesOfParts>
    <vt:vector size="1" baseType="lpstr">
      <vt:lpstr>Titre du chapitre</vt:lpstr>
    </vt:vector>
  </TitlesOfParts>
  <Company> </Company>
  <LinksUpToDate>false</LinksUpToDate>
  <CharactersWithSpaces>69293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 du chapitre</dc:title>
  <dc:subject>Titre de l'ouvrage</dc:subject>
  <dc:creator>Bryan Lynn</dc:creator>
  <cp:keywords/>
  <dc:description/>
  <cp:lastModifiedBy>Bryan Lynn</cp:lastModifiedBy>
  <cp:revision>4</cp:revision>
  <cp:lastPrinted>2009-10-15T12:38:00Z</cp:lastPrinted>
  <dcterms:created xsi:type="dcterms:W3CDTF">2016-07-10T13:37:00Z</dcterms:created>
  <dcterms:modified xsi:type="dcterms:W3CDTF">2016-07-11T00:28:00Z</dcterms:modified>
</cp:coreProperties>
</file>