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B9B9C" w14:textId="762CB678" w:rsidR="00ED16CC" w:rsidRDefault="00DF1344" w:rsidP="002F6460">
      <w:pPr>
        <w:pStyle w:val="PartieNumero"/>
      </w:pPr>
      <w:bookmarkStart w:id="0" w:name="_Toc430506830"/>
      <w:bookmarkStart w:id="1" w:name="_Toc417337543"/>
      <w:r>
        <w:t xml:space="preserve">PARTIE </w:t>
      </w:r>
      <w:bookmarkEnd w:id="0"/>
      <w:r w:rsidR="00B46A55">
        <w:t>5</w:t>
      </w:r>
    </w:p>
    <w:p w14:paraId="4C56F008" w14:textId="238C3FD8" w:rsidR="00515076" w:rsidRDefault="00515076" w:rsidP="00515076">
      <w:pPr>
        <w:pStyle w:val="ChapitreNumero"/>
      </w:pPr>
      <w:bookmarkStart w:id="2" w:name="_Toc430506836"/>
      <w:bookmarkStart w:id="3" w:name="_Toc422172432"/>
      <w:r>
        <w:t>CHAPITRE 1</w:t>
      </w:r>
      <w:r w:rsidR="00B46A55">
        <w:t>7</w:t>
      </w:r>
    </w:p>
    <w:p w14:paraId="60C3C5C5" w14:textId="38AF145A" w:rsidR="00515076" w:rsidRDefault="00515076" w:rsidP="00515076">
      <w:pPr>
        <w:pStyle w:val="ChapitreTitre"/>
      </w:pPr>
      <w:bookmarkStart w:id="4" w:name="_Toc430506839"/>
      <w:r>
        <w:t>//</w:t>
      </w:r>
      <w:bookmarkEnd w:id="4"/>
      <w:r w:rsidR="00B46A55">
        <w:t>Programmation</w:t>
      </w:r>
    </w:p>
    <w:p w14:paraId="41710691" w14:textId="77777777" w:rsidR="00515076" w:rsidRDefault="00515076" w:rsidP="00515076">
      <w:pPr>
        <w:pStyle w:val="TitreNiveau1"/>
      </w:pPr>
      <w:r>
        <w:t>Outils complémentaires à Revit</w:t>
      </w:r>
    </w:p>
    <w:p w14:paraId="05425331" w14:textId="77777777" w:rsidR="00515076" w:rsidRDefault="00515076" w:rsidP="00515076">
      <w:pPr>
        <w:pStyle w:val="TitreNiveau3"/>
      </w:pPr>
      <w:r>
        <w:t>Environnement Visual Studio (l’API Revit la plus complète)</w:t>
      </w:r>
    </w:p>
    <w:p w14:paraId="76B6F63A" w14:textId="65F18B98" w:rsidR="00082745" w:rsidRDefault="00082745" w:rsidP="00082745">
      <w:pPr>
        <w:pStyle w:val="TitreNiveau4"/>
      </w:pPr>
      <w:r>
        <w:t>Comment installer l’API SONA ?</w:t>
      </w:r>
      <w:r w:rsidR="00DA2695">
        <w:t xml:space="preserve"> </w:t>
      </w:r>
    </w:p>
    <w:p w14:paraId="42CA4CCF" w14:textId="59B7B062" w:rsidR="00DA2695" w:rsidRPr="00DA2695" w:rsidRDefault="00DA2695" w:rsidP="00DA2695">
      <w:pPr>
        <w:pStyle w:val="NoteTexte"/>
      </w:pPr>
      <w:r>
        <w:t>L’opération exposée ici est tout aussi valable avec la version 201</w:t>
      </w:r>
      <w:r w:rsidR="001C0D67">
        <w:t>7</w:t>
      </w:r>
      <w:r>
        <w:t xml:space="preserve"> de Revit</w:t>
      </w:r>
    </w:p>
    <w:p w14:paraId="5BA66DF8" w14:textId="1B7F08F3" w:rsidR="00E73B18" w:rsidRPr="00E73B18" w:rsidRDefault="00E73B18" w:rsidP="001F0C90">
      <w:pPr>
        <w:pStyle w:val="ListeAPuce"/>
      </w:pPr>
      <w:r>
        <w:t>Assurez-vous que votre explorateur affiche les répertoires cachés (</w:t>
      </w:r>
      <w:r w:rsidR="00BC0280">
        <w:t>sous Windows 7</w:t>
      </w:r>
      <w:r>
        <w:t xml:space="preserve">, </w:t>
      </w:r>
      <w:r w:rsidR="00BC0280">
        <w:t xml:space="preserve">il faut se rendre </w:t>
      </w:r>
      <w:r>
        <w:t>dans</w:t>
      </w:r>
      <w:r w:rsidR="00BC0280">
        <w:t xml:space="preserve"> l’explorateur Windows, appuyer </w:t>
      </w:r>
      <w:r>
        <w:t xml:space="preserve">sur la touche </w:t>
      </w:r>
      <w:r w:rsidRPr="00E73B18">
        <w:rPr>
          <w:rStyle w:val="Menu"/>
        </w:rPr>
        <w:t>ALT</w:t>
      </w:r>
      <w:r>
        <w:t xml:space="preserve">, puis </w:t>
      </w:r>
      <w:r w:rsidRPr="00E73B18">
        <w:rPr>
          <w:rStyle w:val="Menu"/>
        </w:rPr>
        <w:t>Outils&gt;Options des dossiers</w:t>
      </w:r>
      <w:r>
        <w:t xml:space="preserve">, onglet </w:t>
      </w:r>
      <w:r w:rsidRPr="00E73B18">
        <w:rPr>
          <w:rStyle w:val="Menu"/>
        </w:rPr>
        <w:t>Affichage</w:t>
      </w:r>
      <w:r>
        <w:t>, coche</w:t>
      </w:r>
      <w:r w:rsidR="00BC0280">
        <w:t>r</w:t>
      </w:r>
      <w:r>
        <w:t xml:space="preserve"> </w:t>
      </w:r>
      <w:r w:rsidRPr="00E73B18">
        <w:rPr>
          <w:rStyle w:val="Menu"/>
        </w:rPr>
        <w:t>Afficher les fichiers, dossiers et lecteurs cachés</w:t>
      </w:r>
      <w:r>
        <w:t xml:space="preserve"> et décoche</w:t>
      </w:r>
      <w:r w:rsidR="00BC0280">
        <w:t>r</w:t>
      </w:r>
      <w:r>
        <w:t xml:space="preserve"> </w:t>
      </w:r>
      <w:r w:rsidRPr="00E73B18">
        <w:rPr>
          <w:rStyle w:val="Menu"/>
        </w:rPr>
        <w:t>Masquer les extensions des fichiers dont le type est connu</w:t>
      </w:r>
      <w:r>
        <w:t>.</w:t>
      </w:r>
    </w:p>
    <w:p w14:paraId="6411006F" w14:textId="7E6E64A6" w:rsidR="00082745" w:rsidRDefault="00C65F28" w:rsidP="00B46A55">
      <w:pPr>
        <w:pStyle w:val="ListeAPuce"/>
      </w:pPr>
      <w:r>
        <w:t>Assurez-vous d’appartenir au groupe Administrateur puis c</w:t>
      </w:r>
      <w:r w:rsidR="00082745">
        <w:t>opiez le fichier</w:t>
      </w:r>
      <w:r w:rsidR="00271790">
        <w:t xml:space="preserve"> </w:t>
      </w:r>
      <w:r w:rsidR="00082745" w:rsidRPr="00271790">
        <w:rPr>
          <w:rStyle w:val="CodeDansTexte"/>
        </w:rPr>
        <w:t>SONA_API.dll</w:t>
      </w:r>
      <w:r w:rsidR="00082745">
        <w:t xml:space="preserve"> dans le répertoire où se trouve l’exécutable de Revit (</w:t>
      </w:r>
      <w:r w:rsidR="00271790" w:rsidRPr="00271790">
        <w:rPr>
          <w:rStyle w:val="Menu"/>
        </w:rPr>
        <w:t>clic droit sur raccourci&gt;Propriétés&gt;Cible</w:t>
      </w:r>
      <w:r w:rsidR="00271790">
        <w:t>)</w:t>
      </w:r>
      <w:r w:rsidR="00082745">
        <w:t xml:space="preserve">. Vous pouvez tout aussi bien </w:t>
      </w:r>
      <w:r w:rsidR="00271790">
        <w:t>le copier</w:t>
      </w:r>
      <w:r w:rsidR="00082745">
        <w:t xml:space="preserve"> sur un répertoire d’un serveur, cela vous évitera de faire les mises à jour éventuelles sur chacun de vos postes clients.</w:t>
      </w:r>
    </w:p>
    <w:p w14:paraId="63F94E58" w14:textId="5DC44A0B" w:rsidR="00082745" w:rsidRPr="001C0D67" w:rsidRDefault="00082745" w:rsidP="001C0D67">
      <w:pPr>
        <w:pStyle w:val="ListeAPuce"/>
        <w:rPr>
          <w:rStyle w:val="CodeDansTexte"/>
          <w:rFonts w:ascii="Times New Roman" w:hAnsi="Times New Roman"/>
          <w:b/>
          <w:color w:val="00B050"/>
        </w:rPr>
      </w:pPr>
      <w:r>
        <w:t xml:space="preserve">Copiez le fichier </w:t>
      </w:r>
      <w:r w:rsidRPr="00271790">
        <w:rPr>
          <w:rStyle w:val="CodeDansTexte"/>
        </w:rPr>
        <w:t>SONA.addin</w:t>
      </w:r>
      <w:r>
        <w:t xml:space="preserve"> dans le répertoire : </w:t>
      </w:r>
      <w:r w:rsidR="0090359B" w:rsidRPr="00271790">
        <w:rPr>
          <w:rStyle w:val="CodeDansTexte"/>
        </w:rPr>
        <w:t>C:\ProgramData\Autodesk\Revit\Addins\201</w:t>
      </w:r>
      <w:r w:rsidR="00B46A55" w:rsidRPr="00271790">
        <w:rPr>
          <w:rStyle w:val="CodeDansTexte"/>
        </w:rPr>
        <w:t>8</w:t>
      </w:r>
      <w:r>
        <w:t xml:space="preserve">, ouvrez le fichier avec l’éditeur Bloc-notes </w:t>
      </w:r>
      <w:r w:rsidR="00DA2695">
        <w:t xml:space="preserve">par exemple </w:t>
      </w:r>
      <w:r>
        <w:t xml:space="preserve">et modifiez la ligne </w:t>
      </w:r>
      <w:r w:rsidR="001C0D67" w:rsidRPr="001C0D67">
        <w:rPr>
          <w:b/>
          <w:color w:val="FF0000"/>
        </w:rPr>
        <w:t>&lt;A</w:t>
      </w:r>
      <w:r w:rsidR="001C0D67" w:rsidRPr="001C0D67">
        <w:rPr>
          <w:rStyle w:val="CodeDansTexte"/>
          <w:b/>
          <w:color w:val="FF0000"/>
        </w:rPr>
        <w:t>ssembly&gt;C:\Program Files\Autodesk\Revit 2018\SONA_API.dll&lt;/Assembly&gt;</w:t>
      </w:r>
      <w:r>
        <w:t xml:space="preserve">en conséquence. Par exemple si vous avez collé le fichier </w:t>
      </w:r>
      <w:r w:rsidR="00C65F28" w:rsidRPr="00E6310C">
        <w:rPr>
          <w:b/>
        </w:rPr>
        <w:t>SONA_API.dll</w:t>
      </w:r>
      <w:r>
        <w:t xml:space="preserve"> dans le répertoire </w:t>
      </w:r>
      <w:r w:rsidRPr="00271790">
        <w:rPr>
          <w:rStyle w:val="CodeDansTexte"/>
        </w:rPr>
        <w:t>C:\Program Files\Autodesk\Revit 201</w:t>
      </w:r>
      <w:r w:rsidR="00B46A55" w:rsidRPr="00271790">
        <w:rPr>
          <w:rStyle w:val="CodeDansTexte"/>
        </w:rPr>
        <w:t>8</w:t>
      </w:r>
      <w:r>
        <w:t xml:space="preserve">, la ligne devrait ressembler à cela : </w:t>
      </w:r>
      <w:r w:rsidRPr="001C0D67">
        <w:rPr>
          <w:rStyle w:val="CodeDansTexte"/>
          <w:b/>
          <w:color w:val="00B050"/>
        </w:rPr>
        <w:t>&lt;Assembly&gt;C:\P</w:t>
      </w:r>
      <w:r w:rsidR="00B46A55" w:rsidRPr="001C0D67">
        <w:rPr>
          <w:rStyle w:val="CodeDansTexte"/>
          <w:b/>
          <w:color w:val="00B050"/>
        </w:rPr>
        <w:t>rogram Files\Autodesk\Revit 2018</w:t>
      </w:r>
      <w:r w:rsidRPr="001C0D67">
        <w:rPr>
          <w:rStyle w:val="CodeDansTexte"/>
          <w:b/>
          <w:color w:val="00B050"/>
        </w:rPr>
        <w:t>\SONA_API.dll&lt;/Assembly&gt;</w:t>
      </w:r>
    </w:p>
    <w:p w14:paraId="41E77A4A" w14:textId="00E42317" w:rsidR="00E93687" w:rsidRDefault="0090359B" w:rsidP="00B46A55">
      <w:pPr>
        <w:pStyle w:val="ListeAPuce"/>
      </w:pPr>
      <w:r>
        <w:lastRenderedPageBreak/>
        <w:t>Vous</w:t>
      </w:r>
      <w:r w:rsidR="00E93687">
        <w:t xml:space="preserve"> n’avez plus qu’à lancer Revit, Une fenêtre « Sécurité – Complément non signé » s’ouvrira et vous demandera ce que vous souhaitez faire face au nouveau composa</w:t>
      </w:r>
      <w:r w:rsidR="00E6310C">
        <w:t>nt SONA_API.dll. Afin que le co</w:t>
      </w:r>
      <w:r w:rsidR="00E93687">
        <w:t xml:space="preserve">mplément fonctionne vous devrez répondre soit « Toujours charger » soit « Charger une fois ». </w:t>
      </w:r>
    </w:p>
    <w:p w14:paraId="69449903" w14:textId="684B4EB5" w:rsidR="007A06DC" w:rsidRDefault="00271790" w:rsidP="00B46A55">
      <w:pPr>
        <w:pStyle w:val="ListeAPuce"/>
      </w:pPr>
      <w:r>
        <w:t>Pour commencer o</w:t>
      </w:r>
      <w:r w:rsidR="0090359B">
        <w:t>uvrez le fichier fourni en exemple (</w:t>
      </w:r>
      <w:r w:rsidR="0090359B" w:rsidRPr="0090359B">
        <w:t>SONA_DEV.rvt</w:t>
      </w:r>
      <w:r w:rsidR="0090359B">
        <w:t>).</w:t>
      </w:r>
      <w:r w:rsidR="004C2EFA">
        <w:t xml:space="preserve"> V</w:t>
      </w:r>
      <w:bookmarkStart w:id="5" w:name="_GoBack"/>
      <w:bookmarkEnd w:id="5"/>
      <w:r w:rsidR="004C2EFA">
        <w:t xml:space="preserve">ous verrez par exemple que dans la vue </w:t>
      </w:r>
      <w:r w:rsidR="004C2EFA" w:rsidRPr="004C2EFA">
        <w:t>Niveau 1 SsProjet BatA Existant</w:t>
      </w:r>
      <w:r w:rsidR="004C2EFA">
        <w:t xml:space="preserve">, toutes les pièces ont un paramètre d’occupation commun égal à </w:t>
      </w:r>
      <w:r>
        <w:rPr>
          <w:rStyle w:val="CodeDansTexte"/>
        </w:rPr>
        <w:t>B</w:t>
      </w:r>
      <w:r w:rsidR="004C2EFA" w:rsidRPr="004C2EFA">
        <w:rPr>
          <w:rStyle w:val="CodeDansTexte"/>
        </w:rPr>
        <w:t>01</w:t>
      </w:r>
      <w:r w:rsidR="004C2EFA">
        <w:t xml:space="preserve">. Lancez la commande </w:t>
      </w:r>
      <w:r w:rsidR="00B46A55" w:rsidRPr="00B46A55">
        <w:rPr>
          <w:rStyle w:val="Menu"/>
        </w:rPr>
        <w:t>Calcule la surface totale pour un logement...</w:t>
      </w:r>
      <w:r w:rsidR="004C2EFA">
        <w:t xml:space="preserve">disponible dans l’onglet </w:t>
      </w:r>
      <w:r w:rsidR="004C2EFA" w:rsidRPr="004C2EFA">
        <w:rPr>
          <w:rStyle w:val="Menu"/>
        </w:rPr>
        <w:t>Compléments&gt;</w:t>
      </w:r>
      <w:r w:rsidR="00B46A55">
        <w:rPr>
          <w:rStyle w:val="Menu"/>
        </w:rPr>
        <w:t>SONApps</w:t>
      </w:r>
      <w:r w:rsidR="004C2EFA">
        <w:t xml:space="preserve">. La fonction va automatiquement afficher dans l’étiquette </w:t>
      </w:r>
      <w:r w:rsidR="00B46A55" w:rsidRPr="00B46A55">
        <w:rPr>
          <w:rStyle w:val="Menu"/>
        </w:rPr>
        <w:t>EP-SurfaceLogement 3mm</w:t>
      </w:r>
      <w:r w:rsidR="004C2EFA">
        <w:t xml:space="preserve">, la surface de toutes les pièces dont l’occupation est égale à </w:t>
      </w:r>
      <w:r w:rsidR="004C2EFA" w:rsidRPr="004C2EFA">
        <w:rPr>
          <w:rStyle w:val="CodeDansTexte"/>
        </w:rPr>
        <w:t>A01</w:t>
      </w:r>
      <w:r w:rsidR="004C2EFA">
        <w:t>.</w:t>
      </w:r>
    </w:p>
    <w:p w14:paraId="13E76454" w14:textId="205559E8" w:rsidR="00C65F28" w:rsidRDefault="00C65F28" w:rsidP="00C65F28">
      <w:pPr>
        <w:pStyle w:val="NoteTexte"/>
      </w:pPr>
      <w:r>
        <w:t>L’outil ne comptabilisera pas les pièces non placées et tiendra compte également des phases.</w:t>
      </w:r>
    </w:p>
    <w:p w14:paraId="258D48C2" w14:textId="75CEB036" w:rsidR="00C65F28" w:rsidRDefault="00C65F28" w:rsidP="00C65F28">
      <w:pPr>
        <w:pStyle w:val="NoteTexte"/>
      </w:pPr>
      <w:r>
        <w:t xml:space="preserve">Si vous souhaitez mettre en place cette fonction dans un nouveau fichier, nous vous conseillons d’ajouter les paramètres partagés figurant dans le fichier joint </w:t>
      </w:r>
      <w:r w:rsidRPr="00C65F28">
        <w:t>PARAMETRES PARTAGES_SONADEV.txt</w:t>
      </w:r>
    </w:p>
    <w:p w14:paraId="154AEE46" w14:textId="3D92873C" w:rsidR="00C65F28" w:rsidRPr="00C65F28" w:rsidRDefault="00C65F28" w:rsidP="00C65F28">
      <w:pPr>
        <w:pStyle w:val="NoteTexte"/>
      </w:pPr>
      <w:r>
        <w:t xml:space="preserve">De même, n’utilisez que l’étiquette nommée </w:t>
      </w:r>
      <w:r w:rsidR="00B46A55" w:rsidRPr="00B46A55">
        <w:rPr>
          <w:rStyle w:val="Menu"/>
        </w:rPr>
        <w:t>EP-SurfaceLogement 3mm</w:t>
      </w:r>
      <w:r>
        <w:rPr>
          <w:rStyle w:val="Menu"/>
        </w:rPr>
        <w:t>.rfa</w:t>
      </w:r>
    </w:p>
    <w:p w14:paraId="7F410652" w14:textId="7864CDA2" w:rsidR="00224B90" w:rsidRDefault="00224B90" w:rsidP="00224B90">
      <w:pPr>
        <w:pStyle w:val="ListeAPuce"/>
        <w:numPr>
          <w:ilvl w:val="0"/>
          <w:numId w:val="0"/>
        </w:numPr>
        <w:ind w:left="720"/>
      </w:pPr>
      <w:r>
        <w:t>Si vous avez la moindre question, n’hésitez pas à me contacter.</w:t>
      </w:r>
    </w:p>
    <w:p w14:paraId="2CEF6E3C" w14:textId="52F6DE97" w:rsidR="00224B90" w:rsidRDefault="00224B90" w:rsidP="00224B90">
      <w:pPr>
        <w:pStyle w:val="ListeAPuce"/>
        <w:numPr>
          <w:ilvl w:val="0"/>
          <w:numId w:val="0"/>
        </w:numPr>
        <w:ind w:left="720"/>
      </w:pPr>
      <w:r>
        <w:t>Merci !</w:t>
      </w:r>
    </w:p>
    <w:p w14:paraId="63C6203E" w14:textId="77777777" w:rsidR="00224B90" w:rsidRDefault="00224B90" w:rsidP="00224B90">
      <w:pPr>
        <w:pStyle w:val="ListeAPuce"/>
        <w:numPr>
          <w:ilvl w:val="0"/>
          <w:numId w:val="0"/>
        </w:numPr>
        <w:ind w:left="720"/>
      </w:pPr>
    </w:p>
    <w:p w14:paraId="43B791CE" w14:textId="7461605A" w:rsidR="00224B90" w:rsidRDefault="00224B90" w:rsidP="00224B90">
      <w:pPr>
        <w:pStyle w:val="ListeAPuce"/>
        <w:numPr>
          <w:ilvl w:val="0"/>
          <w:numId w:val="0"/>
        </w:numPr>
        <w:ind w:left="720"/>
      </w:pPr>
      <w:r>
        <w:t>Pierre NAVARRA</w:t>
      </w:r>
    </w:p>
    <w:p w14:paraId="19B7E403" w14:textId="4EF34C07" w:rsidR="00F22F8B" w:rsidRDefault="00F22F8B" w:rsidP="00224B90">
      <w:pPr>
        <w:pStyle w:val="ListeAPuce"/>
        <w:numPr>
          <w:ilvl w:val="0"/>
          <w:numId w:val="0"/>
        </w:numPr>
        <w:ind w:left="720"/>
      </w:pPr>
      <w:r>
        <w:t>Julie GUEZO</w:t>
      </w:r>
    </w:p>
    <w:p w14:paraId="5454A964" w14:textId="7F883AFA" w:rsidR="00F22F8B" w:rsidRDefault="00F22F8B" w:rsidP="00224B90">
      <w:pPr>
        <w:pStyle w:val="ListeAPuce"/>
        <w:numPr>
          <w:ilvl w:val="0"/>
          <w:numId w:val="0"/>
        </w:numPr>
        <w:ind w:left="720"/>
      </w:pPr>
      <w:r>
        <w:t>Pour Eyrolles.</w:t>
      </w:r>
      <w:bookmarkEnd w:id="1"/>
      <w:bookmarkEnd w:id="2"/>
      <w:bookmarkEnd w:id="3"/>
    </w:p>
    <w:sectPr w:rsidR="00F22F8B" w:rsidSect="00667D41">
      <w:type w:val="continuous"/>
      <w:pgSz w:w="11907" w:h="16840" w:code="9"/>
      <w:pgMar w:top="1418" w:right="1418" w:bottom="1418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C55E2" w14:textId="77777777" w:rsidR="00995FBD" w:rsidRDefault="00995FBD">
      <w:pPr>
        <w:spacing w:before="0" w:after="0"/>
      </w:pPr>
      <w:r>
        <w:separator/>
      </w:r>
    </w:p>
  </w:endnote>
  <w:endnote w:type="continuationSeparator" w:id="0">
    <w:p w14:paraId="020A70FC" w14:textId="77777777" w:rsidR="00995FBD" w:rsidRDefault="00995F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EAA70" w14:textId="77777777" w:rsidR="00995FBD" w:rsidRDefault="00995FBD">
      <w:pPr>
        <w:spacing w:before="0" w:after="0"/>
      </w:pPr>
      <w:r>
        <w:separator/>
      </w:r>
    </w:p>
  </w:footnote>
  <w:footnote w:type="continuationSeparator" w:id="0">
    <w:p w14:paraId="600A9683" w14:textId="77777777" w:rsidR="00995FBD" w:rsidRDefault="00995FB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96477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46A7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D2E6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A2C4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D8D0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FED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D2BD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485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A0F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81B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15145"/>
    <w:multiLevelType w:val="hybridMultilevel"/>
    <w:tmpl w:val="3E606A1E"/>
    <w:lvl w:ilvl="0" w:tplc="DBB08D18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1" w15:restartNumberingAfterBreak="0">
    <w:nsid w:val="07DC2E5F"/>
    <w:multiLevelType w:val="hybridMultilevel"/>
    <w:tmpl w:val="67B89A6E"/>
    <w:lvl w:ilvl="0" w:tplc="4F3E628E">
      <w:start w:val="1"/>
      <w:numFmt w:val="bullet"/>
      <w:pStyle w:val="ListeNiveau2"/>
      <w:lvlText w:val=""/>
      <w:lvlJc w:val="left"/>
      <w:pPr>
        <w:tabs>
          <w:tab w:val="num" w:pos="2948"/>
        </w:tabs>
        <w:ind w:left="2948" w:hanging="510"/>
      </w:pPr>
      <w:rPr>
        <w:rFonts w:ascii="Symbol" w:hAnsi="Symbol" w:hint="default"/>
        <w:sz w:val="20"/>
      </w:rPr>
    </w:lvl>
    <w:lvl w:ilvl="1" w:tplc="6D18A2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0B4EC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4A2A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677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6E7F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DEA6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F8F6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38C9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625008"/>
    <w:multiLevelType w:val="hybridMultilevel"/>
    <w:tmpl w:val="3302414A"/>
    <w:lvl w:ilvl="0" w:tplc="9A10E670">
      <w:start w:val="1"/>
      <w:numFmt w:val="bullet"/>
      <w:pStyle w:val="ListeAPu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DF59D6"/>
    <w:multiLevelType w:val="hybridMultilevel"/>
    <w:tmpl w:val="65444D02"/>
    <w:lvl w:ilvl="0" w:tplc="040C000F">
      <w:start w:val="1"/>
      <w:numFmt w:val="decimal"/>
      <w:lvlText w:val="%1."/>
      <w:lvlJc w:val="left"/>
      <w:pPr>
        <w:ind w:left="2705" w:hanging="360"/>
      </w:pPr>
    </w:lvl>
    <w:lvl w:ilvl="1" w:tplc="040C0019" w:tentative="1">
      <w:start w:val="1"/>
      <w:numFmt w:val="lowerLetter"/>
      <w:lvlText w:val="%2."/>
      <w:lvlJc w:val="left"/>
      <w:pPr>
        <w:ind w:left="3425" w:hanging="360"/>
      </w:pPr>
    </w:lvl>
    <w:lvl w:ilvl="2" w:tplc="040C001B" w:tentative="1">
      <w:start w:val="1"/>
      <w:numFmt w:val="lowerRoman"/>
      <w:lvlText w:val="%3."/>
      <w:lvlJc w:val="right"/>
      <w:pPr>
        <w:ind w:left="4145" w:hanging="180"/>
      </w:pPr>
    </w:lvl>
    <w:lvl w:ilvl="3" w:tplc="040C000F" w:tentative="1">
      <w:start w:val="1"/>
      <w:numFmt w:val="decimal"/>
      <w:lvlText w:val="%4."/>
      <w:lvlJc w:val="left"/>
      <w:pPr>
        <w:ind w:left="4865" w:hanging="360"/>
      </w:pPr>
    </w:lvl>
    <w:lvl w:ilvl="4" w:tplc="040C0019" w:tentative="1">
      <w:start w:val="1"/>
      <w:numFmt w:val="lowerLetter"/>
      <w:lvlText w:val="%5."/>
      <w:lvlJc w:val="left"/>
      <w:pPr>
        <w:ind w:left="5585" w:hanging="360"/>
      </w:pPr>
    </w:lvl>
    <w:lvl w:ilvl="5" w:tplc="040C001B" w:tentative="1">
      <w:start w:val="1"/>
      <w:numFmt w:val="lowerRoman"/>
      <w:lvlText w:val="%6."/>
      <w:lvlJc w:val="right"/>
      <w:pPr>
        <w:ind w:left="6305" w:hanging="180"/>
      </w:pPr>
    </w:lvl>
    <w:lvl w:ilvl="6" w:tplc="040C000F" w:tentative="1">
      <w:start w:val="1"/>
      <w:numFmt w:val="decimal"/>
      <w:lvlText w:val="%7."/>
      <w:lvlJc w:val="left"/>
      <w:pPr>
        <w:ind w:left="7025" w:hanging="360"/>
      </w:pPr>
    </w:lvl>
    <w:lvl w:ilvl="7" w:tplc="040C0019" w:tentative="1">
      <w:start w:val="1"/>
      <w:numFmt w:val="lowerLetter"/>
      <w:lvlText w:val="%8."/>
      <w:lvlJc w:val="left"/>
      <w:pPr>
        <w:ind w:left="7745" w:hanging="360"/>
      </w:pPr>
    </w:lvl>
    <w:lvl w:ilvl="8" w:tplc="040C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4" w15:restartNumberingAfterBreak="0">
    <w:nsid w:val="0ECF5202"/>
    <w:multiLevelType w:val="hybridMultilevel"/>
    <w:tmpl w:val="B05C5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D46C33"/>
    <w:multiLevelType w:val="hybridMultilevel"/>
    <w:tmpl w:val="79FAE1C6"/>
    <w:lvl w:ilvl="0" w:tplc="1674C58C">
      <w:start w:val="1"/>
      <w:numFmt w:val="decimal"/>
      <w:lvlText w:val="%1."/>
      <w:lvlJc w:val="left"/>
      <w:pPr>
        <w:tabs>
          <w:tab w:val="num" w:pos="2390"/>
        </w:tabs>
        <w:ind w:left="2390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16" w15:restartNumberingAfterBreak="0">
    <w:nsid w:val="110D4751"/>
    <w:multiLevelType w:val="hybridMultilevel"/>
    <w:tmpl w:val="83C48E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7D01EC"/>
    <w:multiLevelType w:val="multilevel"/>
    <w:tmpl w:val="C2B8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A11904"/>
    <w:multiLevelType w:val="hybridMultilevel"/>
    <w:tmpl w:val="BAD622FC"/>
    <w:lvl w:ilvl="0" w:tplc="D1E8575A">
      <w:start w:val="1"/>
      <w:numFmt w:val="bullet"/>
      <w:pStyle w:val="EncadreListeAPu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E0B93"/>
    <w:multiLevelType w:val="hybridMultilevel"/>
    <w:tmpl w:val="3E5E0054"/>
    <w:lvl w:ilvl="0" w:tplc="C1DA6558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65" w:hanging="360"/>
      </w:pPr>
    </w:lvl>
    <w:lvl w:ilvl="2" w:tplc="040C001B" w:tentative="1">
      <w:start w:val="1"/>
      <w:numFmt w:val="lowerRoman"/>
      <w:lvlText w:val="%3."/>
      <w:lvlJc w:val="right"/>
      <w:pPr>
        <w:ind w:left="3785" w:hanging="180"/>
      </w:pPr>
    </w:lvl>
    <w:lvl w:ilvl="3" w:tplc="040C000F" w:tentative="1">
      <w:start w:val="1"/>
      <w:numFmt w:val="decimal"/>
      <w:lvlText w:val="%4."/>
      <w:lvlJc w:val="left"/>
      <w:pPr>
        <w:ind w:left="4505" w:hanging="360"/>
      </w:pPr>
    </w:lvl>
    <w:lvl w:ilvl="4" w:tplc="040C0019" w:tentative="1">
      <w:start w:val="1"/>
      <w:numFmt w:val="lowerLetter"/>
      <w:lvlText w:val="%5."/>
      <w:lvlJc w:val="left"/>
      <w:pPr>
        <w:ind w:left="5225" w:hanging="360"/>
      </w:pPr>
    </w:lvl>
    <w:lvl w:ilvl="5" w:tplc="040C001B" w:tentative="1">
      <w:start w:val="1"/>
      <w:numFmt w:val="lowerRoman"/>
      <w:lvlText w:val="%6."/>
      <w:lvlJc w:val="right"/>
      <w:pPr>
        <w:ind w:left="5945" w:hanging="180"/>
      </w:pPr>
    </w:lvl>
    <w:lvl w:ilvl="6" w:tplc="040C000F" w:tentative="1">
      <w:start w:val="1"/>
      <w:numFmt w:val="decimal"/>
      <w:lvlText w:val="%7."/>
      <w:lvlJc w:val="left"/>
      <w:pPr>
        <w:ind w:left="6665" w:hanging="360"/>
      </w:pPr>
    </w:lvl>
    <w:lvl w:ilvl="7" w:tplc="040C0019" w:tentative="1">
      <w:start w:val="1"/>
      <w:numFmt w:val="lowerLetter"/>
      <w:lvlText w:val="%8."/>
      <w:lvlJc w:val="left"/>
      <w:pPr>
        <w:ind w:left="7385" w:hanging="360"/>
      </w:pPr>
    </w:lvl>
    <w:lvl w:ilvl="8" w:tplc="040C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46AB5718"/>
    <w:multiLevelType w:val="hybridMultilevel"/>
    <w:tmpl w:val="B0A8989E"/>
    <w:lvl w:ilvl="0" w:tplc="79D69BD6">
      <w:start w:val="1"/>
      <w:numFmt w:val="bullet"/>
      <w:pStyle w:val="PartieSommaire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1" w15:restartNumberingAfterBreak="0">
    <w:nsid w:val="4FD0257C"/>
    <w:multiLevelType w:val="hybridMultilevel"/>
    <w:tmpl w:val="8F10D0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9719D"/>
    <w:multiLevelType w:val="hybridMultilevel"/>
    <w:tmpl w:val="6166F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E3478"/>
    <w:multiLevelType w:val="singleLevel"/>
    <w:tmpl w:val="27CC4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3"/>
  </w:num>
  <w:num w:numId="3">
    <w:abstractNumId w:val="20"/>
  </w:num>
  <w:num w:numId="4">
    <w:abstractNumId w:val="1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0"/>
  </w:num>
  <w:num w:numId="16">
    <w:abstractNumId w:val="22"/>
  </w:num>
  <w:num w:numId="17">
    <w:abstractNumId w:val="13"/>
  </w:num>
  <w:num w:numId="18">
    <w:abstractNumId w:val="12"/>
  </w:num>
  <w:num w:numId="19">
    <w:abstractNumId w:val="18"/>
  </w:num>
  <w:num w:numId="20">
    <w:abstractNumId w:val="12"/>
  </w:num>
  <w:num w:numId="21">
    <w:abstractNumId w:val="10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6"/>
  </w:num>
  <w:num w:numId="28">
    <w:abstractNumId w:val="21"/>
  </w:num>
  <w:num w:numId="29">
    <w:abstractNumId w:val="14"/>
  </w:num>
  <w:num w:numId="30">
    <w:abstractNumId w:val="12"/>
  </w:num>
  <w:num w:numId="31">
    <w:abstractNumId w:val="11"/>
  </w:num>
  <w:num w:numId="32">
    <w:abstractNumId w:val="11"/>
  </w:num>
  <w:num w:numId="33">
    <w:abstractNumId w:val="12"/>
  </w:num>
  <w:num w:numId="34">
    <w:abstractNumId w:val="12"/>
  </w:num>
  <w:num w:numId="35">
    <w:abstractNumId w:val="12"/>
  </w:num>
  <w:num w:numId="36">
    <w:abstractNumId w:val="19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97"/>
  <w:consecutiveHyphenLimit w:val="2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2A6"/>
    <w:rsid w:val="00000401"/>
    <w:rsid w:val="000004AB"/>
    <w:rsid w:val="000023EB"/>
    <w:rsid w:val="00005C71"/>
    <w:rsid w:val="00006486"/>
    <w:rsid w:val="00007302"/>
    <w:rsid w:val="00007FF1"/>
    <w:rsid w:val="00010689"/>
    <w:rsid w:val="000108CE"/>
    <w:rsid w:val="00011A01"/>
    <w:rsid w:val="00011F27"/>
    <w:rsid w:val="000125D0"/>
    <w:rsid w:val="000133BD"/>
    <w:rsid w:val="000134A2"/>
    <w:rsid w:val="0001409C"/>
    <w:rsid w:val="000145C4"/>
    <w:rsid w:val="00014E74"/>
    <w:rsid w:val="00014E9F"/>
    <w:rsid w:val="00016821"/>
    <w:rsid w:val="0001682C"/>
    <w:rsid w:val="000172E0"/>
    <w:rsid w:val="00017CDC"/>
    <w:rsid w:val="000207D6"/>
    <w:rsid w:val="00021217"/>
    <w:rsid w:val="000217BE"/>
    <w:rsid w:val="000228C8"/>
    <w:rsid w:val="0002291B"/>
    <w:rsid w:val="00022ACE"/>
    <w:rsid w:val="00022BC1"/>
    <w:rsid w:val="000233A2"/>
    <w:rsid w:val="000234FA"/>
    <w:rsid w:val="00023A65"/>
    <w:rsid w:val="000255E0"/>
    <w:rsid w:val="0002572D"/>
    <w:rsid w:val="00026369"/>
    <w:rsid w:val="00026E96"/>
    <w:rsid w:val="0002755F"/>
    <w:rsid w:val="00027C26"/>
    <w:rsid w:val="000307FF"/>
    <w:rsid w:val="0003096D"/>
    <w:rsid w:val="00030F88"/>
    <w:rsid w:val="00031A36"/>
    <w:rsid w:val="000321CE"/>
    <w:rsid w:val="000325FF"/>
    <w:rsid w:val="00032736"/>
    <w:rsid w:val="00032BF8"/>
    <w:rsid w:val="00032FF8"/>
    <w:rsid w:val="00033926"/>
    <w:rsid w:val="00033F28"/>
    <w:rsid w:val="00034404"/>
    <w:rsid w:val="000361C6"/>
    <w:rsid w:val="00036514"/>
    <w:rsid w:val="00040594"/>
    <w:rsid w:val="00042972"/>
    <w:rsid w:val="000434EF"/>
    <w:rsid w:val="00043BBC"/>
    <w:rsid w:val="00043C0F"/>
    <w:rsid w:val="000444A0"/>
    <w:rsid w:val="000449B4"/>
    <w:rsid w:val="00044AE3"/>
    <w:rsid w:val="00044B7E"/>
    <w:rsid w:val="00044C20"/>
    <w:rsid w:val="00045231"/>
    <w:rsid w:val="000457D8"/>
    <w:rsid w:val="00047042"/>
    <w:rsid w:val="00047EA1"/>
    <w:rsid w:val="00051075"/>
    <w:rsid w:val="000513D0"/>
    <w:rsid w:val="00052989"/>
    <w:rsid w:val="00053535"/>
    <w:rsid w:val="000569B6"/>
    <w:rsid w:val="000578D5"/>
    <w:rsid w:val="000600F4"/>
    <w:rsid w:val="0006134F"/>
    <w:rsid w:val="00061D36"/>
    <w:rsid w:val="00063DD9"/>
    <w:rsid w:val="00064D2B"/>
    <w:rsid w:val="000666F8"/>
    <w:rsid w:val="0007105E"/>
    <w:rsid w:val="000714F8"/>
    <w:rsid w:val="00071540"/>
    <w:rsid w:val="00071A51"/>
    <w:rsid w:val="00072104"/>
    <w:rsid w:val="000749AF"/>
    <w:rsid w:val="00074C1D"/>
    <w:rsid w:val="00074D9D"/>
    <w:rsid w:val="00075E01"/>
    <w:rsid w:val="00076992"/>
    <w:rsid w:val="000773C2"/>
    <w:rsid w:val="000816FF"/>
    <w:rsid w:val="00082745"/>
    <w:rsid w:val="00082A3F"/>
    <w:rsid w:val="000832AB"/>
    <w:rsid w:val="000834F6"/>
    <w:rsid w:val="000845AD"/>
    <w:rsid w:val="000846DE"/>
    <w:rsid w:val="000851AD"/>
    <w:rsid w:val="00085D5C"/>
    <w:rsid w:val="000866CB"/>
    <w:rsid w:val="000868E4"/>
    <w:rsid w:val="00087E4E"/>
    <w:rsid w:val="00087FB8"/>
    <w:rsid w:val="00090059"/>
    <w:rsid w:val="000902D3"/>
    <w:rsid w:val="00091C56"/>
    <w:rsid w:val="0009223C"/>
    <w:rsid w:val="00093D75"/>
    <w:rsid w:val="00094F4F"/>
    <w:rsid w:val="00095028"/>
    <w:rsid w:val="00095E3F"/>
    <w:rsid w:val="00095F6A"/>
    <w:rsid w:val="00096A49"/>
    <w:rsid w:val="00097666"/>
    <w:rsid w:val="000A0CB8"/>
    <w:rsid w:val="000A1C3D"/>
    <w:rsid w:val="000A1E07"/>
    <w:rsid w:val="000A233B"/>
    <w:rsid w:val="000A2DF1"/>
    <w:rsid w:val="000A3579"/>
    <w:rsid w:val="000A380E"/>
    <w:rsid w:val="000A390C"/>
    <w:rsid w:val="000A3986"/>
    <w:rsid w:val="000A3DD1"/>
    <w:rsid w:val="000A57C6"/>
    <w:rsid w:val="000A6728"/>
    <w:rsid w:val="000A7C49"/>
    <w:rsid w:val="000B0044"/>
    <w:rsid w:val="000B051E"/>
    <w:rsid w:val="000B17AD"/>
    <w:rsid w:val="000B2049"/>
    <w:rsid w:val="000B20BE"/>
    <w:rsid w:val="000B4681"/>
    <w:rsid w:val="000B4708"/>
    <w:rsid w:val="000B6A04"/>
    <w:rsid w:val="000B6FF2"/>
    <w:rsid w:val="000B7C6F"/>
    <w:rsid w:val="000C0B77"/>
    <w:rsid w:val="000C1503"/>
    <w:rsid w:val="000C1960"/>
    <w:rsid w:val="000C2E6B"/>
    <w:rsid w:val="000C3488"/>
    <w:rsid w:val="000C34BC"/>
    <w:rsid w:val="000C37EA"/>
    <w:rsid w:val="000C5591"/>
    <w:rsid w:val="000C589E"/>
    <w:rsid w:val="000C59A8"/>
    <w:rsid w:val="000C687F"/>
    <w:rsid w:val="000C7046"/>
    <w:rsid w:val="000C7C91"/>
    <w:rsid w:val="000D025F"/>
    <w:rsid w:val="000D03C9"/>
    <w:rsid w:val="000D12CF"/>
    <w:rsid w:val="000D316E"/>
    <w:rsid w:val="000D331C"/>
    <w:rsid w:val="000D44DE"/>
    <w:rsid w:val="000D4793"/>
    <w:rsid w:val="000D5F12"/>
    <w:rsid w:val="000D69B7"/>
    <w:rsid w:val="000E1CFE"/>
    <w:rsid w:val="000E201F"/>
    <w:rsid w:val="000E2333"/>
    <w:rsid w:val="000E324A"/>
    <w:rsid w:val="000E4236"/>
    <w:rsid w:val="000E534D"/>
    <w:rsid w:val="000F1413"/>
    <w:rsid w:val="000F1DA5"/>
    <w:rsid w:val="000F25AD"/>
    <w:rsid w:val="000F3895"/>
    <w:rsid w:val="000F4CF2"/>
    <w:rsid w:val="000F561A"/>
    <w:rsid w:val="000F5C9F"/>
    <w:rsid w:val="000F61F1"/>
    <w:rsid w:val="000F71F2"/>
    <w:rsid w:val="001001DD"/>
    <w:rsid w:val="00100565"/>
    <w:rsid w:val="00100BEF"/>
    <w:rsid w:val="00100BFB"/>
    <w:rsid w:val="001017F6"/>
    <w:rsid w:val="00101FF4"/>
    <w:rsid w:val="001020EA"/>
    <w:rsid w:val="0010306A"/>
    <w:rsid w:val="00104206"/>
    <w:rsid w:val="0010613D"/>
    <w:rsid w:val="0010648E"/>
    <w:rsid w:val="00106A5F"/>
    <w:rsid w:val="00106EF3"/>
    <w:rsid w:val="00111C2A"/>
    <w:rsid w:val="00111F63"/>
    <w:rsid w:val="00112309"/>
    <w:rsid w:val="001146F7"/>
    <w:rsid w:val="001147B3"/>
    <w:rsid w:val="00116439"/>
    <w:rsid w:val="0011753B"/>
    <w:rsid w:val="001209A9"/>
    <w:rsid w:val="0012135D"/>
    <w:rsid w:val="0012165E"/>
    <w:rsid w:val="00121815"/>
    <w:rsid w:val="00121F76"/>
    <w:rsid w:val="0012256B"/>
    <w:rsid w:val="00122C04"/>
    <w:rsid w:val="00122D0F"/>
    <w:rsid w:val="001236CB"/>
    <w:rsid w:val="001238EB"/>
    <w:rsid w:val="001240A5"/>
    <w:rsid w:val="0012496E"/>
    <w:rsid w:val="0012497C"/>
    <w:rsid w:val="0012566B"/>
    <w:rsid w:val="00126A0C"/>
    <w:rsid w:val="00127A2E"/>
    <w:rsid w:val="00127E9E"/>
    <w:rsid w:val="00130B38"/>
    <w:rsid w:val="00130E50"/>
    <w:rsid w:val="00132316"/>
    <w:rsid w:val="00132DD0"/>
    <w:rsid w:val="0013305E"/>
    <w:rsid w:val="0013323C"/>
    <w:rsid w:val="00134194"/>
    <w:rsid w:val="001345D4"/>
    <w:rsid w:val="0013460C"/>
    <w:rsid w:val="00134B78"/>
    <w:rsid w:val="001366BD"/>
    <w:rsid w:val="00136CE3"/>
    <w:rsid w:val="00137A55"/>
    <w:rsid w:val="00137DBC"/>
    <w:rsid w:val="001405E8"/>
    <w:rsid w:val="00141CAE"/>
    <w:rsid w:val="001420BD"/>
    <w:rsid w:val="0014253C"/>
    <w:rsid w:val="001427FD"/>
    <w:rsid w:val="00143C68"/>
    <w:rsid w:val="00144078"/>
    <w:rsid w:val="001454D3"/>
    <w:rsid w:val="001478B5"/>
    <w:rsid w:val="00150F44"/>
    <w:rsid w:val="001516F9"/>
    <w:rsid w:val="0015209F"/>
    <w:rsid w:val="00153256"/>
    <w:rsid w:val="001542FD"/>
    <w:rsid w:val="00154FF6"/>
    <w:rsid w:val="00156684"/>
    <w:rsid w:val="001569A8"/>
    <w:rsid w:val="00156B76"/>
    <w:rsid w:val="0016081D"/>
    <w:rsid w:val="00161F0C"/>
    <w:rsid w:val="001630D3"/>
    <w:rsid w:val="00164EF8"/>
    <w:rsid w:val="00166E7D"/>
    <w:rsid w:val="00167337"/>
    <w:rsid w:val="0016747C"/>
    <w:rsid w:val="00167B76"/>
    <w:rsid w:val="001700A0"/>
    <w:rsid w:val="0017025B"/>
    <w:rsid w:val="00170611"/>
    <w:rsid w:val="001731EC"/>
    <w:rsid w:val="00174B0E"/>
    <w:rsid w:val="0017545A"/>
    <w:rsid w:val="00176BD2"/>
    <w:rsid w:val="0017724A"/>
    <w:rsid w:val="0018111C"/>
    <w:rsid w:val="001817DF"/>
    <w:rsid w:val="0018223D"/>
    <w:rsid w:val="001823C2"/>
    <w:rsid w:val="00182639"/>
    <w:rsid w:val="0018264D"/>
    <w:rsid w:val="0018301A"/>
    <w:rsid w:val="001832FB"/>
    <w:rsid w:val="00183A22"/>
    <w:rsid w:val="00184268"/>
    <w:rsid w:val="0018469F"/>
    <w:rsid w:val="00184B3B"/>
    <w:rsid w:val="0018542D"/>
    <w:rsid w:val="00185788"/>
    <w:rsid w:val="00185A69"/>
    <w:rsid w:val="001860DE"/>
    <w:rsid w:val="00187AB9"/>
    <w:rsid w:val="00187D7A"/>
    <w:rsid w:val="00192040"/>
    <w:rsid w:val="00194C12"/>
    <w:rsid w:val="001955CB"/>
    <w:rsid w:val="00195C00"/>
    <w:rsid w:val="00196BE9"/>
    <w:rsid w:val="001971F1"/>
    <w:rsid w:val="00197BB1"/>
    <w:rsid w:val="00197F1F"/>
    <w:rsid w:val="001A0632"/>
    <w:rsid w:val="001A0659"/>
    <w:rsid w:val="001A0D3C"/>
    <w:rsid w:val="001A1ED5"/>
    <w:rsid w:val="001A2130"/>
    <w:rsid w:val="001A277B"/>
    <w:rsid w:val="001A5198"/>
    <w:rsid w:val="001A5969"/>
    <w:rsid w:val="001A72ED"/>
    <w:rsid w:val="001B060F"/>
    <w:rsid w:val="001B109D"/>
    <w:rsid w:val="001B138E"/>
    <w:rsid w:val="001B14F2"/>
    <w:rsid w:val="001B2C97"/>
    <w:rsid w:val="001B364B"/>
    <w:rsid w:val="001B43C7"/>
    <w:rsid w:val="001B53F5"/>
    <w:rsid w:val="001B53F6"/>
    <w:rsid w:val="001B6273"/>
    <w:rsid w:val="001B66D4"/>
    <w:rsid w:val="001B6F94"/>
    <w:rsid w:val="001C0413"/>
    <w:rsid w:val="001C0770"/>
    <w:rsid w:val="001C0D67"/>
    <w:rsid w:val="001C1237"/>
    <w:rsid w:val="001C18C5"/>
    <w:rsid w:val="001C21AB"/>
    <w:rsid w:val="001C2C46"/>
    <w:rsid w:val="001C3E66"/>
    <w:rsid w:val="001C4C43"/>
    <w:rsid w:val="001C5F3D"/>
    <w:rsid w:val="001C5F76"/>
    <w:rsid w:val="001C6550"/>
    <w:rsid w:val="001C72A2"/>
    <w:rsid w:val="001C76C0"/>
    <w:rsid w:val="001C78A8"/>
    <w:rsid w:val="001D011A"/>
    <w:rsid w:val="001D14EF"/>
    <w:rsid w:val="001D15A6"/>
    <w:rsid w:val="001D23F0"/>
    <w:rsid w:val="001D2BBC"/>
    <w:rsid w:val="001D3306"/>
    <w:rsid w:val="001D38A2"/>
    <w:rsid w:val="001D4BC1"/>
    <w:rsid w:val="001D4CBA"/>
    <w:rsid w:val="001D4FD4"/>
    <w:rsid w:val="001D654E"/>
    <w:rsid w:val="001E02EF"/>
    <w:rsid w:val="001E23FF"/>
    <w:rsid w:val="001E28DE"/>
    <w:rsid w:val="001E2EC8"/>
    <w:rsid w:val="001E355A"/>
    <w:rsid w:val="001E3721"/>
    <w:rsid w:val="001E372F"/>
    <w:rsid w:val="001E3C55"/>
    <w:rsid w:val="001E43A3"/>
    <w:rsid w:val="001E4F70"/>
    <w:rsid w:val="001E538A"/>
    <w:rsid w:val="001E5BA1"/>
    <w:rsid w:val="001E6191"/>
    <w:rsid w:val="001E7085"/>
    <w:rsid w:val="001E74E8"/>
    <w:rsid w:val="001F1593"/>
    <w:rsid w:val="001F15CB"/>
    <w:rsid w:val="001F189C"/>
    <w:rsid w:val="001F18AE"/>
    <w:rsid w:val="001F18CE"/>
    <w:rsid w:val="001F1AD6"/>
    <w:rsid w:val="001F237F"/>
    <w:rsid w:val="001F3378"/>
    <w:rsid w:val="001F38B6"/>
    <w:rsid w:val="001F4992"/>
    <w:rsid w:val="001F5A58"/>
    <w:rsid w:val="001F5B7C"/>
    <w:rsid w:val="00200A11"/>
    <w:rsid w:val="00201282"/>
    <w:rsid w:val="002019DA"/>
    <w:rsid w:val="00204615"/>
    <w:rsid w:val="00205014"/>
    <w:rsid w:val="00205644"/>
    <w:rsid w:val="002060B7"/>
    <w:rsid w:val="0020652D"/>
    <w:rsid w:val="00210636"/>
    <w:rsid w:val="00211011"/>
    <w:rsid w:val="00212FBB"/>
    <w:rsid w:val="00215492"/>
    <w:rsid w:val="00215C06"/>
    <w:rsid w:val="002166C5"/>
    <w:rsid w:val="002170B4"/>
    <w:rsid w:val="00220E9B"/>
    <w:rsid w:val="00221E48"/>
    <w:rsid w:val="00222361"/>
    <w:rsid w:val="00222474"/>
    <w:rsid w:val="002239A7"/>
    <w:rsid w:val="00223C3C"/>
    <w:rsid w:val="00223E22"/>
    <w:rsid w:val="0022429C"/>
    <w:rsid w:val="00224B90"/>
    <w:rsid w:val="00225982"/>
    <w:rsid w:val="00225A33"/>
    <w:rsid w:val="00226936"/>
    <w:rsid w:val="00226D61"/>
    <w:rsid w:val="002303B8"/>
    <w:rsid w:val="00231229"/>
    <w:rsid w:val="002318FC"/>
    <w:rsid w:val="002319B1"/>
    <w:rsid w:val="00231ED6"/>
    <w:rsid w:val="002329DD"/>
    <w:rsid w:val="00232F74"/>
    <w:rsid w:val="002330B2"/>
    <w:rsid w:val="0023425F"/>
    <w:rsid w:val="00234A9C"/>
    <w:rsid w:val="00235278"/>
    <w:rsid w:val="00237BFF"/>
    <w:rsid w:val="00237C64"/>
    <w:rsid w:val="00240B25"/>
    <w:rsid w:val="0024192C"/>
    <w:rsid w:val="00241F31"/>
    <w:rsid w:val="00242213"/>
    <w:rsid w:val="0024291D"/>
    <w:rsid w:val="002432DD"/>
    <w:rsid w:val="002432E5"/>
    <w:rsid w:val="002456AF"/>
    <w:rsid w:val="00246761"/>
    <w:rsid w:val="00250132"/>
    <w:rsid w:val="00252505"/>
    <w:rsid w:val="0025360E"/>
    <w:rsid w:val="00254C4B"/>
    <w:rsid w:val="00254F06"/>
    <w:rsid w:val="0025513F"/>
    <w:rsid w:val="00256B2D"/>
    <w:rsid w:val="00256F37"/>
    <w:rsid w:val="0025747E"/>
    <w:rsid w:val="00257938"/>
    <w:rsid w:val="0026141B"/>
    <w:rsid w:val="00262301"/>
    <w:rsid w:val="00263B0B"/>
    <w:rsid w:val="00263E69"/>
    <w:rsid w:val="00265129"/>
    <w:rsid w:val="002655F2"/>
    <w:rsid w:val="00265D7C"/>
    <w:rsid w:val="00266425"/>
    <w:rsid w:val="00267383"/>
    <w:rsid w:val="00271790"/>
    <w:rsid w:val="00272A6D"/>
    <w:rsid w:val="00272D46"/>
    <w:rsid w:val="00274615"/>
    <w:rsid w:val="00274850"/>
    <w:rsid w:val="00274D40"/>
    <w:rsid w:val="0027530B"/>
    <w:rsid w:val="00276603"/>
    <w:rsid w:val="0027695C"/>
    <w:rsid w:val="00277438"/>
    <w:rsid w:val="002806F1"/>
    <w:rsid w:val="00281748"/>
    <w:rsid w:val="00281FFE"/>
    <w:rsid w:val="0028472B"/>
    <w:rsid w:val="0029101E"/>
    <w:rsid w:val="002910B4"/>
    <w:rsid w:val="00293D0B"/>
    <w:rsid w:val="002958F6"/>
    <w:rsid w:val="00295A32"/>
    <w:rsid w:val="00296517"/>
    <w:rsid w:val="002965C8"/>
    <w:rsid w:val="00297783"/>
    <w:rsid w:val="00297CF0"/>
    <w:rsid w:val="002A06C1"/>
    <w:rsid w:val="002A1611"/>
    <w:rsid w:val="002A1EC7"/>
    <w:rsid w:val="002A1F8C"/>
    <w:rsid w:val="002A375D"/>
    <w:rsid w:val="002A43C3"/>
    <w:rsid w:val="002A486F"/>
    <w:rsid w:val="002A4A2C"/>
    <w:rsid w:val="002A4AA3"/>
    <w:rsid w:val="002A56A6"/>
    <w:rsid w:val="002A620A"/>
    <w:rsid w:val="002A65E9"/>
    <w:rsid w:val="002A6A05"/>
    <w:rsid w:val="002A713F"/>
    <w:rsid w:val="002A71A9"/>
    <w:rsid w:val="002A7352"/>
    <w:rsid w:val="002B0678"/>
    <w:rsid w:val="002B0B15"/>
    <w:rsid w:val="002B1895"/>
    <w:rsid w:val="002B1AB1"/>
    <w:rsid w:val="002B1D4D"/>
    <w:rsid w:val="002B21EA"/>
    <w:rsid w:val="002B3C4B"/>
    <w:rsid w:val="002B4E00"/>
    <w:rsid w:val="002B507C"/>
    <w:rsid w:val="002B62CE"/>
    <w:rsid w:val="002B7694"/>
    <w:rsid w:val="002B7F95"/>
    <w:rsid w:val="002C0A29"/>
    <w:rsid w:val="002C0A85"/>
    <w:rsid w:val="002C173B"/>
    <w:rsid w:val="002C20CD"/>
    <w:rsid w:val="002C2812"/>
    <w:rsid w:val="002C3375"/>
    <w:rsid w:val="002C353E"/>
    <w:rsid w:val="002C3B06"/>
    <w:rsid w:val="002C46DB"/>
    <w:rsid w:val="002C4B49"/>
    <w:rsid w:val="002C4C36"/>
    <w:rsid w:val="002C4D04"/>
    <w:rsid w:val="002C4D11"/>
    <w:rsid w:val="002C67FA"/>
    <w:rsid w:val="002D01C1"/>
    <w:rsid w:val="002D1EB6"/>
    <w:rsid w:val="002D2C97"/>
    <w:rsid w:val="002D2E95"/>
    <w:rsid w:val="002D3CAB"/>
    <w:rsid w:val="002D4275"/>
    <w:rsid w:val="002D4C9A"/>
    <w:rsid w:val="002D5C0D"/>
    <w:rsid w:val="002D6019"/>
    <w:rsid w:val="002D66B2"/>
    <w:rsid w:val="002D7296"/>
    <w:rsid w:val="002D75F0"/>
    <w:rsid w:val="002D787F"/>
    <w:rsid w:val="002E09A9"/>
    <w:rsid w:val="002E0B35"/>
    <w:rsid w:val="002E0C9F"/>
    <w:rsid w:val="002E190C"/>
    <w:rsid w:val="002E1E4E"/>
    <w:rsid w:val="002E2458"/>
    <w:rsid w:val="002E2F87"/>
    <w:rsid w:val="002E3659"/>
    <w:rsid w:val="002E3B94"/>
    <w:rsid w:val="002E423C"/>
    <w:rsid w:val="002E4714"/>
    <w:rsid w:val="002E5277"/>
    <w:rsid w:val="002E5D64"/>
    <w:rsid w:val="002E702A"/>
    <w:rsid w:val="002E77B3"/>
    <w:rsid w:val="002E7AC2"/>
    <w:rsid w:val="002E7C28"/>
    <w:rsid w:val="002E7FD8"/>
    <w:rsid w:val="002F04EA"/>
    <w:rsid w:val="002F0D1E"/>
    <w:rsid w:val="002F0F89"/>
    <w:rsid w:val="002F1C2D"/>
    <w:rsid w:val="002F1CDD"/>
    <w:rsid w:val="002F26A3"/>
    <w:rsid w:val="002F300D"/>
    <w:rsid w:val="002F544E"/>
    <w:rsid w:val="002F6460"/>
    <w:rsid w:val="002F67F4"/>
    <w:rsid w:val="002F7D41"/>
    <w:rsid w:val="00300194"/>
    <w:rsid w:val="0030082C"/>
    <w:rsid w:val="00300C6C"/>
    <w:rsid w:val="0030164C"/>
    <w:rsid w:val="00301835"/>
    <w:rsid w:val="003022A5"/>
    <w:rsid w:val="003022D1"/>
    <w:rsid w:val="0030287D"/>
    <w:rsid w:val="00302E6A"/>
    <w:rsid w:val="00303154"/>
    <w:rsid w:val="00304061"/>
    <w:rsid w:val="00304090"/>
    <w:rsid w:val="00304706"/>
    <w:rsid w:val="00305D3B"/>
    <w:rsid w:val="00306060"/>
    <w:rsid w:val="00306244"/>
    <w:rsid w:val="003070DE"/>
    <w:rsid w:val="0030741F"/>
    <w:rsid w:val="0031049E"/>
    <w:rsid w:val="003105FA"/>
    <w:rsid w:val="0031066B"/>
    <w:rsid w:val="00310B6F"/>
    <w:rsid w:val="00310DE8"/>
    <w:rsid w:val="003115F9"/>
    <w:rsid w:val="00314BD7"/>
    <w:rsid w:val="00315A64"/>
    <w:rsid w:val="00316E94"/>
    <w:rsid w:val="00317449"/>
    <w:rsid w:val="003234CA"/>
    <w:rsid w:val="00324070"/>
    <w:rsid w:val="00324148"/>
    <w:rsid w:val="00324202"/>
    <w:rsid w:val="00324542"/>
    <w:rsid w:val="003311F5"/>
    <w:rsid w:val="003320F1"/>
    <w:rsid w:val="0033262D"/>
    <w:rsid w:val="00336799"/>
    <w:rsid w:val="00337242"/>
    <w:rsid w:val="00337A38"/>
    <w:rsid w:val="00337D98"/>
    <w:rsid w:val="00340639"/>
    <w:rsid w:val="00340715"/>
    <w:rsid w:val="00342B24"/>
    <w:rsid w:val="00343458"/>
    <w:rsid w:val="00343C57"/>
    <w:rsid w:val="00343D15"/>
    <w:rsid w:val="00345890"/>
    <w:rsid w:val="00345FC1"/>
    <w:rsid w:val="00346746"/>
    <w:rsid w:val="003467F1"/>
    <w:rsid w:val="00346F87"/>
    <w:rsid w:val="00352C18"/>
    <w:rsid w:val="00354819"/>
    <w:rsid w:val="00354946"/>
    <w:rsid w:val="00354ACF"/>
    <w:rsid w:val="003552B5"/>
    <w:rsid w:val="00355F3D"/>
    <w:rsid w:val="003568ED"/>
    <w:rsid w:val="00356945"/>
    <w:rsid w:val="00360BCB"/>
    <w:rsid w:val="00360BD2"/>
    <w:rsid w:val="0036123A"/>
    <w:rsid w:val="003626EE"/>
    <w:rsid w:val="00363C4F"/>
    <w:rsid w:val="0036416D"/>
    <w:rsid w:val="0036540C"/>
    <w:rsid w:val="0036560D"/>
    <w:rsid w:val="00366010"/>
    <w:rsid w:val="0036615C"/>
    <w:rsid w:val="0036694F"/>
    <w:rsid w:val="00367130"/>
    <w:rsid w:val="00367625"/>
    <w:rsid w:val="00367785"/>
    <w:rsid w:val="00367839"/>
    <w:rsid w:val="00370845"/>
    <w:rsid w:val="00370B2A"/>
    <w:rsid w:val="00370CFF"/>
    <w:rsid w:val="00371425"/>
    <w:rsid w:val="003718BD"/>
    <w:rsid w:val="00371E5F"/>
    <w:rsid w:val="003739ED"/>
    <w:rsid w:val="00373D2F"/>
    <w:rsid w:val="00374081"/>
    <w:rsid w:val="003761A5"/>
    <w:rsid w:val="00376BBE"/>
    <w:rsid w:val="00377CB8"/>
    <w:rsid w:val="00380265"/>
    <w:rsid w:val="003802F0"/>
    <w:rsid w:val="00380A00"/>
    <w:rsid w:val="003810C9"/>
    <w:rsid w:val="00382A2E"/>
    <w:rsid w:val="00382F89"/>
    <w:rsid w:val="00383F93"/>
    <w:rsid w:val="00383FB4"/>
    <w:rsid w:val="00385364"/>
    <w:rsid w:val="00385882"/>
    <w:rsid w:val="0038616E"/>
    <w:rsid w:val="003862EC"/>
    <w:rsid w:val="003866B3"/>
    <w:rsid w:val="00386C7F"/>
    <w:rsid w:val="003877DE"/>
    <w:rsid w:val="00390346"/>
    <w:rsid w:val="00391710"/>
    <w:rsid w:val="00391AB6"/>
    <w:rsid w:val="0039217A"/>
    <w:rsid w:val="003925C8"/>
    <w:rsid w:val="003928B8"/>
    <w:rsid w:val="00392F28"/>
    <w:rsid w:val="00393A32"/>
    <w:rsid w:val="00393DCF"/>
    <w:rsid w:val="00393F0D"/>
    <w:rsid w:val="00394548"/>
    <w:rsid w:val="00396EDF"/>
    <w:rsid w:val="00397022"/>
    <w:rsid w:val="0039762A"/>
    <w:rsid w:val="003A01C1"/>
    <w:rsid w:val="003A033C"/>
    <w:rsid w:val="003A042C"/>
    <w:rsid w:val="003A0D23"/>
    <w:rsid w:val="003A1F31"/>
    <w:rsid w:val="003A229E"/>
    <w:rsid w:val="003A2413"/>
    <w:rsid w:val="003A2865"/>
    <w:rsid w:val="003A29EF"/>
    <w:rsid w:val="003A2D9B"/>
    <w:rsid w:val="003A2F47"/>
    <w:rsid w:val="003A3426"/>
    <w:rsid w:val="003A3EBA"/>
    <w:rsid w:val="003A3ED3"/>
    <w:rsid w:val="003A4486"/>
    <w:rsid w:val="003A48F9"/>
    <w:rsid w:val="003A549E"/>
    <w:rsid w:val="003A5D5A"/>
    <w:rsid w:val="003A5F49"/>
    <w:rsid w:val="003A6051"/>
    <w:rsid w:val="003A630A"/>
    <w:rsid w:val="003A64ED"/>
    <w:rsid w:val="003A6887"/>
    <w:rsid w:val="003A6A98"/>
    <w:rsid w:val="003A7E86"/>
    <w:rsid w:val="003B0133"/>
    <w:rsid w:val="003B04B7"/>
    <w:rsid w:val="003B05E3"/>
    <w:rsid w:val="003B17E6"/>
    <w:rsid w:val="003B2FD7"/>
    <w:rsid w:val="003B35A0"/>
    <w:rsid w:val="003B450C"/>
    <w:rsid w:val="003B4E74"/>
    <w:rsid w:val="003B5689"/>
    <w:rsid w:val="003B689F"/>
    <w:rsid w:val="003B6CD7"/>
    <w:rsid w:val="003B78DB"/>
    <w:rsid w:val="003C02F0"/>
    <w:rsid w:val="003C19F6"/>
    <w:rsid w:val="003C24B4"/>
    <w:rsid w:val="003C2C19"/>
    <w:rsid w:val="003C323A"/>
    <w:rsid w:val="003C328D"/>
    <w:rsid w:val="003C4CFE"/>
    <w:rsid w:val="003C4E0F"/>
    <w:rsid w:val="003C661C"/>
    <w:rsid w:val="003C75AE"/>
    <w:rsid w:val="003D003E"/>
    <w:rsid w:val="003D03A1"/>
    <w:rsid w:val="003D0D9D"/>
    <w:rsid w:val="003D0DDC"/>
    <w:rsid w:val="003D1CF4"/>
    <w:rsid w:val="003D1E02"/>
    <w:rsid w:val="003D2639"/>
    <w:rsid w:val="003D271B"/>
    <w:rsid w:val="003D2B94"/>
    <w:rsid w:val="003D2FCC"/>
    <w:rsid w:val="003D4C75"/>
    <w:rsid w:val="003D5B64"/>
    <w:rsid w:val="003D6EAD"/>
    <w:rsid w:val="003D7C38"/>
    <w:rsid w:val="003E00D5"/>
    <w:rsid w:val="003E0409"/>
    <w:rsid w:val="003E0936"/>
    <w:rsid w:val="003E182E"/>
    <w:rsid w:val="003E31FB"/>
    <w:rsid w:val="003E384B"/>
    <w:rsid w:val="003E38EA"/>
    <w:rsid w:val="003E5E54"/>
    <w:rsid w:val="003E6811"/>
    <w:rsid w:val="003E74B3"/>
    <w:rsid w:val="003F0D41"/>
    <w:rsid w:val="003F2D47"/>
    <w:rsid w:val="003F2E4B"/>
    <w:rsid w:val="003F3787"/>
    <w:rsid w:val="003F385D"/>
    <w:rsid w:val="003F55E4"/>
    <w:rsid w:val="003F6F25"/>
    <w:rsid w:val="004000CB"/>
    <w:rsid w:val="0040156B"/>
    <w:rsid w:val="00401BEC"/>
    <w:rsid w:val="004037E5"/>
    <w:rsid w:val="0040399B"/>
    <w:rsid w:val="00403F1E"/>
    <w:rsid w:val="00404DFF"/>
    <w:rsid w:val="00405495"/>
    <w:rsid w:val="00405BB4"/>
    <w:rsid w:val="00405CD8"/>
    <w:rsid w:val="004118B9"/>
    <w:rsid w:val="004125C7"/>
    <w:rsid w:val="0041350A"/>
    <w:rsid w:val="004142BB"/>
    <w:rsid w:val="00414C3C"/>
    <w:rsid w:val="00417120"/>
    <w:rsid w:val="004174A8"/>
    <w:rsid w:val="004176F2"/>
    <w:rsid w:val="0041782F"/>
    <w:rsid w:val="00420B1E"/>
    <w:rsid w:val="00420BF7"/>
    <w:rsid w:val="004219C7"/>
    <w:rsid w:val="00421BDF"/>
    <w:rsid w:val="00422E5B"/>
    <w:rsid w:val="00423310"/>
    <w:rsid w:val="00423F55"/>
    <w:rsid w:val="00424B09"/>
    <w:rsid w:val="00425624"/>
    <w:rsid w:val="00425888"/>
    <w:rsid w:val="00425B6A"/>
    <w:rsid w:val="00426727"/>
    <w:rsid w:val="004267C8"/>
    <w:rsid w:val="00426FCE"/>
    <w:rsid w:val="00427586"/>
    <w:rsid w:val="00430F43"/>
    <w:rsid w:val="004316E0"/>
    <w:rsid w:val="004317FC"/>
    <w:rsid w:val="004319A1"/>
    <w:rsid w:val="004320D5"/>
    <w:rsid w:val="004323A5"/>
    <w:rsid w:val="00432776"/>
    <w:rsid w:val="0043359D"/>
    <w:rsid w:val="0043492A"/>
    <w:rsid w:val="00434D22"/>
    <w:rsid w:val="00435181"/>
    <w:rsid w:val="00435228"/>
    <w:rsid w:val="004356D5"/>
    <w:rsid w:val="00436DC7"/>
    <w:rsid w:val="004405EE"/>
    <w:rsid w:val="00440686"/>
    <w:rsid w:val="00441745"/>
    <w:rsid w:val="00441AEF"/>
    <w:rsid w:val="0044261C"/>
    <w:rsid w:val="00442C52"/>
    <w:rsid w:val="00443608"/>
    <w:rsid w:val="00443F72"/>
    <w:rsid w:val="004444F0"/>
    <w:rsid w:val="00444D32"/>
    <w:rsid w:val="00444D39"/>
    <w:rsid w:val="004462B8"/>
    <w:rsid w:val="00446724"/>
    <w:rsid w:val="004479DB"/>
    <w:rsid w:val="00447FE8"/>
    <w:rsid w:val="00451007"/>
    <w:rsid w:val="00453121"/>
    <w:rsid w:val="004539BF"/>
    <w:rsid w:val="00454FAB"/>
    <w:rsid w:val="00455B11"/>
    <w:rsid w:val="00455CCE"/>
    <w:rsid w:val="004560CA"/>
    <w:rsid w:val="004567E8"/>
    <w:rsid w:val="00456B08"/>
    <w:rsid w:val="00456CEB"/>
    <w:rsid w:val="00457E24"/>
    <w:rsid w:val="0046121A"/>
    <w:rsid w:val="0046330B"/>
    <w:rsid w:val="00464C7E"/>
    <w:rsid w:val="00465037"/>
    <w:rsid w:val="00466394"/>
    <w:rsid w:val="0046694A"/>
    <w:rsid w:val="004676D1"/>
    <w:rsid w:val="00467E7E"/>
    <w:rsid w:val="004707D2"/>
    <w:rsid w:val="00470885"/>
    <w:rsid w:val="004709D1"/>
    <w:rsid w:val="00470C32"/>
    <w:rsid w:val="004716C4"/>
    <w:rsid w:val="00471A88"/>
    <w:rsid w:val="00471F7A"/>
    <w:rsid w:val="00473A9B"/>
    <w:rsid w:val="00474EC3"/>
    <w:rsid w:val="0047688C"/>
    <w:rsid w:val="00477EE8"/>
    <w:rsid w:val="004802F2"/>
    <w:rsid w:val="00480B4A"/>
    <w:rsid w:val="004818AF"/>
    <w:rsid w:val="00482D38"/>
    <w:rsid w:val="004830BF"/>
    <w:rsid w:val="00484109"/>
    <w:rsid w:val="00485761"/>
    <w:rsid w:val="00485B22"/>
    <w:rsid w:val="00486B06"/>
    <w:rsid w:val="004872A0"/>
    <w:rsid w:val="004872EF"/>
    <w:rsid w:val="00487C19"/>
    <w:rsid w:val="00491889"/>
    <w:rsid w:val="004919E2"/>
    <w:rsid w:val="0049329B"/>
    <w:rsid w:val="00493749"/>
    <w:rsid w:val="00493999"/>
    <w:rsid w:val="00493F9E"/>
    <w:rsid w:val="0049452C"/>
    <w:rsid w:val="00495627"/>
    <w:rsid w:val="0049599F"/>
    <w:rsid w:val="00496810"/>
    <w:rsid w:val="004976F9"/>
    <w:rsid w:val="004A0E6B"/>
    <w:rsid w:val="004A203D"/>
    <w:rsid w:val="004A2754"/>
    <w:rsid w:val="004A2B3C"/>
    <w:rsid w:val="004A2C45"/>
    <w:rsid w:val="004A5AC2"/>
    <w:rsid w:val="004A686D"/>
    <w:rsid w:val="004B0017"/>
    <w:rsid w:val="004B03CB"/>
    <w:rsid w:val="004B05C1"/>
    <w:rsid w:val="004B0AC1"/>
    <w:rsid w:val="004B1585"/>
    <w:rsid w:val="004B3CF8"/>
    <w:rsid w:val="004B406D"/>
    <w:rsid w:val="004B411F"/>
    <w:rsid w:val="004B4201"/>
    <w:rsid w:val="004B618F"/>
    <w:rsid w:val="004B753F"/>
    <w:rsid w:val="004B770E"/>
    <w:rsid w:val="004C05FF"/>
    <w:rsid w:val="004C08D4"/>
    <w:rsid w:val="004C2EFA"/>
    <w:rsid w:val="004C3801"/>
    <w:rsid w:val="004C3F39"/>
    <w:rsid w:val="004C4A35"/>
    <w:rsid w:val="004C4A92"/>
    <w:rsid w:val="004C4F19"/>
    <w:rsid w:val="004C559E"/>
    <w:rsid w:val="004C5A40"/>
    <w:rsid w:val="004C5A84"/>
    <w:rsid w:val="004C6587"/>
    <w:rsid w:val="004D0042"/>
    <w:rsid w:val="004D007A"/>
    <w:rsid w:val="004D0127"/>
    <w:rsid w:val="004D12CE"/>
    <w:rsid w:val="004D16AE"/>
    <w:rsid w:val="004D24C6"/>
    <w:rsid w:val="004D26E1"/>
    <w:rsid w:val="004D2F14"/>
    <w:rsid w:val="004D33DC"/>
    <w:rsid w:val="004D3B17"/>
    <w:rsid w:val="004D3E13"/>
    <w:rsid w:val="004D4A56"/>
    <w:rsid w:val="004D529F"/>
    <w:rsid w:val="004D5656"/>
    <w:rsid w:val="004D5E35"/>
    <w:rsid w:val="004D61FE"/>
    <w:rsid w:val="004D623C"/>
    <w:rsid w:val="004D646E"/>
    <w:rsid w:val="004D7E22"/>
    <w:rsid w:val="004D7FDB"/>
    <w:rsid w:val="004E0549"/>
    <w:rsid w:val="004E0C0A"/>
    <w:rsid w:val="004E1D97"/>
    <w:rsid w:val="004E49CD"/>
    <w:rsid w:val="004E575E"/>
    <w:rsid w:val="004E6F45"/>
    <w:rsid w:val="004E7345"/>
    <w:rsid w:val="004E7A77"/>
    <w:rsid w:val="004F0963"/>
    <w:rsid w:val="004F141F"/>
    <w:rsid w:val="004F1BE8"/>
    <w:rsid w:val="004F3D09"/>
    <w:rsid w:val="004F4441"/>
    <w:rsid w:val="004F4835"/>
    <w:rsid w:val="004F4952"/>
    <w:rsid w:val="004F522E"/>
    <w:rsid w:val="004F7702"/>
    <w:rsid w:val="004F7CA8"/>
    <w:rsid w:val="004F7EE2"/>
    <w:rsid w:val="00501544"/>
    <w:rsid w:val="005018A4"/>
    <w:rsid w:val="005021B8"/>
    <w:rsid w:val="00503848"/>
    <w:rsid w:val="00503AA3"/>
    <w:rsid w:val="005047B5"/>
    <w:rsid w:val="00504D2D"/>
    <w:rsid w:val="00505B50"/>
    <w:rsid w:val="00506529"/>
    <w:rsid w:val="00506757"/>
    <w:rsid w:val="005067D4"/>
    <w:rsid w:val="00506891"/>
    <w:rsid w:val="00506C8C"/>
    <w:rsid w:val="00507547"/>
    <w:rsid w:val="00510097"/>
    <w:rsid w:val="005116DD"/>
    <w:rsid w:val="00512846"/>
    <w:rsid w:val="005129C8"/>
    <w:rsid w:val="00512F8C"/>
    <w:rsid w:val="0051307A"/>
    <w:rsid w:val="00513D37"/>
    <w:rsid w:val="00513F6C"/>
    <w:rsid w:val="005143E6"/>
    <w:rsid w:val="00515076"/>
    <w:rsid w:val="00515F06"/>
    <w:rsid w:val="0051754D"/>
    <w:rsid w:val="00520D38"/>
    <w:rsid w:val="00521C17"/>
    <w:rsid w:val="005223D5"/>
    <w:rsid w:val="005224CA"/>
    <w:rsid w:val="0052275D"/>
    <w:rsid w:val="00522993"/>
    <w:rsid w:val="005230F8"/>
    <w:rsid w:val="00524811"/>
    <w:rsid w:val="00525290"/>
    <w:rsid w:val="00525650"/>
    <w:rsid w:val="00525D82"/>
    <w:rsid w:val="00526323"/>
    <w:rsid w:val="0052750D"/>
    <w:rsid w:val="00531DE6"/>
    <w:rsid w:val="00532013"/>
    <w:rsid w:val="005328ED"/>
    <w:rsid w:val="005334D9"/>
    <w:rsid w:val="00533830"/>
    <w:rsid w:val="005338E5"/>
    <w:rsid w:val="0053641A"/>
    <w:rsid w:val="005415ED"/>
    <w:rsid w:val="00541C39"/>
    <w:rsid w:val="00542472"/>
    <w:rsid w:val="00542876"/>
    <w:rsid w:val="0054290E"/>
    <w:rsid w:val="0054427B"/>
    <w:rsid w:val="0054457B"/>
    <w:rsid w:val="00544CC1"/>
    <w:rsid w:val="00545262"/>
    <w:rsid w:val="00545755"/>
    <w:rsid w:val="00545D2F"/>
    <w:rsid w:val="00545FAD"/>
    <w:rsid w:val="005463C8"/>
    <w:rsid w:val="00547479"/>
    <w:rsid w:val="00550BA6"/>
    <w:rsid w:val="00551574"/>
    <w:rsid w:val="00551BBE"/>
    <w:rsid w:val="00552F5F"/>
    <w:rsid w:val="00553919"/>
    <w:rsid w:val="005539A8"/>
    <w:rsid w:val="005544E6"/>
    <w:rsid w:val="005545A6"/>
    <w:rsid w:val="00554680"/>
    <w:rsid w:val="005548BD"/>
    <w:rsid w:val="00555C44"/>
    <w:rsid w:val="00556180"/>
    <w:rsid w:val="00556598"/>
    <w:rsid w:val="005566D9"/>
    <w:rsid w:val="00560646"/>
    <w:rsid w:val="00560E1A"/>
    <w:rsid w:val="00561858"/>
    <w:rsid w:val="005625E3"/>
    <w:rsid w:val="00562E89"/>
    <w:rsid w:val="00564EBE"/>
    <w:rsid w:val="0056673E"/>
    <w:rsid w:val="005672BE"/>
    <w:rsid w:val="0056745F"/>
    <w:rsid w:val="00570D78"/>
    <w:rsid w:val="00571037"/>
    <w:rsid w:val="005743E1"/>
    <w:rsid w:val="00574ED9"/>
    <w:rsid w:val="00575615"/>
    <w:rsid w:val="00575659"/>
    <w:rsid w:val="00576072"/>
    <w:rsid w:val="005776C6"/>
    <w:rsid w:val="005777D9"/>
    <w:rsid w:val="0058061B"/>
    <w:rsid w:val="00580A28"/>
    <w:rsid w:val="00580CB0"/>
    <w:rsid w:val="00581D85"/>
    <w:rsid w:val="0058323E"/>
    <w:rsid w:val="00584BF7"/>
    <w:rsid w:val="00584E82"/>
    <w:rsid w:val="00585CDA"/>
    <w:rsid w:val="00587806"/>
    <w:rsid w:val="00591417"/>
    <w:rsid w:val="00592018"/>
    <w:rsid w:val="0059383E"/>
    <w:rsid w:val="005938EC"/>
    <w:rsid w:val="00593AA7"/>
    <w:rsid w:val="005942DC"/>
    <w:rsid w:val="005955CA"/>
    <w:rsid w:val="00595BD4"/>
    <w:rsid w:val="005962D3"/>
    <w:rsid w:val="00597416"/>
    <w:rsid w:val="005A1900"/>
    <w:rsid w:val="005A22CF"/>
    <w:rsid w:val="005A3A9D"/>
    <w:rsid w:val="005A3D51"/>
    <w:rsid w:val="005A4337"/>
    <w:rsid w:val="005A4BB6"/>
    <w:rsid w:val="005A5C6B"/>
    <w:rsid w:val="005B06AA"/>
    <w:rsid w:val="005B2389"/>
    <w:rsid w:val="005B23C0"/>
    <w:rsid w:val="005B2808"/>
    <w:rsid w:val="005B37B3"/>
    <w:rsid w:val="005B51C5"/>
    <w:rsid w:val="005B6D15"/>
    <w:rsid w:val="005B75C2"/>
    <w:rsid w:val="005C16A1"/>
    <w:rsid w:val="005C1FCD"/>
    <w:rsid w:val="005C2E13"/>
    <w:rsid w:val="005C30FB"/>
    <w:rsid w:val="005C3F8A"/>
    <w:rsid w:val="005C43EA"/>
    <w:rsid w:val="005C48B9"/>
    <w:rsid w:val="005C4C4E"/>
    <w:rsid w:val="005C5795"/>
    <w:rsid w:val="005C59B6"/>
    <w:rsid w:val="005C64CC"/>
    <w:rsid w:val="005C7F3B"/>
    <w:rsid w:val="005C7FA1"/>
    <w:rsid w:val="005D026D"/>
    <w:rsid w:val="005D2497"/>
    <w:rsid w:val="005D2DC4"/>
    <w:rsid w:val="005D3000"/>
    <w:rsid w:val="005D3B95"/>
    <w:rsid w:val="005D3DFB"/>
    <w:rsid w:val="005D400C"/>
    <w:rsid w:val="005D751A"/>
    <w:rsid w:val="005D7980"/>
    <w:rsid w:val="005E0702"/>
    <w:rsid w:val="005E1922"/>
    <w:rsid w:val="005E1B2E"/>
    <w:rsid w:val="005E3DD5"/>
    <w:rsid w:val="005E4949"/>
    <w:rsid w:val="005E67C2"/>
    <w:rsid w:val="005E6FE2"/>
    <w:rsid w:val="005E7850"/>
    <w:rsid w:val="005F0687"/>
    <w:rsid w:val="005F149C"/>
    <w:rsid w:val="005F16DF"/>
    <w:rsid w:val="005F1707"/>
    <w:rsid w:val="005F2D24"/>
    <w:rsid w:val="005F3639"/>
    <w:rsid w:val="005F42C1"/>
    <w:rsid w:val="005F575C"/>
    <w:rsid w:val="005F59E6"/>
    <w:rsid w:val="005F5A43"/>
    <w:rsid w:val="005F70E0"/>
    <w:rsid w:val="005F7A0C"/>
    <w:rsid w:val="00601822"/>
    <w:rsid w:val="0060258C"/>
    <w:rsid w:val="00603A18"/>
    <w:rsid w:val="00603A86"/>
    <w:rsid w:val="00603BEB"/>
    <w:rsid w:val="00604B1A"/>
    <w:rsid w:val="00606569"/>
    <w:rsid w:val="00606651"/>
    <w:rsid w:val="006069DB"/>
    <w:rsid w:val="00607074"/>
    <w:rsid w:val="00610452"/>
    <w:rsid w:val="006116F8"/>
    <w:rsid w:val="00611CD8"/>
    <w:rsid w:val="006122FC"/>
    <w:rsid w:val="006125E8"/>
    <w:rsid w:val="00612D23"/>
    <w:rsid w:val="00613617"/>
    <w:rsid w:val="006137FF"/>
    <w:rsid w:val="006143C6"/>
    <w:rsid w:val="0061463C"/>
    <w:rsid w:val="00615EDA"/>
    <w:rsid w:val="006162DA"/>
    <w:rsid w:val="006167CC"/>
    <w:rsid w:val="0061709E"/>
    <w:rsid w:val="006171A1"/>
    <w:rsid w:val="006173E7"/>
    <w:rsid w:val="006202C2"/>
    <w:rsid w:val="00622C18"/>
    <w:rsid w:val="006239F0"/>
    <w:rsid w:val="00626936"/>
    <w:rsid w:val="006269BF"/>
    <w:rsid w:val="0063135E"/>
    <w:rsid w:val="0063182F"/>
    <w:rsid w:val="0063384B"/>
    <w:rsid w:val="00633967"/>
    <w:rsid w:val="00633ACF"/>
    <w:rsid w:val="006340CC"/>
    <w:rsid w:val="00634606"/>
    <w:rsid w:val="00635336"/>
    <w:rsid w:val="006353C8"/>
    <w:rsid w:val="00635FD4"/>
    <w:rsid w:val="00636583"/>
    <w:rsid w:val="0063750A"/>
    <w:rsid w:val="00641262"/>
    <w:rsid w:val="0064156F"/>
    <w:rsid w:val="00643191"/>
    <w:rsid w:val="00643FE0"/>
    <w:rsid w:val="006447F7"/>
    <w:rsid w:val="00646658"/>
    <w:rsid w:val="00646C70"/>
    <w:rsid w:val="00652C1E"/>
    <w:rsid w:val="006532B1"/>
    <w:rsid w:val="00653EF4"/>
    <w:rsid w:val="00654477"/>
    <w:rsid w:val="006600C6"/>
    <w:rsid w:val="00660297"/>
    <w:rsid w:val="00662ECA"/>
    <w:rsid w:val="00663477"/>
    <w:rsid w:val="0066427C"/>
    <w:rsid w:val="00664AFA"/>
    <w:rsid w:val="00665D7E"/>
    <w:rsid w:val="00667476"/>
    <w:rsid w:val="0066755E"/>
    <w:rsid w:val="00667D41"/>
    <w:rsid w:val="006705D6"/>
    <w:rsid w:val="006706D0"/>
    <w:rsid w:val="00670F42"/>
    <w:rsid w:val="0067236C"/>
    <w:rsid w:val="00672761"/>
    <w:rsid w:val="00672895"/>
    <w:rsid w:val="00672945"/>
    <w:rsid w:val="006729D5"/>
    <w:rsid w:val="006745AE"/>
    <w:rsid w:val="0067499A"/>
    <w:rsid w:val="00675B89"/>
    <w:rsid w:val="00675E39"/>
    <w:rsid w:val="00676D82"/>
    <w:rsid w:val="00677E5E"/>
    <w:rsid w:val="00680830"/>
    <w:rsid w:val="006815E0"/>
    <w:rsid w:val="0068192F"/>
    <w:rsid w:val="00682DE1"/>
    <w:rsid w:val="00683547"/>
    <w:rsid w:val="00683F28"/>
    <w:rsid w:val="0068454D"/>
    <w:rsid w:val="006847FA"/>
    <w:rsid w:val="00686105"/>
    <w:rsid w:val="00686593"/>
    <w:rsid w:val="006875CF"/>
    <w:rsid w:val="00690644"/>
    <w:rsid w:val="0069160B"/>
    <w:rsid w:val="00695EB4"/>
    <w:rsid w:val="006962A2"/>
    <w:rsid w:val="006964C4"/>
    <w:rsid w:val="006965B0"/>
    <w:rsid w:val="00696A6F"/>
    <w:rsid w:val="00697032"/>
    <w:rsid w:val="0069704F"/>
    <w:rsid w:val="006970F2"/>
    <w:rsid w:val="006A0E7A"/>
    <w:rsid w:val="006A2D20"/>
    <w:rsid w:val="006A30CC"/>
    <w:rsid w:val="006A316E"/>
    <w:rsid w:val="006A32FD"/>
    <w:rsid w:val="006A34DC"/>
    <w:rsid w:val="006A439E"/>
    <w:rsid w:val="006A4956"/>
    <w:rsid w:val="006A556C"/>
    <w:rsid w:val="006A62F7"/>
    <w:rsid w:val="006A76AF"/>
    <w:rsid w:val="006B04F4"/>
    <w:rsid w:val="006B212C"/>
    <w:rsid w:val="006B2DEB"/>
    <w:rsid w:val="006B4413"/>
    <w:rsid w:val="006B569A"/>
    <w:rsid w:val="006B56C1"/>
    <w:rsid w:val="006B56DC"/>
    <w:rsid w:val="006B5DFE"/>
    <w:rsid w:val="006B6255"/>
    <w:rsid w:val="006B646F"/>
    <w:rsid w:val="006B7530"/>
    <w:rsid w:val="006B79B3"/>
    <w:rsid w:val="006B7E7A"/>
    <w:rsid w:val="006C0357"/>
    <w:rsid w:val="006C123E"/>
    <w:rsid w:val="006C14E2"/>
    <w:rsid w:val="006C294B"/>
    <w:rsid w:val="006C328B"/>
    <w:rsid w:val="006C3E7A"/>
    <w:rsid w:val="006C459A"/>
    <w:rsid w:val="006C48E6"/>
    <w:rsid w:val="006C4FD9"/>
    <w:rsid w:val="006C5320"/>
    <w:rsid w:val="006D0096"/>
    <w:rsid w:val="006D1168"/>
    <w:rsid w:val="006D141E"/>
    <w:rsid w:val="006D2202"/>
    <w:rsid w:val="006D2C59"/>
    <w:rsid w:val="006D2DC4"/>
    <w:rsid w:val="006D2E8E"/>
    <w:rsid w:val="006D3A8C"/>
    <w:rsid w:val="006D3D5A"/>
    <w:rsid w:val="006D419B"/>
    <w:rsid w:val="006D6418"/>
    <w:rsid w:val="006D66F0"/>
    <w:rsid w:val="006D69D2"/>
    <w:rsid w:val="006E118F"/>
    <w:rsid w:val="006E1589"/>
    <w:rsid w:val="006E3350"/>
    <w:rsid w:val="006E3964"/>
    <w:rsid w:val="006E39BC"/>
    <w:rsid w:val="006E7449"/>
    <w:rsid w:val="006F0A10"/>
    <w:rsid w:val="006F320B"/>
    <w:rsid w:val="006F39C2"/>
    <w:rsid w:val="006F53E5"/>
    <w:rsid w:val="006F5714"/>
    <w:rsid w:val="007008E5"/>
    <w:rsid w:val="00700E20"/>
    <w:rsid w:val="00701049"/>
    <w:rsid w:val="00701BD1"/>
    <w:rsid w:val="00701D7F"/>
    <w:rsid w:val="007039B1"/>
    <w:rsid w:val="00704CA0"/>
    <w:rsid w:val="007056AF"/>
    <w:rsid w:val="00707248"/>
    <w:rsid w:val="0071003B"/>
    <w:rsid w:val="007106C0"/>
    <w:rsid w:val="00710924"/>
    <w:rsid w:val="00711079"/>
    <w:rsid w:val="0071174F"/>
    <w:rsid w:val="00711D84"/>
    <w:rsid w:val="007123A2"/>
    <w:rsid w:val="00712728"/>
    <w:rsid w:val="00712C2F"/>
    <w:rsid w:val="00715EA6"/>
    <w:rsid w:val="0071681B"/>
    <w:rsid w:val="00720E46"/>
    <w:rsid w:val="00721BAF"/>
    <w:rsid w:val="00721C6A"/>
    <w:rsid w:val="00722304"/>
    <w:rsid w:val="00723813"/>
    <w:rsid w:val="00724037"/>
    <w:rsid w:val="0072657F"/>
    <w:rsid w:val="00726FB6"/>
    <w:rsid w:val="007272C9"/>
    <w:rsid w:val="00730A2D"/>
    <w:rsid w:val="00730C06"/>
    <w:rsid w:val="00731548"/>
    <w:rsid w:val="00733304"/>
    <w:rsid w:val="00733C8D"/>
    <w:rsid w:val="00733EF7"/>
    <w:rsid w:val="007346B6"/>
    <w:rsid w:val="007358BE"/>
    <w:rsid w:val="00741F9E"/>
    <w:rsid w:val="007423AB"/>
    <w:rsid w:val="0074240A"/>
    <w:rsid w:val="00743100"/>
    <w:rsid w:val="007431DD"/>
    <w:rsid w:val="007441CF"/>
    <w:rsid w:val="00745030"/>
    <w:rsid w:val="00745E36"/>
    <w:rsid w:val="00746328"/>
    <w:rsid w:val="00746604"/>
    <w:rsid w:val="007468AB"/>
    <w:rsid w:val="00746F8B"/>
    <w:rsid w:val="007506BE"/>
    <w:rsid w:val="00753021"/>
    <w:rsid w:val="007538BA"/>
    <w:rsid w:val="00753B8A"/>
    <w:rsid w:val="0075473A"/>
    <w:rsid w:val="00755C6F"/>
    <w:rsid w:val="00756024"/>
    <w:rsid w:val="007562A4"/>
    <w:rsid w:val="00756767"/>
    <w:rsid w:val="00756D3B"/>
    <w:rsid w:val="00760233"/>
    <w:rsid w:val="0076092A"/>
    <w:rsid w:val="00761662"/>
    <w:rsid w:val="00761FA9"/>
    <w:rsid w:val="00762320"/>
    <w:rsid w:val="00763619"/>
    <w:rsid w:val="00763757"/>
    <w:rsid w:val="00763F5E"/>
    <w:rsid w:val="00764337"/>
    <w:rsid w:val="0076522A"/>
    <w:rsid w:val="00765250"/>
    <w:rsid w:val="00766C52"/>
    <w:rsid w:val="00767867"/>
    <w:rsid w:val="007703D4"/>
    <w:rsid w:val="00771504"/>
    <w:rsid w:val="00772C06"/>
    <w:rsid w:val="007739C0"/>
    <w:rsid w:val="007752FF"/>
    <w:rsid w:val="007768E5"/>
    <w:rsid w:val="007773EF"/>
    <w:rsid w:val="00780065"/>
    <w:rsid w:val="00781BDA"/>
    <w:rsid w:val="00782048"/>
    <w:rsid w:val="00782424"/>
    <w:rsid w:val="00783D7E"/>
    <w:rsid w:val="007861E7"/>
    <w:rsid w:val="007877B7"/>
    <w:rsid w:val="00787F89"/>
    <w:rsid w:val="007905CF"/>
    <w:rsid w:val="00790C9C"/>
    <w:rsid w:val="00791AFB"/>
    <w:rsid w:val="00792826"/>
    <w:rsid w:val="00792EF9"/>
    <w:rsid w:val="0079375A"/>
    <w:rsid w:val="007952B3"/>
    <w:rsid w:val="007965F2"/>
    <w:rsid w:val="00796E3A"/>
    <w:rsid w:val="00797616"/>
    <w:rsid w:val="00797815"/>
    <w:rsid w:val="007A06DC"/>
    <w:rsid w:val="007A0D79"/>
    <w:rsid w:val="007A1B75"/>
    <w:rsid w:val="007A2655"/>
    <w:rsid w:val="007A2871"/>
    <w:rsid w:val="007A2D8B"/>
    <w:rsid w:val="007A3531"/>
    <w:rsid w:val="007A3A15"/>
    <w:rsid w:val="007A3D24"/>
    <w:rsid w:val="007A4C16"/>
    <w:rsid w:val="007A4C48"/>
    <w:rsid w:val="007A6082"/>
    <w:rsid w:val="007A6113"/>
    <w:rsid w:val="007A6881"/>
    <w:rsid w:val="007A68F9"/>
    <w:rsid w:val="007B1498"/>
    <w:rsid w:val="007B2E59"/>
    <w:rsid w:val="007B44F1"/>
    <w:rsid w:val="007B47E5"/>
    <w:rsid w:val="007B4BD4"/>
    <w:rsid w:val="007B5A48"/>
    <w:rsid w:val="007B766C"/>
    <w:rsid w:val="007C053D"/>
    <w:rsid w:val="007C06CE"/>
    <w:rsid w:val="007C0F72"/>
    <w:rsid w:val="007C1BD2"/>
    <w:rsid w:val="007C1DA8"/>
    <w:rsid w:val="007C2B6A"/>
    <w:rsid w:val="007C3291"/>
    <w:rsid w:val="007C3772"/>
    <w:rsid w:val="007C4B3B"/>
    <w:rsid w:val="007C526D"/>
    <w:rsid w:val="007C6062"/>
    <w:rsid w:val="007C6071"/>
    <w:rsid w:val="007C63FB"/>
    <w:rsid w:val="007C71FD"/>
    <w:rsid w:val="007C7217"/>
    <w:rsid w:val="007D035F"/>
    <w:rsid w:val="007D038E"/>
    <w:rsid w:val="007D0541"/>
    <w:rsid w:val="007D0FE0"/>
    <w:rsid w:val="007D12D8"/>
    <w:rsid w:val="007D1304"/>
    <w:rsid w:val="007D2BBF"/>
    <w:rsid w:val="007D37FA"/>
    <w:rsid w:val="007D3CFB"/>
    <w:rsid w:val="007D40DA"/>
    <w:rsid w:val="007D4D56"/>
    <w:rsid w:val="007D58BD"/>
    <w:rsid w:val="007D5F6A"/>
    <w:rsid w:val="007D76B1"/>
    <w:rsid w:val="007E241C"/>
    <w:rsid w:val="007E2AF1"/>
    <w:rsid w:val="007E487E"/>
    <w:rsid w:val="007E4D0F"/>
    <w:rsid w:val="007E5208"/>
    <w:rsid w:val="007E5F9D"/>
    <w:rsid w:val="007E7665"/>
    <w:rsid w:val="007E76B0"/>
    <w:rsid w:val="007F0529"/>
    <w:rsid w:val="007F05E3"/>
    <w:rsid w:val="007F130E"/>
    <w:rsid w:val="007F14DC"/>
    <w:rsid w:val="007F1B84"/>
    <w:rsid w:val="007F2CD1"/>
    <w:rsid w:val="007F3005"/>
    <w:rsid w:val="007F45AE"/>
    <w:rsid w:val="007F6381"/>
    <w:rsid w:val="007F6AE7"/>
    <w:rsid w:val="00801BDB"/>
    <w:rsid w:val="00802E95"/>
    <w:rsid w:val="00802F65"/>
    <w:rsid w:val="00803F1B"/>
    <w:rsid w:val="00804376"/>
    <w:rsid w:val="0080590B"/>
    <w:rsid w:val="0080637E"/>
    <w:rsid w:val="00810B9E"/>
    <w:rsid w:val="0081152F"/>
    <w:rsid w:val="00814033"/>
    <w:rsid w:val="00814EB2"/>
    <w:rsid w:val="00815564"/>
    <w:rsid w:val="00815BDB"/>
    <w:rsid w:val="00815F11"/>
    <w:rsid w:val="00816221"/>
    <w:rsid w:val="00816290"/>
    <w:rsid w:val="008164CD"/>
    <w:rsid w:val="00817FD5"/>
    <w:rsid w:val="008200F6"/>
    <w:rsid w:val="00820670"/>
    <w:rsid w:val="00822289"/>
    <w:rsid w:val="0082231C"/>
    <w:rsid w:val="008223E3"/>
    <w:rsid w:val="00822643"/>
    <w:rsid w:val="00822FC9"/>
    <w:rsid w:val="008235E4"/>
    <w:rsid w:val="008239F3"/>
    <w:rsid w:val="00823E27"/>
    <w:rsid w:val="008241E1"/>
    <w:rsid w:val="008246BC"/>
    <w:rsid w:val="00824B48"/>
    <w:rsid w:val="00825835"/>
    <w:rsid w:val="00825999"/>
    <w:rsid w:val="008264DB"/>
    <w:rsid w:val="00826EBD"/>
    <w:rsid w:val="00827427"/>
    <w:rsid w:val="0083087B"/>
    <w:rsid w:val="00830AB4"/>
    <w:rsid w:val="00831749"/>
    <w:rsid w:val="0083221E"/>
    <w:rsid w:val="0083281F"/>
    <w:rsid w:val="0083355B"/>
    <w:rsid w:val="00834D22"/>
    <w:rsid w:val="00835E44"/>
    <w:rsid w:val="008367D1"/>
    <w:rsid w:val="00836810"/>
    <w:rsid w:val="00836A01"/>
    <w:rsid w:val="00836A08"/>
    <w:rsid w:val="00836EAB"/>
    <w:rsid w:val="00837F64"/>
    <w:rsid w:val="00843AC0"/>
    <w:rsid w:val="00844FF1"/>
    <w:rsid w:val="00847709"/>
    <w:rsid w:val="00850774"/>
    <w:rsid w:val="008512B8"/>
    <w:rsid w:val="0085223F"/>
    <w:rsid w:val="0085274A"/>
    <w:rsid w:val="008527B1"/>
    <w:rsid w:val="00852BF6"/>
    <w:rsid w:val="00853527"/>
    <w:rsid w:val="00855E34"/>
    <w:rsid w:val="00856544"/>
    <w:rsid w:val="00857080"/>
    <w:rsid w:val="00857859"/>
    <w:rsid w:val="0085786E"/>
    <w:rsid w:val="00857E1B"/>
    <w:rsid w:val="008610D1"/>
    <w:rsid w:val="008613E2"/>
    <w:rsid w:val="008614C8"/>
    <w:rsid w:val="00862CEB"/>
    <w:rsid w:val="00862FE6"/>
    <w:rsid w:val="00863390"/>
    <w:rsid w:val="00863651"/>
    <w:rsid w:val="0086382E"/>
    <w:rsid w:val="00864D3F"/>
    <w:rsid w:val="008660D4"/>
    <w:rsid w:val="0086636B"/>
    <w:rsid w:val="00866414"/>
    <w:rsid w:val="00866978"/>
    <w:rsid w:val="00870104"/>
    <w:rsid w:val="0087022D"/>
    <w:rsid w:val="0087106C"/>
    <w:rsid w:val="008721A9"/>
    <w:rsid w:val="00872AA0"/>
    <w:rsid w:val="00874BEF"/>
    <w:rsid w:val="008754D3"/>
    <w:rsid w:val="008756FB"/>
    <w:rsid w:val="0087684B"/>
    <w:rsid w:val="00876979"/>
    <w:rsid w:val="00880091"/>
    <w:rsid w:val="00880259"/>
    <w:rsid w:val="00881069"/>
    <w:rsid w:val="0088138D"/>
    <w:rsid w:val="00882499"/>
    <w:rsid w:val="008847E0"/>
    <w:rsid w:val="00884992"/>
    <w:rsid w:val="00885159"/>
    <w:rsid w:val="008873B9"/>
    <w:rsid w:val="00890125"/>
    <w:rsid w:val="00890130"/>
    <w:rsid w:val="00890367"/>
    <w:rsid w:val="008911C6"/>
    <w:rsid w:val="00891692"/>
    <w:rsid w:val="008920E6"/>
    <w:rsid w:val="00892533"/>
    <w:rsid w:val="0089307D"/>
    <w:rsid w:val="00893D3D"/>
    <w:rsid w:val="0089482B"/>
    <w:rsid w:val="00895561"/>
    <w:rsid w:val="0089712A"/>
    <w:rsid w:val="00897CAF"/>
    <w:rsid w:val="008A0838"/>
    <w:rsid w:val="008A1D90"/>
    <w:rsid w:val="008A2C64"/>
    <w:rsid w:val="008A350F"/>
    <w:rsid w:val="008A490A"/>
    <w:rsid w:val="008A528F"/>
    <w:rsid w:val="008A52B2"/>
    <w:rsid w:val="008A5AAC"/>
    <w:rsid w:val="008A68EF"/>
    <w:rsid w:val="008A7B7D"/>
    <w:rsid w:val="008B0B7E"/>
    <w:rsid w:val="008B1763"/>
    <w:rsid w:val="008B4B7A"/>
    <w:rsid w:val="008B586A"/>
    <w:rsid w:val="008B61AB"/>
    <w:rsid w:val="008B6E65"/>
    <w:rsid w:val="008C065B"/>
    <w:rsid w:val="008C19E7"/>
    <w:rsid w:val="008C1CDA"/>
    <w:rsid w:val="008C26FC"/>
    <w:rsid w:val="008C2738"/>
    <w:rsid w:val="008C2BDE"/>
    <w:rsid w:val="008C344A"/>
    <w:rsid w:val="008C489D"/>
    <w:rsid w:val="008C499E"/>
    <w:rsid w:val="008C61A7"/>
    <w:rsid w:val="008C61B9"/>
    <w:rsid w:val="008C70C5"/>
    <w:rsid w:val="008C77A4"/>
    <w:rsid w:val="008C7CDB"/>
    <w:rsid w:val="008D0898"/>
    <w:rsid w:val="008D20E7"/>
    <w:rsid w:val="008D4A38"/>
    <w:rsid w:val="008E0020"/>
    <w:rsid w:val="008E030F"/>
    <w:rsid w:val="008E08AE"/>
    <w:rsid w:val="008E1F6F"/>
    <w:rsid w:val="008E3549"/>
    <w:rsid w:val="008E3D02"/>
    <w:rsid w:val="008E411A"/>
    <w:rsid w:val="008E462A"/>
    <w:rsid w:val="008E5239"/>
    <w:rsid w:val="008E5E75"/>
    <w:rsid w:val="008E6208"/>
    <w:rsid w:val="008E68D9"/>
    <w:rsid w:val="008E7CE8"/>
    <w:rsid w:val="008F0A63"/>
    <w:rsid w:val="008F12F8"/>
    <w:rsid w:val="008F38EC"/>
    <w:rsid w:val="008F50BC"/>
    <w:rsid w:val="008F5919"/>
    <w:rsid w:val="008F59D9"/>
    <w:rsid w:val="008F5B9D"/>
    <w:rsid w:val="008F644E"/>
    <w:rsid w:val="008F78ED"/>
    <w:rsid w:val="008F7A7D"/>
    <w:rsid w:val="00900CAF"/>
    <w:rsid w:val="00900EB2"/>
    <w:rsid w:val="0090275B"/>
    <w:rsid w:val="00902D96"/>
    <w:rsid w:val="009031FE"/>
    <w:rsid w:val="009034E6"/>
    <w:rsid w:val="0090359B"/>
    <w:rsid w:val="00904045"/>
    <w:rsid w:val="0090407E"/>
    <w:rsid w:val="009047B1"/>
    <w:rsid w:val="009073AF"/>
    <w:rsid w:val="009078E2"/>
    <w:rsid w:val="009107A5"/>
    <w:rsid w:val="009107EE"/>
    <w:rsid w:val="00910840"/>
    <w:rsid w:val="00910884"/>
    <w:rsid w:val="00913735"/>
    <w:rsid w:val="009146A0"/>
    <w:rsid w:val="009148D9"/>
    <w:rsid w:val="00914A29"/>
    <w:rsid w:val="00914DC9"/>
    <w:rsid w:val="00915520"/>
    <w:rsid w:val="009156C1"/>
    <w:rsid w:val="00915992"/>
    <w:rsid w:val="00915DF6"/>
    <w:rsid w:val="00916E66"/>
    <w:rsid w:val="009179BC"/>
    <w:rsid w:val="00917A73"/>
    <w:rsid w:val="00917B78"/>
    <w:rsid w:val="00921B55"/>
    <w:rsid w:val="00922487"/>
    <w:rsid w:val="00922602"/>
    <w:rsid w:val="00923675"/>
    <w:rsid w:val="00923D31"/>
    <w:rsid w:val="00924173"/>
    <w:rsid w:val="00924C76"/>
    <w:rsid w:val="00924F11"/>
    <w:rsid w:val="00925ABF"/>
    <w:rsid w:val="00925B43"/>
    <w:rsid w:val="00926D7E"/>
    <w:rsid w:val="0093005D"/>
    <w:rsid w:val="00930260"/>
    <w:rsid w:val="00930E9B"/>
    <w:rsid w:val="009335C4"/>
    <w:rsid w:val="00933F47"/>
    <w:rsid w:val="009342DD"/>
    <w:rsid w:val="00935022"/>
    <w:rsid w:val="00935D76"/>
    <w:rsid w:val="00940775"/>
    <w:rsid w:val="0094091F"/>
    <w:rsid w:val="00940B03"/>
    <w:rsid w:val="00940C8F"/>
    <w:rsid w:val="00940F27"/>
    <w:rsid w:val="00942E25"/>
    <w:rsid w:val="00943AF8"/>
    <w:rsid w:val="009444A1"/>
    <w:rsid w:val="0094466D"/>
    <w:rsid w:val="00944B45"/>
    <w:rsid w:val="00944F85"/>
    <w:rsid w:val="00945067"/>
    <w:rsid w:val="009451C6"/>
    <w:rsid w:val="00945C26"/>
    <w:rsid w:val="009462FE"/>
    <w:rsid w:val="0094649A"/>
    <w:rsid w:val="0095031D"/>
    <w:rsid w:val="00950C72"/>
    <w:rsid w:val="00952095"/>
    <w:rsid w:val="0095356C"/>
    <w:rsid w:val="00953C35"/>
    <w:rsid w:val="00953D3F"/>
    <w:rsid w:val="00953DA9"/>
    <w:rsid w:val="009545F0"/>
    <w:rsid w:val="00954EB4"/>
    <w:rsid w:val="00954F06"/>
    <w:rsid w:val="00956AFB"/>
    <w:rsid w:val="00957D30"/>
    <w:rsid w:val="0096108F"/>
    <w:rsid w:val="0096117F"/>
    <w:rsid w:val="00961910"/>
    <w:rsid w:val="00961FBC"/>
    <w:rsid w:val="00962532"/>
    <w:rsid w:val="00962C4F"/>
    <w:rsid w:val="00962FCB"/>
    <w:rsid w:val="00962FF6"/>
    <w:rsid w:val="0096332C"/>
    <w:rsid w:val="00964E16"/>
    <w:rsid w:val="00967067"/>
    <w:rsid w:val="009678E8"/>
    <w:rsid w:val="00973BB2"/>
    <w:rsid w:val="009751F8"/>
    <w:rsid w:val="0097547A"/>
    <w:rsid w:val="00976ACA"/>
    <w:rsid w:val="00976FDC"/>
    <w:rsid w:val="009771FE"/>
    <w:rsid w:val="0098002B"/>
    <w:rsid w:val="00981588"/>
    <w:rsid w:val="00981C4F"/>
    <w:rsid w:val="009823AC"/>
    <w:rsid w:val="00982DF1"/>
    <w:rsid w:val="00984C05"/>
    <w:rsid w:val="00984DB1"/>
    <w:rsid w:val="009858D4"/>
    <w:rsid w:val="00985EFF"/>
    <w:rsid w:val="0098627B"/>
    <w:rsid w:val="00986C55"/>
    <w:rsid w:val="00990DFF"/>
    <w:rsid w:val="0099151E"/>
    <w:rsid w:val="009919F2"/>
    <w:rsid w:val="00991C67"/>
    <w:rsid w:val="009928CD"/>
    <w:rsid w:val="00992D5A"/>
    <w:rsid w:val="009936A4"/>
    <w:rsid w:val="0099483B"/>
    <w:rsid w:val="009954B9"/>
    <w:rsid w:val="00995FBD"/>
    <w:rsid w:val="009964EF"/>
    <w:rsid w:val="0099775F"/>
    <w:rsid w:val="009A0582"/>
    <w:rsid w:val="009A0A24"/>
    <w:rsid w:val="009A0B5D"/>
    <w:rsid w:val="009A0CF1"/>
    <w:rsid w:val="009A16A4"/>
    <w:rsid w:val="009A227B"/>
    <w:rsid w:val="009A629A"/>
    <w:rsid w:val="009A676B"/>
    <w:rsid w:val="009A69AE"/>
    <w:rsid w:val="009A6BC2"/>
    <w:rsid w:val="009A77B0"/>
    <w:rsid w:val="009A7A0D"/>
    <w:rsid w:val="009B01B1"/>
    <w:rsid w:val="009B080D"/>
    <w:rsid w:val="009B0D8C"/>
    <w:rsid w:val="009B0F1A"/>
    <w:rsid w:val="009B122B"/>
    <w:rsid w:val="009B162F"/>
    <w:rsid w:val="009B19B8"/>
    <w:rsid w:val="009B216B"/>
    <w:rsid w:val="009B3B88"/>
    <w:rsid w:val="009B467F"/>
    <w:rsid w:val="009B74B3"/>
    <w:rsid w:val="009B76F4"/>
    <w:rsid w:val="009B772C"/>
    <w:rsid w:val="009C0568"/>
    <w:rsid w:val="009C0D7B"/>
    <w:rsid w:val="009C2972"/>
    <w:rsid w:val="009C3B9F"/>
    <w:rsid w:val="009C48AB"/>
    <w:rsid w:val="009C50F9"/>
    <w:rsid w:val="009C55C1"/>
    <w:rsid w:val="009C5C68"/>
    <w:rsid w:val="009C6D2F"/>
    <w:rsid w:val="009C7481"/>
    <w:rsid w:val="009C7FEB"/>
    <w:rsid w:val="009D076A"/>
    <w:rsid w:val="009D0CB5"/>
    <w:rsid w:val="009D2464"/>
    <w:rsid w:val="009D4202"/>
    <w:rsid w:val="009D44BF"/>
    <w:rsid w:val="009D45A8"/>
    <w:rsid w:val="009D46C7"/>
    <w:rsid w:val="009E0C88"/>
    <w:rsid w:val="009E13F2"/>
    <w:rsid w:val="009E1AAA"/>
    <w:rsid w:val="009E20B9"/>
    <w:rsid w:val="009E264A"/>
    <w:rsid w:val="009E2ABE"/>
    <w:rsid w:val="009E35D1"/>
    <w:rsid w:val="009E39D1"/>
    <w:rsid w:val="009E46B0"/>
    <w:rsid w:val="009E517F"/>
    <w:rsid w:val="009E630A"/>
    <w:rsid w:val="009E78D9"/>
    <w:rsid w:val="009F0157"/>
    <w:rsid w:val="009F1CC8"/>
    <w:rsid w:val="009F23F5"/>
    <w:rsid w:val="009F264A"/>
    <w:rsid w:val="009F38F9"/>
    <w:rsid w:val="009F3AF5"/>
    <w:rsid w:val="009F4D88"/>
    <w:rsid w:val="009F733C"/>
    <w:rsid w:val="009F73EA"/>
    <w:rsid w:val="009F75AD"/>
    <w:rsid w:val="00A0038A"/>
    <w:rsid w:val="00A0082B"/>
    <w:rsid w:val="00A00D57"/>
    <w:rsid w:val="00A00F16"/>
    <w:rsid w:val="00A01098"/>
    <w:rsid w:val="00A01ACC"/>
    <w:rsid w:val="00A02262"/>
    <w:rsid w:val="00A033A3"/>
    <w:rsid w:val="00A054EA"/>
    <w:rsid w:val="00A0558F"/>
    <w:rsid w:val="00A066AF"/>
    <w:rsid w:val="00A06ACF"/>
    <w:rsid w:val="00A06B6F"/>
    <w:rsid w:val="00A06C22"/>
    <w:rsid w:val="00A07D06"/>
    <w:rsid w:val="00A10711"/>
    <w:rsid w:val="00A108CC"/>
    <w:rsid w:val="00A10F35"/>
    <w:rsid w:val="00A11855"/>
    <w:rsid w:val="00A1231E"/>
    <w:rsid w:val="00A12457"/>
    <w:rsid w:val="00A156D1"/>
    <w:rsid w:val="00A16C2D"/>
    <w:rsid w:val="00A17EA7"/>
    <w:rsid w:val="00A200A6"/>
    <w:rsid w:val="00A23942"/>
    <w:rsid w:val="00A257E1"/>
    <w:rsid w:val="00A26557"/>
    <w:rsid w:val="00A26B34"/>
    <w:rsid w:val="00A26BC4"/>
    <w:rsid w:val="00A26DEC"/>
    <w:rsid w:val="00A26F5D"/>
    <w:rsid w:val="00A27330"/>
    <w:rsid w:val="00A2755D"/>
    <w:rsid w:val="00A3106A"/>
    <w:rsid w:val="00A31AA8"/>
    <w:rsid w:val="00A31BF7"/>
    <w:rsid w:val="00A3291E"/>
    <w:rsid w:val="00A32E0A"/>
    <w:rsid w:val="00A33160"/>
    <w:rsid w:val="00A3382E"/>
    <w:rsid w:val="00A340A9"/>
    <w:rsid w:val="00A344FB"/>
    <w:rsid w:val="00A34763"/>
    <w:rsid w:val="00A350B7"/>
    <w:rsid w:val="00A35FDD"/>
    <w:rsid w:val="00A36006"/>
    <w:rsid w:val="00A36579"/>
    <w:rsid w:val="00A36683"/>
    <w:rsid w:val="00A377C7"/>
    <w:rsid w:val="00A40954"/>
    <w:rsid w:val="00A42FBE"/>
    <w:rsid w:val="00A43DA9"/>
    <w:rsid w:val="00A44371"/>
    <w:rsid w:val="00A4438B"/>
    <w:rsid w:val="00A456CD"/>
    <w:rsid w:val="00A45AF6"/>
    <w:rsid w:val="00A45D9F"/>
    <w:rsid w:val="00A46CD3"/>
    <w:rsid w:val="00A4726E"/>
    <w:rsid w:val="00A4733D"/>
    <w:rsid w:val="00A477E1"/>
    <w:rsid w:val="00A5043D"/>
    <w:rsid w:val="00A511FD"/>
    <w:rsid w:val="00A51317"/>
    <w:rsid w:val="00A51532"/>
    <w:rsid w:val="00A5273C"/>
    <w:rsid w:val="00A5385A"/>
    <w:rsid w:val="00A54D34"/>
    <w:rsid w:val="00A55427"/>
    <w:rsid w:val="00A60A79"/>
    <w:rsid w:val="00A626D3"/>
    <w:rsid w:val="00A62D23"/>
    <w:rsid w:val="00A63BD6"/>
    <w:rsid w:val="00A651E0"/>
    <w:rsid w:val="00A65716"/>
    <w:rsid w:val="00A666D9"/>
    <w:rsid w:val="00A67082"/>
    <w:rsid w:val="00A67FE5"/>
    <w:rsid w:val="00A704C6"/>
    <w:rsid w:val="00A72F14"/>
    <w:rsid w:val="00A73019"/>
    <w:rsid w:val="00A75AD0"/>
    <w:rsid w:val="00A75F79"/>
    <w:rsid w:val="00A7711A"/>
    <w:rsid w:val="00A774C4"/>
    <w:rsid w:val="00A776C5"/>
    <w:rsid w:val="00A779DF"/>
    <w:rsid w:val="00A8163A"/>
    <w:rsid w:val="00A83316"/>
    <w:rsid w:val="00A83912"/>
    <w:rsid w:val="00A844B9"/>
    <w:rsid w:val="00A84BD7"/>
    <w:rsid w:val="00A84E27"/>
    <w:rsid w:val="00A852CA"/>
    <w:rsid w:val="00A85A5C"/>
    <w:rsid w:val="00A85E17"/>
    <w:rsid w:val="00A86758"/>
    <w:rsid w:val="00A86C5E"/>
    <w:rsid w:val="00A87333"/>
    <w:rsid w:val="00A90DC8"/>
    <w:rsid w:val="00A9274C"/>
    <w:rsid w:val="00A930D9"/>
    <w:rsid w:val="00A93B61"/>
    <w:rsid w:val="00A93D0C"/>
    <w:rsid w:val="00A94821"/>
    <w:rsid w:val="00A949B8"/>
    <w:rsid w:val="00A95750"/>
    <w:rsid w:val="00AA025F"/>
    <w:rsid w:val="00AA2790"/>
    <w:rsid w:val="00AA2800"/>
    <w:rsid w:val="00AA35B5"/>
    <w:rsid w:val="00AA35E8"/>
    <w:rsid w:val="00AA3D98"/>
    <w:rsid w:val="00AA45E8"/>
    <w:rsid w:val="00AA4CC1"/>
    <w:rsid w:val="00AA602E"/>
    <w:rsid w:val="00AA7058"/>
    <w:rsid w:val="00AA7F3A"/>
    <w:rsid w:val="00AB06FE"/>
    <w:rsid w:val="00AB1C22"/>
    <w:rsid w:val="00AB2274"/>
    <w:rsid w:val="00AB2323"/>
    <w:rsid w:val="00AB269F"/>
    <w:rsid w:val="00AB291D"/>
    <w:rsid w:val="00AB3A44"/>
    <w:rsid w:val="00AB410E"/>
    <w:rsid w:val="00AB513D"/>
    <w:rsid w:val="00AB56CF"/>
    <w:rsid w:val="00AB5AE5"/>
    <w:rsid w:val="00AB5EAF"/>
    <w:rsid w:val="00AB7227"/>
    <w:rsid w:val="00AC0495"/>
    <w:rsid w:val="00AC04C5"/>
    <w:rsid w:val="00AC072D"/>
    <w:rsid w:val="00AC09B6"/>
    <w:rsid w:val="00AC0A31"/>
    <w:rsid w:val="00AC0B21"/>
    <w:rsid w:val="00AC0E16"/>
    <w:rsid w:val="00AC1CBD"/>
    <w:rsid w:val="00AC3EB0"/>
    <w:rsid w:val="00AC50AB"/>
    <w:rsid w:val="00AC5218"/>
    <w:rsid w:val="00AC6266"/>
    <w:rsid w:val="00AC6806"/>
    <w:rsid w:val="00AC70B2"/>
    <w:rsid w:val="00AC7991"/>
    <w:rsid w:val="00AC7A23"/>
    <w:rsid w:val="00AC7CF8"/>
    <w:rsid w:val="00AD11B7"/>
    <w:rsid w:val="00AD3F08"/>
    <w:rsid w:val="00AD4386"/>
    <w:rsid w:val="00AD573F"/>
    <w:rsid w:val="00AD6124"/>
    <w:rsid w:val="00AD66DD"/>
    <w:rsid w:val="00AD681A"/>
    <w:rsid w:val="00AD7091"/>
    <w:rsid w:val="00AD745C"/>
    <w:rsid w:val="00AE13B8"/>
    <w:rsid w:val="00AE2746"/>
    <w:rsid w:val="00AE31BD"/>
    <w:rsid w:val="00AE4E1F"/>
    <w:rsid w:val="00AE4F21"/>
    <w:rsid w:val="00AE565A"/>
    <w:rsid w:val="00AE5747"/>
    <w:rsid w:val="00AE5A57"/>
    <w:rsid w:val="00AE678C"/>
    <w:rsid w:val="00AE6916"/>
    <w:rsid w:val="00AE6EBD"/>
    <w:rsid w:val="00AF05F0"/>
    <w:rsid w:val="00AF12C8"/>
    <w:rsid w:val="00AF5C64"/>
    <w:rsid w:val="00AF629F"/>
    <w:rsid w:val="00AF74EE"/>
    <w:rsid w:val="00AF7A41"/>
    <w:rsid w:val="00AF7F60"/>
    <w:rsid w:val="00B0080A"/>
    <w:rsid w:val="00B02248"/>
    <w:rsid w:val="00B02C42"/>
    <w:rsid w:val="00B033CE"/>
    <w:rsid w:val="00B043C6"/>
    <w:rsid w:val="00B04965"/>
    <w:rsid w:val="00B05A76"/>
    <w:rsid w:val="00B05BE8"/>
    <w:rsid w:val="00B06037"/>
    <w:rsid w:val="00B06A71"/>
    <w:rsid w:val="00B07BF7"/>
    <w:rsid w:val="00B115C7"/>
    <w:rsid w:val="00B119D2"/>
    <w:rsid w:val="00B11A9F"/>
    <w:rsid w:val="00B11AE7"/>
    <w:rsid w:val="00B12138"/>
    <w:rsid w:val="00B13A11"/>
    <w:rsid w:val="00B13EEE"/>
    <w:rsid w:val="00B14ECC"/>
    <w:rsid w:val="00B16B62"/>
    <w:rsid w:val="00B16C83"/>
    <w:rsid w:val="00B170B7"/>
    <w:rsid w:val="00B2055E"/>
    <w:rsid w:val="00B20E92"/>
    <w:rsid w:val="00B21478"/>
    <w:rsid w:val="00B22415"/>
    <w:rsid w:val="00B22E33"/>
    <w:rsid w:val="00B22F74"/>
    <w:rsid w:val="00B24C06"/>
    <w:rsid w:val="00B25984"/>
    <w:rsid w:val="00B274EE"/>
    <w:rsid w:val="00B30AAB"/>
    <w:rsid w:val="00B311E2"/>
    <w:rsid w:val="00B315E4"/>
    <w:rsid w:val="00B31CF4"/>
    <w:rsid w:val="00B32308"/>
    <w:rsid w:val="00B32D9E"/>
    <w:rsid w:val="00B33A4E"/>
    <w:rsid w:val="00B33FB8"/>
    <w:rsid w:val="00B34424"/>
    <w:rsid w:val="00B346A9"/>
    <w:rsid w:val="00B3536C"/>
    <w:rsid w:val="00B35C5C"/>
    <w:rsid w:val="00B35F4B"/>
    <w:rsid w:val="00B3690D"/>
    <w:rsid w:val="00B36CC0"/>
    <w:rsid w:val="00B374DB"/>
    <w:rsid w:val="00B37878"/>
    <w:rsid w:val="00B37CCF"/>
    <w:rsid w:val="00B37CEC"/>
    <w:rsid w:val="00B37D5C"/>
    <w:rsid w:val="00B37F4C"/>
    <w:rsid w:val="00B409C2"/>
    <w:rsid w:val="00B42345"/>
    <w:rsid w:val="00B42DB5"/>
    <w:rsid w:val="00B42FB2"/>
    <w:rsid w:val="00B435A0"/>
    <w:rsid w:val="00B4454A"/>
    <w:rsid w:val="00B45C6B"/>
    <w:rsid w:val="00B45EEC"/>
    <w:rsid w:val="00B467B6"/>
    <w:rsid w:val="00B46A55"/>
    <w:rsid w:val="00B46DA5"/>
    <w:rsid w:val="00B4746C"/>
    <w:rsid w:val="00B50515"/>
    <w:rsid w:val="00B50C25"/>
    <w:rsid w:val="00B50E42"/>
    <w:rsid w:val="00B51B10"/>
    <w:rsid w:val="00B54C0F"/>
    <w:rsid w:val="00B54FB9"/>
    <w:rsid w:val="00B5527F"/>
    <w:rsid w:val="00B56218"/>
    <w:rsid w:val="00B573ED"/>
    <w:rsid w:val="00B6093C"/>
    <w:rsid w:val="00B6121E"/>
    <w:rsid w:val="00B62115"/>
    <w:rsid w:val="00B62CDC"/>
    <w:rsid w:val="00B638B4"/>
    <w:rsid w:val="00B64534"/>
    <w:rsid w:val="00B6501D"/>
    <w:rsid w:val="00B651FF"/>
    <w:rsid w:val="00B657EC"/>
    <w:rsid w:val="00B658EF"/>
    <w:rsid w:val="00B65B84"/>
    <w:rsid w:val="00B66680"/>
    <w:rsid w:val="00B66B17"/>
    <w:rsid w:val="00B677B9"/>
    <w:rsid w:val="00B706F7"/>
    <w:rsid w:val="00B71735"/>
    <w:rsid w:val="00B71B54"/>
    <w:rsid w:val="00B71CD3"/>
    <w:rsid w:val="00B7459D"/>
    <w:rsid w:val="00B74909"/>
    <w:rsid w:val="00B80DB4"/>
    <w:rsid w:val="00B81298"/>
    <w:rsid w:val="00B817DB"/>
    <w:rsid w:val="00B83A0C"/>
    <w:rsid w:val="00B84E13"/>
    <w:rsid w:val="00B8622F"/>
    <w:rsid w:val="00B86B8F"/>
    <w:rsid w:val="00B86F4F"/>
    <w:rsid w:val="00B87258"/>
    <w:rsid w:val="00B90084"/>
    <w:rsid w:val="00B902CE"/>
    <w:rsid w:val="00B906C6"/>
    <w:rsid w:val="00B91936"/>
    <w:rsid w:val="00B92364"/>
    <w:rsid w:val="00B92843"/>
    <w:rsid w:val="00B93295"/>
    <w:rsid w:val="00B93B3E"/>
    <w:rsid w:val="00B93F0C"/>
    <w:rsid w:val="00B94249"/>
    <w:rsid w:val="00B945FD"/>
    <w:rsid w:val="00B97A5E"/>
    <w:rsid w:val="00B97A63"/>
    <w:rsid w:val="00B97BA9"/>
    <w:rsid w:val="00BA0010"/>
    <w:rsid w:val="00BA0FDB"/>
    <w:rsid w:val="00BA2CE8"/>
    <w:rsid w:val="00BA4EDA"/>
    <w:rsid w:val="00BA5585"/>
    <w:rsid w:val="00BA60EF"/>
    <w:rsid w:val="00BA782D"/>
    <w:rsid w:val="00BA7A60"/>
    <w:rsid w:val="00BA7D3E"/>
    <w:rsid w:val="00BA7FDE"/>
    <w:rsid w:val="00BB0839"/>
    <w:rsid w:val="00BB1F71"/>
    <w:rsid w:val="00BB333B"/>
    <w:rsid w:val="00BB3816"/>
    <w:rsid w:val="00BB475C"/>
    <w:rsid w:val="00BB4BB0"/>
    <w:rsid w:val="00BB596F"/>
    <w:rsid w:val="00BB74FA"/>
    <w:rsid w:val="00BC0280"/>
    <w:rsid w:val="00BC0CDC"/>
    <w:rsid w:val="00BC3034"/>
    <w:rsid w:val="00BC3047"/>
    <w:rsid w:val="00BC34C3"/>
    <w:rsid w:val="00BC4DF6"/>
    <w:rsid w:val="00BC4E6D"/>
    <w:rsid w:val="00BC5EF9"/>
    <w:rsid w:val="00BC6BAA"/>
    <w:rsid w:val="00BC6F02"/>
    <w:rsid w:val="00BD0108"/>
    <w:rsid w:val="00BD0169"/>
    <w:rsid w:val="00BD078A"/>
    <w:rsid w:val="00BD0D51"/>
    <w:rsid w:val="00BD0DB9"/>
    <w:rsid w:val="00BD1357"/>
    <w:rsid w:val="00BD1413"/>
    <w:rsid w:val="00BD4E5A"/>
    <w:rsid w:val="00BD6247"/>
    <w:rsid w:val="00BE0677"/>
    <w:rsid w:val="00BE094D"/>
    <w:rsid w:val="00BE1311"/>
    <w:rsid w:val="00BE1E32"/>
    <w:rsid w:val="00BE2B0A"/>
    <w:rsid w:val="00BE4575"/>
    <w:rsid w:val="00BE5282"/>
    <w:rsid w:val="00BE566F"/>
    <w:rsid w:val="00BE5B15"/>
    <w:rsid w:val="00BE5F09"/>
    <w:rsid w:val="00BE63B3"/>
    <w:rsid w:val="00BF131B"/>
    <w:rsid w:val="00BF1874"/>
    <w:rsid w:val="00BF1B3C"/>
    <w:rsid w:val="00BF2965"/>
    <w:rsid w:val="00BF394D"/>
    <w:rsid w:val="00BF4B81"/>
    <w:rsid w:val="00BF5BE5"/>
    <w:rsid w:val="00C00680"/>
    <w:rsid w:val="00C00DBC"/>
    <w:rsid w:val="00C010ED"/>
    <w:rsid w:val="00C01162"/>
    <w:rsid w:val="00C0165E"/>
    <w:rsid w:val="00C02F03"/>
    <w:rsid w:val="00C02F3D"/>
    <w:rsid w:val="00C033EE"/>
    <w:rsid w:val="00C03EF2"/>
    <w:rsid w:val="00C04AB4"/>
    <w:rsid w:val="00C04F10"/>
    <w:rsid w:val="00C06B5B"/>
    <w:rsid w:val="00C0705D"/>
    <w:rsid w:val="00C07227"/>
    <w:rsid w:val="00C07813"/>
    <w:rsid w:val="00C10202"/>
    <w:rsid w:val="00C11C28"/>
    <w:rsid w:val="00C1259F"/>
    <w:rsid w:val="00C13089"/>
    <w:rsid w:val="00C139C6"/>
    <w:rsid w:val="00C15CF0"/>
    <w:rsid w:val="00C202FF"/>
    <w:rsid w:val="00C20D94"/>
    <w:rsid w:val="00C2143A"/>
    <w:rsid w:val="00C22B9D"/>
    <w:rsid w:val="00C243DE"/>
    <w:rsid w:val="00C24B0A"/>
    <w:rsid w:val="00C24CD5"/>
    <w:rsid w:val="00C250F2"/>
    <w:rsid w:val="00C25BDF"/>
    <w:rsid w:val="00C261F4"/>
    <w:rsid w:val="00C31EEF"/>
    <w:rsid w:val="00C31FD8"/>
    <w:rsid w:val="00C32B4F"/>
    <w:rsid w:val="00C35817"/>
    <w:rsid w:val="00C36537"/>
    <w:rsid w:val="00C375E0"/>
    <w:rsid w:val="00C40FBE"/>
    <w:rsid w:val="00C4106C"/>
    <w:rsid w:val="00C414E3"/>
    <w:rsid w:val="00C4154C"/>
    <w:rsid w:val="00C433AA"/>
    <w:rsid w:val="00C434E0"/>
    <w:rsid w:val="00C43522"/>
    <w:rsid w:val="00C43F14"/>
    <w:rsid w:val="00C441F7"/>
    <w:rsid w:val="00C442DF"/>
    <w:rsid w:val="00C4480C"/>
    <w:rsid w:val="00C45265"/>
    <w:rsid w:val="00C45E38"/>
    <w:rsid w:val="00C478D6"/>
    <w:rsid w:val="00C50F12"/>
    <w:rsid w:val="00C52BCB"/>
    <w:rsid w:val="00C52FA0"/>
    <w:rsid w:val="00C538FD"/>
    <w:rsid w:val="00C53B80"/>
    <w:rsid w:val="00C542F3"/>
    <w:rsid w:val="00C54AB5"/>
    <w:rsid w:val="00C56234"/>
    <w:rsid w:val="00C5670C"/>
    <w:rsid w:val="00C56A78"/>
    <w:rsid w:val="00C57683"/>
    <w:rsid w:val="00C60573"/>
    <w:rsid w:val="00C62492"/>
    <w:rsid w:val="00C62711"/>
    <w:rsid w:val="00C62732"/>
    <w:rsid w:val="00C6371C"/>
    <w:rsid w:val="00C65880"/>
    <w:rsid w:val="00C65F28"/>
    <w:rsid w:val="00C6643F"/>
    <w:rsid w:val="00C66F3B"/>
    <w:rsid w:val="00C6756C"/>
    <w:rsid w:val="00C71242"/>
    <w:rsid w:val="00C71BEB"/>
    <w:rsid w:val="00C71DD8"/>
    <w:rsid w:val="00C71EA5"/>
    <w:rsid w:val="00C739A4"/>
    <w:rsid w:val="00C73DFB"/>
    <w:rsid w:val="00C73F76"/>
    <w:rsid w:val="00C75B79"/>
    <w:rsid w:val="00C76B50"/>
    <w:rsid w:val="00C7725B"/>
    <w:rsid w:val="00C81B94"/>
    <w:rsid w:val="00C85037"/>
    <w:rsid w:val="00C8539F"/>
    <w:rsid w:val="00C85429"/>
    <w:rsid w:val="00C856DD"/>
    <w:rsid w:val="00C86930"/>
    <w:rsid w:val="00C91072"/>
    <w:rsid w:val="00C91163"/>
    <w:rsid w:val="00C928F1"/>
    <w:rsid w:val="00C92FF8"/>
    <w:rsid w:val="00C93464"/>
    <w:rsid w:val="00C9369C"/>
    <w:rsid w:val="00C9514C"/>
    <w:rsid w:val="00C960C2"/>
    <w:rsid w:val="00C960EC"/>
    <w:rsid w:val="00C9644B"/>
    <w:rsid w:val="00C96EF5"/>
    <w:rsid w:val="00C97368"/>
    <w:rsid w:val="00CA161C"/>
    <w:rsid w:val="00CA1642"/>
    <w:rsid w:val="00CA2053"/>
    <w:rsid w:val="00CA211E"/>
    <w:rsid w:val="00CA363B"/>
    <w:rsid w:val="00CA3C82"/>
    <w:rsid w:val="00CA4848"/>
    <w:rsid w:val="00CA48F5"/>
    <w:rsid w:val="00CA4965"/>
    <w:rsid w:val="00CA4FAF"/>
    <w:rsid w:val="00CA63C6"/>
    <w:rsid w:val="00CA7384"/>
    <w:rsid w:val="00CA74AB"/>
    <w:rsid w:val="00CA7E1A"/>
    <w:rsid w:val="00CB1253"/>
    <w:rsid w:val="00CB1E09"/>
    <w:rsid w:val="00CB2304"/>
    <w:rsid w:val="00CB3C6F"/>
    <w:rsid w:val="00CB443D"/>
    <w:rsid w:val="00CB44DC"/>
    <w:rsid w:val="00CB4AB3"/>
    <w:rsid w:val="00CB4D8E"/>
    <w:rsid w:val="00CB5187"/>
    <w:rsid w:val="00CB537E"/>
    <w:rsid w:val="00CB5E41"/>
    <w:rsid w:val="00CB67CC"/>
    <w:rsid w:val="00CB6CD1"/>
    <w:rsid w:val="00CB783F"/>
    <w:rsid w:val="00CB79AB"/>
    <w:rsid w:val="00CC0C52"/>
    <w:rsid w:val="00CC149B"/>
    <w:rsid w:val="00CC151C"/>
    <w:rsid w:val="00CC25A8"/>
    <w:rsid w:val="00CC2B8B"/>
    <w:rsid w:val="00CC3853"/>
    <w:rsid w:val="00CC3C33"/>
    <w:rsid w:val="00CC3D56"/>
    <w:rsid w:val="00CC4020"/>
    <w:rsid w:val="00CC417E"/>
    <w:rsid w:val="00CC41E5"/>
    <w:rsid w:val="00CC4792"/>
    <w:rsid w:val="00CC4EE6"/>
    <w:rsid w:val="00CC522C"/>
    <w:rsid w:val="00CC631A"/>
    <w:rsid w:val="00CC6691"/>
    <w:rsid w:val="00CC7960"/>
    <w:rsid w:val="00CD066D"/>
    <w:rsid w:val="00CD0DC4"/>
    <w:rsid w:val="00CD151F"/>
    <w:rsid w:val="00CD2533"/>
    <w:rsid w:val="00CD3BD5"/>
    <w:rsid w:val="00CD49D6"/>
    <w:rsid w:val="00CD540A"/>
    <w:rsid w:val="00CD560A"/>
    <w:rsid w:val="00CE0A8B"/>
    <w:rsid w:val="00CE0C2A"/>
    <w:rsid w:val="00CE1109"/>
    <w:rsid w:val="00CE1750"/>
    <w:rsid w:val="00CE1D80"/>
    <w:rsid w:val="00CE3375"/>
    <w:rsid w:val="00CE3388"/>
    <w:rsid w:val="00CE3E57"/>
    <w:rsid w:val="00CE424C"/>
    <w:rsid w:val="00CE44C9"/>
    <w:rsid w:val="00CE664D"/>
    <w:rsid w:val="00CF15B7"/>
    <w:rsid w:val="00CF16C8"/>
    <w:rsid w:val="00CF29D3"/>
    <w:rsid w:val="00CF36FE"/>
    <w:rsid w:val="00CF425D"/>
    <w:rsid w:val="00CF54B2"/>
    <w:rsid w:val="00CF5CB9"/>
    <w:rsid w:val="00D00A8E"/>
    <w:rsid w:val="00D00D81"/>
    <w:rsid w:val="00D01E7A"/>
    <w:rsid w:val="00D02FEE"/>
    <w:rsid w:val="00D03911"/>
    <w:rsid w:val="00D03A19"/>
    <w:rsid w:val="00D054D6"/>
    <w:rsid w:val="00D071D8"/>
    <w:rsid w:val="00D0777D"/>
    <w:rsid w:val="00D07CFF"/>
    <w:rsid w:val="00D10330"/>
    <w:rsid w:val="00D110FC"/>
    <w:rsid w:val="00D11E4A"/>
    <w:rsid w:val="00D12682"/>
    <w:rsid w:val="00D1479F"/>
    <w:rsid w:val="00D149AC"/>
    <w:rsid w:val="00D1680A"/>
    <w:rsid w:val="00D16E48"/>
    <w:rsid w:val="00D16EB8"/>
    <w:rsid w:val="00D17C74"/>
    <w:rsid w:val="00D21F95"/>
    <w:rsid w:val="00D22C64"/>
    <w:rsid w:val="00D22E31"/>
    <w:rsid w:val="00D23287"/>
    <w:rsid w:val="00D2366F"/>
    <w:rsid w:val="00D242A6"/>
    <w:rsid w:val="00D242B9"/>
    <w:rsid w:val="00D2465C"/>
    <w:rsid w:val="00D24D9C"/>
    <w:rsid w:val="00D25600"/>
    <w:rsid w:val="00D25D1A"/>
    <w:rsid w:val="00D26174"/>
    <w:rsid w:val="00D27857"/>
    <w:rsid w:val="00D27CF9"/>
    <w:rsid w:val="00D30D9B"/>
    <w:rsid w:val="00D3132E"/>
    <w:rsid w:val="00D31DBE"/>
    <w:rsid w:val="00D31F89"/>
    <w:rsid w:val="00D3212C"/>
    <w:rsid w:val="00D32D67"/>
    <w:rsid w:val="00D33738"/>
    <w:rsid w:val="00D342A8"/>
    <w:rsid w:val="00D3441F"/>
    <w:rsid w:val="00D34CB1"/>
    <w:rsid w:val="00D35354"/>
    <w:rsid w:val="00D36775"/>
    <w:rsid w:val="00D36CF6"/>
    <w:rsid w:val="00D3767E"/>
    <w:rsid w:val="00D379EA"/>
    <w:rsid w:val="00D402D5"/>
    <w:rsid w:val="00D406E1"/>
    <w:rsid w:val="00D40CB1"/>
    <w:rsid w:val="00D4145A"/>
    <w:rsid w:val="00D418AC"/>
    <w:rsid w:val="00D4265F"/>
    <w:rsid w:val="00D44195"/>
    <w:rsid w:val="00D44257"/>
    <w:rsid w:val="00D44E9A"/>
    <w:rsid w:val="00D472E8"/>
    <w:rsid w:val="00D47B19"/>
    <w:rsid w:val="00D47D59"/>
    <w:rsid w:val="00D5115C"/>
    <w:rsid w:val="00D5141E"/>
    <w:rsid w:val="00D530AE"/>
    <w:rsid w:val="00D55CAA"/>
    <w:rsid w:val="00D55F4C"/>
    <w:rsid w:val="00D56432"/>
    <w:rsid w:val="00D5743F"/>
    <w:rsid w:val="00D57989"/>
    <w:rsid w:val="00D57AF7"/>
    <w:rsid w:val="00D600F5"/>
    <w:rsid w:val="00D60338"/>
    <w:rsid w:val="00D6085A"/>
    <w:rsid w:val="00D61035"/>
    <w:rsid w:val="00D6156F"/>
    <w:rsid w:val="00D61921"/>
    <w:rsid w:val="00D62E26"/>
    <w:rsid w:val="00D632CD"/>
    <w:rsid w:val="00D650B5"/>
    <w:rsid w:val="00D651C2"/>
    <w:rsid w:val="00D65A11"/>
    <w:rsid w:val="00D65C06"/>
    <w:rsid w:val="00D65CD7"/>
    <w:rsid w:val="00D66162"/>
    <w:rsid w:val="00D67440"/>
    <w:rsid w:val="00D67960"/>
    <w:rsid w:val="00D705AE"/>
    <w:rsid w:val="00D7062B"/>
    <w:rsid w:val="00D706B1"/>
    <w:rsid w:val="00D706D1"/>
    <w:rsid w:val="00D719EF"/>
    <w:rsid w:val="00D71ABB"/>
    <w:rsid w:val="00D71AFC"/>
    <w:rsid w:val="00D725F6"/>
    <w:rsid w:val="00D728AF"/>
    <w:rsid w:val="00D733F6"/>
    <w:rsid w:val="00D736A8"/>
    <w:rsid w:val="00D77649"/>
    <w:rsid w:val="00D8037C"/>
    <w:rsid w:val="00D80C4F"/>
    <w:rsid w:val="00D8171F"/>
    <w:rsid w:val="00D81FFD"/>
    <w:rsid w:val="00D826C2"/>
    <w:rsid w:val="00D827F1"/>
    <w:rsid w:val="00D82C10"/>
    <w:rsid w:val="00D82F5F"/>
    <w:rsid w:val="00D83534"/>
    <w:rsid w:val="00D83751"/>
    <w:rsid w:val="00D845D2"/>
    <w:rsid w:val="00D84AAB"/>
    <w:rsid w:val="00D8543F"/>
    <w:rsid w:val="00D85923"/>
    <w:rsid w:val="00D85A1B"/>
    <w:rsid w:val="00D862C6"/>
    <w:rsid w:val="00D863CB"/>
    <w:rsid w:val="00D86A73"/>
    <w:rsid w:val="00D86A9D"/>
    <w:rsid w:val="00D877FA"/>
    <w:rsid w:val="00D90ACB"/>
    <w:rsid w:val="00D90BA0"/>
    <w:rsid w:val="00D90EDA"/>
    <w:rsid w:val="00D91AA8"/>
    <w:rsid w:val="00D91D37"/>
    <w:rsid w:val="00D93059"/>
    <w:rsid w:val="00D93D58"/>
    <w:rsid w:val="00D949BC"/>
    <w:rsid w:val="00D9551E"/>
    <w:rsid w:val="00D9559A"/>
    <w:rsid w:val="00D95615"/>
    <w:rsid w:val="00D95BA3"/>
    <w:rsid w:val="00D96FA9"/>
    <w:rsid w:val="00D96FED"/>
    <w:rsid w:val="00D97066"/>
    <w:rsid w:val="00D9758D"/>
    <w:rsid w:val="00DA0735"/>
    <w:rsid w:val="00DA13FF"/>
    <w:rsid w:val="00DA2695"/>
    <w:rsid w:val="00DA30FA"/>
    <w:rsid w:val="00DA3704"/>
    <w:rsid w:val="00DA39FE"/>
    <w:rsid w:val="00DA41AB"/>
    <w:rsid w:val="00DA7AC0"/>
    <w:rsid w:val="00DB0614"/>
    <w:rsid w:val="00DB1BA7"/>
    <w:rsid w:val="00DB1D8B"/>
    <w:rsid w:val="00DB1F6C"/>
    <w:rsid w:val="00DB2360"/>
    <w:rsid w:val="00DB32F7"/>
    <w:rsid w:val="00DB3E80"/>
    <w:rsid w:val="00DB61E6"/>
    <w:rsid w:val="00DC08E8"/>
    <w:rsid w:val="00DC1347"/>
    <w:rsid w:val="00DC1539"/>
    <w:rsid w:val="00DC3A32"/>
    <w:rsid w:val="00DC3FD4"/>
    <w:rsid w:val="00DC7023"/>
    <w:rsid w:val="00DC7648"/>
    <w:rsid w:val="00DC785B"/>
    <w:rsid w:val="00DC7B30"/>
    <w:rsid w:val="00DC7F52"/>
    <w:rsid w:val="00DD0066"/>
    <w:rsid w:val="00DD01E7"/>
    <w:rsid w:val="00DD0FA9"/>
    <w:rsid w:val="00DD177B"/>
    <w:rsid w:val="00DD1EE1"/>
    <w:rsid w:val="00DD2384"/>
    <w:rsid w:val="00DD3243"/>
    <w:rsid w:val="00DD37EC"/>
    <w:rsid w:val="00DD3FF1"/>
    <w:rsid w:val="00DD4615"/>
    <w:rsid w:val="00DD4A2E"/>
    <w:rsid w:val="00DD5438"/>
    <w:rsid w:val="00DD5E8B"/>
    <w:rsid w:val="00DD64AE"/>
    <w:rsid w:val="00DD6BFF"/>
    <w:rsid w:val="00DD7D02"/>
    <w:rsid w:val="00DE2004"/>
    <w:rsid w:val="00DE3398"/>
    <w:rsid w:val="00DE4212"/>
    <w:rsid w:val="00DE691C"/>
    <w:rsid w:val="00DE7489"/>
    <w:rsid w:val="00DE772C"/>
    <w:rsid w:val="00DF05EF"/>
    <w:rsid w:val="00DF1344"/>
    <w:rsid w:val="00DF1993"/>
    <w:rsid w:val="00DF220A"/>
    <w:rsid w:val="00DF28F6"/>
    <w:rsid w:val="00DF302F"/>
    <w:rsid w:val="00DF3299"/>
    <w:rsid w:val="00DF3B01"/>
    <w:rsid w:val="00DF3FAF"/>
    <w:rsid w:val="00DF5F47"/>
    <w:rsid w:val="00DF6076"/>
    <w:rsid w:val="00DF6131"/>
    <w:rsid w:val="00DF6EB1"/>
    <w:rsid w:val="00DF7CCF"/>
    <w:rsid w:val="00DF7ECF"/>
    <w:rsid w:val="00E00D88"/>
    <w:rsid w:val="00E03BB8"/>
    <w:rsid w:val="00E03E8F"/>
    <w:rsid w:val="00E047F5"/>
    <w:rsid w:val="00E04DD0"/>
    <w:rsid w:val="00E05565"/>
    <w:rsid w:val="00E0593C"/>
    <w:rsid w:val="00E07A4C"/>
    <w:rsid w:val="00E123A9"/>
    <w:rsid w:val="00E12DE6"/>
    <w:rsid w:val="00E13064"/>
    <w:rsid w:val="00E13508"/>
    <w:rsid w:val="00E13718"/>
    <w:rsid w:val="00E13FE9"/>
    <w:rsid w:val="00E1538E"/>
    <w:rsid w:val="00E20583"/>
    <w:rsid w:val="00E20645"/>
    <w:rsid w:val="00E22672"/>
    <w:rsid w:val="00E2286E"/>
    <w:rsid w:val="00E22966"/>
    <w:rsid w:val="00E23C5A"/>
    <w:rsid w:val="00E25576"/>
    <w:rsid w:val="00E256D9"/>
    <w:rsid w:val="00E25F97"/>
    <w:rsid w:val="00E26130"/>
    <w:rsid w:val="00E27872"/>
    <w:rsid w:val="00E27FEF"/>
    <w:rsid w:val="00E30A39"/>
    <w:rsid w:val="00E31FD6"/>
    <w:rsid w:val="00E329DA"/>
    <w:rsid w:val="00E3344A"/>
    <w:rsid w:val="00E34CDF"/>
    <w:rsid w:val="00E44B8D"/>
    <w:rsid w:val="00E46BFA"/>
    <w:rsid w:val="00E46D6A"/>
    <w:rsid w:val="00E47528"/>
    <w:rsid w:val="00E47C06"/>
    <w:rsid w:val="00E5171A"/>
    <w:rsid w:val="00E51D8E"/>
    <w:rsid w:val="00E531ED"/>
    <w:rsid w:val="00E540A3"/>
    <w:rsid w:val="00E54409"/>
    <w:rsid w:val="00E54AEA"/>
    <w:rsid w:val="00E56D2E"/>
    <w:rsid w:val="00E600A8"/>
    <w:rsid w:val="00E6022F"/>
    <w:rsid w:val="00E60231"/>
    <w:rsid w:val="00E60E1C"/>
    <w:rsid w:val="00E610B3"/>
    <w:rsid w:val="00E62187"/>
    <w:rsid w:val="00E623A0"/>
    <w:rsid w:val="00E6310C"/>
    <w:rsid w:val="00E642E9"/>
    <w:rsid w:val="00E64324"/>
    <w:rsid w:val="00E64482"/>
    <w:rsid w:val="00E64F19"/>
    <w:rsid w:val="00E650D7"/>
    <w:rsid w:val="00E655C5"/>
    <w:rsid w:val="00E711C4"/>
    <w:rsid w:val="00E733A3"/>
    <w:rsid w:val="00E73B18"/>
    <w:rsid w:val="00E73D39"/>
    <w:rsid w:val="00E746E4"/>
    <w:rsid w:val="00E74AFC"/>
    <w:rsid w:val="00E757F8"/>
    <w:rsid w:val="00E760B7"/>
    <w:rsid w:val="00E7666C"/>
    <w:rsid w:val="00E769DD"/>
    <w:rsid w:val="00E772E6"/>
    <w:rsid w:val="00E802B4"/>
    <w:rsid w:val="00E80B30"/>
    <w:rsid w:val="00E80BB3"/>
    <w:rsid w:val="00E8107E"/>
    <w:rsid w:val="00E81278"/>
    <w:rsid w:val="00E81FEB"/>
    <w:rsid w:val="00E82E7A"/>
    <w:rsid w:val="00E830F7"/>
    <w:rsid w:val="00E83A5B"/>
    <w:rsid w:val="00E84045"/>
    <w:rsid w:val="00E84594"/>
    <w:rsid w:val="00E8592C"/>
    <w:rsid w:val="00E86A5F"/>
    <w:rsid w:val="00E87A06"/>
    <w:rsid w:val="00E90561"/>
    <w:rsid w:val="00E90E3B"/>
    <w:rsid w:val="00E90F6A"/>
    <w:rsid w:val="00E919AE"/>
    <w:rsid w:val="00E92D06"/>
    <w:rsid w:val="00E92D95"/>
    <w:rsid w:val="00E93687"/>
    <w:rsid w:val="00E93B6F"/>
    <w:rsid w:val="00E94C22"/>
    <w:rsid w:val="00E956AE"/>
    <w:rsid w:val="00E95CB2"/>
    <w:rsid w:val="00E95CC2"/>
    <w:rsid w:val="00E9618B"/>
    <w:rsid w:val="00E97D4C"/>
    <w:rsid w:val="00E97F8B"/>
    <w:rsid w:val="00EA0027"/>
    <w:rsid w:val="00EA0ACC"/>
    <w:rsid w:val="00EA128B"/>
    <w:rsid w:val="00EA131F"/>
    <w:rsid w:val="00EA24F0"/>
    <w:rsid w:val="00EA3C59"/>
    <w:rsid w:val="00EA3FA8"/>
    <w:rsid w:val="00EA5890"/>
    <w:rsid w:val="00EA5B25"/>
    <w:rsid w:val="00EA6484"/>
    <w:rsid w:val="00EA6FD5"/>
    <w:rsid w:val="00EA77EB"/>
    <w:rsid w:val="00EB005F"/>
    <w:rsid w:val="00EB0EA2"/>
    <w:rsid w:val="00EB1338"/>
    <w:rsid w:val="00EB3175"/>
    <w:rsid w:val="00EB4257"/>
    <w:rsid w:val="00EB4621"/>
    <w:rsid w:val="00EB4941"/>
    <w:rsid w:val="00EB4D15"/>
    <w:rsid w:val="00EB54E7"/>
    <w:rsid w:val="00EB575D"/>
    <w:rsid w:val="00EB5EA3"/>
    <w:rsid w:val="00EB650D"/>
    <w:rsid w:val="00EB65F9"/>
    <w:rsid w:val="00EB69D1"/>
    <w:rsid w:val="00EB6BAB"/>
    <w:rsid w:val="00EB76D5"/>
    <w:rsid w:val="00EC00EC"/>
    <w:rsid w:val="00EC0B69"/>
    <w:rsid w:val="00EC2B32"/>
    <w:rsid w:val="00EC376D"/>
    <w:rsid w:val="00EC3AB1"/>
    <w:rsid w:val="00EC3AFD"/>
    <w:rsid w:val="00EC3D74"/>
    <w:rsid w:val="00EC46A6"/>
    <w:rsid w:val="00EC49BE"/>
    <w:rsid w:val="00EC5BC3"/>
    <w:rsid w:val="00EC67F6"/>
    <w:rsid w:val="00EC7EA9"/>
    <w:rsid w:val="00ED0AED"/>
    <w:rsid w:val="00ED0F01"/>
    <w:rsid w:val="00ED16CC"/>
    <w:rsid w:val="00ED2122"/>
    <w:rsid w:val="00ED23FF"/>
    <w:rsid w:val="00ED24B1"/>
    <w:rsid w:val="00ED2F11"/>
    <w:rsid w:val="00ED45BA"/>
    <w:rsid w:val="00ED48DB"/>
    <w:rsid w:val="00ED548D"/>
    <w:rsid w:val="00ED5D50"/>
    <w:rsid w:val="00ED7BF5"/>
    <w:rsid w:val="00EE0CB1"/>
    <w:rsid w:val="00EE2B43"/>
    <w:rsid w:val="00EE3205"/>
    <w:rsid w:val="00EE388B"/>
    <w:rsid w:val="00EE4F90"/>
    <w:rsid w:val="00EE5240"/>
    <w:rsid w:val="00EE583E"/>
    <w:rsid w:val="00EE589E"/>
    <w:rsid w:val="00EE5F16"/>
    <w:rsid w:val="00EE6531"/>
    <w:rsid w:val="00EE685E"/>
    <w:rsid w:val="00EE6C01"/>
    <w:rsid w:val="00EF09B4"/>
    <w:rsid w:val="00EF2800"/>
    <w:rsid w:val="00EF2D43"/>
    <w:rsid w:val="00EF2E8A"/>
    <w:rsid w:val="00EF3AF6"/>
    <w:rsid w:val="00EF6393"/>
    <w:rsid w:val="00EF7525"/>
    <w:rsid w:val="00F00CCA"/>
    <w:rsid w:val="00F024A2"/>
    <w:rsid w:val="00F02D15"/>
    <w:rsid w:val="00F03671"/>
    <w:rsid w:val="00F0616E"/>
    <w:rsid w:val="00F06A22"/>
    <w:rsid w:val="00F06F44"/>
    <w:rsid w:val="00F0792D"/>
    <w:rsid w:val="00F10005"/>
    <w:rsid w:val="00F10258"/>
    <w:rsid w:val="00F1156C"/>
    <w:rsid w:val="00F120CA"/>
    <w:rsid w:val="00F13ACA"/>
    <w:rsid w:val="00F16E90"/>
    <w:rsid w:val="00F17108"/>
    <w:rsid w:val="00F17A45"/>
    <w:rsid w:val="00F17D3C"/>
    <w:rsid w:val="00F201C4"/>
    <w:rsid w:val="00F20CC3"/>
    <w:rsid w:val="00F22F8B"/>
    <w:rsid w:val="00F23784"/>
    <w:rsid w:val="00F24B97"/>
    <w:rsid w:val="00F24D5F"/>
    <w:rsid w:val="00F24F74"/>
    <w:rsid w:val="00F27AEB"/>
    <w:rsid w:val="00F27E0B"/>
    <w:rsid w:val="00F30120"/>
    <w:rsid w:val="00F30347"/>
    <w:rsid w:val="00F30FA7"/>
    <w:rsid w:val="00F312A3"/>
    <w:rsid w:val="00F32A67"/>
    <w:rsid w:val="00F330D8"/>
    <w:rsid w:val="00F34279"/>
    <w:rsid w:val="00F34E07"/>
    <w:rsid w:val="00F3575F"/>
    <w:rsid w:val="00F35829"/>
    <w:rsid w:val="00F36516"/>
    <w:rsid w:val="00F36D69"/>
    <w:rsid w:val="00F41BCE"/>
    <w:rsid w:val="00F4221C"/>
    <w:rsid w:val="00F42335"/>
    <w:rsid w:val="00F4319C"/>
    <w:rsid w:val="00F43C20"/>
    <w:rsid w:val="00F44CB7"/>
    <w:rsid w:val="00F4598F"/>
    <w:rsid w:val="00F45E00"/>
    <w:rsid w:val="00F47B09"/>
    <w:rsid w:val="00F5029B"/>
    <w:rsid w:val="00F50918"/>
    <w:rsid w:val="00F50A7A"/>
    <w:rsid w:val="00F50B32"/>
    <w:rsid w:val="00F50D2A"/>
    <w:rsid w:val="00F51BFC"/>
    <w:rsid w:val="00F523F9"/>
    <w:rsid w:val="00F525B2"/>
    <w:rsid w:val="00F52869"/>
    <w:rsid w:val="00F529DC"/>
    <w:rsid w:val="00F52F45"/>
    <w:rsid w:val="00F534BA"/>
    <w:rsid w:val="00F53C4D"/>
    <w:rsid w:val="00F54850"/>
    <w:rsid w:val="00F55CE3"/>
    <w:rsid w:val="00F55D0A"/>
    <w:rsid w:val="00F577C0"/>
    <w:rsid w:val="00F60556"/>
    <w:rsid w:val="00F61500"/>
    <w:rsid w:val="00F62D07"/>
    <w:rsid w:val="00F63CBB"/>
    <w:rsid w:val="00F65304"/>
    <w:rsid w:val="00F66907"/>
    <w:rsid w:val="00F66EC6"/>
    <w:rsid w:val="00F67323"/>
    <w:rsid w:val="00F7044F"/>
    <w:rsid w:val="00F70762"/>
    <w:rsid w:val="00F71997"/>
    <w:rsid w:val="00F72B20"/>
    <w:rsid w:val="00F72CF7"/>
    <w:rsid w:val="00F73274"/>
    <w:rsid w:val="00F752A6"/>
    <w:rsid w:val="00F7540F"/>
    <w:rsid w:val="00F7571E"/>
    <w:rsid w:val="00F758BF"/>
    <w:rsid w:val="00F75F08"/>
    <w:rsid w:val="00F77822"/>
    <w:rsid w:val="00F77EEC"/>
    <w:rsid w:val="00F80A7E"/>
    <w:rsid w:val="00F80CBE"/>
    <w:rsid w:val="00F829C7"/>
    <w:rsid w:val="00F83982"/>
    <w:rsid w:val="00F84759"/>
    <w:rsid w:val="00F8480A"/>
    <w:rsid w:val="00F84ED3"/>
    <w:rsid w:val="00F8559A"/>
    <w:rsid w:val="00F85646"/>
    <w:rsid w:val="00F9011B"/>
    <w:rsid w:val="00F90B20"/>
    <w:rsid w:val="00F9172E"/>
    <w:rsid w:val="00F9194B"/>
    <w:rsid w:val="00F92665"/>
    <w:rsid w:val="00F927A2"/>
    <w:rsid w:val="00F95327"/>
    <w:rsid w:val="00F95480"/>
    <w:rsid w:val="00F97C67"/>
    <w:rsid w:val="00FA0598"/>
    <w:rsid w:val="00FA0DDB"/>
    <w:rsid w:val="00FA1E81"/>
    <w:rsid w:val="00FA32DC"/>
    <w:rsid w:val="00FA4311"/>
    <w:rsid w:val="00FA4E72"/>
    <w:rsid w:val="00FA4EEF"/>
    <w:rsid w:val="00FA504D"/>
    <w:rsid w:val="00FA7224"/>
    <w:rsid w:val="00FA77CC"/>
    <w:rsid w:val="00FB002E"/>
    <w:rsid w:val="00FB05A7"/>
    <w:rsid w:val="00FB08E9"/>
    <w:rsid w:val="00FB1349"/>
    <w:rsid w:val="00FB18C5"/>
    <w:rsid w:val="00FB274E"/>
    <w:rsid w:val="00FB29B8"/>
    <w:rsid w:val="00FB2C05"/>
    <w:rsid w:val="00FB2D15"/>
    <w:rsid w:val="00FB3C5C"/>
    <w:rsid w:val="00FB4006"/>
    <w:rsid w:val="00FB4531"/>
    <w:rsid w:val="00FB694D"/>
    <w:rsid w:val="00FB76C8"/>
    <w:rsid w:val="00FB7D57"/>
    <w:rsid w:val="00FB7EC3"/>
    <w:rsid w:val="00FB7FD0"/>
    <w:rsid w:val="00FC0310"/>
    <w:rsid w:val="00FC03FD"/>
    <w:rsid w:val="00FC18D9"/>
    <w:rsid w:val="00FC2AB5"/>
    <w:rsid w:val="00FC2D20"/>
    <w:rsid w:val="00FC327B"/>
    <w:rsid w:val="00FC4497"/>
    <w:rsid w:val="00FC4CEA"/>
    <w:rsid w:val="00FC4FD4"/>
    <w:rsid w:val="00FC560B"/>
    <w:rsid w:val="00FC5747"/>
    <w:rsid w:val="00FC5D00"/>
    <w:rsid w:val="00FC631D"/>
    <w:rsid w:val="00FC647F"/>
    <w:rsid w:val="00FC6C58"/>
    <w:rsid w:val="00FC7105"/>
    <w:rsid w:val="00FD0673"/>
    <w:rsid w:val="00FD07E4"/>
    <w:rsid w:val="00FD0FC5"/>
    <w:rsid w:val="00FD2EC2"/>
    <w:rsid w:val="00FD2F6A"/>
    <w:rsid w:val="00FD2F98"/>
    <w:rsid w:val="00FD3C98"/>
    <w:rsid w:val="00FD44A6"/>
    <w:rsid w:val="00FD4E8E"/>
    <w:rsid w:val="00FD5872"/>
    <w:rsid w:val="00FD5BC3"/>
    <w:rsid w:val="00FD5E51"/>
    <w:rsid w:val="00FD71E3"/>
    <w:rsid w:val="00FD7815"/>
    <w:rsid w:val="00FD7946"/>
    <w:rsid w:val="00FD7AD9"/>
    <w:rsid w:val="00FE0FD8"/>
    <w:rsid w:val="00FE1AC3"/>
    <w:rsid w:val="00FE1EBB"/>
    <w:rsid w:val="00FE1FB2"/>
    <w:rsid w:val="00FE2586"/>
    <w:rsid w:val="00FE288F"/>
    <w:rsid w:val="00FE2F0C"/>
    <w:rsid w:val="00FE3316"/>
    <w:rsid w:val="00FE4EEB"/>
    <w:rsid w:val="00FE50DF"/>
    <w:rsid w:val="00FE5435"/>
    <w:rsid w:val="00FE5A12"/>
    <w:rsid w:val="00FE656F"/>
    <w:rsid w:val="00FE660F"/>
    <w:rsid w:val="00FE724B"/>
    <w:rsid w:val="00FE75D9"/>
    <w:rsid w:val="00FE7A38"/>
    <w:rsid w:val="00FF0900"/>
    <w:rsid w:val="00FF1295"/>
    <w:rsid w:val="00FF2503"/>
    <w:rsid w:val="00FF285E"/>
    <w:rsid w:val="00FF3005"/>
    <w:rsid w:val="00FF3621"/>
    <w:rsid w:val="00FF48AD"/>
    <w:rsid w:val="00FF5393"/>
    <w:rsid w:val="00FF5BED"/>
    <w:rsid w:val="00FF6A50"/>
    <w:rsid w:val="00FF6F7A"/>
    <w:rsid w:val="00FF7394"/>
    <w:rsid w:val="00FF7694"/>
    <w:rsid w:val="00FF77CD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9C455"/>
  <w15:docId w15:val="{3B1FAE1B-13F8-40DF-A645-0F2BABA8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F6F"/>
    <w:pPr>
      <w:spacing w:before="100" w:after="60"/>
      <w:ind w:left="1985"/>
      <w:jc w:val="both"/>
    </w:pPr>
    <w:rPr>
      <w:lang w:eastAsia="en-US"/>
    </w:rPr>
  </w:style>
  <w:style w:type="paragraph" w:styleId="Titre1">
    <w:name w:val="heading 1"/>
    <w:basedOn w:val="Normal"/>
    <w:next w:val="Normal"/>
    <w:link w:val="Titre1Car"/>
    <w:qFormat/>
    <w:rsid w:val="004D4A56"/>
    <w:pPr>
      <w:spacing w:before="400" w:after="100"/>
      <w:ind w:left="0"/>
      <w:jc w:val="left"/>
      <w:outlineLvl w:val="0"/>
    </w:pPr>
    <w:rPr>
      <w:rFonts w:ascii="Arial" w:hAnsi="Arial"/>
      <w:b/>
      <w:sz w:val="48"/>
    </w:rPr>
  </w:style>
  <w:style w:type="paragraph" w:styleId="Titre2">
    <w:name w:val="heading 2"/>
    <w:basedOn w:val="Normal"/>
    <w:next w:val="Normal"/>
    <w:link w:val="Titre2Car"/>
    <w:uiPriority w:val="9"/>
    <w:qFormat/>
    <w:rsid w:val="004D4A56"/>
    <w:pPr>
      <w:keepNext/>
      <w:spacing w:before="320" w:after="0"/>
      <w:ind w:left="0"/>
      <w:jc w:val="left"/>
      <w:outlineLvl w:val="1"/>
    </w:pPr>
    <w:rPr>
      <w:rFonts w:ascii="Arial" w:hAnsi="Arial"/>
      <w:b/>
      <w:sz w:val="36"/>
    </w:rPr>
  </w:style>
  <w:style w:type="paragraph" w:styleId="Titre3">
    <w:name w:val="heading 3"/>
    <w:basedOn w:val="Normal"/>
    <w:next w:val="Normal"/>
    <w:link w:val="Titre3Car"/>
    <w:qFormat/>
    <w:rsid w:val="004D4A56"/>
    <w:pPr>
      <w:keepNext/>
      <w:keepLines/>
      <w:tabs>
        <w:tab w:val="left" w:leader="underscore" w:pos="1985"/>
      </w:tabs>
      <w:spacing w:before="240" w:after="0"/>
      <w:ind w:left="0"/>
      <w:jc w:val="left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link w:val="Titre4Car"/>
    <w:qFormat/>
    <w:rsid w:val="004D4A56"/>
    <w:pPr>
      <w:keepNext/>
      <w:keepLines/>
      <w:spacing w:before="160" w:after="80"/>
      <w:jc w:val="left"/>
      <w:outlineLvl w:val="3"/>
    </w:pPr>
    <w:rPr>
      <w:rFonts w:ascii="Arial" w:hAnsi="Arial"/>
      <w:b/>
      <w:sz w:val="22"/>
    </w:rPr>
  </w:style>
  <w:style w:type="paragraph" w:styleId="Titre5">
    <w:name w:val="heading 5"/>
    <w:basedOn w:val="Titre4"/>
    <w:next w:val="Normal"/>
    <w:link w:val="Titre5Car"/>
    <w:qFormat/>
    <w:rsid w:val="004D4A56"/>
    <w:pPr>
      <w:outlineLvl w:val="4"/>
    </w:pPr>
    <w:rPr>
      <w:b w:val="0"/>
      <w:i/>
      <w:sz w:val="20"/>
    </w:rPr>
  </w:style>
  <w:style w:type="paragraph" w:styleId="Titre6">
    <w:name w:val="heading 6"/>
    <w:basedOn w:val="Normal"/>
    <w:next w:val="Normal"/>
    <w:link w:val="Titre6Car"/>
    <w:qFormat/>
    <w:rsid w:val="004D4A56"/>
    <w:pPr>
      <w:spacing w:before="240"/>
      <w:outlineLvl w:val="5"/>
    </w:pPr>
    <w:rPr>
      <w:rFonts w:ascii="Arial" w:hAnsi="Arial"/>
      <w:b/>
      <w:sz w:val="18"/>
    </w:rPr>
  </w:style>
  <w:style w:type="paragraph" w:styleId="Titre7">
    <w:name w:val="heading 7"/>
    <w:basedOn w:val="Normal"/>
    <w:next w:val="Normal"/>
    <w:link w:val="Titre7Car"/>
    <w:qFormat/>
    <w:rsid w:val="004D4A56"/>
    <w:pPr>
      <w:spacing w:before="240"/>
      <w:ind w:left="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link w:val="Titre8Car"/>
    <w:qFormat/>
    <w:rsid w:val="004D4A56"/>
    <w:pPr>
      <w:spacing w:before="240"/>
      <w:ind w:left="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link w:val="Titre9Car"/>
    <w:qFormat/>
    <w:rsid w:val="004D4A56"/>
    <w:pPr>
      <w:spacing w:before="240"/>
      <w:ind w:left="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Courant"/>
    <w:pPr>
      <w:spacing w:before="120" w:after="120"/>
      <w:ind w:left="1985"/>
      <w:jc w:val="both"/>
    </w:pPr>
    <w:rPr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customStyle="1" w:styleId="ListeNiveau2">
    <w:name w:val="ListeNiveau2"/>
    <w:basedOn w:val="TexteCourant"/>
    <w:pPr>
      <w:numPr>
        <w:numId w:val="1"/>
      </w:numPr>
      <w:tabs>
        <w:tab w:val="left" w:pos="2444"/>
      </w:tabs>
      <w:spacing w:before="0"/>
    </w:pPr>
  </w:style>
  <w:style w:type="character" w:customStyle="1" w:styleId="CodeDansTexte">
    <w:name w:val="CodeDansTexte"/>
    <w:rPr>
      <w:rFonts w:ascii="Courier New" w:hAnsi="Courier New"/>
      <w:sz w:val="24"/>
    </w:rPr>
  </w:style>
  <w:style w:type="paragraph" w:customStyle="1" w:styleId="FigureNumero">
    <w:name w:val="FigureNumero"/>
    <w:basedOn w:val="TexteCourant"/>
    <w:next w:val="FigureLegende"/>
    <w:pPr>
      <w:jc w:val="center"/>
    </w:pPr>
    <w:rPr>
      <w:b/>
      <w:color w:val="808080"/>
    </w:rPr>
  </w:style>
  <w:style w:type="paragraph" w:customStyle="1" w:styleId="FigureLegende">
    <w:name w:val="FigureLegende"/>
    <w:basedOn w:val="TexteCourant"/>
    <w:next w:val="TexteCourant"/>
    <w:pPr>
      <w:spacing w:before="0"/>
      <w:jc w:val="center"/>
    </w:pPr>
    <w:rPr>
      <w:i/>
    </w:rPr>
  </w:style>
  <w:style w:type="character" w:customStyle="1" w:styleId="CodeCommentaire">
    <w:name w:val="CodeCommentaire"/>
    <w:rPr>
      <w:rFonts w:ascii="Courier New" w:hAnsi="Courier New"/>
      <w:color w:val="999999"/>
      <w:sz w:val="16"/>
      <w:lang w:val="fr-FR"/>
    </w:rPr>
  </w:style>
  <w:style w:type="paragraph" w:customStyle="1" w:styleId="PartieIntroduction">
    <w:name w:val="PartieIntroduction"/>
    <w:basedOn w:val="TexteCourant"/>
    <w:next w:val="ChapitreNumero"/>
  </w:style>
  <w:style w:type="paragraph" w:customStyle="1" w:styleId="ChapitreNumero">
    <w:name w:val="ChapitreNumero"/>
    <w:basedOn w:val="TexteCourant"/>
    <w:next w:val="ChapitreTitre"/>
    <w:rsid w:val="00D16E48"/>
    <w:pPr>
      <w:ind w:left="0"/>
      <w:jc w:val="right"/>
      <w:outlineLvl w:val="1"/>
    </w:pPr>
    <w:rPr>
      <w:rFonts w:ascii="Arial" w:hAnsi="Arial"/>
      <w:b/>
      <w:position w:val="-100"/>
      <w:sz w:val="72"/>
    </w:rPr>
  </w:style>
  <w:style w:type="paragraph" w:customStyle="1" w:styleId="ChapitreTitre">
    <w:name w:val="ChapitreTitre"/>
    <w:basedOn w:val="TexteCourant"/>
    <w:next w:val="ChapitreIntroduction"/>
    <w:rsid w:val="00D16E48"/>
    <w:pPr>
      <w:spacing w:after="1080"/>
      <w:ind w:left="0"/>
      <w:jc w:val="right"/>
      <w:outlineLvl w:val="1"/>
    </w:pPr>
    <w:rPr>
      <w:rFonts w:ascii="Arial" w:hAnsi="Arial"/>
      <w:b/>
      <w:sz w:val="72"/>
    </w:rPr>
  </w:style>
  <w:style w:type="paragraph" w:customStyle="1" w:styleId="ChapitreIntroduction">
    <w:name w:val="ChapitreIntroduction"/>
    <w:basedOn w:val="TexteCourant"/>
    <w:next w:val="TitreNiveau1"/>
  </w:style>
  <w:style w:type="paragraph" w:customStyle="1" w:styleId="TitreNiveau1">
    <w:name w:val="TitreNiveau1"/>
    <w:basedOn w:val="TexteCourant"/>
    <w:next w:val="TexteCourant"/>
    <w:rsid w:val="00B30AAB"/>
    <w:pPr>
      <w:spacing w:before="600"/>
      <w:ind w:left="0"/>
      <w:outlineLvl w:val="2"/>
    </w:pPr>
    <w:rPr>
      <w:rFonts w:ascii="Arial" w:hAnsi="Arial"/>
      <w:b/>
      <w:color w:val="808080"/>
      <w:sz w:val="56"/>
    </w:rPr>
  </w:style>
  <w:style w:type="paragraph" w:customStyle="1" w:styleId="FigureLegendeInFigure">
    <w:name w:val="FigureLegendeInFigure"/>
    <w:basedOn w:val="TexteCourant"/>
    <w:next w:val="FigureNumero"/>
    <w:pPr>
      <w:spacing w:after="0"/>
      <w:jc w:val="center"/>
    </w:pPr>
    <w:rPr>
      <w:color w:val="FF00FF"/>
    </w:rPr>
  </w:style>
  <w:style w:type="paragraph" w:customStyle="1" w:styleId="Code">
    <w:name w:val="Code"/>
    <w:basedOn w:val="TexteCourant"/>
    <w:pPr>
      <w:pBdr>
        <w:left w:val="single" w:sz="24" w:space="4" w:color="C0C0C0"/>
      </w:pBdr>
      <w:spacing w:before="40" w:after="40"/>
    </w:pPr>
    <w:rPr>
      <w:rFonts w:ascii="Courier New" w:hAnsi="Courier New"/>
      <w:sz w:val="16"/>
    </w:rPr>
  </w:style>
  <w:style w:type="paragraph" w:customStyle="1" w:styleId="ListeANumero">
    <w:name w:val="ListeANumero"/>
    <w:basedOn w:val="TexteCourant"/>
    <w:pPr>
      <w:ind w:left="2342" w:hanging="357"/>
    </w:pPr>
  </w:style>
  <w:style w:type="paragraph" w:customStyle="1" w:styleId="ListeAPuce">
    <w:name w:val="ListeAPuce"/>
    <w:basedOn w:val="TexteCourant"/>
    <w:uiPriority w:val="99"/>
    <w:rsid w:val="004C3801"/>
    <w:pPr>
      <w:numPr>
        <w:numId w:val="18"/>
      </w:numPr>
      <w:jc w:val="left"/>
    </w:pPr>
  </w:style>
  <w:style w:type="paragraph" w:customStyle="1" w:styleId="ListeRetraitNiveau2">
    <w:name w:val="ListeRetraitNiveau2"/>
    <w:basedOn w:val="ListeNiveau2"/>
    <w:next w:val="ListeNiveau2"/>
    <w:pPr>
      <w:numPr>
        <w:numId w:val="0"/>
      </w:numPr>
      <w:ind w:left="2438" w:firstLine="510"/>
    </w:pPr>
  </w:style>
  <w:style w:type="paragraph" w:customStyle="1" w:styleId="CodeDansTableau">
    <w:name w:val="CodeDansTableau"/>
    <w:basedOn w:val="Code"/>
    <w:pPr>
      <w:keepNext/>
      <w:spacing w:before="120" w:after="120"/>
      <w:ind w:left="0"/>
      <w:jc w:val="left"/>
    </w:pPr>
  </w:style>
  <w:style w:type="paragraph" w:customStyle="1" w:styleId="TableauNumero">
    <w:name w:val="TableauNumero"/>
    <w:basedOn w:val="TexteCourant"/>
    <w:next w:val="TableauTitre"/>
    <w:pPr>
      <w:jc w:val="center"/>
    </w:pPr>
    <w:rPr>
      <w:b/>
      <w:color w:val="808080"/>
    </w:rPr>
  </w:style>
  <w:style w:type="paragraph" w:customStyle="1" w:styleId="TableauTitre">
    <w:name w:val="TableauTitre"/>
    <w:basedOn w:val="TexteCourant"/>
    <w:next w:val="TableauTitreColonne"/>
    <w:pPr>
      <w:keepNext/>
      <w:keepLines/>
      <w:widowControl w:val="0"/>
      <w:spacing w:before="0" w:after="240"/>
      <w:jc w:val="center"/>
    </w:pPr>
    <w:rPr>
      <w:b/>
    </w:rPr>
  </w:style>
  <w:style w:type="paragraph" w:customStyle="1" w:styleId="TableauTitreColonne">
    <w:name w:val="TableauTitreColonne"/>
    <w:basedOn w:val="TexteCourant"/>
    <w:next w:val="TableauTexte"/>
    <w:pPr>
      <w:keepNext/>
      <w:widowControl w:val="0"/>
      <w:ind w:left="0"/>
      <w:jc w:val="center"/>
    </w:pPr>
    <w:rPr>
      <w:rFonts w:ascii="Arial" w:hAnsi="Arial"/>
      <w:b/>
      <w:smallCaps/>
      <w:sz w:val="18"/>
    </w:rPr>
  </w:style>
  <w:style w:type="paragraph" w:customStyle="1" w:styleId="TableauTexte">
    <w:name w:val="TableauTexte"/>
    <w:basedOn w:val="TexteCourant"/>
    <w:pPr>
      <w:keepLines/>
      <w:widowControl w:val="0"/>
      <w:tabs>
        <w:tab w:val="left" w:pos="284"/>
        <w:tab w:val="left" w:pos="454"/>
        <w:tab w:val="left" w:pos="624"/>
      </w:tabs>
      <w:ind w:left="0"/>
    </w:pPr>
    <w:rPr>
      <w:rFonts w:ascii="Arial" w:hAnsi="Arial"/>
      <w:sz w:val="18"/>
      <w:lang w:val="en-GB"/>
    </w:rPr>
  </w:style>
  <w:style w:type="paragraph" w:customStyle="1" w:styleId="EncadreTexte">
    <w:name w:val="EncadreTexte"/>
    <w:basedOn w:val="TexteCourant"/>
    <w:pPr>
      <w:shd w:val="clear" w:color="auto" w:fill="E6E6E6"/>
      <w:tabs>
        <w:tab w:val="left" w:pos="1418"/>
      </w:tabs>
    </w:pPr>
    <w:rPr>
      <w:rFonts w:ascii="Arial" w:hAnsi="Arial"/>
      <w:sz w:val="18"/>
    </w:rPr>
  </w:style>
  <w:style w:type="paragraph" w:customStyle="1" w:styleId="TitreNiveau2">
    <w:name w:val="TitreNiveau2"/>
    <w:basedOn w:val="TexteCourant"/>
    <w:next w:val="TexteCourant"/>
    <w:rsid w:val="00B30AAB"/>
    <w:pPr>
      <w:spacing w:before="360"/>
      <w:ind w:left="567"/>
      <w:outlineLvl w:val="3"/>
    </w:pPr>
    <w:rPr>
      <w:rFonts w:ascii="Arial" w:hAnsi="Arial"/>
      <w:b/>
      <w:color w:val="808080"/>
      <w:sz w:val="44"/>
    </w:rPr>
  </w:style>
  <w:style w:type="paragraph" w:customStyle="1" w:styleId="TitreNiveau3">
    <w:name w:val="TitreNiveau3"/>
    <w:basedOn w:val="TexteCourant"/>
    <w:next w:val="TexteCourant"/>
    <w:rsid w:val="00B30AAB"/>
    <w:pPr>
      <w:spacing w:before="360"/>
      <w:ind w:left="851"/>
      <w:outlineLvl w:val="4"/>
    </w:pPr>
    <w:rPr>
      <w:rFonts w:ascii="Arial" w:hAnsi="Arial"/>
      <w:b/>
      <w:color w:val="C0C0C0"/>
      <w:sz w:val="36"/>
    </w:rPr>
  </w:style>
  <w:style w:type="paragraph" w:customStyle="1" w:styleId="TitreNiveau4">
    <w:name w:val="TitreNiveau4"/>
    <w:basedOn w:val="TexteCourant"/>
    <w:next w:val="TexteCourant"/>
    <w:rsid w:val="00B30AAB"/>
    <w:pPr>
      <w:spacing w:before="240" w:after="0"/>
      <w:ind w:left="1134"/>
      <w:outlineLvl w:val="5"/>
    </w:pPr>
    <w:rPr>
      <w:rFonts w:ascii="Arial" w:hAnsi="Arial"/>
      <w:color w:val="808080"/>
      <w:sz w:val="28"/>
      <w:szCs w:val="28"/>
    </w:rPr>
  </w:style>
  <w:style w:type="paragraph" w:styleId="Explorateurdedocuments">
    <w:name w:val="Document Map"/>
    <w:basedOn w:val="Normal"/>
    <w:link w:val="ExplorateurdedocumentsCar"/>
    <w:semiHidden/>
    <w:pPr>
      <w:shd w:val="clear" w:color="auto" w:fill="000080"/>
    </w:pPr>
    <w:rPr>
      <w:rFonts w:ascii="Tahoma" w:hAnsi="Tahoma" w:cs="Arial Rounded MT Bold"/>
    </w:rPr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</w:pPr>
  </w:style>
  <w:style w:type="paragraph" w:customStyle="1" w:styleId="ListeRetrait">
    <w:name w:val="ListeRetrait"/>
    <w:basedOn w:val="ListeAPuce"/>
    <w:pPr>
      <w:spacing w:before="0" w:after="0"/>
    </w:pPr>
  </w:style>
  <w:style w:type="paragraph" w:customStyle="1" w:styleId="EncadreTitre">
    <w:name w:val="EncadreTitre"/>
    <w:basedOn w:val="TexteCourant"/>
    <w:next w:val="EncadreTexte"/>
    <w:pPr>
      <w:shd w:val="clear" w:color="auto" w:fill="D9D9D9"/>
      <w:spacing w:before="240"/>
      <w:jc w:val="center"/>
    </w:pPr>
    <w:rPr>
      <w:rFonts w:ascii="Arial" w:hAnsi="Arial"/>
      <w:b/>
    </w:rPr>
  </w:style>
  <w:style w:type="paragraph" w:customStyle="1" w:styleId="PartieNumero">
    <w:name w:val="PartieNumero"/>
    <w:basedOn w:val="TexteCourant"/>
    <w:next w:val="PartieTitre"/>
    <w:pPr>
      <w:widowControl w:val="0"/>
      <w:pBdr>
        <w:top w:val="single" w:sz="30" w:space="8" w:color="auto"/>
      </w:pBdr>
      <w:spacing w:before="1000" w:after="400"/>
      <w:ind w:left="0"/>
      <w:jc w:val="center"/>
      <w:outlineLvl w:val="0"/>
    </w:pPr>
    <w:rPr>
      <w:rFonts w:ascii="Arial" w:hAnsi="Arial"/>
      <w:smallCaps/>
      <w:sz w:val="44"/>
    </w:rPr>
  </w:style>
  <w:style w:type="paragraph" w:customStyle="1" w:styleId="PartieTitre">
    <w:name w:val="PartieTitre"/>
    <w:basedOn w:val="TexteCourant"/>
    <w:next w:val="PartieIntroduction"/>
    <w:rsid w:val="00D16E48"/>
    <w:pPr>
      <w:widowControl w:val="0"/>
      <w:spacing w:before="1200" w:after="600"/>
      <w:ind w:left="0"/>
      <w:jc w:val="center"/>
      <w:outlineLvl w:val="0"/>
    </w:pPr>
    <w:rPr>
      <w:rFonts w:ascii="Arial" w:hAnsi="Arial"/>
      <w:b/>
      <w:sz w:val="72"/>
    </w:rPr>
  </w:style>
  <w:style w:type="paragraph" w:customStyle="1" w:styleId="NoteTitre">
    <w:name w:val="NoteTitre"/>
    <w:basedOn w:val="TexteCourant"/>
    <w:next w:val="NoteTexte"/>
    <w:pPr>
      <w:spacing w:after="0"/>
      <w:ind w:left="2268"/>
    </w:pPr>
    <w:rPr>
      <w:rFonts w:ascii="Arial" w:hAnsi="Arial"/>
      <w:b/>
      <w:sz w:val="18"/>
    </w:rPr>
  </w:style>
  <w:style w:type="paragraph" w:customStyle="1" w:styleId="NoteTexte">
    <w:name w:val="NoteTexte"/>
    <w:basedOn w:val="TexteCourant"/>
    <w:next w:val="Normal"/>
    <w:pPr>
      <w:spacing w:before="40"/>
      <w:ind w:left="2268"/>
    </w:pPr>
    <w:rPr>
      <w:rFonts w:ascii="Arial" w:hAnsi="Arial"/>
      <w:sz w:val="18"/>
    </w:rPr>
  </w:style>
  <w:style w:type="paragraph" w:customStyle="1" w:styleId="FigureSource">
    <w:name w:val="FigureSource"/>
    <w:basedOn w:val="Normal"/>
    <w:pPr>
      <w:spacing w:before="0" w:after="120"/>
      <w:jc w:val="center"/>
    </w:pPr>
    <w:rPr>
      <w:sz w:val="24"/>
      <w:lang w:eastAsia="fr-FR"/>
    </w:rPr>
  </w:style>
  <w:style w:type="paragraph" w:customStyle="1" w:styleId="EncadreListeAPuce">
    <w:name w:val="EncadreListeAPuce"/>
    <w:basedOn w:val="TexteCourant"/>
    <w:next w:val="TexteCourant"/>
    <w:qFormat/>
    <w:rsid w:val="00A066AF"/>
    <w:pPr>
      <w:numPr>
        <w:numId w:val="19"/>
      </w:numPr>
      <w:shd w:val="clear" w:color="auto" w:fill="E6E6E6"/>
      <w:tabs>
        <w:tab w:val="left" w:pos="1418"/>
      </w:tabs>
      <w:spacing w:before="0" w:after="0"/>
      <w:contextualSpacing/>
    </w:pPr>
    <w:rPr>
      <w:rFonts w:ascii="Arial" w:hAnsi="Arial" w:cs="Arial"/>
      <w:sz w:val="18"/>
      <w:szCs w:val="18"/>
    </w:rPr>
  </w:style>
  <w:style w:type="paragraph" w:customStyle="1" w:styleId="CodeResultat">
    <w:name w:val="CodeResultat"/>
    <w:basedOn w:val="Code"/>
    <w:pPr>
      <w:pBdr>
        <w:top w:val="single" w:sz="12" w:space="1" w:color="C0C0C0"/>
        <w:left w:val="single" w:sz="12" w:space="4" w:color="C0C0C0"/>
        <w:bottom w:val="single" w:sz="12" w:space="1" w:color="C0C0C0"/>
        <w:right w:val="single" w:sz="12" w:space="4" w:color="C0C0C0"/>
      </w:pBdr>
      <w:spacing w:after="100"/>
      <w:jc w:val="left"/>
    </w:pPr>
  </w:style>
  <w:style w:type="paragraph" w:customStyle="1" w:styleId="ChapitreSommaire">
    <w:name w:val="ChapitreSommaire"/>
    <w:basedOn w:val="TexteCourant"/>
    <w:next w:val="TexteCourant"/>
    <w:pPr>
      <w:spacing w:after="240"/>
      <w:jc w:val="left"/>
    </w:pPr>
    <w:rPr>
      <w:rFonts w:ascii="Arial" w:hAnsi="Arial"/>
      <w:i/>
    </w:rPr>
  </w:style>
  <w:style w:type="paragraph" w:customStyle="1" w:styleId="ListeANumeroNiveau2">
    <w:name w:val="ListeANumeroNiveau2"/>
    <w:basedOn w:val="ListeNiveau2"/>
    <w:pPr>
      <w:numPr>
        <w:numId w:val="0"/>
      </w:numPr>
      <w:spacing w:before="120"/>
      <w:ind w:left="2948" w:hanging="510"/>
    </w:pPr>
  </w:style>
  <w:style w:type="paragraph" w:customStyle="1" w:styleId="PartieSommaire">
    <w:name w:val="PartieSommaire"/>
    <w:basedOn w:val="TexteCourant"/>
    <w:pPr>
      <w:numPr>
        <w:numId w:val="15"/>
      </w:numPr>
    </w:pPr>
    <w:rPr>
      <w:rFonts w:ascii="Arial" w:hAnsi="Arial"/>
      <w:i/>
    </w:rPr>
  </w:style>
  <w:style w:type="character" w:customStyle="1" w:styleId="URL">
    <w:name w:val="URL"/>
    <w:basedOn w:val="Policepardfaut"/>
    <w:rPr>
      <w:rFonts w:ascii="Arial" w:hAnsi="Arial"/>
      <w:i/>
      <w:sz w:val="20"/>
    </w:rPr>
  </w:style>
  <w:style w:type="character" w:customStyle="1" w:styleId="CodeExergue">
    <w:name w:val="CodeExergue"/>
    <w:basedOn w:val="Policepardfaut"/>
    <w:rPr>
      <w:rFonts w:ascii="Courier New" w:hAnsi="Courier New"/>
      <w:b/>
      <w:sz w:val="16"/>
    </w:rPr>
  </w:style>
  <w:style w:type="paragraph" w:customStyle="1" w:styleId="FigureNomDeFichier">
    <w:name w:val="FigureNomDeFichier"/>
    <w:basedOn w:val="TexteCourant"/>
    <w:qFormat/>
    <w:rsid w:val="004D4A56"/>
    <w:pPr>
      <w:spacing w:after="0"/>
      <w:jc w:val="center"/>
    </w:pPr>
    <w:rPr>
      <w:b/>
      <w:color w:val="C0504D"/>
    </w:rPr>
  </w:style>
  <w:style w:type="character" w:customStyle="1" w:styleId="Indice">
    <w:name w:val="Indice"/>
    <w:qFormat/>
    <w:rsid w:val="004D4A56"/>
    <w:rPr>
      <w:vertAlign w:val="subscript"/>
    </w:rPr>
  </w:style>
  <w:style w:type="character" w:customStyle="1" w:styleId="Exposant">
    <w:name w:val="Exposant"/>
    <w:qFormat/>
    <w:rsid w:val="004D4A56"/>
    <w:rPr>
      <w:vertAlign w:val="superscript"/>
    </w:rPr>
  </w:style>
  <w:style w:type="character" w:customStyle="1" w:styleId="Bold">
    <w:name w:val="Bold"/>
    <w:qFormat/>
    <w:rsid w:val="004D4A56"/>
    <w:rPr>
      <w:b/>
    </w:rPr>
  </w:style>
  <w:style w:type="character" w:customStyle="1" w:styleId="Ital">
    <w:name w:val="Ital"/>
    <w:qFormat/>
    <w:rsid w:val="004D4A56"/>
    <w:rPr>
      <w:i/>
    </w:rPr>
  </w:style>
  <w:style w:type="character" w:customStyle="1" w:styleId="ItalBold">
    <w:name w:val="ItalBold"/>
    <w:qFormat/>
    <w:rsid w:val="004D4A56"/>
    <w:rPr>
      <w:b/>
      <w:i/>
    </w:rPr>
  </w:style>
  <w:style w:type="character" w:customStyle="1" w:styleId="PetitesCapitales">
    <w:name w:val="PetitesCapitales"/>
    <w:qFormat/>
    <w:rsid w:val="004D4A56"/>
    <w:rPr>
      <w:smallCaps/>
    </w:rPr>
  </w:style>
  <w:style w:type="paragraph" w:customStyle="1" w:styleId="ChapitreMotsCles">
    <w:name w:val="ChapitreMotsCles"/>
    <w:basedOn w:val="TexteCourant"/>
    <w:qFormat/>
    <w:rsid w:val="004D4A56"/>
    <w:pPr>
      <w:spacing w:before="40" w:after="40"/>
      <w:ind w:left="0"/>
      <w:jc w:val="left"/>
    </w:pPr>
    <w:rPr>
      <w:rFonts w:ascii="Arial" w:hAnsi="Arial" w:cs="Arial"/>
      <w:color w:val="A6A6A6"/>
    </w:rPr>
  </w:style>
  <w:style w:type="paragraph" w:customStyle="1" w:styleId="xBalisageTitre">
    <w:name w:val="xBalisageTitre"/>
    <w:basedOn w:val="TexteCourant"/>
    <w:next w:val="xBalisageSous-Titre"/>
    <w:qFormat/>
    <w:rsid w:val="004D4A56"/>
    <w:pPr>
      <w:ind w:left="0"/>
    </w:pPr>
    <w:rPr>
      <w:rFonts w:ascii="Arial" w:hAnsi="Arial" w:cs="Arial"/>
      <w:color w:val="A6A6A6"/>
      <w:sz w:val="20"/>
    </w:rPr>
  </w:style>
  <w:style w:type="paragraph" w:customStyle="1" w:styleId="xBalisageSous-Titre">
    <w:name w:val="xBalisageSous-Titre"/>
    <w:basedOn w:val="TexteCourant"/>
    <w:next w:val="xBalisageAuteur"/>
    <w:qFormat/>
    <w:rsid w:val="004D4A56"/>
    <w:pPr>
      <w:ind w:left="0"/>
    </w:pPr>
    <w:rPr>
      <w:rFonts w:ascii="Arial" w:hAnsi="Arial"/>
      <w:color w:val="A6A6A6"/>
      <w:sz w:val="20"/>
    </w:rPr>
  </w:style>
  <w:style w:type="paragraph" w:customStyle="1" w:styleId="xBalisageAuteur">
    <w:name w:val="xBalisageAuteur"/>
    <w:basedOn w:val="TexteCourant"/>
    <w:next w:val="xBalisageMaisondEdition"/>
    <w:qFormat/>
    <w:rsid w:val="004D4A56"/>
    <w:pPr>
      <w:ind w:left="0"/>
    </w:pPr>
    <w:rPr>
      <w:rFonts w:ascii="Arial" w:hAnsi="Arial"/>
      <w:color w:val="A6A6A6"/>
      <w:sz w:val="20"/>
    </w:rPr>
  </w:style>
  <w:style w:type="paragraph" w:customStyle="1" w:styleId="xBalisageMaisondEdition">
    <w:name w:val="xBalisageMaisondEdition"/>
    <w:basedOn w:val="TexteCourant"/>
    <w:next w:val="xBalisageCopyright"/>
    <w:qFormat/>
    <w:rsid w:val="004D4A56"/>
    <w:pPr>
      <w:ind w:left="0"/>
    </w:pPr>
    <w:rPr>
      <w:rFonts w:ascii="Arial" w:hAnsi="Arial"/>
      <w:color w:val="A6A6A6"/>
      <w:sz w:val="20"/>
    </w:rPr>
  </w:style>
  <w:style w:type="paragraph" w:customStyle="1" w:styleId="xBalisageCopyright">
    <w:name w:val="xBalisageCopyright"/>
    <w:basedOn w:val="TexteCourant"/>
    <w:next w:val="xBalisageDatePublication"/>
    <w:qFormat/>
    <w:rsid w:val="004D4A56"/>
    <w:pPr>
      <w:ind w:left="0"/>
    </w:pPr>
    <w:rPr>
      <w:rFonts w:ascii="Arial" w:hAnsi="Arial"/>
      <w:color w:val="A6A6A6"/>
      <w:sz w:val="20"/>
    </w:rPr>
  </w:style>
  <w:style w:type="paragraph" w:customStyle="1" w:styleId="xBalisageDatePublication">
    <w:name w:val="xBalisageDatePublication"/>
    <w:basedOn w:val="TexteCourant"/>
    <w:next w:val="xBalisageISBN"/>
    <w:qFormat/>
    <w:rsid w:val="004D4A56"/>
    <w:pPr>
      <w:ind w:left="0"/>
    </w:pPr>
    <w:rPr>
      <w:rFonts w:ascii="Arial" w:hAnsi="Arial"/>
      <w:color w:val="A6A6A6"/>
      <w:sz w:val="20"/>
    </w:rPr>
  </w:style>
  <w:style w:type="paragraph" w:customStyle="1" w:styleId="xBalisageISBN">
    <w:name w:val="xBalisageISBN"/>
    <w:basedOn w:val="TexteCourant"/>
    <w:next w:val="TexteCourant"/>
    <w:qFormat/>
    <w:rsid w:val="004D4A56"/>
    <w:pPr>
      <w:ind w:left="0"/>
    </w:pPr>
    <w:rPr>
      <w:rFonts w:ascii="Arial" w:hAnsi="Arial"/>
      <w:color w:val="A6A6A6"/>
      <w:sz w:val="20"/>
    </w:rPr>
  </w:style>
  <w:style w:type="paragraph" w:customStyle="1" w:styleId="CitationExergueAuteur">
    <w:name w:val="CitationExergueAuteur"/>
    <w:basedOn w:val="TexteCourant"/>
    <w:next w:val="TexteCourant"/>
    <w:qFormat/>
    <w:rsid w:val="004D4A56"/>
    <w:pPr>
      <w:spacing w:before="0"/>
      <w:jc w:val="right"/>
    </w:pPr>
    <w:rPr>
      <w:szCs w:val="24"/>
    </w:rPr>
  </w:style>
  <w:style w:type="paragraph" w:customStyle="1" w:styleId="CitationExergue">
    <w:name w:val="CitationExergue"/>
    <w:basedOn w:val="TexteCourant"/>
    <w:next w:val="CitationExergueAuteur"/>
    <w:qFormat/>
    <w:rsid w:val="004D4A56"/>
    <w:pPr>
      <w:jc w:val="right"/>
    </w:pPr>
    <w:rPr>
      <w:i/>
    </w:rPr>
  </w:style>
  <w:style w:type="character" w:customStyle="1" w:styleId="PuceRepere">
    <w:name w:val="PuceRepere"/>
    <w:qFormat/>
    <w:rsid w:val="004D4A56"/>
    <w:rPr>
      <w:rFonts w:ascii="Arial" w:hAnsi="Arial"/>
      <w:b/>
      <w:color w:val="FFFFFF"/>
      <w:sz w:val="20"/>
      <w:bdr w:val="none" w:sz="0" w:space="0" w:color="auto"/>
      <w:shd w:val="clear" w:color="auto" w:fill="8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E8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E81"/>
    <w:rPr>
      <w:rFonts w:ascii="Tahoma" w:hAnsi="Tahoma" w:cs="Tahoma"/>
      <w:sz w:val="16"/>
      <w:szCs w:val="16"/>
      <w:lang w:eastAsia="en-US"/>
    </w:rPr>
  </w:style>
  <w:style w:type="paragraph" w:customStyle="1" w:styleId="CodeTitre">
    <w:name w:val="CodeTitre"/>
    <w:basedOn w:val="Code"/>
    <w:next w:val="Code"/>
    <w:pPr>
      <w:pBdr>
        <w:left w:val="none" w:sz="0" w:space="0" w:color="auto"/>
      </w:pBdr>
      <w:spacing w:before="120"/>
    </w:pPr>
    <w:rPr>
      <w:b/>
      <w:sz w:val="20"/>
    </w:rPr>
  </w:style>
  <w:style w:type="paragraph" w:customStyle="1" w:styleId="EncadreListeANumeros">
    <w:name w:val="EncadreListeANumeros"/>
    <w:basedOn w:val="TexteCourant"/>
    <w:rsid w:val="00EB6BAB"/>
    <w:pPr>
      <w:shd w:val="clear" w:color="auto" w:fill="E6E6E6"/>
      <w:spacing w:before="0" w:after="0"/>
    </w:pPr>
    <w:rPr>
      <w:rFonts w:ascii="Arial" w:hAnsi="Arial"/>
      <w:sz w:val="18"/>
    </w:rPr>
  </w:style>
  <w:style w:type="paragraph" w:customStyle="1" w:styleId="EncadreListeRetrait">
    <w:name w:val="EncadreListeRetrait"/>
    <w:basedOn w:val="TexteCourant"/>
    <w:pPr>
      <w:shd w:val="clear" w:color="auto" w:fill="E6E6E6"/>
      <w:spacing w:before="0" w:after="0"/>
    </w:pPr>
    <w:rPr>
      <w:rFonts w:ascii="Arial" w:hAnsi="Arial"/>
      <w:sz w:val="18"/>
    </w:rPr>
  </w:style>
  <w:style w:type="paragraph" w:customStyle="1" w:styleId="EncadreSousTitre">
    <w:name w:val="EncadreSousTitre"/>
    <w:basedOn w:val="EncadreTexte"/>
    <w:next w:val="EncadreTexte"/>
    <w:rPr>
      <w:b/>
    </w:rPr>
  </w:style>
  <w:style w:type="character" w:customStyle="1" w:styleId="NotePreTitre">
    <w:name w:val="NotePreTitre"/>
    <w:basedOn w:val="Policepardfaut"/>
    <w:rPr>
      <w:rFonts w:ascii="Arial" w:hAnsi="Arial"/>
      <w:b/>
      <w:smallCaps/>
      <w:color w:val="808080"/>
      <w:sz w:val="18"/>
      <w:u w:val="single"/>
    </w:rPr>
  </w:style>
  <w:style w:type="character" w:customStyle="1" w:styleId="IndicationMaquettiste">
    <w:name w:val="IndicationMaquettiste"/>
    <w:basedOn w:val="Policepardfaut"/>
    <w:rPr>
      <w:rFonts w:ascii="Times New Roman" w:hAnsi="Times New Roman"/>
      <w:color w:val="FF00FF"/>
      <w:sz w:val="24"/>
    </w:rPr>
  </w:style>
  <w:style w:type="character" w:customStyle="1" w:styleId="Menu">
    <w:name w:val="Menu"/>
    <w:basedOn w:val="Policepardfaut"/>
    <w:qFormat/>
    <w:rsid w:val="00D36775"/>
    <w:rPr>
      <w:rFonts w:ascii="Times" w:hAnsi="Times"/>
      <w:b/>
      <w:i/>
      <w:color w:val="0424C4"/>
      <w:sz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34FA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234FA"/>
    <w:pPr>
      <w:spacing w:after="100"/>
      <w:ind w:left="0"/>
    </w:pPr>
  </w:style>
  <w:style w:type="paragraph" w:styleId="TM2">
    <w:name w:val="toc 2"/>
    <w:basedOn w:val="Normal"/>
    <w:next w:val="Normal"/>
    <w:autoRedefine/>
    <w:uiPriority w:val="39"/>
    <w:unhideWhenUsed/>
    <w:rsid w:val="000234FA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234FA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234F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83A22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593C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1346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3460C"/>
  </w:style>
  <w:style w:type="character" w:customStyle="1" w:styleId="CommentaireCar">
    <w:name w:val="Commentaire Car"/>
    <w:basedOn w:val="Policepardfaut"/>
    <w:link w:val="Commentaire"/>
    <w:uiPriority w:val="99"/>
    <w:rsid w:val="0013460C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346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3460C"/>
    <w:rPr>
      <w:b/>
      <w:bCs/>
      <w:lang w:eastAsia="en-US"/>
    </w:rPr>
  </w:style>
  <w:style w:type="paragraph" w:styleId="Rvision">
    <w:name w:val="Revision"/>
    <w:hidden/>
    <w:uiPriority w:val="99"/>
    <w:semiHidden/>
    <w:rsid w:val="0013460C"/>
    <w:rPr>
      <w:lang w:eastAsia="en-US"/>
    </w:rPr>
  </w:style>
  <w:style w:type="character" w:customStyle="1" w:styleId="ph">
    <w:name w:val="ph"/>
    <w:basedOn w:val="Policepardfaut"/>
    <w:rsid w:val="006B646F"/>
  </w:style>
  <w:style w:type="paragraph" w:customStyle="1" w:styleId="p">
    <w:name w:val="p"/>
    <w:basedOn w:val="Normal"/>
    <w:rsid w:val="00CC3C33"/>
    <w:pPr>
      <w:spacing w:beforeAutospacing="1" w:after="100" w:afterAutospacing="1"/>
      <w:ind w:left="0"/>
      <w:jc w:val="left"/>
    </w:pPr>
    <w:rPr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C478D6"/>
    <w:pPr>
      <w:spacing w:beforeAutospacing="1" w:after="100" w:afterAutospacing="1"/>
      <w:ind w:left="0"/>
      <w:jc w:val="left"/>
    </w:pPr>
    <w:rPr>
      <w:sz w:val="24"/>
      <w:szCs w:val="24"/>
      <w:lang w:eastAsia="fr-FR"/>
    </w:rPr>
  </w:style>
  <w:style w:type="paragraph" w:styleId="AdresseHTML">
    <w:name w:val="HTML Address"/>
    <w:basedOn w:val="Normal"/>
    <w:link w:val="AdresseHTMLCar"/>
    <w:uiPriority w:val="99"/>
    <w:unhideWhenUsed/>
    <w:rsid w:val="00611CD8"/>
    <w:pPr>
      <w:spacing w:before="0" w:after="0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rsid w:val="00611CD8"/>
    <w:rPr>
      <w:i/>
      <w:iCs/>
      <w:lang w:eastAsia="en-US"/>
    </w:rPr>
  </w:style>
  <w:style w:type="character" w:styleId="lev">
    <w:name w:val="Strong"/>
    <w:basedOn w:val="Policepardfaut"/>
    <w:uiPriority w:val="22"/>
    <w:qFormat/>
    <w:rsid w:val="00826EBD"/>
    <w:rPr>
      <w:b/>
      <w:bCs/>
    </w:rPr>
  </w:style>
  <w:style w:type="character" w:customStyle="1" w:styleId="Titre1Car">
    <w:name w:val="Titre 1 Car"/>
    <w:basedOn w:val="Policepardfaut"/>
    <w:link w:val="Titre1"/>
    <w:rsid w:val="001A5969"/>
    <w:rPr>
      <w:rFonts w:ascii="Arial" w:hAnsi="Arial"/>
      <w:b/>
      <w:sz w:val="48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1A5969"/>
    <w:rPr>
      <w:rFonts w:ascii="Arial" w:hAnsi="Arial"/>
      <w:b/>
      <w:sz w:val="36"/>
      <w:lang w:eastAsia="en-US"/>
    </w:rPr>
  </w:style>
  <w:style w:type="character" w:customStyle="1" w:styleId="Titre3Car">
    <w:name w:val="Titre 3 Car"/>
    <w:basedOn w:val="Policepardfaut"/>
    <w:link w:val="Titre3"/>
    <w:rsid w:val="001A5969"/>
    <w:rPr>
      <w:rFonts w:ascii="Arial" w:hAnsi="Arial"/>
      <w:b/>
      <w:sz w:val="28"/>
      <w:lang w:eastAsia="en-US"/>
    </w:rPr>
  </w:style>
  <w:style w:type="character" w:customStyle="1" w:styleId="Titre4Car">
    <w:name w:val="Titre 4 Car"/>
    <w:basedOn w:val="Policepardfaut"/>
    <w:link w:val="Titre4"/>
    <w:rsid w:val="001A5969"/>
    <w:rPr>
      <w:rFonts w:ascii="Arial" w:hAnsi="Arial"/>
      <w:b/>
      <w:sz w:val="22"/>
      <w:lang w:eastAsia="en-US"/>
    </w:rPr>
  </w:style>
  <w:style w:type="character" w:customStyle="1" w:styleId="Titre5Car">
    <w:name w:val="Titre 5 Car"/>
    <w:basedOn w:val="Policepardfaut"/>
    <w:link w:val="Titre5"/>
    <w:rsid w:val="001A5969"/>
    <w:rPr>
      <w:rFonts w:ascii="Arial" w:hAnsi="Arial"/>
      <w:i/>
      <w:lang w:eastAsia="en-US"/>
    </w:rPr>
  </w:style>
  <w:style w:type="character" w:customStyle="1" w:styleId="Titre6Car">
    <w:name w:val="Titre 6 Car"/>
    <w:basedOn w:val="Policepardfaut"/>
    <w:link w:val="Titre6"/>
    <w:rsid w:val="001A5969"/>
    <w:rPr>
      <w:rFonts w:ascii="Arial" w:hAnsi="Arial"/>
      <w:b/>
      <w:sz w:val="18"/>
      <w:lang w:eastAsia="en-US"/>
    </w:rPr>
  </w:style>
  <w:style w:type="character" w:customStyle="1" w:styleId="Titre7Car">
    <w:name w:val="Titre 7 Car"/>
    <w:basedOn w:val="Policepardfaut"/>
    <w:link w:val="Titre7"/>
    <w:rsid w:val="001A5969"/>
    <w:rPr>
      <w:rFonts w:ascii="Arial" w:hAnsi="Arial"/>
      <w:lang w:eastAsia="en-US"/>
    </w:rPr>
  </w:style>
  <w:style w:type="character" w:customStyle="1" w:styleId="Titre8Car">
    <w:name w:val="Titre 8 Car"/>
    <w:basedOn w:val="Policepardfaut"/>
    <w:link w:val="Titre8"/>
    <w:rsid w:val="001A5969"/>
    <w:rPr>
      <w:rFonts w:ascii="Arial" w:hAnsi="Arial"/>
      <w:i/>
      <w:lang w:eastAsia="en-US"/>
    </w:rPr>
  </w:style>
  <w:style w:type="character" w:customStyle="1" w:styleId="Titre9Car">
    <w:name w:val="Titre 9 Car"/>
    <w:basedOn w:val="Policepardfaut"/>
    <w:link w:val="Titre9"/>
    <w:rsid w:val="001A5969"/>
    <w:rPr>
      <w:rFonts w:ascii="Arial" w:hAnsi="Arial"/>
      <w:i/>
      <w:sz w:val="18"/>
      <w:lang w:eastAsia="en-US"/>
    </w:rPr>
  </w:style>
  <w:style w:type="character" w:customStyle="1" w:styleId="En-tteCar">
    <w:name w:val="En-tête Car"/>
    <w:basedOn w:val="Policepardfaut"/>
    <w:link w:val="En-tte"/>
    <w:semiHidden/>
    <w:rsid w:val="001A5969"/>
    <w:rPr>
      <w:lang w:eastAsia="en-US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1A5969"/>
    <w:rPr>
      <w:rFonts w:ascii="Tahoma" w:hAnsi="Tahoma" w:cs="Arial Rounded MT Bold"/>
      <w:shd w:val="clear" w:color="auto" w:fill="000080"/>
      <w:lang w:eastAsia="en-US"/>
    </w:rPr>
  </w:style>
  <w:style w:type="character" w:customStyle="1" w:styleId="PieddepageCar">
    <w:name w:val="Pied de page Car"/>
    <w:basedOn w:val="Policepardfaut"/>
    <w:link w:val="Pieddepage"/>
    <w:semiHidden/>
    <w:rsid w:val="001A5969"/>
    <w:rPr>
      <w:lang w:eastAsia="en-US"/>
    </w:rPr>
  </w:style>
  <w:style w:type="character" w:customStyle="1" w:styleId="author">
    <w:name w:val="author"/>
    <w:basedOn w:val="Policepardfaut"/>
    <w:rsid w:val="00266425"/>
  </w:style>
  <w:style w:type="paragraph" w:styleId="Index1">
    <w:name w:val="index 1"/>
    <w:basedOn w:val="Normal"/>
    <w:next w:val="Normal"/>
    <w:autoRedefine/>
    <w:uiPriority w:val="99"/>
    <w:semiHidden/>
    <w:unhideWhenUsed/>
    <w:rsid w:val="00FC5D00"/>
    <w:pPr>
      <w:spacing w:before="0" w:after="0"/>
      <w:ind w:left="2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C5D00"/>
    <w:pPr>
      <w:spacing w:before="0" w:after="0"/>
      <w:ind w:left="6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67D41"/>
    <w:pPr>
      <w:spacing w:before="0" w:after="0"/>
      <w:ind w:left="4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3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82079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1252">
          <w:marLeft w:val="3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279">
          <w:marLeft w:val="0"/>
          <w:marRight w:val="0"/>
          <w:marTop w:val="2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4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29393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7266">
          <w:marLeft w:val="0"/>
          <w:marRight w:val="0"/>
          <w:marTop w:val="10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A-02\AppData\Roaming\Microsoft\Templates\FeuilleStyles_Eyrolles_Informatique_201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AC1A2-C2C2-40C2-B7A0-70913232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FeuilleStyles_Eyrolles_Informatique_2010.dot</Template>
  <TotalTime>54</TotalTime>
  <Pages>2</Pages>
  <Words>366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 du chapitre</vt:lpstr>
    </vt:vector>
  </TitlesOfParts>
  <Company>HP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du chapitre</dc:title>
  <dc:subject>Titre de l'ouvrage</dc:subject>
  <dc:creator>NAVARRA Pierre</dc:creator>
  <cp:lastModifiedBy>SONA-04</cp:lastModifiedBy>
  <cp:revision>10</cp:revision>
  <cp:lastPrinted>2015-09-27T09:58:00Z</cp:lastPrinted>
  <dcterms:created xsi:type="dcterms:W3CDTF">2016-04-01T10:23:00Z</dcterms:created>
  <dcterms:modified xsi:type="dcterms:W3CDTF">2018-05-28T08:54:00Z</dcterms:modified>
</cp:coreProperties>
</file>